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华文中宋" w:cs="宋体"/>
          <w:b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12153900</wp:posOffset>
            </wp:positionV>
            <wp:extent cx="317500" cy="330200"/>
            <wp:effectExtent l="0" t="0" r="0" b="0"/>
            <wp:wrapNone/>
            <wp:docPr id="100239" name="图片 100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高一年级数学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五一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假期作业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2参考答案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color w:val="000000"/>
        </w:rPr>
      </w:pPr>
      <w:r>
        <w:t>C</w:t>
      </w:r>
      <w:bookmarkStart w:id="0" w:name="477a7026-9c52-463b-a4ae-6dc766e6810a"/>
      <w:r>
        <w:rPr>
          <w:rFonts w:hint="eastAsia" w:ascii="宋体" w:cs="宋体"/>
          <w:kern w:val="0"/>
          <w:szCs w:val="21"/>
        </w:rPr>
        <w:t xml:space="preserve">   </w:t>
      </w:r>
      <w:r>
        <w:rPr>
          <w:color w:val="000000"/>
        </w:rPr>
        <w:t>2. D</w:t>
      </w:r>
      <w:bookmarkEnd w:id="0"/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 xml:space="preserve"> 3.</w:t>
      </w:r>
      <w:r>
        <w:rPr>
          <w:rFonts w:eastAsia="Times New Roman"/>
          <w:kern w:val="0"/>
          <w:szCs w:val="21"/>
        </w:rPr>
        <w:t xml:space="preserve">B.    </w:t>
      </w:r>
      <w:r>
        <w:rPr>
          <w:rFonts w:hint="eastAsia" w:ascii="宋体" w:cs="宋体"/>
          <w:kern w:val="0"/>
          <w:szCs w:val="21"/>
        </w:rPr>
        <w:t>4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. </w:t>
      </w:r>
      <w:r>
        <w:t>A</w:t>
      </w:r>
      <w:r>
        <w:rPr>
          <w:rFonts w:hint="eastAsia" w:ascii="宋体" w:cs="宋体"/>
          <w:kern w:val="0"/>
          <w:szCs w:val="21"/>
        </w:rPr>
        <w:t xml:space="preserve">    </w:t>
      </w:r>
      <w:r>
        <w:t>5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   </w:t>
      </w:r>
      <w:r>
        <w:rPr>
          <w:color w:val="000000"/>
        </w:rPr>
        <w:t>6. C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宋体" w:hAnsi="宋体" w:cs="宋体"/>
          <w:color w:val="000000"/>
        </w:rPr>
        <w:t>因为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85pt;width:47.6pt;" o:ole="t" filled="f" o:preferrelative="t" stroked="f" coordsize="21600,21600">
            <v:path/>
            <v:fill on="f" focussize="0,0"/>
            <v:stroke on="f"/>
            <v:imagedata r:id="rId8" o:title="eqId4e4425dc7c346e4597c0521d7f63617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7pt;width:42.2pt;" o:ole="t" filled="f" o:preferrelative="t" stroked="f" coordsize="21600,21600">
            <v:path/>
            <v:fill on="f" focussize="0,0"/>
            <v:stroke on="f"/>
            <v:imagedata r:id="rId10" o:title="eqId0d3605b320cae7b4a85aa273dfb7e60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2.05pt;width:326.4pt;" o:ole="t" filled="f" o:preferrelative="t" stroked="f" coordsize="21600,21600">
            <v:path/>
            <v:fill on="f" focussize="0,0"/>
            <v:stroke on="f"/>
            <v:imagedata r:id="rId12" o:title="eqId99e2463c1377632e894a72e3b2d575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55pt;width:242.35pt;" o:ole="t" filled="f" o:preferrelative="t" stroked="f" coordsize="21600,21600">
            <v:path/>
            <v:fill on="f" focussize="0,0"/>
            <v:stroke on="f"/>
            <v:imagedata r:id="rId14" o:title="eqIdfe0cee81676f011d33f3b90d09ec402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cs="宋体"/>
          <w:color w:val="000000"/>
        </w:rPr>
        <w:t>，因为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0.05pt;width:33pt;" o:ole="t" filled="f" o:preferrelative="t" stroked="f" coordsize="21600,21600">
            <v:path/>
            <v:fill on="f" focussize="0,0"/>
            <v:stroke on="f"/>
            <v:imagedata r:id="rId16" o:title="eqId74d6ff84712e33efb6140658e816e5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.4pt;width:94.55pt;" o:ole="t" filled="f" o:preferrelative="t" stroked="f" coordsize="21600,21600">
            <v:path/>
            <v:fill on="f" focussize="0,0"/>
            <v:stroke on="f"/>
            <v:imagedata r:id="rId18" o:title="eqIdf658908e7fbbec4397091221d2ad5f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9.1pt;width:298.9pt;" o:ole="t" filled="f" o:preferrelative="t" stroked="f" coordsize="21600,21600">
            <v:path/>
            <v:fill on="f" focussize="0,0"/>
            <v:stroke on="f"/>
            <v:imagedata r:id="rId20" o:title="eqIda973a6386a71d8189bb00f9c7582b28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cs="宋体"/>
          <w:color w:val="000000"/>
        </w:rPr>
        <w:t>因为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1pt;width:55.4pt;" o:ole="t" filled="f" o:preferrelative="t" stroked="f" coordsize="21600,21600">
            <v:path/>
            <v:fill on="f" focussize="0,0"/>
            <v:stroke on="f"/>
            <v:imagedata r:id="rId22" o:title="eqId883fc5e3faf39829d60804b59deb173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45pt;width:37.9pt;" o:ole="t" filled="f" o:preferrelative="t" stroked="f" coordsize="21600,21600">
            <v:path/>
            <v:fill on="f" focussize="0,0"/>
            <v:stroke on="f"/>
            <v:imagedata r:id="rId24" o:title="eqId284a563413dc0532138fb2a64db8cc2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7.8pt;width:225.45pt;" o:ole="t" filled="f" o:preferrelative="t" stroked="f" coordsize="21600,21600">
            <v:path/>
            <v:fill on="f" focussize="0,0"/>
            <v:stroke on="f"/>
            <v:imagedata r:id="rId26" o:title="eqId801b092fb52006a179d65481b8df4cb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cs="宋体"/>
          <w:color w:val="000000"/>
        </w:rPr>
        <w:t>，当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46.15pt;width:89.95pt;" o:ole="t" filled="f" o:preferrelative="t" stroked="f" coordsize="21600,21600">
            <v:path/>
            <v:fill on="f" focussize="0,0"/>
            <v:stroke on="f"/>
            <v:imagedata r:id="rId28" o:title="eqIdfe1440234e9b538b06bb84a18385749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cs="宋体"/>
          <w:color w:val="000000"/>
        </w:rPr>
        <w:t>时，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9.9pt;width:22.35pt;" o:ole="t" filled="f" o:preferrelative="t" stroked="f" coordsize="21600,21600">
            <v:path/>
            <v:fill on="f" focussize="0,0"/>
            <v:stroke on="f"/>
            <v:imagedata r:id="rId30" o:title="eqId8e4ea7acf140086ae816a4025d2683d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cs="宋体"/>
          <w:color w:val="000000"/>
        </w:rPr>
        <w:t>有最小值，最小值为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3pt;width:109.15pt;" o:ole="t" filled="f" o:preferrelative="t" stroked="f" coordsize="21600,21600">
            <v:path/>
            <v:fill on="f" focussize="0,0"/>
            <v:stroke on="f"/>
            <v:imagedata r:id="rId32" o:title="eqId5e3e8b293ef8dff38a42fea0405e65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color w:val="000000"/>
        </w:rPr>
      </w:pPr>
      <w:bookmarkStart w:id="1" w:name="_GoBack"/>
      <w:bookmarkEnd w:id="1"/>
      <w:r>
        <w:rPr>
          <w:color w:val="000000"/>
        </w:rPr>
        <w:t>7.D</w:t>
      </w:r>
      <w:r>
        <w:rPr>
          <w:rFonts w:hint="eastAsia"/>
          <w:color w:val="000000"/>
          <w:lang w:val="en-US" w:eastAsia="zh-CN"/>
        </w:rPr>
        <w:t xml:space="preserve">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3pt;width:156.85pt;" o:ole="t" filled="f" o:preferrelative="t" stroked="f" coordsize="21600,21600">
            <v:path/>
            <v:fill on="f" focussize="0,0"/>
            <v:stroke on="f"/>
            <v:imagedata r:id="rId34" o:title="eqId8c6bac53ae78b1b15e3e0aa68591f2e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35pt;width:381.9pt;" o:ole="t" filled="f" o:preferrelative="t" stroked="f" coordsize="21600,21600">
            <v:path/>
            <v:fill on="f" focussize="0,0"/>
            <v:stroke on="f"/>
            <v:imagedata r:id="rId36" o:title="eqId685873052b73adf367969567b66501d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4pt;width:182.6pt;" o:ole="t" filled="f" o:preferrelative="t" stroked="f" coordsize="21600,21600">
            <v:path/>
            <v:fill on="f" focussize="0,0"/>
            <v:stroke on="f"/>
            <v:imagedata r:id="rId38" o:title="eqIde3f390d5dcc98a76d0484c8589803b6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.5pt;width:42.7pt;" o:ole="t" filled="f" o:preferrelative="t" stroked="f" coordsize="21600,21600">
            <v:path/>
            <v:fill on="f" focussize="0,0"/>
            <v:stroke on="f"/>
            <v:imagedata r:id="rId40" o:title="eqId85527d190d4e1d6bac4145d1c716e65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9.7pt;width:210.85pt;" o:ole="t" filled="f" o:preferrelative="t" stroked="f" coordsize="21600,21600">
            <v:path/>
            <v:fill on="f" focussize="0,0"/>
            <v:stroke on="f"/>
            <v:imagedata r:id="rId42" o:title="eqIda1de9dea2dc3bc29bc4bf6b3469cd7c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40.2pt;width:274.2pt;" o:ole="t" filled="f" o:preferrelative="t" stroked="f" coordsize="21600,21600">
            <v:path/>
            <v:fill on="f" focussize="0,0"/>
            <v:stroke on="f"/>
            <v:imagedata r:id="rId44" o:title="eqIdf1035c2871117e87ac9ab075eb744ff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35pt;width:165.4pt;" o:ole="t" filled="f" o:preferrelative="t" stroked="f" coordsize="21600,21600">
            <v:path/>
            <v:fill on="f" focussize="0,0"/>
            <v:stroke on="f"/>
            <v:imagedata r:id="rId46" o:title="eqIde4c17a1ee55801dd17ff9be445195b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D</w:t>
      </w:r>
      <w:r>
        <w:rPr>
          <w:rFonts w:hint="eastAsia"/>
          <w:lang w:val="en-US" w:eastAsia="zh-CN"/>
        </w:rPr>
        <w:t xml:space="preserve">   </w:t>
      </w:r>
      <w:r>
        <w:t>因为</w:t>
      </w:r>
      <w:r>
        <w:object>
          <v:shape id="_x0000_i1045" o:spt="75" alt="eqId7647ec291a20f53406342072c7f2b926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48" o:title="eqId7647ec291a20f53406342072c7f2b92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，所以</w:t>
      </w:r>
      <w:r>
        <w:object>
          <v:shape id="_x0000_i1046" o:spt="75" alt="eqId1b40549ccfd41f16e767697075dd2d72" type="#_x0000_t75" style="height:17.6pt;width:89.75pt;" o:ole="t" filled="f" o:preferrelative="t" stroked="f" coordsize="21600,21600">
            <v:path/>
            <v:fill on="f" focussize="0,0"/>
            <v:stroke on="f" joinstyle="miter"/>
            <v:imagedata r:id="rId50" o:title="eqId1b40549ccfd41f16e767697075dd2d7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，因为</w:t>
      </w:r>
      <w:r>
        <w:object>
          <v:shape id="_x0000_i1047" o:spt="75" alt="eqId7f4fb0f16366db11c753273c4b66d843" type="#_x0000_t75" style="height:15.95pt;width:116.15pt;" o:ole="t" filled="f" o:preferrelative="t" stroked="f" coordsize="21600,21600">
            <v:path/>
            <v:fill on="f" focussize="0,0"/>
            <v:stroke on="f" joinstyle="miter"/>
            <v:imagedata r:id="rId52" o:title="eqId7f4fb0f16366db11c753273c4b66d84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，所以</w:t>
      </w:r>
      <w:r>
        <w:object>
          <v:shape id="_x0000_i1048" o:spt="75" alt="eqIdd96dfad5c19d3326cf245e2c5b7c49ed" type="#_x0000_t75" style="height:15.95pt;width:116.15pt;" o:ole="t" filled="f" o:preferrelative="t" stroked="f" coordsize="21600,21600">
            <v:path/>
            <v:fill on="f" focussize="0,0"/>
            <v:stroke on="f" joinstyle="miter"/>
            <v:imagedata r:id="rId54" o:title="eqIdd96dfad5c19d3326cf245e2c5b7c49e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</w:t>
      </w:r>
      <w:r>
        <w:object>
          <v:shape id="_x0000_i1049" o:spt="75" alt="eqId0613e0326e161ad0f9a54355b7f02200" type="#_x0000_t75" style="height:13.7pt;width:86.2pt;" o:ole="t" filled="f" o:preferrelative="t" stroked="f" coordsize="21600,21600">
            <v:path/>
            <v:fill on="f" focussize="0,0"/>
            <v:stroke on="f" joinstyle="miter"/>
            <v:imagedata r:id="rId56" o:title="eqId0613e0326e161ad0f9a54355b7f0220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，所以由</w:t>
      </w:r>
      <w:r>
        <w:object>
          <v:shape id="_x0000_i1050" o:spt="75" alt="eqId7537bba00c24257f9082c8050ecaaa8f" type="#_x0000_t75" style="height:27pt;width:120.55pt;" o:ole="t" filled="f" o:preferrelative="t" stroked="f" coordsize="21600,21600">
            <v:path/>
            <v:fill on="f" focussize="0,0"/>
            <v:stroke on="f" joinstyle="miter"/>
            <v:imagedata r:id="rId58" o:title="eqId7537bba00c24257f9082c8050ecaaa8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>得</w:t>
      </w:r>
      <w:r>
        <w:object>
          <v:shape id="_x0000_i1051" o:spt="75" alt="eqIddcaa0864b585a650daeb8e27f61b69db" type="#_x0000_t75" style="height:29.8pt;width:93.25pt;" o:ole="t" filled="f" o:preferrelative="t" stroked="f" coordsize="21600,21600">
            <v:path/>
            <v:fill on="f" focussize="0,0"/>
            <v:stroke on="f" joinstyle="miter"/>
            <v:imagedata r:id="rId60" o:title="eqIddcaa0864b585a650daeb8e27f61b69d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所以</w:t>
      </w:r>
      <w:r>
        <w:object>
          <v:shape id="_x0000_i1052" o:spt="75" alt="eqId70d2eec6239445484a37ab941caead2c" type="#_x0000_t75" style="height:19.8pt;width:139.9pt;" o:ole="t" filled="f" o:preferrelative="t" stroked="f" coordsize="21600,21600">
            <v:path/>
            <v:fill on="f" focussize="0,0"/>
            <v:stroke on="f" joinstyle="miter"/>
            <v:imagedata r:id="rId62" o:title="eqId70d2eec6239445484a37ab941caead2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  <w:r>
        <w:t>所以</w:t>
      </w:r>
      <w:r>
        <w:object>
          <v:shape id="_x0000_i1053" o:spt="75" alt="eqId2a0e88ed10a0870cd34af3d6768df94b" type="#_x0000_t75" style="height:15.95pt;width:57.2pt;" o:ole="t" filled="f" o:preferrelative="t" stroked="f" coordsize="21600,21600">
            <v:path/>
            <v:fill on="f" focussize="0,0"/>
            <v:stroke on="f" joinstyle="miter"/>
            <v:imagedata r:id="rId64" o:title="eqId2a0e88ed10a0870cd34af3d6768df94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，所以</w:t>
      </w:r>
      <w:r>
        <w:object>
          <v:shape id="_x0000_i1054" o:spt="75" alt="eqIdc1fc5e92f18684888e3715f0af8ba304" type="#_x0000_t75" style="height:15.85pt;width:48.2pt;" o:ole="t" filled="f" o:preferrelative="t" stroked="f" coordsize="21600,21600">
            <v:path/>
            <v:fill on="f" focussize="0,0"/>
            <v:stroke on="f" joinstyle="miter"/>
            <v:imagedata r:id="rId66" o:title="eqIdc1fc5e92f18684888e3715f0af8ba30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.又</w:t>
      </w:r>
      <w:r>
        <w:object>
          <v:shape id="_x0000_i1055" o:spt="75" alt="eqIdfd3d5b74bd69495ee0597be5dbbaf92e" type="#_x0000_t75" style="height:12.4pt;width:58.9pt;" o:ole="t" filled="f" o:preferrelative="t" stroked="f" coordsize="21600,21600">
            <v:path/>
            <v:fill on="f" focussize="0,0"/>
            <v:stroke on="f" joinstyle="miter"/>
            <v:imagedata r:id="rId68" o:title="eqIdfd3d5b74bd69495ee0597be5dbbaf92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，所以</w:t>
      </w:r>
      <w:r>
        <w:object>
          <v:shape id="_x0000_i1056" o:spt="75" alt="eqId59e29b822cda1ba926e96368094fa1a7" type="#_x0000_t75" style="height:11.35pt;width:31.65pt;" o:ole="t" filled="f" o:preferrelative="t" stroked="f" coordsize="21600,21600">
            <v:path/>
            <v:fill on="f" focussize="0,0"/>
            <v:stroke on="f" joinstyle="miter"/>
            <v:imagedata r:id="rId70" o:title="eqId59e29b822cda1ba926e96368094fa1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.</w:t>
      </w:r>
      <w:r>
        <w:rPr>
          <w:rFonts w:hint="eastAsia"/>
          <w:lang w:val="en-US" w:eastAsia="zh-CN"/>
        </w:rPr>
        <w:t xml:space="preserve">         </w:t>
      </w:r>
      <w:r>
        <w:rPr>
          <w:color w:val="000000"/>
        </w:rPr>
        <w:t xml:space="preserve">9. 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>ABD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>10. BCD</w:t>
      </w:r>
      <w:r>
        <w:rPr>
          <w:rFonts w:hint="eastAsia"/>
          <w:color w:val="000000"/>
          <w:lang w:val="en-US" w:eastAsia="zh-CN"/>
        </w:rPr>
        <w:t xml:space="preserve">     </w:t>
      </w:r>
    </w:p>
    <w:p>
      <w:pPr>
        <w:pStyle w:val="4"/>
        <w:numPr>
          <w:ilvl w:val="0"/>
          <w:numId w:val="0"/>
        </w:numPr>
        <w:tabs>
          <w:tab w:val="left" w:pos="3828"/>
        </w:tabs>
        <w:snapToGrid w:val="0"/>
        <w:spacing w:line="360" w:lineRule="auto"/>
        <w:rPr>
          <w:color w:val="000000"/>
        </w:rPr>
      </w:pPr>
      <w:r>
        <w:rPr>
          <w:color w:val="000000"/>
        </w:rPr>
        <w:t xml:space="preserve">11. </w:t>
      </w:r>
      <w:r>
        <w:t>ACD</w:t>
      </w:r>
      <w:r>
        <w:rPr>
          <w:rFonts w:hint="eastAsia"/>
          <w:lang w:val="en-US" w:eastAsia="zh-CN"/>
        </w:rPr>
        <w:t xml:space="preserve"> 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72" o:title="eqId7520d90410f270bd109604a25b906e8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74" o:title="eqId2de0d10ef8b748d4531250c37c5d3f9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由正弦定理可得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85pt;width:132.25pt;" o:ole="t" filled="f" o:preferrelative="t" stroked="f" coordsize="21600,21600">
            <v:path/>
            <v:fill on="f" focussize="0,0"/>
            <v:stroke on="f" joinstyle="miter"/>
            <v:imagedata r:id="rId76" o:title="eqIdb6ec2dcf1a6f5855f307264bcda6d54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，又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pt;width:213pt;" o:ole="t" filled="f" o:preferrelative="t" stroked="f" coordsize="21600,21600">
            <v:path/>
            <v:fill on="f" focussize="0,0"/>
            <v:stroke on="f" joinstyle="miter"/>
            <v:imagedata r:id="rId78" o:title="eqId82d2d943ce8a376745639f5e572003e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201.75pt;" o:ole="t" filled="f" o:preferrelative="t" stroked="f" coordsize="21600,21600">
            <v:path/>
            <v:fill on="f" focussize="0,0"/>
            <v:stroke on="f" joinstyle="miter"/>
            <v:imagedata r:id="rId80" o:title="eqId1deab2b0885feaa1ef2e7657631b917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，即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132.75pt;" o:ole="t" filled="f" o:preferrelative="t" stroked="f" coordsize="21600,21600">
            <v:path/>
            <v:fill on="f" focussize="0,0"/>
            <v:stroke on="f" joinstyle="miter"/>
            <v:imagedata r:id="rId82" o:title="eqIdf6d39ea462dbcecb9b2867c24744e0b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195pt;" o:ole="t" filled="f" o:preferrelative="t" stroked="f" coordsize="21600,21600">
            <v:path/>
            <v:fill on="f" focussize="0,0"/>
            <v:stroke on="f" joinstyle="miter"/>
            <v:imagedata r:id="rId84" o:title="eqId114b860f93774efee4cc3da4244192e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86" o:title="eqIde9e4c464ac8cfa27d6e3957d91e214f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8" o:title="eqId7f9e8449aad35c5d840a3395ea86df6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90" o:title="eqIdc5db41a1f31d6baee7c69990811edb9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为锐角，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92" o:title="eqId69ca9a08c1e4982e763525709557af4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，即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94" o:title="eqId5a2264c134952d41fb9bcb90e6c72c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，故选项</w:t>
      </w:r>
      <w:r>
        <w:rPr>
          <w:rFonts w:eastAsia="Times New Roman"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正确；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96" o:title="eqId16f3d198e76391779fa3badc848c8ac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50.75pt;width:62.25pt;" o:ole="t" filled="f" o:preferrelative="t" stroked="f" coordsize="21600,21600">
            <v:path/>
            <v:fill on="f" focussize="0,0"/>
            <v:stroke on="f"/>
            <v:imagedata r:id="rId98" o:title="eqId900a76c8d15826b7c76042a83cc06ec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74" o:title="eqId2de0d10ef8b748d4531250c37c5d3f9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8.25pt;width:50.3pt;" o:ole="t" filled="f" o:preferrelative="t" stroked="f" coordsize="21600,21600">
            <v:path/>
            <v:fill on="f" focussize="0,0"/>
            <v:stroke on="f"/>
            <v:imagedata r:id="rId101" o:title="eqId465ddba4e9bd17978754e38ffa3e0de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7.55pt;width:49.15pt;" o:ole="t" filled="f" o:preferrelative="t" stroked="f" coordsize="21600,21600">
            <v:path/>
            <v:fill on="f" focussize="0,0"/>
            <v:stroke on="f"/>
            <v:imagedata r:id="rId103" o:title="eqIde00dc8878f8fb1a0059d8065ef8ee5c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，故选项</w:t>
      </w:r>
      <w:r>
        <w:rPr>
          <w:rFonts w:eastAsia="Times New Roman"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错误；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96" o:title="eqId16f3d198e76391779fa3badc848c8ac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4.25pt;width:156pt;" o:ole="t" filled="f" o:preferrelative="t" stroked="f" coordsize="21600,21600">
            <v:path/>
            <v:fill on="f" focussize="0,0"/>
            <v:stroke on="f"/>
            <v:imagedata r:id="rId106" o:title="eqId62fd085b5337da7221245417d9a34b6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08" o:title="eqId7468f3d26722235aa265922c1f55bd6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，故选项</w:t>
      </w:r>
      <w:r>
        <w:rPr>
          <w:rFonts w:eastAsia="Times New Roman"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正确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96" o:title="eqId16f3d198e76391779fa3badc848c8ac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8.05pt;width:361.45pt;" o:ole="t" filled="f" o:preferrelative="t" stroked="f" coordsize="21600,21600">
            <v:path/>
            <v:fill on="f" focussize="0,0"/>
            <v:stroke on="f"/>
            <v:imagedata r:id="rId111" o:title="eqIdc7f3765bff08dcd8bbb1f3892d18700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，又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103" o:title="eqIde00dc8878f8fb1a0059d8065ef8ee5c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74" o:title="eqId2de0d10ef8b748d4531250c37c5d3f9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pt;width:63pt;" o:ole="t" filled="f" o:preferrelative="t" stroked="f" coordsize="21600,21600">
            <v:path/>
            <v:fill on="f" focussize="0,0"/>
            <v:stroke on="f" joinstyle="miter"/>
            <v:imagedata r:id="rId115" o:title="eqIdba7496d2aa7c1ef1bb0769cb52fb410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，令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pt;width:87pt;" o:ole="t" filled="f" o:preferrelative="t" stroked="f" coordsize="21600,21600">
            <v:path/>
            <v:fill on="f" focussize="0,0"/>
            <v:stroke on="f" joinstyle="miter"/>
            <v:imagedata r:id="rId117" o:title="eqId1cc29c7696296b3f4adbbf1940c4295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pt;width:105pt;" o:ole="t" filled="f" o:preferrelative="t" stroked="f" coordsize="21600,21600">
            <v:path/>
            <v:fill on="f" focussize="0,0"/>
            <v:stroke on="f" joinstyle="miter"/>
            <v:imagedata r:id="rId119" o:title="eqIdeb2ecb03b3949745096ffbfb28a96b0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，由对勾函数性质可知，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121" o:title="eqIdd6ed0b264c94057448392ab601551cc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123" o:title="eqId18b31e36e2546ddcc9ca21c09886d6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125" o:title="eqIdcdcf8a317ccc87a1bf8e17852fddbe2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上单调递增，又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45pt;width:126.75pt;" o:ole="t" filled="f" o:preferrelative="t" stroked="f" coordsize="21600,21600">
            <v:path/>
            <v:fill on="f" focussize="0,0"/>
            <v:stroke on="f" joinstyle="miter"/>
            <v:imagedata r:id="rId127" o:title="eqIddc98096cab16e825c63fa69abb24938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6.05pt;width:11.95pt;" o:ole="t" filled="f" o:preferrelative="t" stroked="f" coordsize="21600,21600">
            <v:path/>
            <v:fill on="f" focussize="0,0"/>
            <v:stroke on="f" joinstyle="miter"/>
            <v:imagedata r:id="rId129" o:title="eqIdca4ff0af96ea467337cb30c4c765b5f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31" o:title="eqIdcc0ee6797a83a7bc1d365637cab3dbd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74" o:title="eqId2de0d10ef8b748d4531250c37c5d3f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宋体" w:hAnsi="宋体" w:cs="宋体"/>
          <w:color w:val="000000"/>
        </w:rPr>
        <w:t>取值范围为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9.75pt;width:48pt;" o:ole="t" filled="f" o:preferrelative="t" stroked="f" coordsize="21600,21600">
            <v:path/>
            <v:fill on="f" focussize="0,0"/>
            <v:stroke on="f" joinstyle="miter"/>
            <v:imagedata r:id="rId134" o:title="eqIdcb70681f3aa305961686f4180e50ab8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hint="eastAsia"/>
          <w:color w:val="000000"/>
        </w:rPr>
        <w:t>，</w:t>
      </w:r>
      <w:r>
        <w:rPr>
          <w:rFonts w:ascii="新宋体" w:hAnsi="新宋体" w:eastAsia="新宋体" w:cs="新宋体"/>
          <w:color w:val="000000"/>
        </w:rPr>
        <w:t>故选项</w:t>
      </w:r>
      <w:r>
        <w:rPr>
          <w:rFonts w:eastAsia="Times New Roman"/>
          <w:color w:val="000000"/>
        </w:rPr>
        <w:t>D</w:t>
      </w:r>
      <w:r>
        <w:rPr>
          <w:rFonts w:ascii="新宋体" w:hAnsi="新宋体" w:eastAsia="新宋体" w:cs="新宋体"/>
          <w:color w:val="000000"/>
        </w:rPr>
        <w:t>正确．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420" w:hangingChars="200"/>
        <w:jc w:val="left"/>
        <w:textAlignment w:val="center"/>
        <w:rPr>
          <w:color w:val="000000"/>
        </w:rPr>
      </w:pPr>
      <w:r>
        <w:rPr>
          <w:rFonts w:hint="eastAsia"/>
        </w:rPr>
        <w:t>9</w:t>
      </w:r>
      <w:r>
        <w:rPr>
          <w:rFonts w:hint="eastAsia"/>
          <w:lang w:val="en-US" w:eastAsia="zh-CN"/>
        </w:rPr>
        <w:t xml:space="preserve">     </w:t>
      </w:r>
      <w:r>
        <w:rPr>
          <w:color w:val="000000"/>
        </w:rPr>
        <w:t>13.</w:t>
      </w:r>
      <w:r>
        <w:rPr>
          <w:rFonts w:hint="eastAsia"/>
          <w:color w:val="000000"/>
          <w:lang w:val="en-US" w:eastAsia="zh-CN"/>
        </w:rPr>
        <w:t xml:space="preserve">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36" o:title="eqId827ccf0c04aa941ba20d5f4c6068b46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cs="宋体"/>
          <w:color w:val="000000"/>
        </w:rPr>
        <w:t>因为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8.25pt;width:134.45pt;" o:ole="t" filled="f" o:preferrelative="t" stroked="f" coordsize="21600,21600">
            <v:path/>
            <v:fill on="f" focussize="0,0"/>
            <v:stroke on="f"/>
            <v:imagedata r:id="rId138" o:title="eqIdb6a378d543d346284075a5fc1caecd3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1.05pt;width:86.75pt;" o:ole="t" filled="f" o:preferrelative="t" stroked="f" coordsize="21600,21600">
            <v:path/>
            <v:fill on="f" focussize="0,0"/>
            <v:stroke on="f"/>
            <v:imagedata r:id="rId140" o:title="eqId95ca6386ae64aa4018ded912a2960a7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8.6pt;width:73.75pt;" o:ole="t" filled="f" o:preferrelative="t" stroked="f" coordsize="21600,21600">
            <v:path/>
            <v:fill on="f" focussize="0,0"/>
            <v:stroke on="f"/>
            <v:imagedata r:id="rId142" o:title="eqIdfccacf7fe9b9b4062831e1c9b551997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cs="宋体"/>
          <w:color w:val="000000"/>
        </w:rPr>
        <w:t>，这意味着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0.75pt;width:50.45pt;" o:ole="t" filled="f" o:preferrelative="t" stroked="f" coordsize="21600,21600">
            <v:path/>
            <v:fill on="f" focussize="0,0"/>
            <v:stroke on="f"/>
            <v:imagedata r:id="rId144" o:title="eqIdd71f4ba3fdfd3e8458c40767948effc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ascii="宋体" w:hAnsi="宋体" w:cs="宋体"/>
          <w:color w:val="000000"/>
        </w:rPr>
        <w:t>，也就是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46" o:title="eqId09d8522e21429977805243d66409dab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rFonts w:ascii="宋体" w:hAnsi="宋体" w:cs="宋体"/>
          <w:color w:val="000000"/>
        </w:rPr>
        <w:t>，且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6pt;width:72.05pt;" o:ole="t" filled="f" o:preferrelative="t" stroked="f" coordsize="21600,21600">
            <v:path/>
            <v:fill on="f" focussize="0,0"/>
            <v:stroke on="f"/>
            <v:imagedata r:id="rId148" o:title="eqId7660a20c1db4b9c6b7a5a7bc864864e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5.85pt;width:89.65pt;" o:ole="t" filled="f" o:preferrelative="t" stroked="f" coordsize="21600,21600">
            <v:path/>
            <v:fill on="f" focussize="0,0"/>
            <v:stroke on="f"/>
            <v:imagedata r:id="rId150" o:title="eqIdfb8c7ad571558bfa36b6e1d9590dccc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ascii="宋体" w:hAnsi="宋体" w:cs="宋体"/>
          <w:color w:val="000000"/>
        </w:rPr>
        <w:t>，解得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8pt;width:92.5pt;" o:ole="t" filled="f" o:preferrelative="t" stroked="f" coordsize="21600,21600">
            <v:path/>
            <v:fill on="f" focussize="0,0"/>
            <v:stroke on="f"/>
            <v:imagedata r:id="rId152" o:title="eqIdb8d61382694134d560ad8ac0be2dedb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8.15pt;width:134.9pt;" o:ole="t" filled="f" o:preferrelative="t" stroked="f" coordsize="21600,21600">
            <v:path/>
            <v:fill on="f" focussize="0,0"/>
            <v:stroke on="f"/>
            <v:imagedata r:id="rId154" o:title="eqId4c9b2c05a625e133c7495a32b520ef7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6.1pt;width:179.6pt;" o:ole="t" filled="f" o:preferrelative="t" stroked="f" coordsize="21600,21600">
            <v:path/>
            <v:fill on="f" focussize="0,0"/>
            <v:stroke on="f"/>
            <v:imagedata r:id="rId156" o:title="eqId8a99fdb2995f39dabbbcc180de1920b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1.45pt;width:301.9pt;" o:ole="t" filled="f" o:preferrelative="t" stroked="f" coordsize="21600,21600">
            <v:path/>
            <v:fill on="f" focussize="0,0"/>
            <v:stroke on="f"/>
            <v:imagedata r:id="rId158" o:title="eqIdf7d8dfa6c619b2042934fa54e0d9d05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</w:pPr>
      <w:r>
        <w:rPr>
          <w:rFonts w:hint="eastAsia"/>
        </w:rPr>
        <w:t>14．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b/>
          <w:bCs/>
          <w:position w:val="-20"/>
          <w:szCs w:val="21"/>
        </w:rPr>
        <w:object>
          <v:shape id="_x0000_i1104" o:spt="75" type="#_x0000_t75" style="height:28pt;width:1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9">
            <o:LockedField>false</o:LockedField>
          </o:OLEObject>
        </w:object>
      </w:r>
      <w:r>
        <w:rPr>
          <w:rFonts w:hint="eastAsia"/>
          <w:b/>
          <w:bCs/>
          <w:position w:val="-20"/>
          <w:szCs w:val="21"/>
          <w:lang w:val="en-US" w:eastAsia="zh-CN"/>
        </w:rPr>
        <w:t xml:space="preserve">  </w:t>
      </w:r>
      <w:r>
        <w:object>
          <v:shape id="_x0000_i1105" o:spt="75" alt="eqId4e9dab0293dbad92fe84bad6b0d957bd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162" o:title="eqId4e9dab0293dbad92fe84bad6b0d957b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1">
            <o:LockedField>false</o:LockedField>
          </o:OLEObject>
        </w:object>
      </w:r>
      <w:r>
        <w:t>千米,</w:t>
      </w:r>
      <w:r>
        <w:object>
          <v:shape id="_x0000_i1106" o:spt="75" alt="eqId1ffc2817fa590affb5a760a25dc65308" type="#_x0000_t75" style="height:15.95pt;width:46.6pt;" o:ole="t" filled="f" o:preferrelative="t" stroked="f" coordsize="21600,21600">
            <v:path/>
            <v:fill on="f" focussize="0,0"/>
            <v:stroke on="f" joinstyle="miter"/>
            <v:imagedata r:id="rId164" o:title="eqId1ffc2817fa590affb5a760a25dc6530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t>千米,三角形</w:t>
      </w:r>
      <w:r>
        <w:object>
          <v:shape id="_x0000_i1107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66" o:title="eqId7bef5239ddbb0972700ce01daf9ee7c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5">
            <o:LockedField>false</o:LockedField>
          </o:OLEObject>
        </w:object>
      </w:r>
      <w:r>
        <w:t>的面积，由面积和法得：</w:t>
      </w:r>
      <w:r>
        <w:object>
          <v:shape id="_x0000_i1108" o:spt="75" alt="eqId1819854f3a36a322fcfffcff4fc9f74e" type="#_x0000_t75" style="height:26.65pt;width:168.95pt;" o:ole="t" filled="f" o:preferrelative="t" stroked="f" coordsize="21600,21600">
            <v:path/>
            <v:fill on="f" focussize="0,0"/>
            <v:stroke on="f"/>
            <v:imagedata r:id="rId168" o:title="eqId1819854f3a36a322fcfffcff4fc9f74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  <w:r>
        <w:t>，</w:t>
      </w:r>
      <w:r>
        <w:object>
          <v:shape id="_x0000_i1109" o:spt="75" alt="eqId7a9deb176b918df5f0a9dc11e8513ea2" type="#_x0000_t75" style="height:16.85pt;width:126.7pt;" o:ole="t" filled="f" o:preferrelative="t" stroked="f" coordsize="21600,21600">
            <v:path/>
            <v:fill on="f" focussize="0,0"/>
            <v:stroke on="f"/>
            <v:imagedata r:id="rId170" o:title="eqId7a9deb176b918df5f0a9dc11e8513ea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  <w:r>
        <w:t>，两边平方可得：</w:t>
      </w:r>
      <w:r>
        <w:object>
          <v:shape id="_x0000_i1110" o:spt="75" alt="eqId4837e76000e3d0f2a54940a986402f9b" type="#_x0000_t75" style="height:15.2pt;width:172.85pt;" o:ole="t" filled="f" o:preferrelative="t" stroked="f" coordsize="21600,21600">
            <v:path/>
            <v:fill on="f" focussize="0,0"/>
            <v:stroke on="f"/>
            <v:imagedata r:id="rId172" o:title="eqId4837e76000e3d0f2a54940a986402f9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t>，∴</w:t>
      </w:r>
      <w:r>
        <w:object>
          <v:shape id="_x0000_i1111" o:spt="75" alt="eqId5019b7aed2fa8d2f8e402fb004ab7e55" type="#_x0000_t75" style="height:27.2pt;width:163.35pt;" o:ole="t" filled="f" o:preferrelative="t" stroked="f" coordsize="21600,21600">
            <v:path/>
            <v:fill on="f" focussize="0,0"/>
            <v:stroke on="f"/>
            <v:imagedata r:id="rId174" o:title="eqId5019b7aed2fa8d2f8e402fb004ab7e5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object>
          <v:shape id="_x0000_i1112" o:spt="75" alt="eqId02499b7b6662fe4927a4efce30852b22" type="#_x0000_t75" style="height:29.7pt;width:184.8pt;" o:ole="t" filled="f" o:preferrelative="t" stroked="f" coordsize="21600,21600">
            <v:path/>
            <v:fill on="f" focussize="0,0"/>
            <v:stroke on="f" joinstyle="miter"/>
            <v:imagedata r:id="rId176" o:title="eqId02499b7b6662fe4927a4efce30852b2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5">
            <o:LockedField>false</o:LockedField>
          </o:OLEObject>
        </w:object>
      </w:r>
      <w:r>
        <w:t>，解得：</w:t>
      </w:r>
      <w:r>
        <w:object>
          <v:shape id="_x0000_i1113" o:spt="75" alt="eqId28fa94cd5ade6c78f739835c1f1b4813" type="#_x0000_t75" style="height:29.65pt;width:50.1pt;" o:ole="t" filled="f" o:preferrelative="t" stroked="f" coordsize="21600,21600">
            <v:path/>
            <v:fill on="f" focussize="0,0"/>
            <v:stroke on="f" joinstyle="miter"/>
            <v:imagedata r:id="rId178" o:title="eqId28fa94cd5ade6c78f739835c1f1b481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t>，由</w:t>
      </w:r>
      <w:r>
        <w:object>
          <v:shape id="_x0000_i1114" o:spt="75" alt="eqId72621b29b18e3f84c5b422ccb1ca9be2" type="#_x0000_t75" style="height:49.45pt;width:84.4pt;" o:ole="t" filled="f" o:preferrelative="t" stroked="f" coordsize="21600,21600">
            <v:path/>
            <v:fill on="f" focussize="0,0"/>
            <v:stroke on="f" joinstyle="miter"/>
            <v:imagedata r:id="rId180" o:title="eqId72621b29b18e3f84c5b422ccb1ca9be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  <w:r>
        <w:t>，解得：</w:t>
      </w:r>
      <w:r>
        <w:object>
          <v:shape id="_x0000_i1115" o:spt="75" alt="eqId98fc1b93acf03ada5a9b4f82a383ad3f" type="#_x0000_t75" style="height:29.65pt;width:50.1pt;" o:ole="t" filled="f" o:preferrelative="t" stroked="f" coordsize="21600,21600">
            <v:path/>
            <v:fill on="f" focussize="0,0"/>
            <v:stroke on="f" joinstyle="miter"/>
            <v:imagedata r:id="rId182" o:title="eqId98fc1b93acf03ada5a9b4f82a383ad3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rFonts w:hint="eastAsia"/>
          <w:color w:val="000000"/>
        </w:rPr>
        <w:t>．</w:t>
      </w:r>
      <w:r>
        <w:rPr>
          <w:color w:val="000000"/>
        </w:rPr>
        <w:t xml:space="preserve"> 解</w:t>
      </w:r>
      <w:r>
        <w:rPr>
          <w:rFonts w:hint="eastAsia"/>
          <w:color w:val="000000"/>
        </w:rPr>
        <w:t>：（1）</w:t>
      </w:r>
      <w:r>
        <w:rPr>
          <w:rFonts w:ascii="宋体" w:hAnsi="宋体" w:cs="宋体"/>
          <w:color w:val="000000"/>
        </w:rPr>
        <w:t>因为复数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.25pt;width:179.25pt;" o:ole="t" filled="f" o:preferrelative="t" stroked="f" coordsize="21600,21600">
            <v:path/>
            <v:fill on="f" focussize="0,0"/>
            <v:stroke on="f" joinstyle="miter"/>
            <v:imagedata r:id="rId184" o:title="eqId356c912a1d77d4d1037f0d132147f87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ascii="宋体" w:hAnsi="宋体" w:cs="宋体"/>
          <w:color w:val="000000"/>
        </w:rPr>
        <w:t>是纯虚数，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color w:val="000000"/>
        </w:rPr>
        <w:t>所以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8.25pt;width:96pt;" o:ole="t" filled="f" o:preferrelative="t" stroked="f" coordsize="21600,21600">
            <v:path/>
            <v:fill on="f" focussize="0,0"/>
            <v:stroke on="f" joinstyle="miter"/>
            <v:imagedata r:id="rId186" o:title="eqId00f77d7fbf470fc5d6cfa5804cb1d0a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ascii="宋体" w:hAnsi="宋体" w:cs="宋体"/>
          <w:color w:val="000000"/>
        </w:rPr>
        <w:t>，解得：</w:t>
      </w:r>
      <w:r>
        <w:rPr>
          <w:rFonts w:eastAsia="Times New Roman"/>
          <w:i/>
          <w:color w:val="000000"/>
        </w:rPr>
        <w:t>m</w:t>
      </w:r>
      <w:r>
        <w:rPr>
          <w:rFonts w:eastAsia="Times New Roman"/>
          <w:color w:val="000000"/>
        </w:rPr>
        <w:t>=1.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color w:val="000000"/>
        </w:rPr>
        <w:t>当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188" o:title="eqIdd8a3cc8c48bf54ec8252e5dce686775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rPr>
          <w:rFonts w:ascii="宋体" w:hAnsi="宋体" w:cs="宋体"/>
          <w:color w:val="000000"/>
        </w:rPr>
        <w:t>时，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0.05pt;width:171.85pt;" o:ole="t" filled="f" o:preferrelative="t" stroked="f" coordsize="21600,21600">
            <v:path/>
            <v:fill on="f" focussize="0,0"/>
            <v:stroke on="f" joinstyle="miter"/>
            <v:imagedata r:id="rId190" o:title="eqIda52ca1e9c1625ab9d903702f18d2381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  <w:r>
        <w:rPr>
          <w:rFonts w:ascii="宋体" w:hAnsi="宋体" w:cs="宋体"/>
          <w:color w:val="000000"/>
        </w:rPr>
        <w:t>因为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92" o:title="eqIde81e59019989b7dc2fb59b037ef6e01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rPr>
          <w:rFonts w:ascii="宋体" w:hAnsi="宋体" w:cs="宋体"/>
          <w:color w:val="000000"/>
        </w:rPr>
        <w:t>是关于</w:t>
      </w:r>
      <w:r>
        <w:rPr>
          <w:rFonts w:eastAsia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的实系数方程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94" o:title="eqId1146110d4382c714c10de00dd1273b7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cs="宋体"/>
          <w:color w:val="000000"/>
        </w:rPr>
        <w:t>的一个复数根，所以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92" o:title="eqIde81e59019989b7dc2fb59b037ef6e01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rPr>
          <w:rFonts w:ascii="宋体" w:hAnsi="宋体" w:cs="宋体"/>
          <w:color w:val="000000"/>
        </w:rPr>
        <w:t>的共轭复数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.95pt;width:41pt;" o:ole="t" filled="f" o:preferrelative="t" stroked="f" coordsize="21600,21600">
            <v:path/>
            <v:fill on="f" focussize="0,0"/>
            <v:stroke on="f" joinstyle="miter"/>
            <v:imagedata r:id="rId197" o:title="eqIdc70e254e6e1f52571e20a5f96d91261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  <w:r>
        <w:rPr>
          <w:rFonts w:ascii="宋体" w:hAnsi="宋体" w:cs="宋体"/>
          <w:color w:val="000000"/>
        </w:rPr>
        <w:t>也是实系数方程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94" o:title="eqId1146110d4382c714c10de00dd1273b7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ascii="宋体" w:hAnsi="宋体" w:cs="宋体"/>
          <w:color w:val="000000"/>
        </w:rPr>
        <w:t>的根，所以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0.05pt;width:185.95pt;" o:ole="t" filled="f" o:preferrelative="t" stroked="f" coordsize="21600,21600">
            <v:path/>
            <v:fill on="f" focussize="0,0"/>
            <v:stroke on="f" joinstyle="miter"/>
            <v:imagedata r:id="rId200" o:title="eqIddc0465347895a3b6aeb416b7aae0c1df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9">
            <o:LockedField>false</o:LockedField>
          </o:OLEObject>
        </w:object>
      </w:r>
      <w:r>
        <w:rPr>
          <w:rFonts w:ascii="宋体" w:hAnsi="宋体" w:cs="宋体"/>
          <w:color w:val="000000"/>
        </w:rPr>
        <w:t>，解得：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5.95pt;width:67pt;" o:ole="t" filled="f" o:preferrelative="t" stroked="f" coordsize="21600,21600">
            <v:path/>
            <v:fill on="f" focussize="0,0"/>
            <v:stroke on="f" joinstyle="miter"/>
            <v:imagedata r:id="rId202" o:title="eqId14d584f1df62ae9a5a2a636aa1cc0e7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1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</w:p>
    <w:p>
      <w:pPr>
        <w:spacing w:line="288" w:lineRule="auto"/>
        <w:jc w:val="left"/>
        <w:rPr>
          <w:rFonts w:hint="eastAsia"/>
        </w:rPr>
      </w:pPr>
      <w:r>
        <w:rPr>
          <w:rFonts w:hint="eastAsia"/>
        </w:rPr>
        <w:t>16．解：（1）如图所示，满足题意的直角梯形</w:t>
      </w:r>
      <w:r>
        <w:rPr>
          <w:position w:val="-6"/>
        </w:rPr>
        <w:object>
          <v:shape id="_x0000_i1127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  <w:r>
        <w:rPr>
          <w:rFonts w:hint="eastAsia"/>
        </w:rPr>
        <w:t>，以</w:t>
      </w:r>
      <w:r>
        <w:rPr>
          <w:position w:val="-6"/>
        </w:rPr>
        <w:object>
          <v:shape id="_x0000_i112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rPr>
          <w:rFonts w:hint="eastAsia"/>
        </w:rPr>
        <w:t>边所在的直线为轴，其余三边旋转一周，形成一个上底面半径为</w:t>
      </w:r>
      <w:r>
        <w:rPr>
          <w:position w:val="-24"/>
        </w:rPr>
        <w:object>
          <v:shape id="_x0000_i1129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  <w:r>
        <w:t>，</w:t>
      </w:r>
      <w:r>
        <w:rPr>
          <w:rFonts w:hint="eastAsia"/>
        </w:rPr>
        <w:t>下底面半径</w:t>
      </w:r>
      <w:r>
        <w:rPr>
          <w:position w:val="-12"/>
        </w:rPr>
        <w:object>
          <v:shape id="_x0000_i1130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t>，</w:t>
      </w:r>
      <w:r>
        <w:rPr>
          <w:rFonts w:hint="eastAsia"/>
        </w:rPr>
        <w:t>母线长</w:t>
      </w:r>
      <w:r>
        <w:rPr>
          <w:position w:val="-6"/>
        </w:rPr>
        <w:object>
          <v:shape id="_x0000_i1131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rFonts w:hint="eastAsia"/>
        </w:rPr>
        <w:t>的圆台</w:t>
      </w:r>
      <w:r>
        <w:t>，</w: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43000" cy="933450"/>
            <wp:effectExtent l="0" t="0" r="0" b="0"/>
            <wp:wrapTight wrapText="bothSides">
              <wp:wrapPolygon>
                <wp:start x="0" y="0"/>
                <wp:lineTo x="0" y="21159"/>
                <wp:lineTo x="21240" y="21159"/>
                <wp:lineTo x="21240" y="0"/>
                <wp:lineTo x="0" y="0"/>
              </wp:wrapPolygon>
            </wp:wrapTight>
            <wp:docPr id="8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5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其表面积为</w:t>
      </w:r>
      <w:r>
        <w:rPr>
          <w:position w:val="-24"/>
        </w:rPr>
        <w:object>
          <v:shape id="_x0000_i1132" o:spt="75" type="#_x0000_t75" style="height:31pt;width:15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  <w:r>
        <w:t>.</w:t>
      </w:r>
    </w:p>
    <w:p>
      <w:pPr>
        <w:spacing w:line="288" w:lineRule="auto"/>
        <w:jc w:val="left"/>
      </w:pPr>
      <w:r>
        <w:rPr>
          <w:rFonts w:hint="eastAsia"/>
        </w:rPr>
        <w:t>（2）将圆台的侧面沿母线</w:t>
      </w:r>
      <w:r>
        <w:rPr>
          <w:position w:val="-4"/>
        </w:rPr>
        <w:object>
          <v:shape id="_x0000_i1133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6">
            <o:LockedField>false</o:LockedField>
          </o:OLEObject>
        </w:object>
      </w:r>
      <w:r>
        <w:rPr>
          <w:rFonts w:hint="eastAsia"/>
        </w:rPr>
        <w:t>展开，得到如图所示的一个扇环，因为圆台上下底面半径的关系为</w:t>
      </w:r>
      <w:r>
        <w:rPr>
          <w:position w:val="-24"/>
        </w:rPr>
        <w:object>
          <v:shape id="_x0000_i1134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6019800</wp:posOffset>
            </wp:positionH>
            <wp:positionV relativeFrom="paragraph">
              <wp:posOffset>19685</wp:posOffset>
            </wp:positionV>
            <wp:extent cx="1209675" cy="933450"/>
            <wp:effectExtent l="0" t="0" r="9525" b="0"/>
            <wp:wrapTight wrapText="bothSides">
              <wp:wrapPolygon>
                <wp:start x="0" y="0"/>
                <wp:lineTo x="0" y="21159"/>
                <wp:lineTo x="21430" y="21159"/>
                <wp:lineTo x="21430" y="0"/>
                <wp:lineTo x="0" y="0"/>
              </wp:wrapPolygon>
            </wp:wrapTight>
            <wp:docPr id="8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6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所以</w:t>
      </w:r>
      <w:r>
        <w:rPr>
          <w:position w:val="-12"/>
        </w:rPr>
        <w:object>
          <v:shape id="_x0000_i1135" o:spt="75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36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3">
            <o:LockedField>false</o:LockedField>
          </o:OLEObject>
        </w:object>
      </w:r>
      <w:r>
        <w:rPr>
          <w:rFonts w:hint="eastAsia"/>
        </w:rPr>
        <w:t>，又∵</w:t>
      </w:r>
      <w:r>
        <w:rPr>
          <w:position w:val="-12"/>
        </w:rPr>
        <w:object>
          <v:shape id="_x0000_i1137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138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139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</w:pPr>
      <w:r>
        <w:rPr>
          <w:rFonts w:hint="eastAsia"/>
        </w:rPr>
        <w:t>设∴</w:t>
      </w:r>
      <w:r>
        <w:rPr>
          <w:position w:val="-12"/>
        </w:rPr>
        <w:object>
          <v:shape id="_x0000_i1140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1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rPr>
          <w:position w:val="-12"/>
        </w:rPr>
        <w:object>
          <v:shape id="_x0000_i1141" o:spt="75" type="#_x0000_t75" style="height:21pt;width:2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3">
            <o:LockedField>false</o:LockedField>
          </o:OLEObject>
        </w:object>
      </w:r>
      <w:r>
        <w:rPr>
          <w:rFonts w:hint="eastAsia"/>
        </w:rPr>
        <w:t>的弧长</w:t>
      </w:r>
      <w:r>
        <w:rPr>
          <w:position w:val="-12"/>
        </w:rPr>
        <w:object>
          <v:shape id="_x0000_i1142" o:spt="75" type="#_x0000_t75" style="height:18pt;width:140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5">
            <o:LockedField>false</o:LockedField>
          </o:OLEObject>
        </w:object>
      </w:r>
      <w:r>
        <w:t>，</w:t>
      </w:r>
    </w:p>
    <w:p>
      <w:pPr>
        <w:spacing w:line="288" w:lineRule="auto"/>
        <w:jc w:val="left"/>
      </w:pPr>
      <w:r>
        <w:rPr>
          <w:position w:val="-24"/>
        </w:rPr>
        <w:object>
          <v:shape id="_x0000_i1143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  <w:r>
        <w:t>，</w:t>
      </w:r>
      <w:r>
        <w:rPr>
          <w:rFonts w:hint="eastAsia"/>
        </w:rPr>
        <w:t>连接</w:t>
      </w:r>
      <w:r>
        <w:rPr>
          <w:position w:val="-12"/>
        </w:rPr>
        <w:object>
          <v:shape id="_x0000_i1144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45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1">
            <o:LockedField>false</o:LockedField>
          </o:OLEObject>
        </w:object>
      </w:r>
      <w:r>
        <w:rPr>
          <w:rFonts w:hint="eastAsia"/>
        </w:rPr>
        <w:t>为等边三角形，∴</w:t>
      </w:r>
      <w:r>
        <w:rPr>
          <w:position w:val="-12"/>
        </w:rPr>
        <w:object>
          <v:shape id="_x0000_i1146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3">
            <o:LockedField>false</o:LockedField>
          </o:OLEObject>
        </w:object>
      </w:r>
    </w:p>
    <w:p>
      <w:pPr>
        <w:spacing w:line="288" w:lineRule="auto"/>
        <w:jc w:val="left"/>
      </w:pPr>
      <w:r>
        <w:rPr>
          <w:rFonts w:hint="eastAsia"/>
        </w:rPr>
        <w:t>所以蚂蚁从点</w:t>
      </w:r>
      <w:r>
        <w:rPr>
          <w:rFonts w:hint="eastAsia"/>
          <w:i/>
        </w:rPr>
        <w:t>A</w:t>
      </w:r>
      <w:r>
        <w:rPr>
          <w:rFonts w:hint="eastAsia"/>
        </w:rPr>
        <w:t>绕着圆台的侧面爬行一周回到点</w:t>
      </w:r>
      <w:r>
        <w:rPr>
          <w:i/>
        </w:rPr>
        <w:t>A</w:t>
      </w:r>
      <w:r>
        <w:rPr>
          <w:rFonts w:hint="eastAsia"/>
        </w:rPr>
        <w:t>的最短路径即为线段</w:t>
      </w:r>
      <w:r>
        <w:rPr>
          <w:position w:val="-12"/>
        </w:rPr>
        <w:object>
          <v:shape id="_x0000_i1147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5">
            <o:LockedField>false</o:LockedField>
          </o:OLEObject>
        </w:object>
      </w:r>
      <w:r>
        <w:rPr>
          <w:rFonts w:hint="eastAsia"/>
        </w:rPr>
        <w:t>，所以蚂蚁爬行的最短距离为</w:t>
      </w:r>
      <w:r>
        <w:t>6.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17. 解</w:t>
      </w:r>
      <w:r>
        <w:rPr>
          <w:rFonts w:hint="eastAsia"/>
          <w:color w:val="000000"/>
        </w:rPr>
        <w:t>：</w:t>
      </w:r>
      <w:r>
        <w:rPr>
          <w:rFonts w:ascii="宋体" w:hAnsi="宋体" w:cs="宋体"/>
          <w:color w:val="000000"/>
        </w:rPr>
        <w:t>（1）在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8" o:title="eqIda9178fc8b5d65aa75fa9196294a0db7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7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中，因为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0" o:title="eqId23f976007b8d754ac3bf5793ed2fce37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252" o:title="eqIdac782604a63b66211214ba37ff2783c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3.75pt;width:168pt;" o:ole="t" filled="f" o:preferrelative="t" stroked="f" coordsize="21600,21600">
            <v:path/>
            <v:fill on="f" focussize="0,0"/>
            <v:stroke on="f" joinstyle="miter"/>
            <v:imagedata r:id="rId254" o:title="eqId388c5c114667addbe940b0cdac5d8f5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3.75pt;width:71.25pt;" o:ole="t" filled="f" o:preferrelative="t" stroked="f" coordsize="21600,21600">
            <v:path/>
            <v:fill on="f" focussize="0,0"/>
            <v:stroke on="f" joinstyle="miter"/>
            <v:imagedata r:id="rId256" o:title="eqId85b35fb252b159e2f40384ac57ba0d9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ascii="宋体" w:hAnsi="宋体" w:cs="宋体"/>
          <w:color w:val="000000"/>
        </w:rPr>
        <w:t>，解得：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58" o:title="eqId18e2a96ad10f818c9a5ad7ef46a304c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ascii="宋体" w:hAnsi="宋体" w:cs="宋体"/>
          <w:color w:val="000000"/>
        </w:rPr>
        <w:t>.在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8" o:title="eqIda9178fc8b5d65aa75fa9196294a0db7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中，由余弦定理得：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5.75pt;width:207.75pt;" o:ole="t" filled="f" o:preferrelative="t" stroked="f" coordsize="21600,21600">
            <v:path/>
            <v:fill on="f" focussize="0,0"/>
            <v:stroke on="f" joinstyle="miter"/>
            <v:imagedata r:id="rId261" o:title="eqId0e250016092651090110d7dccc37ce72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63" o:title="eqId1660380b1f88c00ad8e02af62da3e20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t>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（2）设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65" o:title="eqIdc737cb46ac4b8a459909addb026d7ae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4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0.75pt;width:141.75pt;" o:ole="t" filled="f" o:preferrelative="t" stroked="f" coordsize="21600,21600">
            <v:path/>
            <v:fill on="f" focussize="0,0"/>
            <v:stroke on="f" joinstyle="miter"/>
            <v:imagedata r:id="rId267" o:title="eqId1033205433ad1349f8c328c8f4f25b9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  <w:r>
        <w:rPr>
          <w:rFonts w:ascii="宋体" w:hAnsi="宋体" w:cs="宋体"/>
          <w:color w:val="000000"/>
        </w:rPr>
        <w:t>如图，在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69" o:title="eqIdd06448c8f5542bf3a399a22ef1915d8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中，因为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71" o:title="eqId08bc64519d2c964db74acf715e93ed7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3.75pt;width:93.75pt;" o:ole="t" filled="f" o:preferrelative="t" stroked="f" coordsize="21600,21600">
            <v:path/>
            <v:fill on="f" focussize="0,0"/>
            <v:stroke on="f" joinstyle="miter"/>
            <v:imagedata r:id="rId273" o:title="eqId949aa2072d9f9b43f72924a83484a71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在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8" o:title="eqIda9178fc8b5d65aa75fa9196294a0db7e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4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30.75pt;width:182.25pt;" o:ole="t" filled="f" o:preferrelative="t" stroked="f" coordsize="21600,21600">
            <v:path/>
            <v:fill on="f" focussize="0,0"/>
            <v:stroke on="f" joinstyle="miter"/>
            <v:imagedata r:id="rId276" o:title="eqIda1712fe14a8038cdeba9dc6cd093a514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ascii="宋体" w:hAnsi="宋体" w:cs="宋体"/>
          <w:color w:val="000000"/>
        </w:rPr>
        <w:t>，由正弦定理，得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278" o:title="eqId32b60d96daceea9ee2d6c164f68c605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51.75pt;width:116.25pt;" o:ole="t" filled="f" o:preferrelative="t" stroked="f" coordsize="21600,21600">
            <v:path/>
            <v:fill on="f" focussize="0,0"/>
            <v:stroke on="f" joinstyle="miter"/>
            <v:imagedata r:id="rId280" o:title="eqId022b201024292d1bd0e6cce3d906b747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ascii="宋体" w:hAnsi="宋体" w:cs="宋体"/>
          <w:color w:val="000000"/>
        </w:rPr>
        <w:t>所以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33.75pt;width:99.75pt;" o:ole="t" filled="f" o:preferrelative="t" stroked="f" coordsize="21600,21600">
            <v:path/>
            <v:fill on="f" focussize="0,0"/>
            <v:stroke on="f" joinstyle="miter"/>
            <v:imagedata r:id="rId282" o:title="eqId718d234065ab2766274a66a8f3e793c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color w:val="000000"/>
        </w:rPr>
        <w:t>所以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39.75pt;width:143.25pt;" o:ole="t" filled="f" o:preferrelative="t" stroked="f" coordsize="21600,21600">
            <v:path/>
            <v:fill on="f" focussize="0,0"/>
            <v:stroke on="f" joinstyle="miter"/>
            <v:imagedata r:id="rId284" o:title="eqId103eecfdef805e56202e9c163c3a4804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286" o:title="eqId007041d75aaebf630512d43890a3525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5">
            <o:LockedField>false</o:LockedField>
          </o:OLEObject>
        </w:object>
      </w:r>
      <w:r>
        <w:rPr>
          <w:rFonts w:hint="eastAsia"/>
          <w:color w:val="000000"/>
        </w:rPr>
        <w:t>，</w:t>
      </w:r>
      <w:r>
        <w:rPr>
          <w:rFonts w:ascii="宋体" w:hAnsi="宋体" w:cs="宋体"/>
          <w:color w:val="000000"/>
        </w:rPr>
        <w:t>所以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288" o:title="eqIdfd8c8033ba7a95c5da4b61671080ceb0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33.75pt;width:80.25pt;" o:ole="t" filled="f" o:preferrelative="t" stroked="f" coordsize="21600,21600">
            <v:path/>
            <v:fill on="f" focussize="0,0"/>
            <v:stroke on="f" joinstyle="miter"/>
            <v:imagedata r:id="rId290" o:title="eqIdd255a36292981f2528f0cb6b26017bdf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5701665</wp:posOffset>
            </wp:positionH>
            <wp:positionV relativeFrom="paragraph">
              <wp:posOffset>88900</wp:posOffset>
            </wp:positionV>
            <wp:extent cx="1581150" cy="1657350"/>
            <wp:effectExtent l="0" t="0" r="0" b="0"/>
            <wp:wrapTight wrapText="bothSides">
              <wp:wrapPolygon>
                <wp:start x="0" y="0"/>
                <wp:lineTo x="0" y="21352"/>
                <wp:lineTo x="21340" y="21352"/>
                <wp:lineTo x="21340" y="0"/>
                <wp:lineTo x="0" y="0"/>
              </wp:wrapPolygon>
            </wp:wrapTight>
            <wp:docPr id="446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t>8 . （1）在</w:t>
      </w:r>
      <w:r>
        <w:object>
          <v:shape id="_x0000_i1171" o:spt="75" alt="eqIda9178fc8b5d65aa75fa9196294a0db7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3" o:title="eqIda9178fc8b5d65aa75fa9196294a0db7e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2">
            <o:LockedField>false</o:LockedField>
          </o:OLEObject>
        </w:object>
      </w:r>
      <w:r>
        <w:t>中，因为</w:t>
      </w:r>
      <w:r>
        <w:object>
          <v:shape id="_x0000_i1172" o:spt="75" alt="eqId23f976007b8d754ac3bf5793ed2fce37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95" o:title="eqId23f976007b8d754ac3bf5793ed2fce37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4">
            <o:LockedField>false</o:LockedField>
          </o:OLEObject>
        </w:object>
      </w:r>
      <w:r>
        <w:t>，</w:t>
      </w:r>
      <w:r>
        <w:object>
          <v:shape id="_x0000_i1173" o:spt="75" alt="eqIdac782604a63b66211214ba37ff2783c1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252" o:title="eqIdac782604a63b66211214ba37ff2783c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6">
            <o:LockedField>false</o:LockedField>
          </o:OLEObject>
        </w:object>
      </w:r>
      <w:r>
        <w:t>，</w:t>
      </w:r>
      <w:r>
        <w:object>
          <v:shape id="_x0000_i1174" o:spt="75" alt="eqId388c5c114667addbe940b0cdac5d8f5e" type="#_x0000_t75" style="height:29.7pt;width:147.8pt;" o:ole="t" filled="f" o:preferrelative="t" stroked="f" coordsize="21600,21600">
            <v:path/>
            <v:fill on="f" focussize="0,0"/>
            <v:stroke on="f" joinstyle="miter"/>
            <v:imagedata r:id="rId298" o:title="eqId388c5c114667addbe940b0cdac5d8f5e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</w:t>
      </w:r>
      <w:r>
        <w:object>
          <v:shape id="_x0000_i1175" o:spt="75" alt="eqId85b35fb252b159e2f40384ac57ba0d99" type="#_x0000_t75" style="height:29.55pt;width:62.45pt;" o:ole="t" filled="f" o:preferrelative="t" stroked="f" coordsize="21600,21600">
            <v:path/>
            <v:fill on="f" focussize="0,0"/>
            <v:stroke on="f" joinstyle="miter"/>
            <v:imagedata r:id="rId300" o:title="eqId85b35fb252b159e2f40384ac57ba0d99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9">
            <o:LockedField>false</o:LockedField>
          </o:OLEObject>
        </w:object>
      </w:r>
      <w:r>
        <w:t>，解得：</w:t>
      </w:r>
      <w:r>
        <w:object>
          <v:shape id="_x0000_i1176" o:spt="75" alt="eqId18e2a96ad10f818c9a5ad7ef46a304c9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02" o:title="eqId18e2a96ad10f818c9a5ad7ef46a304c9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t>.在</w:t>
      </w:r>
      <w:r>
        <w:object>
          <v:shape id="_x0000_i1177" o:spt="75" alt="eqIda9178fc8b5d65aa75fa9196294a0db7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3" o:title="eqIda9178fc8b5d65aa75fa9196294a0db7e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t>中，由余弦定理得：</w:t>
      </w:r>
      <w:r>
        <w:object>
          <v:shape id="_x0000_i1178" o:spt="75" alt="eqId0e250016092651090110d7dccc37ce72" type="#_x0000_t75" style="height:13.85pt;width:183pt;" o:ole="t" filled="f" o:preferrelative="t" stroked="f" coordsize="21600,21600">
            <v:path/>
            <v:fill on="f" focussize="0,0"/>
            <v:stroke on="f" joinstyle="miter"/>
            <v:imagedata r:id="rId305" o:title="eqId0e250016092651090110d7dccc37ce72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所以</w:t>
      </w:r>
      <w:r>
        <w:object>
          <v:shape id="_x0000_i1179" o:spt="75" alt="eqId1660380b1f88c00ad8e02af62da3e20d" type="#_x0000_t75" style="height:15.8pt;width:42.2pt;" o:ole="t" filled="f" o:preferrelative="t" stroked="f" coordsize="21600,21600">
            <v:path/>
            <v:fill on="f" focussize="0,0"/>
            <v:stroke on="f" joinstyle="miter"/>
            <v:imagedata r:id="rId263" o:title="eqId1660380b1f88c00ad8e02af62da3e20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（2）设</w:t>
      </w:r>
      <w:r>
        <w:object>
          <v:shape id="_x0000_i1180" o:spt="75" alt="eqIdc737cb46ac4b8a459909addb026d7aeb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265" o:title="eqIdc737cb46ac4b8a459909addb026d7aeb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7">
            <o:LockedField>false</o:LockedField>
          </o:OLEObject>
        </w:object>
      </w:r>
      <w:r>
        <w:t>，则</w:t>
      </w:r>
      <w:r>
        <w:object>
          <v:shape id="_x0000_i1181" o:spt="75" alt="eqId1033205433ad1349f8c328c8f4f25b91" type="#_x0000_t75" style="height:27.1pt;width:124.95pt;" o:ole="t" filled="f" o:preferrelative="t" stroked="f" coordsize="21600,21600">
            <v:path/>
            <v:fill on="f" focussize="0,0"/>
            <v:stroke on="f" joinstyle="miter"/>
            <v:imagedata r:id="rId309" o:title="eqId1033205433ad1349f8c328c8f4f25b9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8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如图在</w:t>
      </w:r>
      <w:r>
        <w:object>
          <v:shape id="_x0000_i1182" o:spt="75" alt="eqIdd06448c8f5542bf3a399a22ef1915d82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269" o:title="eqIdd06448c8f5542bf3a399a22ef1915d82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0">
            <o:LockedField>false</o:LockedField>
          </o:OLEObject>
        </w:object>
      </w:r>
      <w:r>
        <w:t>中，因为</w:t>
      </w:r>
      <w:r>
        <w:object>
          <v:shape id="_x0000_i1183" o:spt="75" alt="eqId08bc64519d2c964db74acf715e93ed72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271" o:title="eqId08bc64519d2c964db74acf715e93ed72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1">
            <o:LockedField>false</o:LockedField>
          </o:OLEObject>
        </w:object>
      </w:r>
      <w:r>
        <w:t>，所以</w:t>
      </w:r>
      <w:r>
        <w:object>
          <v:shape id="_x0000_i1184" o:spt="75" alt="eqId949aa2072d9f9b43f72924a83484a713" type="#_x0000_t75" style="height:29.75pt;width:82.7pt;" o:ole="t" filled="f" o:preferrelative="t" stroked="f" coordsize="21600,21600">
            <v:path/>
            <v:fill on="f" focussize="0,0"/>
            <v:stroke on="f" joinstyle="miter"/>
            <v:imagedata r:id="rId313" o:title="eqId949aa2072d9f9b43f72924a83484a71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2">
            <o:LockedField>false</o:LockedField>
          </o:OLEObject>
        </w:object>
      </w:r>
      <w:r>
        <w:t>在</w:t>
      </w:r>
      <w:r>
        <w:object>
          <v:shape id="_x0000_i1185" o:spt="75" alt="eqIda9178fc8b5d65aa75fa9196294a0db7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3" o:title="eqIda9178fc8b5d65aa75fa9196294a0db7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4">
            <o:LockedField>false</o:LockedField>
          </o:OLEObject>
        </w:object>
      </w:r>
      <w:r>
        <w:t>中，</w:t>
      </w:r>
      <w:r>
        <w:object>
          <v:shape id="_x0000_i1186" o:spt="75" alt="eqIda1712fe14a8038cdeba9dc6cd093a514" type="#_x0000_t75" style="height:27pt;width:160.15pt;" o:ole="t" filled="f" o:preferrelative="t" stroked="f" coordsize="21600,21600">
            <v:path/>
            <v:fill on="f" focussize="0,0"/>
            <v:stroke on="f" joinstyle="miter"/>
            <v:imagedata r:id="rId316" o:title="eqIda1712fe14a8038cdeba9dc6cd093a51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由正弦定理，得</w:t>
      </w:r>
      <w:r>
        <w:object>
          <v:shape id="_x0000_i1187" o:spt="75" alt="eqId32b60d96daceea9ee2d6c164f68c6050" type="#_x0000_t75" style="height:27.1pt;width:98.55pt;" o:ole="t" filled="f" o:preferrelative="t" stroked="f" coordsize="21600,21600">
            <v:path/>
            <v:fill on="f" focussize="0,0"/>
            <v:stroke on="f" joinstyle="miter"/>
            <v:imagedata r:id="rId318" o:title="eqId32b60d96daceea9ee2d6c164f68c6050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7">
            <o:LockedField>false</o:LockedField>
          </o:OLEObject>
        </w:object>
      </w:r>
      <w:r>
        <w:t>，即</w:t>
      </w:r>
      <w:r>
        <w:object>
          <v:shape id="_x0000_i1188" o:spt="75" alt="eqId022b201024292d1bd0e6cce3d906b747" type="#_x0000_t75" style="height:45.4pt;width:102.05pt;" o:ole="t" filled="f" o:preferrelative="t" stroked="f" coordsize="21600,21600">
            <v:path/>
            <v:fill on="f" focussize="0,0"/>
            <v:stroke on="f" joinstyle="miter"/>
            <v:imagedata r:id="rId320" o:title="eqId022b201024292d1bd0e6cce3d906b74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9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所以</w:t>
      </w:r>
      <w:r>
        <w:object>
          <v:shape id="_x0000_i1189" o:spt="75" alt="eqId718d234065ab2766274a66a8f3e793cb" type="#_x0000_t75" style="height:29.75pt;width:87.95pt;" o:ole="t" filled="f" o:preferrelative="t" stroked="f" coordsize="21600,21600">
            <v:path/>
            <v:fill on="f" focussize="0,0"/>
            <v:stroke on="f" joinstyle="miter"/>
            <v:imagedata r:id="rId322" o:title="eqId718d234065ab2766274a66a8f3e793cb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</w:t>
      </w:r>
      <w:r>
        <w:object>
          <v:shape id="_x0000_i1190" o:spt="75" alt="eqId103eecfdef805e56202e9c163c3a4804" type="#_x0000_t75" style="height:34.9pt;width:125.8pt;" o:ole="t" filled="f" o:preferrelative="t" stroked="f" coordsize="21600,21600">
            <v:path/>
            <v:fill on="f" focussize="0,0"/>
            <v:stroke on="f" joinstyle="miter"/>
            <v:imagedata r:id="rId324" o:title="eqId103eecfdef805e56202e9c163c3a4804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3">
            <o:LockedField>false</o:LockedField>
          </o:OLEObject>
        </w:object>
      </w:r>
      <w:r>
        <w:t>，即</w:t>
      </w:r>
      <w:r>
        <w:object>
          <v:shape id="_x0000_i1191" o:spt="75" alt="eqId007041d75aaebf630512d43890a35253" type="#_x0000_t75" style="height:15.75pt;width:73pt;" o:ole="t" filled="f" o:preferrelative="t" stroked="f" coordsize="21600,21600">
            <v:path/>
            <v:fill on="f" focussize="0,0"/>
            <v:stroke on="f" joinstyle="miter"/>
            <v:imagedata r:id="rId326" o:title="eqId007041d75aaebf630512d43890a35253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5">
            <o:LockedField>false</o:LockedField>
          </o:OLEObject>
        </w:object>
      </w:r>
      <w:r>
        <w:t>所以</w:t>
      </w:r>
      <w:r>
        <w:object>
          <v:shape id="_x0000_i1192" o:spt="75" alt="eqIdfd8c8033ba7a95c5da4b61671080ceb0" type="#_x0000_t75" style="height:29.55pt;width:49.25pt;" o:ole="t" filled="f" o:preferrelative="t" stroked="f" coordsize="21600,21600">
            <v:path/>
            <v:fill on="f" focussize="0,0"/>
            <v:stroke on="f" joinstyle="miter"/>
            <v:imagedata r:id="rId328" o:title="eqIdfd8c8033ba7a95c5da4b61671080ceb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7">
            <o:LockedField>false</o:LockedField>
          </o:OLEObject>
        </w:object>
      </w:r>
      <w:r>
        <w:t>，即</w:t>
      </w:r>
      <w:r>
        <w:object>
          <v:shape id="_x0000_i1193" o:spt="75" alt="eqIdd255a36292981f2528f0cb6b26017bdf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330" o:title="eqIdd255a36292981f2528f0cb6b26017bd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9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 xml:space="preserve">19.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解</w:t>
      </w:r>
      <w:r>
        <w:rPr>
          <w:rFonts w:hint="eastAsia"/>
          <w:color w:val="000000"/>
        </w:rPr>
        <w:t>：（1）</w:t>
      </w:r>
      <w:r>
        <w:rPr>
          <w:rFonts w:ascii="宋体" w:hAnsi="宋体" w:cs="宋体"/>
          <w:color w:val="000000"/>
        </w:rPr>
        <w:t>因为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332" o:title="eqId0dd93e8d3e3bd15eca0e309f931ae8f0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1">
            <o:LockedField>false</o:LockedField>
          </o:OLEObject>
        </w:object>
      </w:r>
      <w:r>
        <w:rPr>
          <w:rFonts w:ascii="宋体" w:hAnsi="宋体" w:cs="宋体"/>
          <w:color w:val="000000"/>
        </w:rPr>
        <w:t>，由正弦定理得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167.25pt;" o:ole="t" filled="f" o:preferrelative="t" stroked="f" coordsize="21600,21600">
            <v:path/>
            <v:fill on="f" focussize="0,0"/>
            <v:stroke on="f" joinstyle="miter"/>
            <v:imagedata r:id="rId334" o:title="eqIde13e3998c175e38ac519ff5341b0b6dd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1pt;width:68.3pt;" o:ole="t" filled="f" o:preferrelative="t" stroked="f" coordsize="21600,21600">
            <v:path/>
            <v:fill on="f" focussize="0,0"/>
            <v:stroke on="f" joinstyle="miter"/>
            <v:imagedata r:id="rId336" o:title="eqId55822200de288ea576ebd0bed1686420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5">
            <o:LockedField>false</o:LockedField>
          </o:OLEObject>
        </w:object>
      </w:r>
      <w:r>
        <w:rPr>
          <w:rFonts w:ascii="宋体" w:hAnsi="宋体" w:cs="宋体"/>
          <w:color w:val="000000"/>
        </w:rPr>
        <w:t>，可得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338" o:title="eqId5545419e5ac13e15e8de24898ff466b4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3.5pt;width:91.5pt;" o:ole="t" filled="f" o:preferrelative="t" stroked="f" coordsize="21600,21600">
            <v:path/>
            <v:fill on="f" focussize="0,0"/>
            <v:stroke on="f" joinstyle="miter"/>
            <v:imagedata r:id="rId340" o:title="eqId70db68a90e79c75d699f7292ff994184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又因为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342" o:title="eqIdd472c9f72d68326cdc6cdfc23726e204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1">
            <o:LockedField>false</o:LockedField>
          </o:OLEObject>
        </w:object>
      </w:r>
      <w:r>
        <w:rPr>
          <w:rFonts w:ascii="宋体" w:hAnsi="宋体" w:cs="宋体"/>
          <w:color w:val="000000"/>
        </w:rPr>
        <w:t>，可得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344" o:title="eqId4d4e8aca6711aeb4f5a85a9ff6fb8c9b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3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46" o:title="eqIddbc0b6dee1a6c406b715158362858d22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5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32.25pt;width:45.75pt;" o:ole="t" filled="f" o:preferrelative="t" stroked="f" coordsize="21600,21600">
            <v:path/>
            <v:fill on="f" focussize="0,0"/>
            <v:stroke on="f" joinstyle="miter"/>
            <v:imagedata r:id="rId348" o:title="eqId8380631fcaec802495b44983bdfe244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350" o:title="eqIda6a4ff7de77340d8aba759cbe98a1a96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28.35pt;width:28.35pt;" o:ole="t" filled="f" o:preferrelative="t" stroked="f" coordsize="21600,21600">
            <v:path/>
            <v:fill on="f" focussize="0,0"/>
            <v:stroke on="f" joinstyle="miter"/>
            <v:imagedata r:id="rId352" o:title="eqIde899c486dc49e560fc4aca05e16835b7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rPr>
          <w:rFonts w:ascii="宋体" w:hAnsi="宋体" w:cs="宋体"/>
          <w:color w:val="000000"/>
        </w:rPr>
        <w:t>，又由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24pt;width:182.25pt;" o:ole="t" filled="f" o:preferrelative="t" stroked="f" coordsize="21600,21600">
            <v:path/>
            <v:fill on="f" focussize="0,0"/>
            <v:stroke on="f" joinstyle="miter"/>
            <v:imagedata r:id="rId354" o:title="eqIda92449130b909264f60eb6cf95419267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可得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24pt;width:252.75pt;" o:ole="t" filled="f" o:preferrelative="t" stroked="f" coordsize="21600,21600">
            <v:path/>
            <v:fill on="f" focussize="0,0"/>
            <v:stroke on="f" joinstyle="miter"/>
            <v:imagedata r:id="rId356" o:title="eqId3994cbf26f4d2eb0264288e9740f9711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解得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21.75pt;width:116.25pt;" o:ole="t" filled="f" o:preferrelative="t" stroked="f" coordsize="21600,21600">
            <v:path/>
            <v:fill on="f" focussize="0,0"/>
            <v:stroke on="f" joinstyle="miter"/>
            <v:imagedata r:id="rId358" o:title="eqId319e1ecb84e6eb3ffebc42764fccfe7d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24pt;width:83.25pt;" o:ole="t" filled="f" o:preferrelative="t" stroked="f" coordsize="21600,21600">
            <v:path/>
            <v:fill on="f" focussize="0,0"/>
            <v:stroke on="f" joinstyle="miter"/>
            <v:imagedata r:id="rId360" o:title="eqIda7d449b4dc9984c01934b9a567fc8b1b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2" o:title="eqId1dde8112e8eb968fd042418dd632759e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1">
            <o:LockedField>false</o:LockedField>
          </o:OLEObject>
        </w:object>
      </w:r>
      <w:r>
        <w:rPr>
          <w:rFonts w:ascii="宋体" w:hAnsi="宋体" w:cs="宋体"/>
          <w:color w:val="000000"/>
        </w:rPr>
        <w:t>为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4" o:title="eqId15c0dbe3c080c4c4636c64803e5c1f76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3">
            <o:LockedField>false</o:LockedField>
          </o:OLEObject>
        </w:object>
      </w:r>
      <w:r>
        <w:rPr>
          <w:rFonts w:ascii="宋体" w:hAnsi="宋体" w:cs="宋体"/>
          <w:color w:val="000000"/>
        </w:rPr>
        <w:t>的外心，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由正弦定理有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51pt;width:114pt;" o:ole="t" filled="f" o:preferrelative="t" stroked="f" coordsize="21600,21600">
            <v:path/>
            <v:fill on="f" focussize="0,0"/>
            <v:stroke on="f" joinstyle="miter"/>
            <v:imagedata r:id="rId366" o:title="eqIdbe1fd680622d20c14730d38a8504acfe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5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368" o:title="eqIdf95b221648e1af2e931e72b323290b58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7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（2）</w:t>
      </w:r>
      <w:r>
        <w:rPr>
          <w:rFonts w:ascii="宋体" w:hAnsi="宋体" w:cs="宋体"/>
          <w:color w:val="000000"/>
        </w:rPr>
        <w:t>因为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28.35pt;width:28.35pt;" o:ole="t" filled="f" o:preferrelative="t" stroked="f" coordsize="21600,21600">
            <v:path/>
            <v:fill on="f" focussize="0,0"/>
            <v:stroke on="f" joinstyle="miter"/>
            <v:imagedata r:id="rId352" o:title="eqIde899c486dc49e560fc4aca05e16835b7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371" o:title="eqIdd88aa3777dc7a5b94ccb84122890d1f6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0">
            <o:LockedField>false</o:LockedField>
          </o:OLEObject>
        </w:object>
      </w:r>
      <w:r>
        <w:rPr>
          <w:rFonts w:ascii="宋体" w:hAnsi="宋体" w:cs="宋体"/>
          <w:color w:val="000000"/>
        </w:rPr>
        <w:t>，且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24pt;width:102.75pt;" o:ole="t" filled="f" o:preferrelative="t" stroked="f" coordsize="21600,21600">
            <v:path/>
            <v:fill on="f" focussize="0,0"/>
            <v:stroke on="f" joinstyle="miter"/>
            <v:imagedata r:id="rId373" o:title="eqId467217f4450ab28a1593bc0e0e22b232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27pt;width:93pt;" o:ole="t" filled="f" o:preferrelative="t" stroked="f" coordsize="21600,21600">
            <v:path/>
            <v:fill on="f" focussize="0,0"/>
            <v:stroke on="f" joinstyle="miter"/>
            <v:imagedata r:id="rId375" o:title="eqId517d0f0d3c89f31038410b0d18fbd0ae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4">
            <o:LockedField>false</o:LockedField>
          </o:OLEObject>
        </w:objec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9.5pt;width:325.5pt;" o:ole="t" filled="f" o:preferrelative="t" stroked="f" coordsize="21600,21600">
            <v:path/>
            <v:fill on="f" focussize="0,0"/>
            <v:stroke on="f" joinstyle="miter"/>
            <v:imagedata r:id="rId377" o:title="eqIdb479b03e7bef01162f408ea5b801c70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33.75pt;width:312pt;" o:ole="t" filled="f" o:preferrelative="t" stroked="f" coordsize="21600,21600">
            <v:path/>
            <v:fill on="f" focussize="0,0"/>
            <v:stroke on="f" joinstyle="miter"/>
            <v:imagedata r:id="rId379" o:title="eqIdb698806f9aa060556695543e2d24e116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33.75pt;width:245.25pt;" o:ole="t" filled="f" o:preferrelative="t" stroked="f" coordsize="21600,21600">
            <v:path/>
            <v:fill on="f" focussize="0,0"/>
            <v:stroke on="f" joinstyle="miter"/>
            <v:imagedata r:id="rId381" o:title="eqId3593b0521dd36090e59a87b2acd6aff7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66pt;width:102pt;" o:ole="t" filled="f" o:preferrelative="t" stroked="f" coordsize="21600,21600">
            <v:path/>
            <v:fill on="f" focussize="0,0"/>
            <v:stroke on="f" joinstyle="miter"/>
            <v:imagedata r:id="rId383" o:title="eqIdbc6b2a62c68d77e00f4a4962b0bc12f1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2">
            <o:LockedField>false</o:LockedField>
          </o:OLEObject>
        </w:object>
      </w:r>
      <w:r>
        <w:rPr>
          <w:rFonts w:ascii="宋体" w:hAnsi="宋体" w:cs="宋体"/>
          <w:color w:val="000000"/>
        </w:rPr>
        <w:t>，解得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30.6pt;width:53.4pt;" o:ole="t" filled="f" o:preferrelative="t" stroked="f" coordsize="21600,21600">
            <v:path/>
            <v:fill on="f" focussize="0,0"/>
            <v:stroke on="f" joinstyle="miter"/>
            <v:imagedata r:id="rId385" o:title="eqId0e3f9bb0d8e79b488c179a1f442b4b66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4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387" o:title="eqIde2b637ff69f41a91dd6ccbdd91d781d7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6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33.75pt;width:90pt;" o:ole="t" filled="f" o:preferrelative="t" stroked="f" coordsize="21600,21600">
            <v:path/>
            <v:fill on="f" focussize="0,0"/>
            <v:stroke on="f" joinstyle="miter"/>
            <v:imagedata r:id="rId389" o:title="eqId67019e9fcdba3f992da4445f9e6d986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8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391" o:title="eqIdd71dab6222b618a54aa34e46ef594f90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33.75pt;width:186pt;" o:ole="t" filled="f" o:preferrelative="t" stroked="f" coordsize="21600,21600">
            <v:path/>
            <v:fill on="f" focussize="0,0"/>
            <v:stroke on="f" joinstyle="miter"/>
            <v:imagedata r:id="rId393" o:title="eqIde901bf5a125a74fc2f21b7c2cde4c660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2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24.75pt;width:149.25pt;" o:ole="t" filled="f" o:preferrelative="t" stroked="f" coordsize="21600,21600">
            <v:path/>
            <v:fill on="f" focussize="0,0"/>
            <v:stroke on="f" joinstyle="miter"/>
            <v:imagedata r:id="rId395" o:title="eqId707536453a25afdb100a414904eee8e7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4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（3）</w:t>
      </w:r>
      <w:r>
        <w:rPr>
          <w:rFonts w:ascii="宋体" w:hAnsi="宋体" w:cs="宋体"/>
          <w:color w:val="000000"/>
        </w:rPr>
        <w:t>如图所示：取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97" o:title="eqIdf52a58fbaf4fea03567e88a9f0f6e37e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6">
            <o:LockedField>false</o:LockedField>
          </o:OLEObject>
        </w:object>
      </w:r>
      <w:r>
        <w:rPr>
          <w:rFonts w:ascii="宋体" w:hAnsi="宋体" w:cs="宋体"/>
          <w:color w:val="000000"/>
        </w:rPr>
        <w:t>的中点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99" o:title="eqId8455657dde27aabe6adb7b188e031c11"/>
            <o:lock v:ext="edit" aspectratio="t"/>
            <w10:wrap type="none"/>
            <w10:anchorlock/>
          </v:shape>
          <o:OLEObject Type="Embed" ProgID="Equation.DSMT4" ShapeID="_x0000_i1228" DrawAspect="Content" ObjectID="_1468075928" r:id="rId398">
            <o:LockedField>false</o:LockedField>
          </o:OLEObject>
        </w:object>
      </w:r>
      <w:r>
        <w:rPr>
          <w:rFonts w:ascii="宋体" w:hAnsi="宋体" w:cs="宋体"/>
          <w:color w:val="000000"/>
        </w:rPr>
        <w:t>，连接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401" o:title="eqId683c590673eece14fea3319c4fd5eb55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0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12.65pt;width:45pt;" o:ole="t" filled="f" o:preferrelative="t" stroked="f" coordsize="21600,21600">
            <v:path/>
            <v:fill on="f" focussize="0,0"/>
            <v:stroke on="f" joinstyle="miter"/>
            <v:imagedata r:id="rId403" o:title="eqId6cee097d4fe948c3d4f1b5c28b24adf3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30.75pt;width:273.75pt;" o:ole="t" filled="f" o:preferrelative="t" stroked="f" coordsize="21600,21600">
            <v:path/>
            <v:fill on="f" focussize="0,0"/>
            <v:stroke on="f" joinstyle="miter"/>
            <v:imagedata r:id="rId405" o:title="eqIdc176b9b5c784b795b364002686853318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4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5429250</wp:posOffset>
            </wp:positionH>
            <wp:positionV relativeFrom="paragraph">
              <wp:posOffset>8890</wp:posOffset>
            </wp:positionV>
            <wp:extent cx="1647825" cy="1552575"/>
            <wp:effectExtent l="0" t="0" r="9525" b="9525"/>
            <wp:wrapTight wrapText="bothSides">
              <wp:wrapPolygon>
                <wp:start x="0" y="0"/>
                <wp:lineTo x="0" y="21467"/>
                <wp:lineTo x="21475" y="21467"/>
                <wp:lineTo x="21475" y="0"/>
                <wp:lineTo x="0" y="0"/>
              </wp:wrapPolygon>
            </wp:wrapTight>
            <wp:docPr id="447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</w:rPr>
        <w:t>同理可得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30.85pt;width:86.15pt;" o:ole="t" filled="f" o:preferrelative="t" stroked="f" coordsize="21600,21600">
            <v:path/>
            <v:fill on="f" focussize="0,0"/>
            <v:stroke on="f" joinstyle="miter"/>
            <v:imagedata r:id="rId408" o:title="eqId5d4a8bd898cc8d21e8bd4240e6ba7cef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7">
            <o:LockedField>false</o:LockedField>
          </o:OLEObject>
        </w:object>
      </w:r>
      <w:r>
        <w:rPr>
          <w:rFonts w:ascii="宋体" w:hAnsi="宋体" w:cs="宋体"/>
          <w:color w:val="000000"/>
        </w:rPr>
        <w:t>，由平面向量数量积的定义可得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410" o:title="eqId2c10b9587dba108df0b87c8f72a55070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412" o:title="eqId8954ac84d5a64358d2876a62f2a439b8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1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，所以，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21pt;width:138.85pt;" o:ole="t" filled="f" o:preferrelative="t" stroked="f" coordsize="21600,21600">
            <v:path/>
            <v:fill on="f" focussize="0,0"/>
            <v:stroke on="f" joinstyle="miter"/>
            <v:imagedata r:id="rId414" o:title="eqIdd13d2fc7f5550ce4fe4b2c8f36a90861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30.75pt;width:120.75pt;" o:ole="t" filled="f" o:preferrelative="t" stroked="f" coordsize="21600,21600">
            <v:path/>
            <v:fill on="f" focussize="0,0"/>
            <v:stroke on="f" joinstyle="miter"/>
            <v:imagedata r:id="rId416" o:title="eqId60280a3ced3e665adbba42793bf0398a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5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16.5pt;width:63pt;" o:ole="t" filled="f" o:preferrelative="t" stroked="f" coordsize="21600,21600">
            <v:path/>
            <v:fill on="f" focussize="0,0"/>
            <v:stroke on="f" joinstyle="miter"/>
            <v:imagedata r:id="rId418" o:title="eqId60c469c5de1aa8f3c53b9629cd110e85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7">
            <o:LockedField>false</o:LockedField>
          </o:OLEObject>
        </w:object>
      </w:r>
      <w:r>
        <w:rPr>
          <w:rFonts w:ascii="宋体" w:hAnsi="宋体" w:cs="宋体"/>
          <w:color w:val="000000"/>
        </w:rPr>
        <w:t>，①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21.9pt;width:140.25pt;" o:ole="t" filled="f" o:preferrelative="t" stroked="f" coordsize="21600,21600">
            <v:path/>
            <v:fill on="f" focussize="0,0"/>
            <v:stroke on="f" joinstyle="miter"/>
            <v:imagedata r:id="rId420" o:title="eqIde39f67c9d262a40ba94f962cad9a21a1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9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30.75pt;width:122.25pt;" o:ole="t" filled="f" o:preferrelative="t" stroked="f" coordsize="21600,21600">
            <v:path/>
            <v:fill on="f" focussize="0,0"/>
            <v:stroke on="f" joinstyle="miter"/>
            <v:imagedata r:id="rId422" o:title="eqId2c01b191b3c202368882b3140519aeae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16.5pt;width:64.5pt;" o:ole="t" filled="f" o:preferrelative="t" stroked="f" coordsize="21600,21600">
            <v:path/>
            <v:fill on="f" focussize="0,0"/>
            <v:stroke on="f" joinstyle="miter"/>
            <v:imagedata r:id="rId424" o:title="eqId1bfab6e0a409c7d2b53304b743db2ca1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3">
            <o:LockedField>false</o:LockedField>
          </o:OLEObject>
        </w:object>
      </w:r>
      <w:r>
        <w:rPr>
          <w:rFonts w:ascii="宋体" w:hAnsi="宋体" w:cs="宋体"/>
          <w:color w:val="000000"/>
        </w:rPr>
        <w:t>，②联立①②可得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31pt;width:110pt;" o:ole="t" filled="f" o:preferrelative="t" stroked="f" coordsize="21600,21600">
            <v:path/>
            <v:fill on="f" focussize="0,0"/>
            <v:stroke on="f" joinstyle="miter"/>
            <v:imagedata r:id="rId426" o:title="eqId36d935f136d7ee3b0256c988c3f39c29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5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，所以，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33.75pt;width:105pt;" o:ole="t" filled="f" o:preferrelative="t" stroked="f" coordsize="21600,21600">
            <v:path/>
            <v:fill on="f" focussize="0,0"/>
            <v:stroke on="f" joinstyle="miter"/>
            <v:imagedata r:id="rId428" o:title="eqIdb5949adaab17e4f0d4ac5e76dbb8dfe4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又因为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47.25pt;width:284.25pt;" o:ole="t" filled="f" o:preferrelative="t" stroked="f" coordsize="21600,21600">
            <v:path/>
            <v:fill on="f" focussize="0,0"/>
            <v:stroke on="f" joinstyle="miter"/>
            <v:imagedata r:id="rId430" o:title="eqId71d80d4b0bd83c6d517fe698fee6fee6"/>
            <o:lock v:ext="edit" aspectratio="t"/>
            <w10:wrap type="none"/>
            <w10:anchorlock/>
          </v:shape>
          <o:OLEObject Type="Embed" ProgID="Equation.DSMT4" ShapeID="_x0000_i1243" DrawAspect="Content" ObjectID="_1468075943" r:id="rId42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33.75pt;width:57.75pt;" o:ole="t" filled="f" o:preferrelative="t" stroked="f" coordsize="21600,21600">
            <v:path/>
            <v:fill on="f" focussize="0,0"/>
            <v:stroke on="f" joinstyle="miter"/>
            <v:imagedata r:id="rId432" o:title="eqId48244a48d90325d0d66fe11ab36a227f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1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39.75pt;width:87.75pt;" o:ole="t" filled="f" o:preferrelative="t" stroked="f" coordsize="21600,21600">
            <v:path/>
            <v:fill on="f" focussize="0,0"/>
            <v:stroke on="f" joinstyle="miter"/>
            <v:imagedata r:id="rId434" o:title="eqId88cd6cd0e2c302676b18320fce15837f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3">
            <o:LockedField>false</o:LockedField>
          </o:OLEObject>
        </w:object>
      </w:r>
      <w:r>
        <w:rPr>
          <w:rFonts w:ascii="宋体" w:hAnsi="宋体" w:cs="宋体"/>
          <w:color w:val="000000"/>
        </w:rPr>
        <w:t>，可得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33.75pt;width:54pt;" o:ole="t" filled="f" o:preferrelative="t" stroked="f" coordsize="21600,21600">
            <v:path/>
            <v:fill on="f" focussize="0,0"/>
            <v:stroke on="f" joinstyle="miter"/>
            <v:imagedata r:id="rId436" o:title="eqIdba7eb6ac0c3471e68567e368696eb2e0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可得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438" o:title="eqId335cc505f6f49c8168e914b0b1e89614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7">
            <o:LockedField>false</o:LockedField>
          </o:OLEObject>
        </w:object>
      </w:r>
      <w:r>
        <w:rPr>
          <w:rFonts w:ascii="宋体" w:hAnsi="宋体" w:cs="宋体"/>
          <w:color w:val="000000"/>
        </w:rPr>
        <w:t>，当且仅当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440" o:title="eqIdbfa57e9aea6fcdf4acedd6927ffc24c9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9">
            <o:LockedField>false</o:LockedField>
          </o:OLEObject>
        </w:object>
      </w:r>
      <w:r>
        <w:rPr>
          <w:rFonts w:ascii="宋体" w:hAnsi="宋体" w:cs="宋体"/>
          <w:color w:val="000000"/>
        </w:rPr>
        <w:t>等号成立，令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42" o:title="eqIdd2676bec6c178d1bde50dc983b75a912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444" o:title="eqIdb4a7975ed5a74b136acd4987ac601ab8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函数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33.75pt;width:120.75pt;" o:ole="t" filled="f" o:preferrelative="t" stroked="f" coordsize="21600,21600">
            <v:path/>
            <v:fill on="f" focussize="0,0"/>
            <v:stroke on="f" joinstyle="miter"/>
            <v:imagedata r:id="rId446" o:title="eqId8ed50bd1649e0e993246585596745ae5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5">
            <o:LockedField>false</o:LockedField>
          </o:OLEObject>
        </w:object>
      </w:r>
      <w:r>
        <w:rPr>
          <w:rFonts w:ascii="宋体" w:hAnsi="宋体" w:cs="宋体"/>
          <w:color w:val="000000"/>
        </w:rPr>
        <w:t>，令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448" o:title="eqId2adb2f27ddb3d3acf4eda4f1a5e47e9d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33.75pt;width:243pt;" o:ole="t" filled="f" o:preferrelative="t" stroked="f" coordsize="21600,21600">
            <v:path/>
            <v:fill on="f" focussize="0,0"/>
            <v:stroke on="f" joinstyle="miter"/>
            <v:imagedata r:id="rId450" o:title="eqIdc37f8448af2fd47657f17049e428cc7d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448" o:title="eqId2adb2f27ddb3d3acf4eda4f1a5e47e9d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1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33.75pt;width:176.25pt;" o:ole="t" filled="f" o:preferrelative="t" stroked="f" coordsize="21600,21600">
            <v:path/>
            <v:fill on="f" focussize="0,0"/>
            <v:stroke on="f" joinstyle="miter"/>
            <v:imagedata r:id="rId453" o:title="eqId65bff869a98fb0f5f4cc84806658e8c1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可得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455" o:title="eqId6b6978e0a61ced2ba344f6d57a990994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4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57" o:title="eqIdd275fbb3ee5cd1177ca5a2ceecbbef0f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6">
            <o:LockedField>false</o:LockedField>
          </o:OLEObject>
        </w:object>
      </w:r>
      <w:r>
        <w:rPr>
          <w:rFonts w:ascii="宋体" w:hAnsi="宋体" w:cs="宋体"/>
          <w:color w:val="000000"/>
        </w:rPr>
        <w:t>在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444" o:title="eqIdb4a7975ed5a74b136acd4987ac601ab8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8">
            <o:LockedField>false</o:LockedField>
          </o:OLEObject>
        </w:object>
      </w:r>
      <w:r>
        <w:rPr>
          <w:rFonts w:ascii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460" o:title="eqId74ef64eeb5dc4ad0b05e87e24b941e7f"/>
            <o:lock v:ext="edit" aspectratio="t"/>
            <w10:wrap type="none"/>
            <w10:anchorlock/>
          </v:shape>
          <o:OLEObject Type="Embed" ProgID="Equation.DSMT4" ShapeID="_x0000_i1259" DrawAspect="Content" ObjectID="_1468075959" r:id="rId459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33.75pt;width:144.75pt;" o:ole="t" filled="f" o:preferrelative="t" stroked="f" coordsize="21600,21600">
            <v:path/>
            <v:fill on="f" focussize="0,0"/>
            <v:stroke on="f" joinstyle="miter"/>
            <v:imagedata r:id="rId462" o:title="eqIdbb3363ceaecb9db2f7c360b45ac1a11c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1">
            <o:LockedField>false</o:LockedField>
          </o:OLEObject>
        </w:object>
      </w:r>
      <w:r>
        <w:rPr>
          <w:rFonts w:ascii="宋体" w:hAnsi="宋体" w:cs="宋体"/>
          <w:color w:val="000000"/>
        </w:rPr>
        <w:t>．</w:t>
      </w:r>
      <w:r>
        <w:rPr>
          <w:rFonts w:hint="eastAsia"/>
        </w:rPr>
        <w:t>即△</w:t>
      </w:r>
      <w:r>
        <w:rPr>
          <w:i/>
          <w:iCs/>
        </w:rPr>
        <w:t>ABC</w:t>
      </w:r>
      <w:r>
        <w:rPr>
          <w:rFonts w:hint="eastAsia"/>
        </w:rPr>
        <w:t>的周长的取值范围是</w:t>
      </w:r>
      <w:r>
        <w:rPr>
          <w:rFonts w:hint="eastAsia"/>
          <w:position w:val="-10"/>
        </w:rPr>
        <w:object>
          <v:shape id="_x0000_i1261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3" ShapeID="_x0000_i1261" DrawAspect="Content" ObjectID="_1468075961" r:id="rId463">
            <o:LockedField>false</o:LockedField>
          </o:OLEObject>
        </w:object>
      </w:r>
      <w:r>
        <w:rPr>
          <w:rFonts w:hint="eastAsia"/>
        </w:rPr>
        <w:t>.</w:t>
      </w:r>
    </w:p>
    <w:sectPr>
      <w:headerReference r:id="rId3" w:type="default"/>
      <w:footerReference r:id="rId4" w:type="default"/>
      <w:pgSz w:w="14740" w:h="20863"/>
      <w:pgMar w:top="1797" w:right="1440" w:bottom="1797" w:left="1440" w:header="431" w:footer="115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9620740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 w:eastAsia="华文行楷"/>
      </w:rPr>
      <w:t xml:space="preserve">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mc:AlternateContent>
        <mc:Choice Requires="wps">
          <w:drawing>
            <wp:inline distT="0" distB="0" distL="0" distR="0">
              <wp:extent cx="9525" cy="9525"/>
              <wp:effectExtent l="0" t="0" r="0" b="0"/>
              <wp:docPr id="1" name="WordArt 217" descr="学科网 zxxk.co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"/>
                            <w:spacing w:before="0" w:beforeAutospacing="0" w:after="0" w:afterAutospacing="0"/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spacing w:val="32"/>
                              <w:sz w:val="16"/>
                              <w:szCs w:val="16"/>
                              <w14:textFill>
                                <w14:noFill/>
                              </w14:textFill>
                            </w:rPr>
                            <w:t xml:space="preserve">公司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id="WordArt 217" o:spid="_x0000_s1026" o:spt="202" alt="学科网 zxxk.com" type="#_x0000_t202" style="height:0.75pt;width:0.75pt;" filled="f" stroked="f" coordsize="21600,21600" o:gfxdata="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WJJfS&#10;zwAAAAEBAAAPAAAAAAAAAAEAIAAAACIAAABkcnMvZG93bnJldi54bWxQSwECFAAUAAAACACHTuJA&#10;ncRq9yoCAAA/BAAADgAAAAAAAAABACAAAAAeAQAAZHJzL2Uyb0RvYy54bWxQSwUGAAAAAAYABgBZ&#10;AQAAug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7"/>
                      <w:spacing w:before="0" w:beforeAutospacing="0" w:after="0" w:afterAutospacing="0"/>
                    </w:pPr>
                    <w:r>
                      <w:rPr>
                        <w:rFonts w:hint="eastAsia"/>
                        <w:color w:val="FFFFFF" w:themeColor="background1"/>
                        <w:spacing w:val="32"/>
                        <w:sz w:val="16"/>
                        <w:szCs w:val="16"/>
                        <w14:textFill>
                          <w14:noFill/>
                        </w14:textFill>
                      </w:rPr>
                      <w:t xml:space="preserve">公司 </w:t>
                    </w:r>
                  </w:p>
                </w:txbxContent>
              </v:textbox>
              <w10:wrap type="non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FB962"/>
    <w:multiLevelType w:val="singleLevel"/>
    <w:tmpl w:val="FF4FB962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1068755B"/>
    <w:multiLevelType w:val="singleLevel"/>
    <w:tmpl w:val="1068755B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3787B3B7"/>
    <w:multiLevelType w:val="singleLevel"/>
    <w:tmpl w:val="3787B3B7"/>
    <w:lvl w:ilvl="0" w:tentative="0">
      <w:start w:val="12"/>
      <w:numFmt w:val="decimal"/>
      <w:suff w:val="space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AE4393"/>
    <w:rsid w:val="00023CA6"/>
    <w:rsid w:val="0025270C"/>
    <w:rsid w:val="00303A68"/>
    <w:rsid w:val="00357FD4"/>
    <w:rsid w:val="004151FC"/>
    <w:rsid w:val="00502A6F"/>
    <w:rsid w:val="00561D96"/>
    <w:rsid w:val="0095305B"/>
    <w:rsid w:val="00AE4393"/>
    <w:rsid w:val="00B428B1"/>
    <w:rsid w:val="00B85B09"/>
    <w:rsid w:val="00BA02CE"/>
    <w:rsid w:val="00C01A20"/>
    <w:rsid w:val="00C02FC6"/>
    <w:rsid w:val="00C355DF"/>
    <w:rsid w:val="00CD2412"/>
    <w:rsid w:val="00FA3610"/>
    <w:rsid w:val="012D4559"/>
    <w:rsid w:val="01827B50"/>
    <w:rsid w:val="01E369F5"/>
    <w:rsid w:val="01FB4B1E"/>
    <w:rsid w:val="0261626E"/>
    <w:rsid w:val="02623CEA"/>
    <w:rsid w:val="02A75CB6"/>
    <w:rsid w:val="02B265B2"/>
    <w:rsid w:val="03AB489B"/>
    <w:rsid w:val="03B01275"/>
    <w:rsid w:val="03C855D6"/>
    <w:rsid w:val="04216057"/>
    <w:rsid w:val="044E4BFB"/>
    <w:rsid w:val="04504C38"/>
    <w:rsid w:val="04AB1DE0"/>
    <w:rsid w:val="04E3470A"/>
    <w:rsid w:val="0508204E"/>
    <w:rsid w:val="05147884"/>
    <w:rsid w:val="055B78E1"/>
    <w:rsid w:val="057156DD"/>
    <w:rsid w:val="05A47428"/>
    <w:rsid w:val="05B62300"/>
    <w:rsid w:val="05C32F20"/>
    <w:rsid w:val="060D6EBD"/>
    <w:rsid w:val="064F7AE3"/>
    <w:rsid w:val="0662095B"/>
    <w:rsid w:val="066C559F"/>
    <w:rsid w:val="06B22DB6"/>
    <w:rsid w:val="06E67100"/>
    <w:rsid w:val="074B27A5"/>
    <w:rsid w:val="079A5370"/>
    <w:rsid w:val="07E911E4"/>
    <w:rsid w:val="086B5426"/>
    <w:rsid w:val="095B7E9E"/>
    <w:rsid w:val="09715C53"/>
    <w:rsid w:val="09F07480"/>
    <w:rsid w:val="0A017996"/>
    <w:rsid w:val="0A197F04"/>
    <w:rsid w:val="0A1B69C7"/>
    <w:rsid w:val="0AAB0B74"/>
    <w:rsid w:val="0B2823DD"/>
    <w:rsid w:val="0B5429A8"/>
    <w:rsid w:val="0B61183D"/>
    <w:rsid w:val="0C076F50"/>
    <w:rsid w:val="0C74181A"/>
    <w:rsid w:val="0C863C7A"/>
    <w:rsid w:val="0CA15DDA"/>
    <w:rsid w:val="0CC164BF"/>
    <w:rsid w:val="0CCC0725"/>
    <w:rsid w:val="0CE20369"/>
    <w:rsid w:val="0CE73AF0"/>
    <w:rsid w:val="0D773F68"/>
    <w:rsid w:val="0DB32AD3"/>
    <w:rsid w:val="0DCE68D5"/>
    <w:rsid w:val="0DD52CE6"/>
    <w:rsid w:val="0E1D7F6E"/>
    <w:rsid w:val="0E234E8A"/>
    <w:rsid w:val="0E711482"/>
    <w:rsid w:val="0E7C0AE1"/>
    <w:rsid w:val="0EA40F1B"/>
    <w:rsid w:val="0EB57897"/>
    <w:rsid w:val="0EE23F2E"/>
    <w:rsid w:val="0EE249C4"/>
    <w:rsid w:val="0F06253E"/>
    <w:rsid w:val="0F2B249C"/>
    <w:rsid w:val="0F353051"/>
    <w:rsid w:val="0F702F52"/>
    <w:rsid w:val="0F775637"/>
    <w:rsid w:val="0F83240A"/>
    <w:rsid w:val="0FA47F0D"/>
    <w:rsid w:val="0FAB181A"/>
    <w:rsid w:val="0FAE09D7"/>
    <w:rsid w:val="0FD22593"/>
    <w:rsid w:val="0FEE5B2D"/>
    <w:rsid w:val="103626AD"/>
    <w:rsid w:val="10536717"/>
    <w:rsid w:val="1199296E"/>
    <w:rsid w:val="12145176"/>
    <w:rsid w:val="12290E99"/>
    <w:rsid w:val="124F633D"/>
    <w:rsid w:val="125973EA"/>
    <w:rsid w:val="127971B6"/>
    <w:rsid w:val="12A67FA6"/>
    <w:rsid w:val="12CA06CE"/>
    <w:rsid w:val="13286C49"/>
    <w:rsid w:val="13463BDA"/>
    <w:rsid w:val="136A2981"/>
    <w:rsid w:val="13757889"/>
    <w:rsid w:val="13BD3234"/>
    <w:rsid w:val="14382C7C"/>
    <w:rsid w:val="149522B6"/>
    <w:rsid w:val="15524D6E"/>
    <w:rsid w:val="156C5ADE"/>
    <w:rsid w:val="157B75AD"/>
    <w:rsid w:val="15E95306"/>
    <w:rsid w:val="174165D4"/>
    <w:rsid w:val="17C1001F"/>
    <w:rsid w:val="17E674A6"/>
    <w:rsid w:val="189C3090"/>
    <w:rsid w:val="18AB3A33"/>
    <w:rsid w:val="18CA367B"/>
    <w:rsid w:val="1901383B"/>
    <w:rsid w:val="190726E1"/>
    <w:rsid w:val="195345DA"/>
    <w:rsid w:val="199151FE"/>
    <w:rsid w:val="19A052F3"/>
    <w:rsid w:val="19AD7AB7"/>
    <w:rsid w:val="19B412DF"/>
    <w:rsid w:val="19BB3E26"/>
    <w:rsid w:val="1A2F17B7"/>
    <w:rsid w:val="1A3811A1"/>
    <w:rsid w:val="1A7B366A"/>
    <w:rsid w:val="1AB04A94"/>
    <w:rsid w:val="1BF9747E"/>
    <w:rsid w:val="1C255EC7"/>
    <w:rsid w:val="1C2A608C"/>
    <w:rsid w:val="1C735E03"/>
    <w:rsid w:val="1CF716C0"/>
    <w:rsid w:val="1D220AF0"/>
    <w:rsid w:val="1D3E783E"/>
    <w:rsid w:val="1D432654"/>
    <w:rsid w:val="1D752861"/>
    <w:rsid w:val="1D96491C"/>
    <w:rsid w:val="1DBC2BC3"/>
    <w:rsid w:val="1E49704A"/>
    <w:rsid w:val="1E5207DC"/>
    <w:rsid w:val="1E766B63"/>
    <w:rsid w:val="1E86136A"/>
    <w:rsid w:val="1ED77C8D"/>
    <w:rsid w:val="1FB9794B"/>
    <w:rsid w:val="203D4146"/>
    <w:rsid w:val="208D63E6"/>
    <w:rsid w:val="20B62336"/>
    <w:rsid w:val="20BA5685"/>
    <w:rsid w:val="20D20F56"/>
    <w:rsid w:val="20D97E38"/>
    <w:rsid w:val="210F0963"/>
    <w:rsid w:val="214A3F2E"/>
    <w:rsid w:val="217572E5"/>
    <w:rsid w:val="220978F3"/>
    <w:rsid w:val="22334034"/>
    <w:rsid w:val="223F1AF3"/>
    <w:rsid w:val="225C1876"/>
    <w:rsid w:val="22795A9E"/>
    <w:rsid w:val="228D26CE"/>
    <w:rsid w:val="22BD17BA"/>
    <w:rsid w:val="22E95A98"/>
    <w:rsid w:val="233C1398"/>
    <w:rsid w:val="23560CDB"/>
    <w:rsid w:val="23874801"/>
    <w:rsid w:val="23F46EA8"/>
    <w:rsid w:val="23FD18B7"/>
    <w:rsid w:val="24044C11"/>
    <w:rsid w:val="24762C23"/>
    <w:rsid w:val="24AF6860"/>
    <w:rsid w:val="24BD373E"/>
    <w:rsid w:val="25322C10"/>
    <w:rsid w:val="255D3975"/>
    <w:rsid w:val="25652BEC"/>
    <w:rsid w:val="256F0244"/>
    <w:rsid w:val="258B15A0"/>
    <w:rsid w:val="25EE7927"/>
    <w:rsid w:val="26733121"/>
    <w:rsid w:val="26734E8D"/>
    <w:rsid w:val="269C75DF"/>
    <w:rsid w:val="26B27E7C"/>
    <w:rsid w:val="26C354FA"/>
    <w:rsid w:val="26D57B1E"/>
    <w:rsid w:val="26DF450B"/>
    <w:rsid w:val="271251B0"/>
    <w:rsid w:val="27C672EC"/>
    <w:rsid w:val="27E03F7B"/>
    <w:rsid w:val="287865BB"/>
    <w:rsid w:val="28CD51AF"/>
    <w:rsid w:val="28D008CC"/>
    <w:rsid w:val="28ED0E6B"/>
    <w:rsid w:val="290074E3"/>
    <w:rsid w:val="294C43BE"/>
    <w:rsid w:val="297C2273"/>
    <w:rsid w:val="298D4A70"/>
    <w:rsid w:val="29BC6A5E"/>
    <w:rsid w:val="29CC529A"/>
    <w:rsid w:val="29EF3D0E"/>
    <w:rsid w:val="2A121149"/>
    <w:rsid w:val="2A8E3F07"/>
    <w:rsid w:val="2B1B3177"/>
    <w:rsid w:val="2B25749C"/>
    <w:rsid w:val="2B593EAE"/>
    <w:rsid w:val="2BDC6F55"/>
    <w:rsid w:val="2BDE7D31"/>
    <w:rsid w:val="2BF74430"/>
    <w:rsid w:val="2C303509"/>
    <w:rsid w:val="2C7F2067"/>
    <w:rsid w:val="2CB96DB7"/>
    <w:rsid w:val="2CCB59AE"/>
    <w:rsid w:val="2CEF4116"/>
    <w:rsid w:val="2D2105E2"/>
    <w:rsid w:val="2D3F526C"/>
    <w:rsid w:val="2D430559"/>
    <w:rsid w:val="2D946DE9"/>
    <w:rsid w:val="2DB7418D"/>
    <w:rsid w:val="2DD86646"/>
    <w:rsid w:val="2E1F7E6C"/>
    <w:rsid w:val="2E221CCA"/>
    <w:rsid w:val="2E697FFC"/>
    <w:rsid w:val="2E862DF3"/>
    <w:rsid w:val="2EA22902"/>
    <w:rsid w:val="2EDF5E06"/>
    <w:rsid w:val="2EE363F4"/>
    <w:rsid w:val="2F2A5E74"/>
    <w:rsid w:val="2F5517BE"/>
    <w:rsid w:val="2F617DF8"/>
    <w:rsid w:val="2F70526B"/>
    <w:rsid w:val="2F921130"/>
    <w:rsid w:val="2FA71273"/>
    <w:rsid w:val="2FC75471"/>
    <w:rsid w:val="2FCD1897"/>
    <w:rsid w:val="2FF62B88"/>
    <w:rsid w:val="2FF710D5"/>
    <w:rsid w:val="301A4E9A"/>
    <w:rsid w:val="304E5B92"/>
    <w:rsid w:val="30D653AF"/>
    <w:rsid w:val="319D6CD7"/>
    <w:rsid w:val="31E87583"/>
    <w:rsid w:val="322740B9"/>
    <w:rsid w:val="32674CE9"/>
    <w:rsid w:val="32F12309"/>
    <w:rsid w:val="339933D1"/>
    <w:rsid w:val="33CF7689"/>
    <w:rsid w:val="34016560"/>
    <w:rsid w:val="345C5140"/>
    <w:rsid w:val="350F0E40"/>
    <w:rsid w:val="352430F8"/>
    <w:rsid w:val="35376B59"/>
    <w:rsid w:val="354740A6"/>
    <w:rsid w:val="35751825"/>
    <w:rsid w:val="358501A2"/>
    <w:rsid w:val="35B171E8"/>
    <w:rsid w:val="35BD1E02"/>
    <w:rsid w:val="35D72186"/>
    <w:rsid w:val="35FD1D8A"/>
    <w:rsid w:val="360C1DD5"/>
    <w:rsid w:val="3639074B"/>
    <w:rsid w:val="36473ADA"/>
    <w:rsid w:val="369C6E1F"/>
    <w:rsid w:val="36CF36EE"/>
    <w:rsid w:val="36E176BA"/>
    <w:rsid w:val="37054AD1"/>
    <w:rsid w:val="37A662B4"/>
    <w:rsid w:val="380A2CAC"/>
    <w:rsid w:val="38121956"/>
    <w:rsid w:val="38F96DEB"/>
    <w:rsid w:val="3980491C"/>
    <w:rsid w:val="39C04564"/>
    <w:rsid w:val="3A1F40FB"/>
    <w:rsid w:val="3A220FF7"/>
    <w:rsid w:val="3A263A72"/>
    <w:rsid w:val="3AC23CE6"/>
    <w:rsid w:val="3B4402BD"/>
    <w:rsid w:val="3B6334A6"/>
    <w:rsid w:val="3BCA661C"/>
    <w:rsid w:val="3C510E14"/>
    <w:rsid w:val="3CB24912"/>
    <w:rsid w:val="3D613B28"/>
    <w:rsid w:val="3D8079FE"/>
    <w:rsid w:val="3D850719"/>
    <w:rsid w:val="3D8B3D63"/>
    <w:rsid w:val="3DC97592"/>
    <w:rsid w:val="3DD973E0"/>
    <w:rsid w:val="3DDE1474"/>
    <w:rsid w:val="3DF673CE"/>
    <w:rsid w:val="3E435396"/>
    <w:rsid w:val="3E5420C4"/>
    <w:rsid w:val="3E973DF3"/>
    <w:rsid w:val="3E9F5A75"/>
    <w:rsid w:val="3EEB7EF6"/>
    <w:rsid w:val="3F1C5008"/>
    <w:rsid w:val="404A4339"/>
    <w:rsid w:val="40CC2752"/>
    <w:rsid w:val="40E67721"/>
    <w:rsid w:val="411947E3"/>
    <w:rsid w:val="41783F72"/>
    <w:rsid w:val="41C01E8A"/>
    <w:rsid w:val="41D139B2"/>
    <w:rsid w:val="4206489E"/>
    <w:rsid w:val="42244D71"/>
    <w:rsid w:val="42C5274B"/>
    <w:rsid w:val="42C76A0A"/>
    <w:rsid w:val="42DD3C85"/>
    <w:rsid w:val="42DD57A3"/>
    <w:rsid w:val="42E11E15"/>
    <w:rsid w:val="43192030"/>
    <w:rsid w:val="43313465"/>
    <w:rsid w:val="435E4E8C"/>
    <w:rsid w:val="437649CA"/>
    <w:rsid w:val="438D69B0"/>
    <w:rsid w:val="43DD5834"/>
    <w:rsid w:val="441D50E7"/>
    <w:rsid w:val="441E085C"/>
    <w:rsid w:val="444C6129"/>
    <w:rsid w:val="4466003F"/>
    <w:rsid w:val="44802E0E"/>
    <w:rsid w:val="44D01548"/>
    <w:rsid w:val="45005FF0"/>
    <w:rsid w:val="450C54FA"/>
    <w:rsid w:val="452D3B70"/>
    <w:rsid w:val="453C3C29"/>
    <w:rsid w:val="458F359B"/>
    <w:rsid w:val="45A33D90"/>
    <w:rsid w:val="45A51959"/>
    <w:rsid w:val="45A55DFD"/>
    <w:rsid w:val="45F75F2C"/>
    <w:rsid w:val="46442294"/>
    <w:rsid w:val="471C276E"/>
    <w:rsid w:val="47481E08"/>
    <w:rsid w:val="4762078D"/>
    <w:rsid w:val="47A44B3C"/>
    <w:rsid w:val="47C572D2"/>
    <w:rsid w:val="47F30605"/>
    <w:rsid w:val="48326006"/>
    <w:rsid w:val="48502F8E"/>
    <w:rsid w:val="48583ED3"/>
    <w:rsid w:val="485D29BF"/>
    <w:rsid w:val="486D7AEC"/>
    <w:rsid w:val="488C3FD7"/>
    <w:rsid w:val="48902E02"/>
    <w:rsid w:val="48C60564"/>
    <w:rsid w:val="48DB45BE"/>
    <w:rsid w:val="49153237"/>
    <w:rsid w:val="4944761A"/>
    <w:rsid w:val="495A2595"/>
    <w:rsid w:val="495F4514"/>
    <w:rsid w:val="49910E79"/>
    <w:rsid w:val="49B06B1E"/>
    <w:rsid w:val="49CD36F0"/>
    <w:rsid w:val="49E824A2"/>
    <w:rsid w:val="4AAB72BF"/>
    <w:rsid w:val="4B3A48F8"/>
    <w:rsid w:val="4BAF0E7D"/>
    <w:rsid w:val="4C387A25"/>
    <w:rsid w:val="4C5B1241"/>
    <w:rsid w:val="4C953F4C"/>
    <w:rsid w:val="4CA47CC1"/>
    <w:rsid w:val="4D202E9D"/>
    <w:rsid w:val="4D371A30"/>
    <w:rsid w:val="4D5B2FE3"/>
    <w:rsid w:val="4DB049C4"/>
    <w:rsid w:val="4DD8322A"/>
    <w:rsid w:val="4DEA7721"/>
    <w:rsid w:val="4E0234DB"/>
    <w:rsid w:val="4E030B86"/>
    <w:rsid w:val="4E467A51"/>
    <w:rsid w:val="4E523A78"/>
    <w:rsid w:val="4E9F0DB6"/>
    <w:rsid w:val="4EE71C25"/>
    <w:rsid w:val="4EEF633A"/>
    <w:rsid w:val="4EFD40E3"/>
    <w:rsid w:val="4F02358C"/>
    <w:rsid w:val="4F493C9D"/>
    <w:rsid w:val="4F515D3C"/>
    <w:rsid w:val="4F545A9B"/>
    <w:rsid w:val="4FD5108C"/>
    <w:rsid w:val="4FF80594"/>
    <w:rsid w:val="500529AD"/>
    <w:rsid w:val="50334053"/>
    <w:rsid w:val="50643323"/>
    <w:rsid w:val="50926F7D"/>
    <w:rsid w:val="50E572B9"/>
    <w:rsid w:val="51A258E6"/>
    <w:rsid w:val="51F17787"/>
    <w:rsid w:val="52066806"/>
    <w:rsid w:val="5294538F"/>
    <w:rsid w:val="52AF4BBC"/>
    <w:rsid w:val="52DD4E28"/>
    <w:rsid w:val="52DD6945"/>
    <w:rsid w:val="53332C9A"/>
    <w:rsid w:val="5338205E"/>
    <w:rsid w:val="53C34DEE"/>
    <w:rsid w:val="53DE61DE"/>
    <w:rsid w:val="53F31E91"/>
    <w:rsid w:val="53F97408"/>
    <w:rsid w:val="5402266C"/>
    <w:rsid w:val="54336971"/>
    <w:rsid w:val="54541F1A"/>
    <w:rsid w:val="54AB53DA"/>
    <w:rsid w:val="54FB4F36"/>
    <w:rsid w:val="5552725D"/>
    <w:rsid w:val="55E82FE1"/>
    <w:rsid w:val="55EE6ECF"/>
    <w:rsid w:val="56143D1E"/>
    <w:rsid w:val="561B7A03"/>
    <w:rsid w:val="564156CE"/>
    <w:rsid w:val="565D5B32"/>
    <w:rsid w:val="568277C4"/>
    <w:rsid w:val="57001D4D"/>
    <w:rsid w:val="57003BB2"/>
    <w:rsid w:val="57070DE6"/>
    <w:rsid w:val="57076F5B"/>
    <w:rsid w:val="57835003"/>
    <w:rsid w:val="57835872"/>
    <w:rsid w:val="5818420C"/>
    <w:rsid w:val="58247542"/>
    <w:rsid w:val="582D36B9"/>
    <w:rsid w:val="587D49B7"/>
    <w:rsid w:val="58900246"/>
    <w:rsid w:val="589974E1"/>
    <w:rsid w:val="58C56873"/>
    <w:rsid w:val="597013FA"/>
    <w:rsid w:val="59784DB5"/>
    <w:rsid w:val="599E77AE"/>
    <w:rsid w:val="5A0026E5"/>
    <w:rsid w:val="5A307F33"/>
    <w:rsid w:val="5A663955"/>
    <w:rsid w:val="5A772142"/>
    <w:rsid w:val="5AAB603D"/>
    <w:rsid w:val="5ACE5056"/>
    <w:rsid w:val="5AE72237"/>
    <w:rsid w:val="5B0B1E06"/>
    <w:rsid w:val="5B1A473F"/>
    <w:rsid w:val="5B927CAC"/>
    <w:rsid w:val="5C000BB1"/>
    <w:rsid w:val="5C273E95"/>
    <w:rsid w:val="5C4D4754"/>
    <w:rsid w:val="5C54306B"/>
    <w:rsid w:val="5C9245C9"/>
    <w:rsid w:val="5CA23B87"/>
    <w:rsid w:val="5CF0122E"/>
    <w:rsid w:val="5CFD769F"/>
    <w:rsid w:val="5D29336F"/>
    <w:rsid w:val="5D2B2C34"/>
    <w:rsid w:val="5D902514"/>
    <w:rsid w:val="5D973796"/>
    <w:rsid w:val="5DB542AB"/>
    <w:rsid w:val="5DF002AF"/>
    <w:rsid w:val="5E513460"/>
    <w:rsid w:val="5E5238CE"/>
    <w:rsid w:val="5E637D96"/>
    <w:rsid w:val="5EC239AE"/>
    <w:rsid w:val="5ECC270A"/>
    <w:rsid w:val="5EF06C4F"/>
    <w:rsid w:val="5F4D3B9F"/>
    <w:rsid w:val="5F546A56"/>
    <w:rsid w:val="5F585836"/>
    <w:rsid w:val="5FAF06F6"/>
    <w:rsid w:val="5FF87482"/>
    <w:rsid w:val="60343BAD"/>
    <w:rsid w:val="606326E4"/>
    <w:rsid w:val="60685D35"/>
    <w:rsid w:val="6093308E"/>
    <w:rsid w:val="60AB4E77"/>
    <w:rsid w:val="61266760"/>
    <w:rsid w:val="615C11FA"/>
    <w:rsid w:val="61740E65"/>
    <w:rsid w:val="61F779E9"/>
    <w:rsid w:val="6203530E"/>
    <w:rsid w:val="62113B38"/>
    <w:rsid w:val="62123690"/>
    <w:rsid w:val="623202C0"/>
    <w:rsid w:val="623441D2"/>
    <w:rsid w:val="6239194F"/>
    <w:rsid w:val="6246710D"/>
    <w:rsid w:val="62BB4547"/>
    <w:rsid w:val="62E96534"/>
    <w:rsid w:val="63853868"/>
    <w:rsid w:val="63B23A1A"/>
    <w:rsid w:val="640F4462"/>
    <w:rsid w:val="643F75C8"/>
    <w:rsid w:val="647C506D"/>
    <w:rsid w:val="64965B63"/>
    <w:rsid w:val="64F969EA"/>
    <w:rsid w:val="651E4E2C"/>
    <w:rsid w:val="652D2C0F"/>
    <w:rsid w:val="65627D07"/>
    <w:rsid w:val="65A71EB9"/>
    <w:rsid w:val="65D808E1"/>
    <w:rsid w:val="66482F24"/>
    <w:rsid w:val="666E70AE"/>
    <w:rsid w:val="66B948FE"/>
    <w:rsid w:val="671F144D"/>
    <w:rsid w:val="673A0C0F"/>
    <w:rsid w:val="676412D4"/>
    <w:rsid w:val="67AE6957"/>
    <w:rsid w:val="67DF4D46"/>
    <w:rsid w:val="68275505"/>
    <w:rsid w:val="68402B77"/>
    <w:rsid w:val="68510AE7"/>
    <w:rsid w:val="689E45A2"/>
    <w:rsid w:val="68BB38DF"/>
    <w:rsid w:val="68CD23C5"/>
    <w:rsid w:val="69007F9B"/>
    <w:rsid w:val="69050618"/>
    <w:rsid w:val="694036BC"/>
    <w:rsid w:val="69CF217A"/>
    <w:rsid w:val="6A537C4E"/>
    <w:rsid w:val="6A6B406C"/>
    <w:rsid w:val="6AA560DB"/>
    <w:rsid w:val="6ACB1D07"/>
    <w:rsid w:val="6B024F34"/>
    <w:rsid w:val="6B581098"/>
    <w:rsid w:val="6BA07497"/>
    <w:rsid w:val="6BD06B59"/>
    <w:rsid w:val="6C1B7C9C"/>
    <w:rsid w:val="6C1F71D5"/>
    <w:rsid w:val="6CA42514"/>
    <w:rsid w:val="6CE169FF"/>
    <w:rsid w:val="6CF4154E"/>
    <w:rsid w:val="6D65474E"/>
    <w:rsid w:val="6D88378A"/>
    <w:rsid w:val="6DB56961"/>
    <w:rsid w:val="6E017A28"/>
    <w:rsid w:val="6E1504D8"/>
    <w:rsid w:val="6E227D99"/>
    <w:rsid w:val="6F1E6B26"/>
    <w:rsid w:val="6F600FE2"/>
    <w:rsid w:val="6F841F98"/>
    <w:rsid w:val="6FBB3EBD"/>
    <w:rsid w:val="70841ADC"/>
    <w:rsid w:val="70A675A6"/>
    <w:rsid w:val="70BE2E5C"/>
    <w:rsid w:val="71121794"/>
    <w:rsid w:val="71B46312"/>
    <w:rsid w:val="71E078C3"/>
    <w:rsid w:val="722872EA"/>
    <w:rsid w:val="72343EE1"/>
    <w:rsid w:val="72B871BB"/>
    <w:rsid w:val="72F13DB5"/>
    <w:rsid w:val="73165BC4"/>
    <w:rsid w:val="732B4A6F"/>
    <w:rsid w:val="733A72D5"/>
    <w:rsid w:val="734964E6"/>
    <w:rsid w:val="736C54A0"/>
    <w:rsid w:val="73923B7B"/>
    <w:rsid w:val="739D2629"/>
    <w:rsid w:val="73D226B9"/>
    <w:rsid w:val="74171B7C"/>
    <w:rsid w:val="741B2C62"/>
    <w:rsid w:val="741C5E0B"/>
    <w:rsid w:val="74242289"/>
    <w:rsid w:val="74484F38"/>
    <w:rsid w:val="747C0246"/>
    <w:rsid w:val="74842EFD"/>
    <w:rsid w:val="74873E58"/>
    <w:rsid w:val="74D15A17"/>
    <w:rsid w:val="754F687D"/>
    <w:rsid w:val="759F4712"/>
    <w:rsid w:val="75A66BA7"/>
    <w:rsid w:val="75E15464"/>
    <w:rsid w:val="76F1414E"/>
    <w:rsid w:val="77186E7E"/>
    <w:rsid w:val="779C055E"/>
    <w:rsid w:val="77AB3222"/>
    <w:rsid w:val="77B93C2E"/>
    <w:rsid w:val="77C24B37"/>
    <w:rsid w:val="781D01C5"/>
    <w:rsid w:val="782124A9"/>
    <w:rsid w:val="789C3515"/>
    <w:rsid w:val="78AC4C03"/>
    <w:rsid w:val="78AF42C1"/>
    <w:rsid w:val="78D178AE"/>
    <w:rsid w:val="792A63A4"/>
    <w:rsid w:val="7942661A"/>
    <w:rsid w:val="79904287"/>
    <w:rsid w:val="799B3E33"/>
    <w:rsid w:val="7A29671D"/>
    <w:rsid w:val="7A3C001A"/>
    <w:rsid w:val="7A4C0072"/>
    <w:rsid w:val="7AC900E4"/>
    <w:rsid w:val="7B0F3A72"/>
    <w:rsid w:val="7B132478"/>
    <w:rsid w:val="7BAA2B58"/>
    <w:rsid w:val="7BDA001B"/>
    <w:rsid w:val="7BE35DD4"/>
    <w:rsid w:val="7C1E59E5"/>
    <w:rsid w:val="7C6F6241"/>
    <w:rsid w:val="7C8B7F18"/>
    <w:rsid w:val="7CD71F37"/>
    <w:rsid w:val="7D6A2A1C"/>
    <w:rsid w:val="7DDC4BA9"/>
    <w:rsid w:val="7DF21A78"/>
    <w:rsid w:val="7E607661"/>
    <w:rsid w:val="7E783628"/>
    <w:rsid w:val="7E8D3412"/>
    <w:rsid w:val="7EDB5E10"/>
    <w:rsid w:val="7EEC460E"/>
    <w:rsid w:val="7F662627"/>
    <w:rsid w:val="7FA51F7A"/>
    <w:rsid w:val="7FD426CB"/>
    <w:rsid w:val="7FD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spacing w:after="120"/>
    </w:pPr>
  </w:style>
  <w:style w:type="paragraph" w:styleId="3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6 倾斜"/>
    <w:basedOn w:val="9"/>
    <w:qFormat/>
    <w:uiPriority w:val="0"/>
    <w:rPr>
      <w:i/>
      <w:iCs/>
    </w:rPr>
  </w:style>
  <w:style w:type="paragraph" w:customStyle="1" w:styleId="11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脚 Char"/>
    <w:basedOn w:val="9"/>
    <w:link w:val="5"/>
    <w:uiPriority w:val="99"/>
    <w:rPr>
      <w:rFonts w:ascii="Times New Roman" w:hAnsi="Times New Roman"/>
      <w:kern w:val="2"/>
      <w:sz w:val="18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7" Type="http://schemas.openxmlformats.org/officeDocument/2006/relationships/fontTable" Target="fontTable.xml"/><Relationship Id="rId466" Type="http://schemas.openxmlformats.org/officeDocument/2006/relationships/numbering" Target="numbering.xml"/><Relationship Id="rId465" Type="http://schemas.openxmlformats.org/officeDocument/2006/relationships/customXml" Target="../customXml/item1.xml"/><Relationship Id="rId464" Type="http://schemas.openxmlformats.org/officeDocument/2006/relationships/image" Target="media/image223.wmf"/><Relationship Id="rId463" Type="http://schemas.openxmlformats.org/officeDocument/2006/relationships/oleObject" Target="embeddings/oleObject237.bin"/><Relationship Id="rId462" Type="http://schemas.openxmlformats.org/officeDocument/2006/relationships/image" Target="media/image222.wmf"/><Relationship Id="rId461" Type="http://schemas.openxmlformats.org/officeDocument/2006/relationships/oleObject" Target="embeddings/oleObject236.bin"/><Relationship Id="rId460" Type="http://schemas.openxmlformats.org/officeDocument/2006/relationships/image" Target="media/image221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35.bin"/><Relationship Id="rId458" Type="http://schemas.openxmlformats.org/officeDocument/2006/relationships/oleObject" Target="embeddings/oleObject234.bin"/><Relationship Id="rId457" Type="http://schemas.openxmlformats.org/officeDocument/2006/relationships/image" Target="media/image220.wmf"/><Relationship Id="rId456" Type="http://schemas.openxmlformats.org/officeDocument/2006/relationships/oleObject" Target="embeddings/oleObject233.bin"/><Relationship Id="rId455" Type="http://schemas.openxmlformats.org/officeDocument/2006/relationships/image" Target="media/image219.wmf"/><Relationship Id="rId454" Type="http://schemas.openxmlformats.org/officeDocument/2006/relationships/oleObject" Target="embeddings/oleObject232.bin"/><Relationship Id="rId453" Type="http://schemas.openxmlformats.org/officeDocument/2006/relationships/image" Target="media/image218.wmf"/><Relationship Id="rId452" Type="http://schemas.openxmlformats.org/officeDocument/2006/relationships/oleObject" Target="embeddings/oleObject231.bin"/><Relationship Id="rId451" Type="http://schemas.openxmlformats.org/officeDocument/2006/relationships/oleObject" Target="embeddings/oleObject230.bin"/><Relationship Id="rId450" Type="http://schemas.openxmlformats.org/officeDocument/2006/relationships/image" Target="media/image217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29.bin"/><Relationship Id="rId448" Type="http://schemas.openxmlformats.org/officeDocument/2006/relationships/image" Target="media/image216.wmf"/><Relationship Id="rId447" Type="http://schemas.openxmlformats.org/officeDocument/2006/relationships/oleObject" Target="embeddings/oleObject228.bin"/><Relationship Id="rId446" Type="http://schemas.openxmlformats.org/officeDocument/2006/relationships/image" Target="media/image215.wmf"/><Relationship Id="rId445" Type="http://schemas.openxmlformats.org/officeDocument/2006/relationships/oleObject" Target="embeddings/oleObject227.bin"/><Relationship Id="rId444" Type="http://schemas.openxmlformats.org/officeDocument/2006/relationships/image" Target="media/image214.wmf"/><Relationship Id="rId443" Type="http://schemas.openxmlformats.org/officeDocument/2006/relationships/oleObject" Target="embeddings/oleObject226.bin"/><Relationship Id="rId442" Type="http://schemas.openxmlformats.org/officeDocument/2006/relationships/image" Target="media/image213.wmf"/><Relationship Id="rId441" Type="http://schemas.openxmlformats.org/officeDocument/2006/relationships/oleObject" Target="embeddings/oleObject225.bin"/><Relationship Id="rId440" Type="http://schemas.openxmlformats.org/officeDocument/2006/relationships/image" Target="media/image212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24.bin"/><Relationship Id="rId438" Type="http://schemas.openxmlformats.org/officeDocument/2006/relationships/image" Target="media/image211.wmf"/><Relationship Id="rId437" Type="http://schemas.openxmlformats.org/officeDocument/2006/relationships/oleObject" Target="embeddings/oleObject223.bin"/><Relationship Id="rId436" Type="http://schemas.openxmlformats.org/officeDocument/2006/relationships/image" Target="media/image210.wmf"/><Relationship Id="rId435" Type="http://schemas.openxmlformats.org/officeDocument/2006/relationships/oleObject" Target="embeddings/oleObject222.bin"/><Relationship Id="rId434" Type="http://schemas.openxmlformats.org/officeDocument/2006/relationships/image" Target="media/image209.wmf"/><Relationship Id="rId433" Type="http://schemas.openxmlformats.org/officeDocument/2006/relationships/oleObject" Target="embeddings/oleObject221.bin"/><Relationship Id="rId432" Type="http://schemas.openxmlformats.org/officeDocument/2006/relationships/image" Target="media/image208.wmf"/><Relationship Id="rId431" Type="http://schemas.openxmlformats.org/officeDocument/2006/relationships/oleObject" Target="embeddings/oleObject220.bin"/><Relationship Id="rId430" Type="http://schemas.openxmlformats.org/officeDocument/2006/relationships/image" Target="media/image207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19.bin"/><Relationship Id="rId428" Type="http://schemas.openxmlformats.org/officeDocument/2006/relationships/image" Target="media/image206.wmf"/><Relationship Id="rId427" Type="http://schemas.openxmlformats.org/officeDocument/2006/relationships/oleObject" Target="embeddings/oleObject218.bin"/><Relationship Id="rId426" Type="http://schemas.openxmlformats.org/officeDocument/2006/relationships/image" Target="media/image205.wmf"/><Relationship Id="rId425" Type="http://schemas.openxmlformats.org/officeDocument/2006/relationships/oleObject" Target="embeddings/oleObject217.bin"/><Relationship Id="rId424" Type="http://schemas.openxmlformats.org/officeDocument/2006/relationships/image" Target="media/image204.wmf"/><Relationship Id="rId423" Type="http://schemas.openxmlformats.org/officeDocument/2006/relationships/oleObject" Target="embeddings/oleObject216.bin"/><Relationship Id="rId422" Type="http://schemas.openxmlformats.org/officeDocument/2006/relationships/image" Target="media/image203.wmf"/><Relationship Id="rId421" Type="http://schemas.openxmlformats.org/officeDocument/2006/relationships/oleObject" Target="embeddings/oleObject215.bin"/><Relationship Id="rId420" Type="http://schemas.openxmlformats.org/officeDocument/2006/relationships/image" Target="media/image202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14.bin"/><Relationship Id="rId418" Type="http://schemas.openxmlformats.org/officeDocument/2006/relationships/image" Target="media/image201.wmf"/><Relationship Id="rId417" Type="http://schemas.openxmlformats.org/officeDocument/2006/relationships/oleObject" Target="embeddings/oleObject213.bin"/><Relationship Id="rId416" Type="http://schemas.openxmlformats.org/officeDocument/2006/relationships/image" Target="media/image200.wmf"/><Relationship Id="rId415" Type="http://schemas.openxmlformats.org/officeDocument/2006/relationships/oleObject" Target="embeddings/oleObject212.bin"/><Relationship Id="rId414" Type="http://schemas.openxmlformats.org/officeDocument/2006/relationships/image" Target="media/image199.wmf"/><Relationship Id="rId413" Type="http://schemas.openxmlformats.org/officeDocument/2006/relationships/oleObject" Target="embeddings/oleObject211.bin"/><Relationship Id="rId412" Type="http://schemas.openxmlformats.org/officeDocument/2006/relationships/image" Target="media/image198.wmf"/><Relationship Id="rId411" Type="http://schemas.openxmlformats.org/officeDocument/2006/relationships/oleObject" Target="embeddings/oleObject210.bin"/><Relationship Id="rId410" Type="http://schemas.openxmlformats.org/officeDocument/2006/relationships/image" Target="media/image197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9.bin"/><Relationship Id="rId408" Type="http://schemas.openxmlformats.org/officeDocument/2006/relationships/image" Target="media/image196.wmf"/><Relationship Id="rId407" Type="http://schemas.openxmlformats.org/officeDocument/2006/relationships/oleObject" Target="embeddings/oleObject208.bin"/><Relationship Id="rId406" Type="http://schemas.openxmlformats.org/officeDocument/2006/relationships/image" Target="media/image195.png"/><Relationship Id="rId405" Type="http://schemas.openxmlformats.org/officeDocument/2006/relationships/image" Target="media/image194.wmf"/><Relationship Id="rId404" Type="http://schemas.openxmlformats.org/officeDocument/2006/relationships/oleObject" Target="embeddings/oleObject207.bin"/><Relationship Id="rId403" Type="http://schemas.openxmlformats.org/officeDocument/2006/relationships/image" Target="media/image193.wmf"/><Relationship Id="rId402" Type="http://schemas.openxmlformats.org/officeDocument/2006/relationships/oleObject" Target="embeddings/oleObject206.bin"/><Relationship Id="rId401" Type="http://schemas.openxmlformats.org/officeDocument/2006/relationships/image" Target="media/image192.wmf"/><Relationship Id="rId400" Type="http://schemas.openxmlformats.org/officeDocument/2006/relationships/oleObject" Target="embeddings/oleObject205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91.wmf"/><Relationship Id="rId398" Type="http://schemas.openxmlformats.org/officeDocument/2006/relationships/oleObject" Target="embeddings/oleObject204.bin"/><Relationship Id="rId397" Type="http://schemas.openxmlformats.org/officeDocument/2006/relationships/image" Target="media/image190.wmf"/><Relationship Id="rId396" Type="http://schemas.openxmlformats.org/officeDocument/2006/relationships/oleObject" Target="embeddings/oleObject203.bin"/><Relationship Id="rId395" Type="http://schemas.openxmlformats.org/officeDocument/2006/relationships/image" Target="media/image189.wmf"/><Relationship Id="rId394" Type="http://schemas.openxmlformats.org/officeDocument/2006/relationships/oleObject" Target="embeddings/oleObject202.bin"/><Relationship Id="rId393" Type="http://schemas.openxmlformats.org/officeDocument/2006/relationships/image" Target="media/image188.wmf"/><Relationship Id="rId392" Type="http://schemas.openxmlformats.org/officeDocument/2006/relationships/oleObject" Target="embeddings/oleObject201.bin"/><Relationship Id="rId391" Type="http://schemas.openxmlformats.org/officeDocument/2006/relationships/image" Target="media/image187.wmf"/><Relationship Id="rId390" Type="http://schemas.openxmlformats.org/officeDocument/2006/relationships/oleObject" Target="embeddings/oleObject200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86.wmf"/><Relationship Id="rId388" Type="http://schemas.openxmlformats.org/officeDocument/2006/relationships/oleObject" Target="embeddings/oleObject199.bin"/><Relationship Id="rId387" Type="http://schemas.openxmlformats.org/officeDocument/2006/relationships/image" Target="media/image185.wmf"/><Relationship Id="rId386" Type="http://schemas.openxmlformats.org/officeDocument/2006/relationships/oleObject" Target="embeddings/oleObject198.bin"/><Relationship Id="rId385" Type="http://schemas.openxmlformats.org/officeDocument/2006/relationships/image" Target="media/image184.wmf"/><Relationship Id="rId384" Type="http://schemas.openxmlformats.org/officeDocument/2006/relationships/oleObject" Target="embeddings/oleObject197.bin"/><Relationship Id="rId383" Type="http://schemas.openxmlformats.org/officeDocument/2006/relationships/image" Target="media/image183.wmf"/><Relationship Id="rId382" Type="http://schemas.openxmlformats.org/officeDocument/2006/relationships/oleObject" Target="embeddings/oleObject196.bin"/><Relationship Id="rId381" Type="http://schemas.openxmlformats.org/officeDocument/2006/relationships/image" Target="media/image182.wmf"/><Relationship Id="rId380" Type="http://schemas.openxmlformats.org/officeDocument/2006/relationships/oleObject" Target="embeddings/oleObject195.bin"/><Relationship Id="rId38" Type="http://schemas.openxmlformats.org/officeDocument/2006/relationships/image" Target="media/image18.wmf"/><Relationship Id="rId379" Type="http://schemas.openxmlformats.org/officeDocument/2006/relationships/image" Target="media/image181.wmf"/><Relationship Id="rId378" Type="http://schemas.openxmlformats.org/officeDocument/2006/relationships/oleObject" Target="embeddings/oleObject194.bin"/><Relationship Id="rId377" Type="http://schemas.openxmlformats.org/officeDocument/2006/relationships/image" Target="media/image180.wmf"/><Relationship Id="rId376" Type="http://schemas.openxmlformats.org/officeDocument/2006/relationships/oleObject" Target="embeddings/oleObject193.bin"/><Relationship Id="rId375" Type="http://schemas.openxmlformats.org/officeDocument/2006/relationships/image" Target="media/image179.wmf"/><Relationship Id="rId374" Type="http://schemas.openxmlformats.org/officeDocument/2006/relationships/oleObject" Target="embeddings/oleObject192.bin"/><Relationship Id="rId373" Type="http://schemas.openxmlformats.org/officeDocument/2006/relationships/image" Target="media/image178.wmf"/><Relationship Id="rId372" Type="http://schemas.openxmlformats.org/officeDocument/2006/relationships/oleObject" Target="embeddings/oleObject191.bin"/><Relationship Id="rId371" Type="http://schemas.openxmlformats.org/officeDocument/2006/relationships/image" Target="media/image177.wmf"/><Relationship Id="rId370" Type="http://schemas.openxmlformats.org/officeDocument/2006/relationships/oleObject" Target="embeddings/oleObject190.bin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9.bin"/><Relationship Id="rId368" Type="http://schemas.openxmlformats.org/officeDocument/2006/relationships/image" Target="media/image176.wmf"/><Relationship Id="rId367" Type="http://schemas.openxmlformats.org/officeDocument/2006/relationships/oleObject" Target="embeddings/oleObject188.bin"/><Relationship Id="rId366" Type="http://schemas.openxmlformats.org/officeDocument/2006/relationships/image" Target="media/image175.wmf"/><Relationship Id="rId365" Type="http://schemas.openxmlformats.org/officeDocument/2006/relationships/oleObject" Target="embeddings/oleObject187.bin"/><Relationship Id="rId364" Type="http://schemas.openxmlformats.org/officeDocument/2006/relationships/image" Target="media/image174.wmf"/><Relationship Id="rId363" Type="http://schemas.openxmlformats.org/officeDocument/2006/relationships/oleObject" Target="embeddings/oleObject186.bin"/><Relationship Id="rId362" Type="http://schemas.openxmlformats.org/officeDocument/2006/relationships/image" Target="media/image173.wmf"/><Relationship Id="rId361" Type="http://schemas.openxmlformats.org/officeDocument/2006/relationships/oleObject" Target="embeddings/oleObject185.bin"/><Relationship Id="rId360" Type="http://schemas.openxmlformats.org/officeDocument/2006/relationships/image" Target="media/image172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84.bin"/><Relationship Id="rId358" Type="http://schemas.openxmlformats.org/officeDocument/2006/relationships/image" Target="media/image171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70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69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8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7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6.wmf"/><Relationship Id="rId347" Type="http://schemas.openxmlformats.org/officeDocument/2006/relationships/oleObject" Target="embeddings/oleObject178.bin"/><Relationship Id="rId346" Type="http://schemas.openxmlformats.org/officeDocument/2006/relationships/image" Target="media/image165.wmf"/><Relationship Id="rId345" Type="http://schemas.openxmlformats.org/officeDocument/2006/relationships/oleObject" Target="embeddings/oleObject177.bin"/><Relationship Id="rId344" Type="http://schemas.openxmlformats.org/officeDocument/2006/relationships/image" Target="media/image164.wmf"/><Relationship Id="rId343" Type="http://schemas.openxmlformats.org/officeDocument/2006/relationships/oleObject" Target="embeddings/oleObject176.bin"/><Relationship Id="rId342" Type="http://schemas.openxmlformats.org/officeDocument/2006/relationships/image" Target="media/image163.wmf"/><Relationship Id="rId341" Type="http://schemas.openxmlformats.org/officeDocument/2006/relationships/oleObject" Target="embeddings/oleObject175.bin"/><Relationship Id="rId340" Type="http://schemas.openxmlformats.org/officeDocument/2006/relationships/image" Target="media/image162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74.bin"/><Relationship Id="rId338" Type="http://schemas.openxmlformats.org/officeDocument/2006/relationships/image" Target="media/image161.wmf"/><Relationship Id="rId337" Type="http://schemas.openxmlformats.org/officeDocument/2006/relationships/oleObject" Target="embeddings/oleObject173.bin"/><Relationship Id="rId336" Type="http://schemas.openxmlformats.org/officeDocument/2006/relationships/image" Target="media/image160.wmf"/><Relationship Id="rId335" Type="http://schemas.openxmlformats.org/officeDocument/2006/relationships/oleObject" Target="embeddings/oleObject172.bin"/><Relationship Id="rId334" Type="http://schemas.openxmlformats.org/officeDocument/2006/relationships/image" Target="media/image159.wmf"/><Relationship Id="rId333" Type="http://schemas.openxmlformats.org/officeDocument/2006/relationships/oleObject" Target="embeddings/oleObject171.bin"/><Relationship Id="rId332" Type="http://schemas.openxmlformats.org/officeDocument/2006/relationships/image" Target="media/image158.wmf"/><Relationship Id="rId331" Type="http://schemas.openxmlformats.org/officeDocument/2006/relationships/oleObject" Target="embeddings/oleObject170.bin"/><Relationship Id="rId330" Type="http://schemas.openxmlformats.org/officeDocument/2006/relationships/image" Target="media/image157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9.bin"/><Relationship Id="rId328" Type="http://schemas.openxmlformats.org/officeDocument/2006/relationships/image" Target="media/image156.wmf"/><Relationship Id="rId327" Type="http://schemas.openxmlformats.org/officeDocument/2006/relationships/oleObject" Target="embeddings/oleObject168.bin"/><Relationship Id="rId326" Type="http://schemas.openxmlformats.org/officeDocument/2006/relationships/image" Target="media/image155.wmf"/><Relationship Id="rId325" Type="http://schemas.openxmlformats.org/officeDocument/2006/relationships/oleObject" Target="embeddings/oleObject167.bin"/><Relationship Id="rId324" Type="http://schemas.openxmlformats.org/officeDocument/2006/relationships/image" Target="media/image154.wmf"/><Relationship Id="rId323" Type="http://schemas.openxmlformats.org/officeDocument/2006/relationships/oleObject" Target="embeddings/oleObject166.bin"/><Relationship Id="rId322" Type="http://schemas.openxmlformats.org/officeDocument/2006/relationships/image" Target="media/image153.wmf"/><Relationship Id="rId321" Type="http://schemas.openxmlformats.org/officeDocument/2006/relationships/oleObject" Target="embeddings/oleObject165.bin"/><Relationship Id="rId320" Type="http://schemas.openxmlformats.org/officeDocument/2006/relationships/image" Target="media/image152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64.bin"/><Relationship Id="rId318" Type="http://schemas.openxmlformats.org/officeDocument/2006/relationships/image" Target="media/image151.wmf"/><Relationship Id="rId317" Type="http://schemas.openxmlformats.org/officeDocument/2006/relationships/oleObject" Target="embeddings/oleObject163.bin"/><Relationship Id="rId316" Type="http://schemas.openxmlformats.org/officeDocument/2006/relationships/image" Target="media/image150.wmf"/><Relationship Id="rId315" Type="http://schemas.openxmlformats.org/officeDocument/2006/relationships/oleObject" Target="embeddings/oleObject162.bin"/><Relationship Id="rId314" Type="http://schemas.openxmlformats.org/officeDocument/2006/relationships/oleObject" Target="embeddings/oleObject161.bin"/><Relationship Id="rId313" Type="http://schemas.openxmlformats.org/officeDocument/2006/relationships/image" Target="media/image149.wmf"/><Relationship Id="rId312" Type="http://schemas.openxmlformats.org/officeDocument/2006/relationships/oleObject" Target="embeddings/oleObject160.bin"/><Relationship Id="rId311" Type="http://schemas.openxmlformats.org/officeDocument/2006/relationships/oleObject" Target="embeddings/oleObject159.bin"/><Relationship Id="rId310" Type="http://schemas.openxmlformats.org/officeDocument/2006/relationships/oleObject" Target="embeddings/oleObject15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7.bin"/><Relationship Id="rId307" Type="http://schemas.openxmlformats.org/officeDocument/2006/relationships/oleObject" Target="embeddings/oleObject156.bin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54.bin"/><Relationship Id="rId303" Type="http://schemas.openxmlformats.org/officeDocument/2006/relationships/oleObject" Target="embeddings/oleObject153.bin"/><Relationship Id="rId302" Type="http://schemas.openxmlformats.org/officeDocument/2006/relationships/image" Target="media/image146.wmf"/><Relationship Id="rId301" Type="http://schemas.openxmlformats.org/officeDocument/2006/relationships/oleObject" Target="embeddings/oleObject152.bin"/><Relationship Id="rId300" Type="http://schemas.openxmlformats.org/officeDocument/2006/relationships/image" Target="media/image14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51.bin"/><Relationship Id="rId298" Type="http://schemas.openxmlformats.org/officeDocument/2006/relationships/image" Target="media/image144.wmf"/><Relationship Id="rId297" Type="http://schemas.openxmlformats.org/officeDocument/2006/relationships/oleObject" Target="embeddings/oleObject150.bin"/><Relationship Id="rId296" Type="http://schemas.openxmlformats.org/officeDocument/2006/relationships/oleObject" Target="embeddings/oleObject149.bin"/><Relationship Id="rId295" Type="http://schemas.openxmlformats.org/officeDocument/2006/relationships/image" Target="media/image143.wmf"/><Relationship Id="rId294" Type="http://schemas.openxmlformats.org/officeDocument/2006/relationships/oleObject" Target="embeddings/oleObject148.bin"/><Relationship Id="rId293" Type="http://schemas.openxmlformats.org/officeDocument/2006/relationships/image" Target="media/image142.wmf"/><Relationship Id="rId292" Type="http://schemas.openxmlformats.org/officeDocument/2006/relationships/oleObject" Target="embeddings/oleObject147.bin"/><Relationship Id="rId291" Type="http://schemas.openxmlformats.org/officeDocument/2006/relationships/image" Target="media/image141.png"/><Relationship Id="rId290" Type="http://schemas.openxmlformats.org/officeDocument/2006/relationships/image" Target="media/image140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9.bin"/><Relationship Id="rId274" Type="http://schemas.openxmlformats.org/officeDocument/2006/relationships/oleObject" Target="embeddings/oleObject138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7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6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4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3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2.wmf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7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6.bin"/><Relationship Id="rId250" Type="http://schemas.openxmlformats.org/officeDocument/2006/relationships/image" Target="media/image121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5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4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8.wmf"/><Relationship Id="rId243" Type="http://schemas.openxmlformats.org/officeDocument/2006/relationships/oleObject" Target="embeddings/oleObject122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21.bin"/><Relationship Id="rId240" Type="http://schemas.openxmlformats.org/officeDocument/2006/relationships/image" Target="media/image116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9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8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7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6.bin"/><Relationship Id="rId230" Type="http://schemas.openxmlformats.org/officeDocument/2006/relationships/image" Target="media/image111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5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6.png"/><Relationship Id="rId22" Type="http://schemas.openxmlformats.org/officeDocument/2006/relationships/image" Target="media/image10.wmf"/><Relationship Id="rId219" Type="http://schemas.openxmlformats.org/officeDocument/2006/relationships/image" Target="media/image105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103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102.png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10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6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3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2.bin"/><Relationship Id="rId200" Type="http://schemas.openxmlformats.org/officeDocument/2006/relationships/image" Target="media/image9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1.bin"/><Relationship Id="rId198" Type="http://schemas.openxmlformats.org/officeDocument/2006/relationships/oleObject" Target="embeddings/oleObject100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9.bin"/><Relationship Id="rId195" Type="http://schemas.openxmlformats.org/officeDocument/2006/relationships/oleObject" Target="embeddings/oleObject98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1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0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5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FFA34423</Template>
  <Pages>4</Pages>
  <Words>1069</Words>
  <Characters>5130</Characters>
  <Lines>42</Lines>
  <Paragraphs>12</Paragraphs>
  <TotalTime>1</TotalTime>
  <ScaleCrop>false</ScaleCrop>
  <LinksUpToDate>false</LinksUpToDate>
  <CharactersWithSpaces>6187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2024-04-25T09:01:00Z</dcterms:created>
  <dc:creator>qtzxtxh</dc:creator>
  <cp:lastModifiedBy>江苏大学-房宇</cp:lastModifiedBy>
  <dcterms:modified xsi:type="dcterms:W3CDTF">2024-04-29T06:26:35Z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18951F1888324F22954DA01AC5CA455B_13</vt:lpwstr>
  </property>
</Properties>
</file>