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B30" w:rsidRPr="007B4B30" w:rsidRDefault="007B4B30" w:rsidP="007B4B30">
      <w:pPr>
        <w:jc w:val="center"/>
        <w:textAlignment w:val="center"/>
        <w:rPr>
          <w:rFonts w:asciiTheme="majorEastAsia" w:eastAsiaTheme="majorEastAsia" w:hAnsiTheme="majorEastAsia" w:cs="宋体" w:hint="eastAsia"/>
          <w:b/>
          <w:sz w:val="32"/>
          <w:szCs w:val="32"/>
        </w:rPr>
      </w:pPr>
      <w:r w:rsidRPr="007B4B30">
        <w:rPr>
          <w:rFonts w:asciiTheme="majorEastAsia" w:eastAsiaTheme="majorEastAsia" w:hAnsiTheme="majorEastAsia" w:hint="eastAsia"/>
          <w:b/>
          <w:noProof/>
          <w:sz w:val="32"/>
          <w:szCs w:val="32"/>
        </w:rPr>
        <w:t>高一数学下学期</w:t>
      </w:r>
      <w:r w:rsidR="005743A0">
        <w:rPr>
          <w:rFonts w:asciiTheme="majorEastAsia" w:eastAsiaTheme="majorEastAsia" w:hAnsiTheme="majorEastAsia" w:hint="eastAsia"/>
          <w:b/>
          <w:noProof/>
          <w:sz w:val="32"/>
          <w:szCs w:val="32"/>
        </w:rPr>
        <w:t>学生</w:t>
      </w:r>
      <w:r w:rsidRPr="007B4B30">
        <w:rPr>
          <w:rFonts w:asciiTheme="majorEastAsia" w:eastAsiaTheme="majorEastAsia" w:hAnsiTheme="majorEastAsia" w:hint="eastAsia"/>
          <w:b/>
          <w:noProof/>
          <w:sz w:val="32"/>
          <w:szCs w:val="32"/>
        </w:rPr>
        <w:t>自主测试1</w:t>
      </w:r>
    </w:p>
    <w:p w:rsidR="00F91D1E" w:rsidRPr="00066046" w:rsidRDefault="00066046" w:rsidP="00066046">
      <w:pPr>
        <w:spacing w:line="0" w:lineRule="atLeast"/>
        <w:jc w:val="center"/>
        <w:textAlignment w:val="center"/>
        <w:rPr>
          <w:rFonts w:ascii="宋体" w:hAnsi="宋体" w:cs="宋体" w:hint="eastAsia"/>
          <w:sz w:val="18"/>
          <w:szCs w:val="18"/>
        </w:rPr>
      </w:pPr>
      <w:r w:rsidRPr="00066046">
        <w:rPr>
          <w:rFonts w:ascii="宋体" w:hAnsi="宋体" w:cs="宋体" w:hint="eastAsia"/>
          <w:sz w:val="18"/>
          <w:szCs w:val="18"/>
        </w:rPr>
        <w:t>命制</w:t>
      </w:r>
      <w:r w:rsidRPr="00066046">
        <w:rPr>
          <w:rFonts w:ascii="宋体" w:hAnsi="宋体" w:cs="宋体"/>
          <w:sz w:val="18"/>
          <w:szCs w:val="18"/>
        </w:rPr>
        <w:t>：周霄汉</w:t>
      </w:r>
      <w:r>
        <w:rPr>
          <w:rFonts w:ascii="宋体" w:hAnsi="宋体" w:cs="宋体" w:hint="eastAsia"/>
          <w:sz w:val="18"/>
          <w:szCs w:val="18"/>
        </w:rPr>
        <w:t xml:space="preserve">       </w:t>
      </w:r>
      <w:bookmarkStart w:id="0" w:name="_GoBack"/>
      <w:bookmarkEnd w:id="0"/>
      <w:r w:rsidRPr="00066046">
        <w:rPr>
          <w:rFonts w:ascii="宋体" w:hAnsi="宋体" w:cs="宋体" w:hint="eastAsia"/>
          <w:sz w:val="18"/>
          <w:szCs w:val="18"/>
        </w:rPr>
        <w:t xml:space="preserve">  审核:张兴致</w:t>
      </w:r>
    </w:p>
    <w:p w:rsidR="00EF035E" w:rsidRPr="00F91D1E" w:rsidRDefault="007B4B30" w:rsidP="00F91D1E">
      <w:pPr>
        <w:spacing w:line="0" w:lineRule="atLeast"/>
        <w:jc w:val="left"/>
        <w:textAlignment w:val="center"/>
        <w:rPr>
          <w:rFonts w:ascii="宋体" w:hAnsi="宋体" w:cs="宋体"/>
          <w:b/>
          <w:szCs w:val="21"/>
        </w:rPr>
      </w:pPr>
      <w:r w:rsidRPr="00F91D1E">
        <w:rPr>
          <w:rFonts w:ascii="宋体" w:hAnsi="宋体" w:cs="宋体"/>
          <w:b/>
          <w:szCs w:val="21"/>
        </w:rPr>
        <w:t>一、单选题</w:t>
      </w:r>
      <w:r w:rsidR="005743A0" w:rsidRPr="00F91D1E">
        <w:rPr>
          <w:rFonts w:ascii="宋体" w:hAnsi="宋体" w:cs="宋体" w:hint="eastAsia"/>
          <w:b/>
          <w:szCs w:val="21"/>
        </w:rPr>
        <w:t>（每小</w:t>
      </w:r>
      <w:r w:rsidR="005743A0" w:rsidRPr="00F91D1E">
        <w:rPr>
          <w:rFonts w:ascii="宋体" w:hAnsi="宋体" w:cs="宋体"/>
          <w:b/>
          <w:szCs w:val="21"/>
        </w:rPr>
        <w:t>题</w:t>
      </w:r>
      <w:r w:rsidR="005743A0" w:rsidRPr="00F91D1E">
        <w:rPr>
          <w:rFonts w:ascii="宋体" w:hAnsi="宋体" w:cs="宋体" w:hint="eastAsia"/>
          <w:b/>
          <w:szCs w:val="21"/>
        </w:rPr>
        <w:t>5分</w:t>
      </w:r>
      <w:r w:rsidR="005743A0" w:rsidRPr="00F91D1E">
        <w:rPr>
          <w:rFonts w:ascii="宋体" w:hAnsi="宋体" w:cs="宋体"/>
          <w:b/>
          <w:szCs w:val="21"/>
        </w:rPr>
        <w:t>，共</w:t>
      </w:r>
      <w:r w:rsidR="005743A0" w:rsidRPr="00F91D1E">
        <w:rPr>
          <w:rFonts w:ascii="宋体" w:hAnsi="宋体" w:cs="宋体" w:hint="eastAsia"/>
          <w:b/>
          <w:szCs w:val="21"/>
        </w:rPr>
        <w:t>40分.）</w:t>
      </w:r>
    </w:p>
    <w:p w:rsidR="004E6639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  <w:r w:rsidRPr="00F91D1E">
        <w:rPr>
          <w:szCs w:val="21"/>
        </w:rPr>
        <w:t>1</w:t>
      </w:r>
      <w:r w:rsidRPr="00F91D1E">
        <w:rPr>
          <w:szCs w:val="21"/>
        </w:rPr>
        <w:t>．已知集合</w:t>
      </w:r>
      <w:r w:rsidRPr="00F91D1E">
        <w:rPr>
          <w:szCs w:val="21"/>
        </w:rPr>
        <w:object w:dxaOrig="1249" w:dyaOrig="4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4a0285261e94202e1775acb00f0d9c34" style="width:62.6pt;height:21.3pt" o:ole="">
            <v:imagedata r:id="rId7" o:title="eqId4a0285261e94202e1775acb00f0d9c34"/>
          </v:shape>
          <o:OLEObject Type="Embed" ProgID="Equation.DSMT4" ShapeID="_x0000_i1025" DrawAspect="Content" ObjectID="_1770619738" r:id="rId8"/>
        </w:object>
      </w:r>
      <w:r w:rsidRPr="00F91D1E">
        <w:rPr>
          <w:szCs w:val="21"/>
        </w:rPr>
        <w:t>，</w:t>
      </w:r>
      <w:r w:rsidRPr="00F91D1E">
        <w:rPr>
          <w:szCs w:val="21"/>
        </w:rPr>
        <w:object w:dxaOrig="880" w:dyaOrig="354">
          <v:shape id="_x0000_i1026" type="#_x0000_t75" alt="eqIdbe68c169267e94769342895021a9147b" style="width:43.85pt;height:17.55pt" o:ole="">
            <v:imagedata r:id="rId9" o:title="eqIdbe68c169267e94769342895021a9147b"/>
          </v:shape>
          <o:OLEObject Type="Embed" ProgID="Equation.DSMT4" ShapeID="_x0000_i1026" DrawAspect="Content" ObjectID="_1770619739" r:id="rId10"/>
        </w:object>
      </w:r>
      <w:r w:rsidRPr="00F91D1E">
        <w:rPr>
          <w:szCs w:val="21"/>
        </w:rPr>
        <w:t>，且</w:t>
      </w:r>
      <w:r w:rsidRPr="00F91D1E">
        <w:rPr>
          <w:szCs w:val="21"/>
        </w:rPr>
        <w:object w:dxaOrig="634" w:dyaOrig="264">
          <v:shape id="_x0000_i1027" type="#_x0000_t75" alt="eqIdcaf22d7d1a965bda25168a233fb6290c" style="width:31.95pt;height:13.15pt" o:ole="">
            <v:imagedata r:id="rId11" o:title="eqIdcaf22d7d1a965bda25168a233fb6290c"/>
          </v:shape>
          <o:OLEObject Type="Embed" ProgID="Equation.DSMT4" ShapeID="_x0000_i1027" DrawAspect="Content" ObjectID="_1770619740" r:id="rId12"/>
        </w:object>
      </w:r>
      <w:r w:rsidRPr="00F91D1E">
        <w:rPr>
          <w:szCs w:val="21"/>
        </w:rPr>
        <w:t>，则实数</w:t>
      </w:r>
      <w:r w:rsidRPr="00F91D1E">
        <w:rPr>
          <w:szCs w:val="21"/>
        </w:rPr>
        <w:object w:dxaOrig="176" w:dyaOrig="190">
          <v:shape id="_x0000_i1028" type="#_x0000_t75" alt="eqId0a6936d370d6a238a608ca56f87198de" style="width:8.75pt;height:9.4pt" o:ole="">
            <v:imagedata r:id="rId13" o:title="eqId0a6936d370d6a238a608ca56f87198de"/>
          </v:shape>
          <o:OLEObject Type="Embed" ProgID="Equation.DSMT4" ShapeID="_x0000_i1028" DrawAspect="Content" ObjectID="_1770619741" r:id="rId14"/>
        </w:object>
      </w:r>
      <w:r w:rsidRPr="00F91D1E">
        <w:rPr>
          <w:szCs w:val="21"/>
        </w:rPr>
        <w:t>的取值范围是（</w:t>
      </w:r>
      <w:r w:rsidRPr="00F91D1E">
        <w:rPr>
          <w:rFonts w:eastAsia="Times New Roman"/>
          <w:kern w:val="0"/>
          <w:szCs w:val="21"/>
        </w:rPr>
        <w:t>    </w:t>
      </w:r>
      <w:r w:rsidRPr="00F91D1E">
        <w:rPr>
          <w:szCs w:val="21"/>
        </w:rPr>
        <w:t>）</w:t>
      </w:r>
    </w:p>
    <w:p w:rsidR="004E6639" w:rsidRPr="00F91D1E" w:rsidRDefault="007B4B30" w:rsidP="00F91D1E">
      <w:pPr>
        <w:shd w:val="clear" w:color="auto" w:fill="FFFFFF"/>
        <w:tabs>
          <w:tab w:val="left" w:pos="2078"/>
          <w:tab w:val="left" w:pos="4156"/>
          <w:tab w:val="left" w:pos="6234"/>
        </w:tabs>
        <w:spacing w:line="0" w:lineRule="atLeast"/>
        <w:ind w:left="300"/>
        <w:jc w:val="left"/>
        <w:textAlignment w:val="center"/>
        <w:rPr>
          <w:szCs w:val="21"/>
        </w:rPr>
      </w:pPr>
      <w:r w:rsidRPr="00F91D1E">
        <w:rPr>
          <w:szCs w:val="21"/>
        </w:rPr>
        <w:t>A</w:t>
      </w:r>
      <w:r w:rsidRPr="00F91D1E">
        <w:rPr>
          <w:szCs w:val="21"/>
        </w:rPr>
        <w:t>．</w:t>
      </w:r>
      <w:r w:rsidRPr="00F91D1E">
        <w:rPr>
          <w:szCs w:val="21"/>
        </w:rPr>
        <w:object w:dxaOrig="598" w:dyaOrig="359">
          <v:shape id="_x0000_i1029" type="#_x0000_t75" alt="eqId4821c2058b42548d6ffa0d1599155269" style="width:30.05pt;height:18.15pt" o:ole="">
            <v:imagedata r:id="rId15" o:title="eqId4821c2058b42548d6ffa0d1599155269"/>
          </v:shape>
          <o:OLEObject Type="Embed" ProgID="Equation.DSMT4" ShapeID="_x0000_i1029" DrawAspect="Content" ObjectID="_1770619742" r:id="rId16"/>
        </w:object>
      </w:r>
      <w:r w:rsidRPr="00F91D1E">
        <w:rPr>
          <w:szCs w:val="21"/>
        </w:rPr>
        <w:tab/>
        <w:t>B</w:t>
      </w:r>
      <w:r w:rsidRPr="00F91D1E">
        <w:rPr>
          <w:szCs w:val="21"/>
        </w:rPr>
        <w:t>．</w:t>
      </w:r>
      <w:r w:rsidRPr="00F91D1E">
        <w:rPr>
          <w:szCs w:val="21"/>
        </w:rPr>
        <w:object w:dxaOrig="1267" w:dyaOrig="356">
          <v:shape id="_x0000_i1030" type="#_x0000_t75" alt="eqId25014f50b6a8d4ee759e4b8be8d122a2" style="width:63.25pt;height:17.55pt" o:ole="">
            <v:imagedata r:id="rId17" o:title="eqId25014f50b6a8d4ee759e4b8be8d122a2"/>
          </v:shape>
          <o:OLEObject Type="Embed" ProgID="Equation.DSMT4" ShapeID="_x0000_i1030" DrawAspect="Content" ObjectID="_1770619743" r:id="rId18"/>
        </w:object>
      </w:r>
      <w:r w:rsidRPr="00F91D1E">
        <w:rPr>
          <w:szCs w:val="21"/>
        </w:rPr>
        <w:tab/>
        <w:t>C</w:t>
      </w:r>
      <w:r w:rsidRPr="00F91D1E">
        <w:rPr>
          <w:szCs w:val="21"/>
        </w:rPr>
        <w:t>．</w:t>
      </w:r>
      <w:r w:rsidRPr="00F91D1E">
        <w:rPr>
          <w:szCs w:val="21"/>
        </w:rPr>
        <w:object w:dxaOrig="633" w:dyaOrig="356">
          <v:shape id="_x0000_i1031" type="#_x0000_t75" alt="eqId924e2a44ebdbd85a75cba44bc24149c7" style="width:31.95pt;height:17.55pt" o:ole="">
            <v:imagedata r:id="rId19" o:title="eqId924e2a44ebdbd85a75cba44bc24149c7"/>
          </v:shape>
          <o:OLEObject Type="Embed" ProgID="Equation.DSMT4" ShapeID="_x0000_i1031" DrawAspect="Content" ObjectID="_1770619744" r:id="rId20"/>
        </w:object>
      </w:r>
      <w:r w:rsidRPr="00F91D1E">
        <w:rPr>
          <w:szCs w:val="21"/>
        </w:rPr>
        <w:tab/>
        <w:t>D</w:t>
      </w:r>
      <w:r w:rsidRPr="00F91D1E">
        <w:rPr>
          <w:szCs w:val="21"/>
        </w:rPr>
        <w:t>．</w:t>
      </w:r>
      <w:r w:rsidRPr="00F91D1E">
        <w:rPr>
          <w:szCs w:val="21"/>
        </w:rPr>
        <w:object w:dxaOrig="1302" w:dyaOrig="355">
          <v:shape id="_x0000_i1032" type="#_x0000_t75" alt="eqId0db71fc4c9fc236318e1208f1dc81927" style="width:65.1pt;height:17.55pt" o:ole="">
            <v:imagedata r:id="rId21" o:title="eqId0db71fc4c9fc236318e1208f1dc81927"/>
          </v:shape>
          <o:OLEObject Type="Embed" ProgID="Equation.DSMT4" ShapeID="_x0000_i1032" DrawAspect="Content" ObjectID="_1770619745" r:id="rId22"/>
        </w:object>
      </w:r>
    </w:p>
    <w:p w:rsidR="004E6639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  <w:r w:rsidRPr="00F91D1E">
        <w:rPr>
          <w:szCs w:val="21"/>
        </w:rPr>
        <w:t>2</w:t>
      </w:r>
      <w:r w:rsidRPr="00F91D1E">
        <w:rPr>
          <w:szCs w:val="21"/>
        </w:rPr>
        <w:t>．已知点</w:t>
      </w:r>
      <w:r w:rsidRPr="00F91D1E">
        <w:rPr>
          <w:szCs w:val="21"/>
        </w:rPr>
        <w:object w:dxaOrig="1285" w:dyaOrig="358">
          <v:shape id="_x0000_i1041" type="#_x0000_t75" alt="eqId5d677ffdbe90df85398cd7c1dad5c11c" style="width:64.5pt;height:18.15pt" o:ole="">
            <v:imagedata r:id="rId23" o:title="eqId5d677ffdbe90df85398cd7c1dad5c11c"/>
          </v:shape>
          <o:OLEObject Type="Embed" ProgID="Equation.DSMT4" ShapeID="_x0000_i1041" DrawAspect="Content" ObjectID="_1770619746" r:id="rId24"/>
        </w:object>
      </w:r>
      <w:r w:rsidRPr="00F91D1E">
        <w:rPr>
          <w:szCs w:val="21"/>
        </w:rPr>
        <w:t>是第二象限的点，则</w:t>
      </w:r>
      <w:r w:rsidRPr="00F91D1E">
        <w:rPr>
          <w:szCs w:val="21"/>
        </w:rPr>
        <w:object w:dxaOrig="176" w:dyaOrig="245">
          <v:shape id="_x0000_i1042" type="#_x0000_t75" alt="eqIdc24095e409b025db711f14be783a406c" style="width:8.75pt;height:12.5pt" o:ole="">
            <v:imagedata r:id="rId25" o:title="eqIdc24095e409b025db711f14be783a406c"/>
          </v:shape>
          <o:OLEObject Type="Embed" ProgID="Equation.DSMT4" ShapeID="_x0000_i1042" DrawAspect="Content" ObjectID="_1770619747" r:id="rId26"/>
        </w:object>
      </w:r>
      <w:r w:rsidRPr="00F91D1E">
        <w:rPr>
          <w:szCs w:val="21"/>
        </w:rPr>
        <w:t>的终边位于（</w:t>
      </w:r>
      <w:r w:rsidRPr="00F91D1E">
        <w:rPr>
          <w:rFonts w:eastAsia="Times New Roman"/>
          <w:kern w:val="0"/>
          <w:szCs w:val="21"/>
        </w:rPr>
        <w:t>    </w:t>
      </w:r>
      <w:r w:rsidRPr="00F91D1E">
        <w:rPr>
          <w:szCs w:val="21"/>
        </w:rPr>
        <w:t>）</w:t>
      </w:r>
    </w:p>
    <w:p w:rsidR="004E6639" w:rsidRPr="00F91D1E" w:rsidRDefault="007B4B30" w:rsidP="00F91D1E">
      <w:pPr>
        <w:shd w:val="clear" w:color="auto" w:fill="FFFFFF"/>
        <w:tabs>
          <w:tab w:val="left" w:pos="2078"/>
          <w:tab w:val="left" w:pos="4156"/>
          <w:tab w:val="left" w:pos="6234"/>
        </w:tabs>
        <w:spacing w:line="0" w:lineRule="atLeast"/>
        <w:ind w:left="300"/>
        <w:jc w:val="left"/>
        <w:textAlignment w:val="center"/>
        <w:rPr>
          <w:szCs w:val="21"/>
        </w:rPr>
      </w:pPr>
      <w:r w:rsidRPr="00F91D1E">
        <w:rPr>
          <w:szCs w:val="21"/>
        </w:rPr>
        <w:t>A</w:t>
      </w:r>
      <w:r w:rsidRPr="00F91D1E">
        <w:rPr>
          <w:szCs w:val="21"/>
        </w:rPr>
        <w:t>．第一象限</w:t>
      </w:r>
      <w:r w:rsidRPr="00F91D1E">
        <w:rPr>
          <w:szCs w:val="21"/>
        </w:rPr>
        <w:tab/>
        <w:t>B</w:t>
      </w:r>
      <w:r w:rsidRPr="00F91D1E">
        <w:rPr>
          <w:szCs w:val="21"/>
        </w:rPr>
        <w:t>．第二象限</w:t>
      </w:r>
      <w:r w:rsidRPr="00F91D1E">
        <w:rPr>
          <w:szCs w:val="21"/>
        </w:rPr>
        <w:tab/>
        <w:t>C</w:t>
      </w:r>
      <w:r w:rsidRPr="00F91D1E">
        <w:rPr>
          <w:szCs w:val="21"/>
        </w:rPr>
        <w:t>．第三象限</w:t>
      </w:r>
      <w:r w:rsidRPr="00F91D1E">
        <w:rPr>
          <w:szCs w:val="21"/>
        </w:rPr>
        <w:tab/>
        <w:t>D</w:t>
      </w:r>
      <w:r w:rsidRPr="00F91D1E">
        <w:rPr>
          <w:szCs w:val="21"/>
        </w:rPr>
        <w:t>．第四象限</w:t>
      </w:r>
    </w:p>
    <w:p w:rsidR="004E6639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  <w:r w:rsidRPr="00F91D1E">
        <w:rPr>
          <w:szCs w:val="21"/>
        </w:rPr>
        <w:t>3</w:t>
      </w:r>
      <w:r w:rsidRPr="00F91D1E">
        <w:rPr>
          <w:szCs w:val="21"/>
        </w:rPr>
        <w:t>．若</w:t>
      </w:r>
      <w:r w:rsidRPr="00F91D1E">
        <w:rPr>
          <w:szCs w:val="21"/>
        </w:rPr>
        <w:object w:dxaOrig="176" w:dyaOrig="190">
          <v:shape id="_x0000_i1050" type="#_x0000_t75" alt="eqId0a6936d370d6a238a608ca56f87198de" style="width:8.75pt;height:9.4pt" o:ole="">
            <v:imagedata r:id="rId13" o:title="eqId0a6936d370d6a238a608ca56f87198de"/>
          </v:shape>
          <o:OLEObject Type="Embed" ProgID="Equation.DSMT4" ShapeID="_x0000_i1050" DrawAspect="Content" ObjectID="_1770619748" r:id="rId27"/>
        </w:object>
      </w:r>
      <w:r w:rsidRPr="00F91D1E">
        <w:rPr>
          <w:szCs w:val="21"/>
        </w:rPr>
        <w:t>，</w:t>
      </w:r>
      <w:r w:rsidRPr="00F91D1E">
        <w:rPr>
          <w:szCs w:val="21"/>
        </w:rPr>
        <w:object w:dxaOrig="528" w:dyaOrig="251">
          <v:shape id="_x0000_i1051" type="#_x0000_t75" alt="eqId726c078ca626f64e0d02c2666d8af105" style="width:26.3pt;height:12.5pt" o:ole="">
            <v:imagedata r:id="rId28" o:title="eqId726c078ca626f64e0d02c2666d8af105"/>
          </v:shape>
          <o:OLEObject Type="Embed" ProgID="Equation.DSMT4" ShapeID="_x0000_i1051" DrawAspect="Content" ObjectID="_1770619749" r:id="rId29"/>
        </w:object>
      </w:r>
      <w:r w:rsidRPr="00F91D1E">
        <w:rPr>
          <w:szCs w:val="21"/>
        </w:rPr>
        <w:t>，则</w:t>
      </w:r>
      <w:r w:rsidRPr="00F91D1E">
        <w:rPr>
          <w:szCs w:val="21"/>
        </w:rPr>
        <w:t>“</w:t>
      </w:r>
      <w:r w:rsidRPr="00F91D1E">
        <w:rPr>
          <w:szCs w:val="21"/>
        </w:rPr>
        <w:object w:dxaOrig="686" w:dyaOrig="264">
          <v:shape id="_x0000_i1052" type="#_x0000_t75" alt="eqIda6e86a0979cb3dfd290c8ee0a94bf210" style="width:34.45pt;height:13.15pt" o:ole="">
            <v:imagedata r:id="rId30" o:title="eqIda6e86a0979cb3dfd290c8ee0a94bf210"/>
          </v:shape>
          <o:OLEObject Type="Embed" ProgID="Equation.DSMT4" ShapeID="_x0000_i1052" DrawAspect="Content" ObjectID="_1770619750" r:id="rId31"/>
        </w:object>
      </w:r>
      <w:r w:rsidRPr="00F91D1E">
        <w:rPr>
          <w:szCs w:val="21"/>
        </w:rPr>
        <w:t>”</w:t>
      </w:r>
      <w:r w:rsidRPr="00F91D1E">
        <w:rPr>
          <w:szCs w:val="21"/>
        </w:rPr>
        <w:t>是</w:t>
      </w:r>
      <w:r w:rsidRPr="00F91D1E">
        <w:rPr>
          <w:szCs w:val="21"/>
        </w:rPr>
        <w:t>“</w:t>
      </w:r>
      <w:r w:rsidRPr="00F91D1E">
        <w:rPr>
          <w:szCs w:val="21"/>
        </w:rPr>
        <w:object w:dxaOrig="492" w:dyaOrig="253">
          <v:shape id="_x0000_i1053" type="#_x0000_t75" alt="eqIdd499e8ca8a0c2c810507e34456181577" style="width:24.4pt;height:12.5pt" o:ole="">
            <v:imagedata r:id="rId32" o:title="eqIdd499e8ca8a0c2c810507e34456181577"/>
          </v:shape>
          <o:OLEObject Type="Embed" ProgID="Equation.DSMT4" ShapeID="_x0000_i1053" DrawAspect="Content" ObjectID="_1770619751" r:id="rId33"/>
        </w:object>
      </w:r>
      <w:r w:rsidRPr="00F91D1E">
        <w:rPr>
          <w:szCs w:val="21"/>
        </w:rPr>
        <w:t>”</w:t>
      </w:r>
      <w:r w:rsidRPr="00F91D1E">
        <w:rPr>
          <w:szCs w:val="21"/>
        </w:rPr>
        <w:t>的（</w:t>
      </w:r>
      <w:r w:rsidRPr="00F91D1E">
        <w:rPr>
          <w:rFonts w:eastAsia="Times New Roman"/>
          <w:kern w:val="0"/>
          <w:szCs w:val="21"/>
        </w:rPr>
        <w:t>    </w:t>
      </w:r>
      <w:r w:rsidRPr="00F91D1E">
        <w:rPr>
          <w:szCs w:val="21"/>
        </w:rPr>
        <w:t>）</w:t>
      </w:r>
    </w:p>
    <w:p w:rsidR="004E6639" w:rsidRPr="00F91D1E" w:rsidRDefault="007B4B30" w:rsidP="00F91D1E">
      <w:pPr>
        <w:shd w:val="clear" w:color="auto" w:fill="FFFFFF"/>
        <w:tabs>
          <w:tab w:val="left" w:pos="4156"/>
        </w:tabs>
        <w:spacing w:line="0" w:lineRule="atLeast"/>
        <w:ind w:left="300"/>
        <w:jc w:val="left"/>
        <w:textAlignment w:val="center"/>
        <w:rPr>
          <w:szCs w:val="21"/>
        </w:rPr>
      </w:pPr>
      <w:r w:rsidRPr="00F91D1E">
        <w:rPr>
          <w:szCs w:val="21"/>
        </w:rPr>
        <w:t>A</w:t>
      </w:r>
      <w:r w:rsidRPr="00F91D1E">
        <w:rPr>
          <w:szCs w:val="21"/>
        </w:rPr>
        <w:t>．充分不必要条件</w:t>
      </w:r>
      <w:r w:rsidRPr="00F91D1E">
        <w:rPr>
          <w:szCs w:val="21"/>
        </w:rPr>
        <w:tab/>
        <w:t>B</w:t>
      </w:r>
      <w:r w:rsidRPr="00F91D1E">
        <w:rPr>
          <w:szCs w:val="21"/>
        </w:rPr>
        <w:t>．必要不充分条件</w:t>
      </w:r>
    </w:p>
    <w:p w:rsidR="004E6639" w:rsidRPr="00F91D1E" w:rsidRDefault="007B4B30" w:rsidP="00F91D1E">
      <w:pPr>
        <w:shd w:val="clear" w:color="auto" w:fill="FFFFFF"/>
        <w:tabs>
          <w:tab w:val="left" w:pos="4156"/>
        </w:tabs>
        <w:spacing w:line="0" w:lineRule="atLeast"/>
        <w:ind w:left="300"/>
        <w:jc w:val="left"/>
        <w:textAlignment w:val="center"/>
        <w:rPr>
          <w:rFonts w:hint="eastAsia"/>
          <w:szCs w:val="21"/>
        </w:rPr>
      </w:pPr>
      <w:r w:rsidRPr="00F91D1E">
        <w:rPr>
          <w:szCs w:val="21"/>
        </w:rPr>
        <w:t>C</w:t>
      </w:r>
      <w:r w:rsidRPr="00F91D1E">
        <w:rPr>
          <w:szCs w:val="21"/>
        </w:rPr>
        <w:t>．充要条件</w:t>
      </w:r>
      <w:r w:rsidRPr="00F91D1E">
        <w:rPr>
          <w:szCs w:val="21"/>
        </w:rPr>
        <w:tab/>
        <w:t>D</w:t>
      </w:r>
      <w:r w:rsidRPr="00F91D1E">
        <w:rPr>
          <w:szCs w:val="21"/>
        </w:rPr>
        <w:t>．既不充分也不必要条件</w:t>
      </w:r>
    </w:p>
    <w:p w:rsidR="004E6639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  <w:r w:rsidRPr="00F91D1E">
        <w:rPr>
          <w:szCs w:val="21"/>
        </w:rPr>
        <w:lastRenderedPageBreak/>
        <w:t>4</w:t>
      </w:r>
      <w:r w:rsidRPr="00F91D1E">
        <w:rPr>
          <w:szCs w:val="21"/>
        </w:rPr>
        <w:t>．已知函数</w:t>
      </w:r>
      <w:r w:rsidRPr="00F91D1E">
        <w:rPr>
          <w:szCs w:val="21"/>
        </w:rPr>
        <w:object w:dxaOrig="510" w:dyaOrig="352">
          <v:shape id="_x0000_i1065" type="#_x0000_t75" alt="eqId09f86f37ec8e15846bd731ab4fcdbacd" style="width:25.65pt;height:17.55pt" o:ole="">
            <v:imagedata r:id="rId34" o:title="eqId09f86f37ec8e15846bd731ab4fcdbacd"/>
          </v:shape>
          <o:OLEObject Type="Embed" ProgID="Equation.DSMT4" ShapeID="_x0000_i1065" DrawAspect="Content" ObjectID="_1770619752" r:id="rId35"/>
        </w:object>
      </w:r>
      <w:r w:rsidRPr="00F91D1E">
        <w:rPr>
          <w:szCs w:val="21"/>
        </w:rPr>
        <w:t>为</w:t>
      </w:r>
      <w:r w:rsidRPr="00F91D1E">
        <w:rPr>
          <w:szCs w:val="21"/>
        </w:rPr>
        <w:object w:dxaOrig="229" w:dyaOrig="229">
          <v:shape id="_x0000_i1066" type="#_x0000_t75" alt="eqIdcf3ed15aa3dcc4211fb520b5b942c989" style="width:11.25pt;height:11.25pt" o:ole="">
            <v:imagedata r:id="rId36" o:title="eqIdcf3ed15aa3dcc4211fb520b5b942c989"/>
          </v:shape>
          <o:OLEObject Type="Embed" ProgID="Equation.DSMT4" ShapeID="_x0000_i1066" DrawAspect="Content" ObjectID="_1770619753" r:id="rId37"/>
        </w:object>
      </w:r>
      <w:r w:rsidRPr="00F91D1E">
        <w:rPr>
          <w:szCs w:val="21"/>
        </w:rPr>
        <w:t>上的奇函数，当</w:t>
      </w:r>
      <w:r w:rsidRPr="00F91D1E">
        <w:rPr>
          <w:szCs w:val="21"/>
        </w:rPr>
        <w:object w:dxaOrig="492" w:dyaOrig="233">
          <v:shape id="_x0000_i1067" type="#_x0000_t75" alt="eqId9e541ea2f855f981c96207070683d388" style="width:24.4pt;height:11.9pt" o:ole="">
            <v:imagedata r:id="rId38" o:title="eqId9e541ea2f855f981c96207070683d388"/>
          </v:shape>
          <o:OLEObject Type="Embed" ProgID="Equation.DSMT4" ShapeID="_x0000_i1067" DrawAspect="Content" ObjectID="_1770619754" r:id="rId39"/>
        </w:object>
      </w:r>
      <w:r w:rsidRPr="00F91D1E">
        <w:rPr>
          <w:szCs w:val="21"/>
        </w:rPr>
        <w:t>时，</w:t>
      </w:r>
      <w:r w:rsidRPr="00F91D1E">
        <w:rPr>
          <w:szCs w:val="21"/>
        </w:rPr>
        <w:object w:dxaOrig="1196" w:dyaOrig="543">
          <v:shape id="_x0000_i1068" type="#_x0000_t75" alt="eqIda85bb039b096eac697bd81eb104772a4" style="width:60.1pt;height:26.9pt" o:ole="">
            <v:imagedata r:id="rId40" o:title="eqIda85bb039b096eac697bd81eb104772a4"/>
          </v:shape>
          <o:OLEObject Type="Embed" ProgID="Equation.DSMT4" ShapeID="_x0000_i1068" DrawAspect="Content" ObjectID="_1770619755" r:id="rId41"/>
        </w:object>
      </w:r>
      <w:r w:rsidRPr="00F91D1E">
        <w:rPr>
          <w:szCs w:val="21"/>
        </w:rPr>
        <w:t>，则</w:t>
      </w:r>
      <w:r w:rsidRPr="00F91D1E">
        <w:rPr>
          <w:szCs w:val="21"/>
        </w:rPr>
        <w:object w:dxaOrig="827" w:dyaOrig="355">
          <v:shape id="_x0000_i1069" type="#_x0000_t75" alt="eqIda71baf6217604517fd98fa97d0f55b43" style="width:41.3pt;height:17.55pt" o:ole="">
            <v:imagedata r:id="rId42" o:title="eqIda71baf6217604517fd98fa97d0f55b43"/>
          </v:shape>
          <o:OLEObject Type="Embed" ProgID="Equation.DSMT4" ShapeID="_x0000_i1069" DrawAspect="Content" ObjectID="_1770619756" r:id="rId43"/>
        </w:object>
      </w:r>
      <w:r w:rsidRPr="00F91D1E">
        <w:rPr>
          <w:szCs w:val="21"/>
        </w:rPr>
        <w:t>的解集为（</w:t>
      </w:r>
      <w:r w:rsidRPr="00F91D1E">
        <w:rPr>
          <w:rFonts w:eastAsia="Times New Roman"/>
          <w:kern w:val="0"/>
          <w:szCs w:val="21"/>
        </w:rPr>
        <w:t>    </w:t>
      </w:r>
      <w:r w:rsidRPr="00F91D1E">
        <w:rPr>
          <w:szCs w:val="21"/>
        </w:rPr>
        <w:t>）</w:t>
      </w:r>
    </w:p>
    <w:p w:rsidR="004E6639" w:rsidRPr="00F91D1E" w:rsidRDefault="007B4B30" w:rsidP="00F91D1E">
      <w:pPr>
        <w:shd w:val="clear" w:color="auto" w:fill="FFFFFF"/>
        <w:tabs>
          <w:tab w:val="left" w:pos="4156"/>
        </w:tabs>
        <w:spacing w:line="0" w:lineRule="atLeast"/>
        <w:ind w:left="300"/>
        <w:jc w:val="left"/>
        <w:textAlignment w:val="center"/>
        <w:rPr>
          <w:szCs w:val="21"/>
        </w:rPr>
      </w:pPr>
      <w:r w:rsidRPr="00F91D1E">
        <w:rPr>
          <w:szCs w:val="21"/>
        </w:rPr>
        <w:t>A</w:t>
      </w:r>
      <w:r w:rsidRPr="00F91D1E">
        <w:rPr>
          <w:szCs w:val="21"/>
        </w:rPr>
        <w:t>．</w:t>
      </w:r>
      <w:r w:rsidRPr="00F91D1E">
        <w:rPr>
          <w:szCs w:val="21"/>
        </w:rPr>
        <w:object w:dxaOrig="1249" w:dyaOrig="355">
          <v:shape id="_x0000_i1070" type="#_x0000_t75" alt="eqIded76fad412fcd06971033de4157dcb5d" style="width:62.6pt;height:17.55pt" o:ole="">
            <v:imagedata r:id="rId44" o:title="eqIded76fad412fcd06971033de4157dcb5d"/>
          </v:shape>
          <o:OLEObject Type="Embed" ProgID="Equation.DSMT4" ShapeID="_x0000_i1070" DrawAspect="Content" ObjectID="_1770619757" r:id="rId45"/>
        </w:object>
      </w:r>
      <w:r w:rsidRPr="00F91D1E">
        <w:rPr>
          <w:szCs w:val="21"/>
        </w:rPr>
        <w:tab/>
        <w:t>B</w:t>
      </w:r>
      <w:r w:rsidRPr="00F91D1E">
        <w:rPr>
          <w:szCs w:val="21"/>
        </w:rPr>
        <w:t>．</w:t>
      </w:r>
      <w:r w:rsidRPr="00F91D1E">
        <w:rPr>
          <w:szCs w:val="21"/>
        </w:rPr>
        <w:object w:dxaOrig="615" w:dyaOrig="354">
          <v:shape id="_x0000_i1071" type="#_x0000_t75" alt="eqId1cf664ed944afee2ec6d18b67fd09b06" style="width:30.7pt;height:17.55pt" o:ole="">
            <v:imagedata r:id="rId46" o:title="eqId1cf664ed944afee2ec6d18b67fd09b06"/>
          </v:shape>
          <o:OLEObject Type="Embed" ProgID="Equation.DSMT4" ShapeID="_x0000_i1071" DrawAspect="Content" ObjectID="_1770619758" r:id="rId47"/>
        </w:object>
      </w:r>
    </w:p>
    <w:p w:rsidR="004E6639" w:rsidRPr="00F91D1E" w:rsidRDefault="007B4B30" w:rsidP="00F91D1E">
      <w:pPr>
        <w:shd w:val="clear" w:color="auto" w:fill="FFFFFF"/>
        <w:tabs>
          <w:tab w:val="left" w:pos="4156"/>
        </w:tabs>
        <w:spacing w:line="0" w:lineRule="atLeast"/>
        <w:ind w:left="300"/>
        <w:jc w:val="left"/>
        <w:textAlignment w:val="center"/>
        <w:rPr>
          <w:szCs w:val="21"/>
        </w:rPr>
      </w:pPr>
      <w:r w:rsidRPr="00F91D1E">
        <w:rPr>
          <w:szCs w:val="21"/>
        </w:rPr>
        <w:t>C</w:t>
      </w:r>
      <w:r w:rsidRPr="00F91D1E">
        <w:rPr>
          <w:szCs w:val="21"/>
        </w:rPr>
        <w:t>．</w:t>
      </w:r>
      <w:r w:rsidRPr="00F91D1E">
        <w:rPr>
          <w:szCs w:val="21"/>
        </w:rPr>
        <w:object w:dxaOrig="1443" w:dyaOrig="352">
          <v:shape id="_x0000_i1072" type="#_x0000_t75" alt="eqId302d55e6d8f4c571d0d22b13da498ff1" style="width:1in;height:17.55pt" o:ole="">
            <v:imagedata r:id="rId48" o:title="eqId302d55e6d8f4c571d0d22b13da498ff1"/>
          </v:shape>
          <o:OLEObject Type="Embed" ProgID="Equation.DSMT4" ShapeID="_x0000_i1072" DrawAspect="Content" ObjectID="_1770619759" r:id="rId49"/>
        </w:object>
      </w:r>
      <w:r w:rsidRPr="00F91D1E">
        <w:rPr>
          <w:szCs w:val="21"/>
        </w:rPr>
        <w:tab/>
        <w:t>D</w:t>
      </w:r>
      <w:r w:rsidRPr="00F91D1E">
        <w:rPr>
          <w:szCs w:val="21"/>
        </w:rPr>
        <w:t>．</w:t>
      </w:r>
      <w:r w:rsidRPr="00F91D1E">
        <w:rPr>
          <w:szCs w:val="21"/>
        </w:rPr>
        <w:object w:dxaOrig="1602" w:dyaOrig="357">
          <v:shape id="_x0000_i1073" type="#_x0000_t75" alt="eqId52e89b9e8ebfb6f912b4da17f78aeba4" style="width:80.15pt;height:18.15pt" o:ole="">
            <v:imagedata r:id="rId50" o:title="eqId52e89b9e8ebfb6f912b4da17f78aeba4"/>
          </v:shape>
          <o:OLEObject Type="Embed" ProgID="Equation.DSMT4" ShapeID="_x0000_i1073" DrawAspect="Content" ObjectID="_1770619760" r:id="rId51"/>
        </w:object>
      </w:r>
    </w:p>
    <w:p w:rsidR="004E6639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  <w:r w:rsidRPr="00F91D1E">
        <w:rPr>
          <w:szCs w:val="21"/>
        </w:rPr>
        <w:t>5</w:t>
      </w:r>
      <w:r w:rsidRPr="00F91D1E">
        <w:rPr>
          <w:szCs w:val="21"/>
        </w:rPr>
        <w:t>．已知点</w:t>
      </w:r>
      <w:r w:rsidRPr="00F91D1E">
        <w:rPr>
          <w:szCs w:val="21"/>
        </w:rPr>
        <w:object w:dxaOrig="581" w:dyaOrig="592">
          <v:shape id="_x0000_i1090" type="#_x0000_t75" alt="eqId833d3455928968c2070f1fe8abd14712" style="width:28.8pt;height:29.45pt" o:ole="">
            <v:imagedata r:id="rId52" o:title="eqId833d3455928968c2070f1fe8abd14712"/>
          </v:shape>
          <o:OLEObject Type="Embed" ProgID="Equation.DSMT4" ShapeID="_x0000_i1090" DrawAspect="Content" ObjectID="_1770619761" r:id="rId53"/>
        </w:object>
      </w:r>
      <w:r w:rsidRPr="00F91D1E">
        <w:rPr>
          <w:szCs w:val="21"/>
        </w:rPr>
        <w:t>在幂函数</w:t>
      </w:r>
      <w:r w:rsidRPr="00F91D1E">
        <w:rPr>
          <w:szCs w:val="21"/>
        </w:rPr>
        <w:object w:dxaOrig="915" w:dyaOrig="345">
          <v:shape id="_x0000_i1091" type="#_x0000_t75" alt="eqId2f98703a94efdf092738b9b9cc431b2e" style="width:45.7pt;height:17.55pt" o:ole="">
            <v:imagedata r:id="rId54" o:title="eqId2f98703a94efdf092738b9b9cc431b2e"/>
          </v:shape>
          <o:OLEObject Type="Embed" ProgID="Equation.DSMT4" ShapeID="_x0000_i1091" DrawAspect="Content" ObjectID="_1770619762" r:id="rId55"/>
        </w:object>
      </w:r>
      <w:r w:rsidRPr="00F91D1E">
        <w:rPr>
          <w:szCs w:val="21"/>
        </w:rPr>
        <w:t>的</w:t>
      </w:r>
      <w:proofErr w:type="gramStart"/>
      <w:r w:rsidRPr="00F91D1E">
        <w:rPr>
          <w:szCs w:val="21"/>
        </w:rPr>
        <w:t>图象</w:t>
      </w:r>
      <w:proofErr w:type="gramEnd"/>
      <w:r w:rsidRPr="00F91D1E">
        <w:rPr>
          <w:szCs w:val="21"/>
        </w:rPr>
        <w:t>上，设</w:t>
      </w:r>
      <w:r w:rsidRPr="00F91D1E">
        <w:rPr>
          <w:szCs w:val="21"/>
        </w:rPr>
        <w:object w:dxaOrig="1179" w:dyaOrig="355">
          <v:shape id="_x0000_i1092" type="#_x0000_t75" alt="eqIdccb73b9eb8a7def8b11f42ade0a29049" style="width:58.85pt;height:17.55pt" o:ole="">
            <v:imagedata r:id="rId56" o:title="eqIdccb73b9eb8a7def8b11f42ade0a29049"/>
          </v:shape>
          <o:OLEObject Type="Embed" ProgID="Equation.DSMT4" ShapeID="_x0000_i1092" DrawAspect="Content" ObjectID="_1770619763" r:id="rId57"/>
        </w:object>
      </w:r>
      <w:r w:rsidRPr="00F91D1E">
        <w:rPr>
          <w:szCs w:val="21"/>
        </w:rPr>
        <w:t>，</w:t>
      </w:r>
      <w:r w:rsidRPr="00F91D1E">
        <w:rPr>
          <w:szCs w:val="21"/>
        </w:rPr>
        <w:object w:dxaOrig="985" w:dyaOrig="355">
          <v:shape id="_x0000_i1093" type="#_x0000_t75" alt="eqId847891e5993044d8c6beec72cb340013" style="width:49.45pt;height:17.55pt" o:ole="">
            <v:imagedata r:id="rId58" o:title="eqId847891e5993044d8c6beec72cb340013"/>
          </v:shape>
          <o:OLEObject Type="Embed" ProgID="Equation.DSMT4" ShapeID="_x0000_i1093" DrawAspect="Content" ObjectID="_1770619764" r:id="rId59"/>
        </w:object>
      </w:r>
      <w:r w:rsidRPr="00F91D1E">
        <w:rPr>
          <w:szCs w:val="21"/>
        </w:rPr>
        <w:t>，</w:t>
      </w:r>
      <w:r w:rsidRPr="00F91D1E">
        <w:rPr>
          <w:szCs w:val="21"/>
        </w:rPr>
        <w:object w:dxaOrig="1214" w:dyaOrig="594">
          <v:shape id="_x0000_i1094" type="#_x0000_t75" alt="eqId9b3af48d2c8520b7f8fc4222e4c43616" style="width:60.75pt;height:29.45pt" o:ole="">
            <v:imagedata r:id="rId60" o:title="eqId9b3af48d2c8520b7f8fc4222e4c43616"/>
          </v:shape>
          <o:OLEObject Type="Embed" ProgID="Equation.DSMT4" ShapeID="_x0000_i1094" DrawAspect="Content" ObjectID="_1770619765" r:id="rId61"/>
        </w:object>
      </w:r>
      <w:r w:rsidRPr="00F91D1E">
        <w:rPr>
          <w:szCs w:val="21"/>
        </w:rPr>
        <w:t>，则</w:t>
      </w:r>
      <w:r w:rsidRPr="00F91D1E">
        <w:rPr>
          <w:szCs w:val="21"/>
        </w:rPr>
        <w:object w:dxaOrig="176" w:dyaOrig="190">
          <v:shape id="_x0000_i1095" type="#_x0000_t75" alt="eqId0a6936d370d6a238a608ca56f87198de" style="width:8.75pt;height:9.4pt" o:ole="">
            <v:imagedata r:id="rId13" o:title="eqId0a6936d370d6a238a608ca56f87198de"/>
          </v:shape>
          <o:OLEObject Type="Embed" ProgID="Equation.DSMT4" ShapeID="_x0000_i1095" DrawAspect="Content" ObjectID="_1770619766" r:id="rId62"/>
        </w:object>
      </w:r>
      <w:r w:rsidRPr="00F91D1E">
        <w:rPr>
          <w:szCs w:val="21"/>
        </w:rPr>
        <w:t>，</w:t>
      </w:r>
      <w:r w:rsidRPr="00F91D1E">
        <w:rPr>
          <w:szCs w:val="21"/>
        </w:rPr>
        <w:object w:dxaOrig="176" w:dyaOrig="255">
          <v:shape id="_x0000_i1096" type="#_x0000_t75" alt="eqId2c94bb12cee76221e13f9ef955b0aab1" style="width:8.75pt;height:12.5pt" o:ole="">
            <v:imagedata r:id="rId63" o:title="eqId2c94bb12cee76221e13f9ef955b0aab1"/>
          </v:shape>
          <o:OLEObject Type="Embed" ProgID="Equation.DSMT4" ShapeID="_x0000_i1096" DrawAspect="Content" ObjectID="_1770619767" r:id="rId64"/>
        </w:object>
      </w:r>
      <w:r w:rsidRPr="00F91D1E">
        <w:rPr>
          <w:szCs w:val="21"/>
        </w:rPr>
        <w:t>，</w:t>
      </w:r>
      <w:r w:rsidRPr="00F91D1E">
        <w:rPr>
          <w:szCs w:val="21"/>
        </w:rPr>
        <w:object w:dxaOrig="158" w:dyaOrig="198">
          <v:shape id="_x0000_i1097" type="#_x0000_t75" alt="eqId071a7e733d466949ac935b4b8ee8d183" style="width:8.15pt;height:10pt" o:ole="">
            <v:imagedata r:id="rId65" o:title="eqId071a7e733d466949ac935b4b8ee8d183"/>
          </v:shape>
          <o:OLEObject Type="Embed" ProgID="Equation.DSMT4" ShapeID="_x0000_i1097" DrawAspect="Content" ObjectID="_1770619768" r:id="rId66"/>
        </w:object>
      </w:r>
      <w:r w:rsidRPr="00F91D1E">
        <w:rPr>
          <w:szCs w:val="21"/>
        </w:rPr>
        <w:t>的大小关系为（</w:t>
      </w:r>
      <w:r w:rsidRPr="00F91D1E">
        <w:rPr>
          <w:rFonts w:eastAsia="Times New Roman"/>
          <w:kern w:val="0"/>
          <w:szCs w:val="21"/>
        </w:rPr>
        <w:t>    </w:t>
      </w:r>
      <w:r w:rsidRPr="00F91D1E">
        <w:rPr>
          <w:szCs w:val="21"/>
        </w:rPr>
        <w:t>）</w:t>
      </w:r>
    </w:p>
    <w:p w:rsidR="004E6639" w:rsidRPr="00F91D1E" w:rsidRDefault="007B4B30" w:rsidP="00F91D1E">
      <w:pPr>
        <w:shd w:val="clear" w:color="auto" w:fill="FFFFFF"/>
        <w:tabs>
          <w:tab w:val="left" w:pos="2078"/>
          <w:tab w:val="left" w:pos="4156"/>
          <w:tab w:val="left" w:pos="6234"/>
        </w:tabs>
        <w:spacing w:line="0" w:lineRule="atLeast"/>
        <w:ind w:left="300"/>
        <w:jc w:val="left"/>
        <w:textAlignment w:val="center"/>
        <w:rPr>
          <w:szCs w:val="21"/>
        </w:rPr>
      </w:pPr>
      <w:r w:rsidRPr="00F91D1E">
        <w:rPr>
          <w:szCs w:val="21"/>
        </w:rPr>
        <w:t>A</w:t>
      </w:r>
      <w:r w:rsidRPr="00F91D1E">
        <w:rPr>
          <w:szCs w:val="21"/>
        </w:rPr>
        <w:t>．</w:t>
      </w:r>
      <w:r w:rsidRPr="00F91D1E">
        <w:rPr>
          <w:szCs w:val="21"/>
        </w:rPr>
        <w:object w:dxaOrig="704" w:dyaOrig="225">
          <v:shape id="_x0000_i1098" type="#_x0000_t75" alt="eqIdce613eaa5df46a50174085ef5d1087fb" style="width:35.05pt;height:11.25pt" o:ole="">
            <v:imagedata r:id="rId67" o:title="eqIdce613eaa5df46a50174085ef5d1087fb"/>
          </v:shape>
          <o:OLEObject Type="Embed" ProgID="Equation.DSMT4" ShapeID="_x0000_i1098" DrawAspect="Content" ObjectID="_1770619769" r:id="rId68"/>
        </w:object>
      </w:r>
      <w:r w:rsidRPr="00F91D1E">
        <w:rPr>
          <w:szCs w:val="21"/>
        </w:rPr>
        <w:tab/>
        <w:t>B</w:t>
      </w:r>
      <w:r w:rsidRPr="00F91D1E">
        <w:rPr>
          <w:szCs w:val="21"/>
        </w:rPr>
        <w:t>．</w:t>
      </w:r>
      <w:r w:rsidRPr="00F91D1E">
        <w:rPr>
          <w:szCs w:val="21"/>
        </w:rPr>
        <w:object w:dxaOrig="791" w:dyaOrig="237">
          <v:shape id="_x0000_i1099" type="#_x0000_t75" alt="eqId905da1e859352b2692bce3a3ea45667c" style="width:39.45pt;height:11.9pt" o:ole="">
            <v:imagedata r:id="rId69" o:title="eqId905da1e859352b2692bce3a3ea45667c"/>
          </v:shape>
          <o:OLEObject Type="Embed" ProgID="Equation.DSMT4" ShapeID="_x0000_i1099" DrawAspect="Content" ObjectID="_1770619770" r:id="rId70"/>
        </w:object>
      </w:r>
      <w:r w:rsidRPr="00F91D1E">
        <w:rPr>
          <w:szCs w:val="21"/>
        </w:rPr>
        <w:tab/>
        <w:t>C</w:t>
      </w:r>
      <w:r w:rsidRPr="00F91D1E">
        <w:rPr>
          <w:szCs w:val="21"/>
        </w:rPr>
        <w:t>．</w:t>
      </w:r>
      <w:r w:rsidRPr="00F91D1E">
        <w:rPr>
          <w:szCs w:val="21"/>
        </w:rPr>
        <w:object w:dxaOrig="792" w:dyaOrig="239">
          <v:shape id="_x0000_i1100" type="#_x0000_t75" alt="eqId9411953933b93b2fa7b944182b70ad52" style="width:39.45pt;height:11.9pt" o:ole="">
            <v:imagedata r:id="rId71" o:title="eqId9411953933b93b2fa7b944182b70ad52"/>
          </v:shape>
          <o:OLEObject Type="Embed" ProgID="Equation.DSMT4" ShapeID="_x0000_i1100" DrawAspect="Content" ObjectID="_1770619771" r:id="rId72"/>
        </w:object>
      </w:r>
      <w:r w:rsidRPr="00F91D1E">
        <w:rPr>
          <w:szCs w:val="21"/>
        </w:rPr>
        <w:tab/>
        <w:t>D</w:t>
      </w:r>
      <w:r w:rsidRPr="00F91D1E">
        <w:rPr>
          <w:szCs w:val="21"/>
        </w:rPr>
        <w:t>．</w:t>
      </w:r>
      <w:r w:rsidRPr="00F91D1E">
        <w:rPr>
          <w:szCs w:val="21"/>
        </w:rPr>
        <w:object w:dxaOrig="791" w:dyaOrig="239">
          <v:shape id="_x0000_i1101" type="#_x0000_t75" alt="eqIdc0456866bb9ed79b1cd13cce8686122c" style="width:39.45pt;height:11.9pt" o:ole="">
            <v:imagedata r:id="rId73" o:title="eqIdc0456866bb9ed79b1cd13cce8686122c"/>
          </v:shape>
          <o:OLEObject Type="Embed" ProgID="Equation.DSMT4" ShapeID="_x0000_i1101" DrawAspect="Content" ObjectID="_1770619772" r:id="rId74"/>
        </w:object>
      </w:r>
    </w:p>
    <w:p w:rsidR="004E6639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  <w:r w:rsidRPr="00F91D1E">
        <w:rPr>
          <w:szCs w:val="21"/>
        </w:rPr>
        <w:t>6</w:t>
      </w:r>
      <w:r w:rsidRPr="00F91D1E">
        <w:rPr>
          <w:szCs w:val="21"/>
        </w:rPr>
        <w:t>．</w:t>
      </w:r>
      <w:proofErr w:type="gramStart"/>
      <w:r w:rsidRPr="00F91D1E">
        <w:rPr>
          <w:szCs w:val="21"/>
        </w:rPr>
        <w:t>若关于</w:t>
      </w:r>
      <w:proofErr w:type="gramEnd"/>
      <w:r w:rsidRPr="00F91D1E">
        <w:rPr>
          <w:szCs w:val="21"/>
        </w:rPr>
        <w:object w:dxaOrig="176" w:dyaOrig="190">
          <v:shape id="_x0000_i1124" type="#_x0000_t75" alt="eqId81dea63b8ce3e51adf66cf7b9982a248" style="width:8.75pt;height:9.4pt" o:ole="">
            <v:imagedata r:id="rId75" o:title="eqId81dea63b8ce3e51adf66cf7b9982a248"/>
          </v:shape>
          <o:OLEObject Type="Embed" ProgID="Equation.DSMT4" ShapeID="_x0000_i1124" DrawAspect="Content" ObjectID="_1770619773" r:id="rId76"/>
        </w:object>
      </w:r>
      <w:r w:rsidRPr="00F91D1E">
        <w:rPr>
          <w:szCs w:val="21"/>
        </w:rPr>
        <w:t>的方程</w:t>
      </w:r>
      <w:r w:rsidRPr="00F91D1E">
        <w:rPr>
          <w:szCs w:val="21"/>
        </w:rPr>
        <w:object w:dxaOrig="2006" w:dyaOrig="251">
          <v:shape id="_x0000_i1125" type="#_x0000_t75" alt="eqId36fd1bf00ed840e3a08d0b7111f1d233" style="width:100.15pt;height:12.5pt" o:ole="">
            <v:imagedata r:id="rId77" o:title="eqId36fd1bf00ed840e3a08d0b7111f1d233"/>
          </v:shape>
          <o:OLEObject Type="Embed" ProgID="Equation.DSMT4" ShapeID="_x0000_i1125" DrawAspect="Content" ObjectID="_1770619774" r:id="rId78"/>
        </w:object>
      </w:r>
      <w:r w:rsidRPr="00F91D1E">
        <w:rPr>
          <w:szCs w:val="21"/>
        </w:rPr>
        <w:t>在</w:t>
      </w:r>
      <w:r w:rsidRPr="00F91D1E">
        <w:rPr>
          <w:szCs w:val="21"/>
        </w:rPr>
        <w:object w:dxaOrig="510" w:dyaOrig="353">
          <v:shape id="_x0000_i1126" type="#_x0000_t75" alt="eqId2eee0b6fd5e715a571c3f82736baaef7" style="width:25.65pt;height:17.55pt" o:ole="">
            <v:imagedata r:id="rId79" o:title="eqId2eee0b6fd5e715a571c3f82736baaef7"/>
          </v:shape>
          <o:OLEObject Type="Embed" ProgID="Equation.DSMT4" ShapeID="_x0000_i1126" DrawAspect="Content" ObjectID="_1770619775" r:id="rId80"/>
        </w:object>
      </w:r>
      <w:r w:rsidRPr="00F91D1E">
        <w:rPr>
          <w:szCs w:val="21"/>
        </w:rPr>
        <w:t>内有两个不同的解</w:t>
      </w:r>
      <w:r w:rsidRPr="00F91D1E">
        <w:rPr>
          <w:szCs w:val="21"/>
        </w:rPr>
        <w:object w:dxaOrig="229" w:dyaOrig="334">
          <v:shape id="_x0000_i1127" type="#_x0000_t75" alt="eqIdc814128ea2139e33db94ea590e7c2223" style="width:11.25pt;height:16.9pt" o:ole="">
            <v:imagedata r:id="rId81" o:title="eqIdc814128ea2139e33db94ea590e7c2223"/>
          </v:shape>
          <o:OLEObject Type="Embed" ProgID="Equation.DSMT4" ShapeID="_x0000_i1127" DrawAspect="Content" ObjectID="_1770619776" r:id="rId82"/>
        </w:object>
      </w:r>
      <w:r w:rsidRPr="00F91D1E">
        <w:rPr>
          <w:szCs w:val="21"/>
        </w:rPr>
        <w:t>，</w:t>
      </w:r>
      <w:r w:rsidRPr="00F91D1E">
        <w:rPr>
          <w:szCs w:val="21"/>
        </w:rPr>
        <w:object w:dxaOrig="246" w:dyaOrig="335">
          <v:shape id="_x0000_i1128" type="#_x0000_t75" alt="eqIdaec19b68e3add9d5bfcc6269a1855b87" style="width:12.5pt;height:16.9pt" o:ole="">
            <v:imagedata r:id="rId83" o:title="eqIdaec19b68e3add9d5bfcc6269a1855b87"/>
          </v:shape>
          <o:OLEObject Type="Embed" ProgID="Equation.DSMT4" ShapeID="_x0000_i1128" DrawAspect="Content" ObjectID="_1770619777" r:id="rId84"/>
        </w:object>
      </w:r>
      <w:r w:rsidRPr="00F91D1E">
        <w:rPr>
          <w:szCs w:val="21"/>
        </w:rPr>
        <w:t>，</w:t>
      </w:r>
      <w:r w:rsidRPr="00F91D1E">
        <w:rPr>
          <w:szCs w:val="21"/>
        </w:rPr>
        <w:object w:dxaOrig="1038" w:dyaOrig="355">
          <v:shape id="_x0000_i1129" type="#_x0000_t75" alt="eqId7f1d2b355732c92f759ea323909874eb" style="width:51.95pt;height:17.55pt" o:ole="">
            <v:imagedata r:id="rId85" o:title="eqId7f1d2b355732c92f759ea323909874eb"/>
          </v:shape>
          <o:OLEObject Type="Embed" ProgID="Equation.DSMT4" ShapeID="_x0000_i1129" DrawAspect="Content" ObjectID="_1770619778" r:id="rId86"/>
        </w:object>
      </w:r>
      <w:r w:rsidRPr="00F91D1E">
        <w:rPr>
          <w:szCs w:val="21"/>
        </w:rPr>
        <w:t>的值为（</w:t>
      </w:r>
      <w:r w:rsidRPr="00F91D1E">
        <w:rPr>
          <w:rFonts w:eastAsia="Times New Roman"/>
          <w:kern w:val="0"/>
          <w:szCs w:val="21"/>
        </w:rPr>
        <w:t>    </w:t>
      </w:r>
      <w:r w:rsidRPr="00F91D1E">
        <w:rPr>
          <w:szCs w:val="21"/>
        </w:rPr>
        <w:t>）</w:t>
      </w:r>
    </w:p>
    <w:p w:rsidR="004E6639" w:rsidRPr="00F91D1E" w:rsidRDefault="007B4B30" w:rsidP="00F91D1E">
      <w:pPr>
        <w:shd w:val="clear" w:color="auto" w:fill="FFFFFF"/>
        <w:tabs>
          <w:tab w:val="left" w:pos="2078"/>
          <w:tab w:val="left" w:pos="4156"/>
          <w:tab w:val="left" w:pos="6234"/>
        </w:tabs>
        <w:spacing w:line="0" w:lineRule="atLeast"/>
        <w:ind w:left="300"/>
        <w:jc w:val="left"/>
        <w:textAlignment w:val="center"/>
        <w:rPr>
          <w:szCs w:val="21"/>
        </w:rPr>
      </w:pPr>
      <w:r w:rsidRPr="00F91D1E">
        <w:rPr>
          <w:szCs w:val="21"/>
        </w:rPr>
        <w:t>A</w:t>
      </w:r>
      <w:r w:rsidRPr="00F91D1E">
        <w:rPr>
          <w:szCs w:val="21"/>
        </w:rPr>
        <w:t>．</w:t>
      </w:r>
      <w:r w:rsidRPr="00F91D1E">
        <w:rPr>
          <w:szCs w:val="21"/>
        </w:rPr>
        <w:object w:dxaOrig="211" w:dyaOrig="422">
          <v:shape id="_x0000_i1130" type="#_x0000_t75" alt="eqIdf89eef3148f2d4d09379767b4af69132" style="width:10.65pt;height:21.3pt" o:ole="">
            <v:imagedata r:id="rId87" o:title="eqIdf89eef3148f2d4d09379767b4af69132"/>
          </v:shape>
          <o:OLEObject Type="Embed" ProgID="Equation.DSMT4" ShapeID="_x0000_i1130" DrawAspect="Content" ObjectID="_1770619779" r:id="rId88"/>
        </w:object>
      </w:r>
      <w:r w:rsidRPr="00F91D1E">
        <w:rPr>
          <w:szCs w:val="21"/>
        </w:rPr>
        <w:tab/>
        <w:t>B</w:t>
      </w:r>
      <w:r w:rsidRPr="00F91D1E">
        <w:rPr>
          <w:szCs w:val="21"/>
        </w:rPr>
        <w:t>．</w:t>
      </w:r>
      <w:r w:rsidRPr="00F91D1E">
        <w:rPr>
          <w:szCs w:val="21"/>
        </w:rPr>
        <w:object w:dxaOrig="369" w:dyaOrig="601">
          <v:shape id="_x0000_i1131" type="#_x0000_t75" alt="eqId8d5989c84e320b504511f23eeb6e7357" style="width:18.15pt;height:30.05pt" o:ole="">
            <v:imagedata r:id="rId89" o:title="eqId8d5989c84e320b504511f23eeb6e7357"/>
          </v:shape>
          <o:OLEObject Type="Embed" ProgID="Equation.DSMT4" ShapeID="_x0000_i1131" DrawAspect="Content" ObjectID="_1770619780" r:id="rId90"/>
        </w:object>
      </w:r>
      <w:r w:rsidRPr="00F91D1E">
        <w:rPr>
          <w:szCs w:val="21"/>
        </w:rPr>
        <w:tab/>
        <w:t>C</w:t>
      </w:r>
      <w:r w:rsidRPr="00F91D1E">
        <w:rPr>
          <w:szCs w:val="21"/>
        </w:rPr>
        <w:t>．</w:t>
      </w:r>
      <w:r w:rsidRPr="00F91D1E">
        <w:rPr>
          <w:szCs w:val="21"/>
        </w:rPr>
        <w:object w:dxaOrig="352" w:dyaOrig="608">
          <v:shape id="_x0000_i1132" type="#_x0000_t75" alt="eqId860884c0017c8bceb5b0edff796c144f" style="width:17.55pt;height:30.7pt" o:ole="">
            <v:imagedata r:id="rId91" o:title="eqId860884c0017c8bceb5b0edff796c144f"/>
          </v:shape>
          <o:OLEObject Type="Embed" ProgID="Equation.DSMT4" ShapeID="_x0000_i1132" DrawAspect="Content" ObjectID="_1770619781" r:id="rId92"/>
        </w:object>
      </w:r>
      <w:r w:rsidRPr="00F91D1E">
        <w:rPr>
          <w:szCs w:val="21"/>
        </w:rPr>
        <w:tab/>
        <w:t>D</w:t>
      </w:r>
      <w:r w:rsidRPr="00F91D1E">
        <w:rPr>
          <w:szCs w:val="21"/>
        </w:rPr>
        <w:t>．</w:t>
      </w:r>
      <w:r w:rsidRPr="00F91D1E">
        <w:rPr>
          <w:szCs w:val="21"/>
        </w:rPr>
        <w:object w:dxaOrig="809" w:dyaOrig="596">
          <v:shape id="_x0000_i1133" type="#_x0000_t75" alt="eqIdc78d83144a0999bea3ca994af0d5e1cc" style="width:40.7pt;height:30.05pt" o:ole="">
            <v:imagedata r:id="rId93" o:title="eqIdc78d83144a0999bea3ca994af0d5e1cc"/>
          </v:shape>
          <o:OLEObject Type="Embed" ProgID="Equation.DSMT4" ShapeID="_x0000_i1133" DrawAspect="Content" ObjectID="_1770619782" r:id="rId94"/>
        </w:object>
      </w:r>
    </w:p>
    <w:p w:rsidR="007B4B30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  <w:r w:rsidRPr="00F91D1E">
        <w:rPr>
          <w:szCs w:val="21"/>
        </w:rPr>
        <w:t>7</w:t>
      </w:r>
      <w:r w:rsidRPr="00F91D1E">
        <w:rPr>
          <w:szCs w:val="21"/>
        </w:rPr>
        <w:t>．已知</w:t>
      </w:r>
      <w:r w:rsidRPr="00F91D1E">
        <w:rPr>
          <w:szCs w:val="21"/>
        </w:rPr>
        <w:object w:dxaOrig="898" w:dyaOrig="598">
          <v:shape id="_x0000_i1742" type="#_x0000_t75" alt="eqIde38fec745f18e1c06ecd27a5f6b2577f" style="width:45.1pt;height:30.05pt" o:ole="">
            <v:imagedata r:id="rId95" o:title="eqIde38fec745f18e1c06ecd27a5f6b2577f"/>
          </v:shape>
          <o:OLEObject Type="Embed" ProgID="Equation.DSMT4" ShapeID="_x0000_i1742" DrawAspect="Content" ObjectID="_1770619783" r:id="rId96"/>
        </w:object>
      </w:r>
      <w:r w:rsidRPr="00F91D1E">
        <w:rPr>
          <w:szCs w:val="21"/>
        </w:rPr>
        <w:t>，则函数</w:t>
      </w:r>
      <w:r w:rsidRPr="00F91D1E">
        <w:rPr>
          <w:szCs w:val="21"/>
        </w:rPr>
        <w:object w:dxaOrig="2463" w:dyaOrig="277">
          <v:shape id="_x0000_i1743" type="#_x0000_t75" alt="eqIdbd256392c12129996617766364e30824" style="width:123.35pt;height:13.75pt" o:ole="">
            <v:imagedata r:id="rId97" o:title="eqIdbd256392c12129996617766364e30824"/>
          </v:shape>
          <o:OLEObject Type="Embed" ProgID="Equation.DSMT4" ShapeID="_x0000_i1743" DrawAspect="Content" ObjectID="_1770619784" r:id="rId98"/>
        </w:object>
      </w:r>
      <w:r w:rsidRPr="00F91D1E">
        <w:rPr>
          <w:szCs w:val="21"/>
        </w:rPr>
        <w:t>的值域为（</w:t>
      </w:r>
      <w:r w:rsidRPr="00F91D1E">
        <w:rPr>
          <w:rFonts w:eastAsia="Times New Roman"/>
          <w:kern w:val="0"/>
          <w:szCs w:val="21"/>
        </w:rPr>
        <w:t>    </w:t>
      </w:r>
      <w:r w:rsidRPr="00F91D1E">
        <w:rPr>
          <w:szCs w:val="21"/>
        </w:rPr>
        <w:t>）</w:t>
      </w:r>
    </w:p>
    <w:p w:rsidR="007B4B30" w:rsidRPr="00F91D1E" w:rsidRDefault="007B4B30" w:rsidP="00F91D1E">
      <w:pPr>
        <w:shd w:val="clear" w:color="auto" w:fill="FFFFFF"/>
        <w:tabs>
          <w:tab w:val="left" w:pos="2078"/>
          <w:tab w:val="left" w:pos="4156"/>
          <w:tab w:val="left" w:pos="6234"/>
        </w:tabs>
        <w:spacing w:line="0" w:lineRule="atLeast"/>
        <w:ind w:left="300"/>
        <w:jc w:val="left"/>
        <w:textAlignment w:val="center"/>
        <w:rPr>
          <w:szCs w:val="21"/>
        </w:rPr>
      </w:pPr>
      <w:r w:rsidRPr="00F91D1E">
        <w:rPr>
          <w:szCs w:val="21"/>
        </w:rPr>
        <w:t>A</w:t>
      </w:r>
      <w:r w:rsidRPr="00F91D1E">
        <w:rPr>
          <w:szCs w:val="21"/>
        </w:rPr>
        <w:t>．</w:t>
      </w:r>
      <w:r w:rsidRPr="00F91D1E">
        <w:rPr>
          <w:szCs w:val="21"/>
        </w:rPr>
        <w:object w:dxaOrig="545" w:dyaOrig="349">
          <v:shape id="_x0000_i1744" type="#_x0000_t75" alt="eqId9d188ec2580e273ce87e51653a2177ee" style="width:27.55pt;height:17.55pt" o:ole="">
            <v:imagedata r:id="rId99" o:title="eqId9d188ec2580e273ce87e51653a2177ee"/>
          </v:shape>
          <o:OLEObject Type="Embed" ProgID="Equation.DSMT4" ShapeID="_x0000_i1744" DrawAspect="Content" ObjectID="_1770619785" r:id="rId100"/>
        </w:object>
      </w:r>
      <w:r w:rsidRPr="00F91D1E">
        <w:rPr>
          <w:szCs w:val="21"/>
        </w:rPr>
        <w:tab/>
        <w:t>B</w:t>
      </w:r>
      <w:r w:rsidRPr="00F91D1E">
        <w:rPr>
          <w:szCs w:val="21"/>
        </w:rPr>
        <w:t>．</w:t>
      </w:r>
      <w:r w:rsidRPr="00F91D1E">
        <w:rPr>
          <w:szCs w:val="21"/>
        </w:rPr>
        <w:object w:dxaOrig="1126" w:dyaOrig="594">
          <v:shape id="_x0000_i1745" type="#_x0000_t75" alt="eqId99882148f744cd8244440c6bb44080a7" style="width:56.35pt;height:29.45pt;mso-position-horizontal-relative:page;mso-position-vertical-relative:page" o:ole="">
            <v:imagedata r:id="rId101" o:title="eqId99882148f744cd8244440c6bb44080a7"/>
          </v:shape>
          <o:OLEObject Type="Embed" ProgID="Equation.DSMT4" ShapeID="_x0000_i1745" DrawAspect="Content" ObjectID="_1770619786" r:id="rId102"/>
        </w:object>
      </w:r>
      <w:r w:rsidRPr="00F91D1E">
        <w:rPr>
          <w:szCs w:val="21"/>
        </w:rPr>
        <w:tab/>
        <w:t>C</w:t>
      </w:r>
      <w:r w:rsidRPr="00F91D1E">
        <w:rPr>
          <w:szCs w:val="21"/>
        </w:rPr>
        <w:t>．</w:t>
      </w:r>
      <w:r w:rsidRPr="00F91D1E">
        <w:rPr>
          <w:szCs w:val="21"/>
        </w:rPr>
        <w:object w:dxaOrig="528" w:dyaOrig="594">
          <v:shape id="_x0000_i1746" type="#_x0000_t75" alt="eqId254989f2c96266d987f9822ab1d3b21d" style="width:26.3pt;height:29.45pt" o:ole="">
            <v:imagedata r:id="rId103" o:title="eqId254989f2c96266d987f9822ab1d3b21d"/>
          </v:shape>
          <o:OLEObject Type="Embed" ProgID="Equation.DSMT4" ShapeID="_x0000_i1746" DrawAspect="Content" ObjectID="_1770619787" r:id="rId104"/>
        </w:object>
      </w:r>
      <w:r w:rsidRPr="00F91D1E">
        <w:rPr>
          <w:szCs w:val="21"/>
        </w:rPr>
        <w:tab/>
        <w:t>D</w:t>
      </w:r>
      <w:r w:rsidRPr="00F91D1E">
        <w:rPr>
          <w:szCs w:val="21"/>
        </w:rPr>
        <w:t>．</w:t>
      </w:r>
      <w:r w:rsidRPr="00F91D1E">
        <w:rPr>
          <w:szCs w:val="21"/>
        </w:rPr>
        <w:object w:dxaOrig="669" w:dyaOrig="590">
          <v:shape id="_x0000_i1747" type="#_x0000_t75" alt="eqId40da20643f41575398354563da88b9ef" style="width:33.2pt;height:29.45pt" o:ole="">
            <v:imagedata r:id="rId105" o:title="eqId40da20643f41575398354563da88b9ef"/>
          </v:shape>
          <o:OLEObject Type="Embed" ProgID="Equation.DSMT4" ShapeID="_x0000_i1747" DrawAspect="Content" ObjectID="_1770619788" r:id="rId106"/>
        </w:object>
      </w:r>
    </w:p>
    <w:p w:rsidR="004E6639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  <w:r w:rsidRPr="00F91D1E">
        <w:rPr>
          <w:rFonts w:hint="eastAsia"/>
          <w:szCs w:val="21"/>
        </w:rPr>
        <w:t>8</w:t>
      </w:r>
      <w:r w:rsidRPr="00F91D1E">
        <w:rPr>
          <w:szCs w:val="21"/>
        </w:rPr>
        <w:t>．已知函数</w:t>
      </w:r>
      <w:r w:rsidRPr="00F91D1E">
        <w:rPr>
          <w:szCs w:val="21"/>
        </w:rPr>
        <w:object w:dxaOrig="1073" w:dyaOrig="280">
          <v:shape id="_x0000_i1152" type="#_x0000_t75" alt="eqIdb923078510697d5f7f9ea392eb76dd9a" style="width:53.85pt;height:13.75pt" o:ole="">
            <v:imagedata r:id="rId107" o:title="eqIdb923078510697d5f7f9ea392eb76dd9a"/>
          </v:shape>
          <o:OLEObject Type="Embed" ProgID="Equation.DSMT4" ShapeID="_x0000_i1152" DrawAspect="Content" ObjectID="_1770619789" r:id="rId108"/>
        </w:object>
      </w:r>
      <w:r w:rsidRPr="00F91D1E">
        <w:rPr>
          <w:szCs w:val="21"/>
        </w:rPr>
        <w:t>，若存在</w:t>
      </w:r>
      <w:r w:rsidRPr="00F91D1E">
        <w:rPr>
          <w:szCs w:val="21"/>
        </w:rPr>
        <w:object w:dxaOrig="229" w:dyaOrig="334">
          <v:shape id="_x0000_i1153" type="#_x0000_t75" alt="eqIdc814128ea2139e33db94ea590e7c2223" style="width:11.25pt;height:16.9pt" o:ole="">
            <v:imagedata r:id="rId81" o:title="eqIdc814128ea2139e33db94ea590e7c2223"/>
          </v:shape>
          <o:OLEObject Type="Embed" ProgID="Equation.DSMT4" ShapeID="_x0000_i1153" DrawAspect="Content" ObjectID="_1770619790" r:id="rId109"/>
        </w:object>
      </w:r>
      <w:r w:rsidRPr="00F91D1E">
        <w:rPr>
          <w:szCs w:val="21"/>
        </w:rPr>
        <w:t>，</w:t>
      </w:r>
      <w:r w:rsidRPr="00F91D1E">
        <w:rPr>
          <w:szCs w:val="21"/>
        </w:rPr>
        <w:object w:dxaOrig="246" w:dyaOrig="335">
          <v:shape id="_x0000_i1154" type="#_x0000_t75" alt="eqIdaec19b68e3add9d5bfcc6269a1855b87" style="width:12.5pt;height:16.9pt" o:ole="">
            <v:imagedata r:id="rId83" o:title="eqIdaec19b68e3add9d5bfcc6269a1855b87"/>
          </v:shape>
          <o:OLEObject Type="Embed" ProgID="Equation.DSMT4" ShapeID="_x0000_i1154" DrawAspect="Content" ObjectID="_1770619791" r:id="rId110"/>
        </w:object>
      </w:r>
      <w:r w:rsidRPr="00F91D1E">
        <w:rPr>
          <w:szCs w:val="21"/>
        </w:rPr>
        <w:t>，</w:t>
      </w:r>
      <w:r w:rsidRPr="00F91D1E">
        <w:rPr>
          <w:szCs w:val="21"/>
        </w:rPr>
        <w:object w:dxaOrig="229" w:dyaOrig="108">
          <v:shape id="_x0000_i1155" type="#_x0000_t75" alt="eqId07096af3b99fd1cb11c31f19a2c6408e" style="width:11.25pt;height:5.65pt" o:ole="">
            <v:imagedata r:id="rId111" o:title="eqId07096af3b99fd1cb11c31f19a2c6408e"/>
          </v:shape>
          <o:OLEObject Type="Embed" ProgID="Equation.DSMT4" ShapeID="_x0000_i1155" DrawAspect="Content" ObjectID="_1770619792" r:id="rId112"/>
        </w:object>
      </w:r>
      <w:r w:rsidRPr="00F91D1E">
        <w:rPr>
          <w:szCs w:val="21"/>
        </w:rPr>
        <w:t>，</w:t>
      </w:r>
      <w:r w:rsidRPr="00F91D1E">
        <w:rPr>
          <w:szCs w:val="21"/>
        </w:rPr>
        <w:object w:dxaOrig="264" w:dyaOrig="317">
          <v:shape id="_x0000_i1156" type="#_x0000_t75" alt="eqIddad7f66c97bfce4c00c53d86700c961b" style="width:13.15pt;height:15.65pt" o:ole="">
            <v:imagedata r:id="rId113" o:title="eqIddad7f66c97bfce4c00c53d86700c961b"/>
          </v:shape>
          <o:OLEObject Type="Embed" ProgID="Equation.DSMT4" ShapeID="_x0000_i1156" DrawAspect="Content" ObjectID="_1770619793" r:id="rId114"/>
        </w:object>
      </w:r>
      <w:r w:rsidRPr="00F91D1E">
        <w:rPr>
          <w:szCs w:val="21"/>
        </w:rPr>
        <w:t>满足</w:t>
      </w:r>
      <w:r w:rsidRPr="00F91D1E">
        <w:rPr>
          <w:szCs w:val="21"/>
        </w:rPr>
        <w:object w:dxaOrig="1813" w:dyaOrig="278">
          <v:shape id="_x0000_i1157" type="#_x0000_t75" alt="eqIdfbb9a94648ae2bf307518328257e3732" style="width:90.8pt;height:13.75pt" o:ole="">
            <v:imagedata r:id="rId115" o:title="eqIdfbb9a94648ae2bf307518328257e3732"/>
          </v:shape>
          <o:OLEObject Type="Embed" ProgID="Equation.DSMT4" ShapeID="_x0000_i1157" DrawAspect="Content" ObjectID="_1770619794" r:id="rId116"/>
        </w:object>
      </w:r>
      <w:r w:rsidRPr="00F91D1E">
        <w:rPr>
          <w:szCs w:val="21"/>
        </w:rPr>
        <w:t>，且</w:t>
      </w:r>
      <w:r w:rsidRPr="00F91D1E">
        <w:rPr>
          <w:szCs w:val="21"/>
        </w:rPr>
        <w:object w:dxaOrig="5034" w:dyaOrig="277">
          <v:shape id="_x0000_i1158" type="#_x0000_t75" alt="eqIdd7520834704d443a766fcce9fe6ad8ef" style="width:251.7pt;height:13.75pt" o:ole="">
            <v:imagedata r:id="rId117" o:title="eqIdd7520834704d443a766fcce9fe6ad8ef"/>
          </v:shape>
          <o:OLEObject Type="Embed" ProgID="Equation.DSMT4" ShapeID="_x0000_i1158" DrawAspect="Content" ObjectID="_1770619795" r:id="rId118"/>
        </w:object>
      </w:r>
      <w:r w:rsidRPr="00F91D1E">
        <w:rPr>
          <w:szCs w:val="21"/>
        </w:rPr>
        <w:t>，</w:t>
      </w:r>
      <w:r w:rsidRPr="00F91D1E">
        <w:rPr>
          <w:szCs w:val="21"/>
        </w:rPr>
        <w:object w:dxaOrig="739" w:dyaOrig="317">
          <v:shape id="_x0000_i1159" type="#_x0000_t75" alt="eqId54c838d33830639d074e5d153438da37" style="width:36.95pt;height:15.65pt" o:ole="">
            <v:imagedata r:id="rId119" o:title="eqId54c838d33830639d074e5d153438da37"/>
          </v:shape>
          <o:OLEObject Type="Embed" ProgID="Equation.DSMT4" ShapeID="_x0000_i1159" DrawAspect="Content" ObjectID="_1770619796" r:id="rId120"/>
        </w:object>
      </w:r>
      <w:r w:rsidRPr="00F91D1E">
        <w:rPr>
          <w:szCs w:val="21"/>
        </w:rPr>
        <w:t>，则</w:t>
      </w:r>
      <w:r w:rsidRPr="00F91D1E">
        <w:rPr>
          <w:szCs w:val="21"/>
        </w:rPr>
        <w:object w:dxaOrig="229" w:dyaOrig="202">
          <v:shape id="_x0000_i1160" type="#_x0000_t75" alt="eqId294f5ba74cdf695fc9a8a8e52f421328" style="width:11.25pt;height:10pt" o:ole="">
            <v:imagedata r:id="rId121" o:title="eqId294f5ba74cdf695fc9a8a8e52f421328"/>
          </v:shape>
          <o:OLEObject Type="Embed" ProgID="Equation.DSMT4" ShapeID="_x0000_i1160" DrawAspect="Content" ObjectID="_1770619797" r:id="rId122"/>
        </w:object>
      </w:r>
      <w:r w:rsidRPr="00F91D1E">
        <w:rPr>
          <w:szCs w:val="21"/>
        </w:rPr>
        <w:t>的最小值为（</w:t>
      </w:r>
      <w:r w:rsidRPr="00F91D1E">
        <w:rPr>
          <w:rFonts w:eastAsia="Times New Roman"/>
          <w:kern w:val="0"/>
          <w:szCs w:val="21"/>
        </w:rPr>
        <w:t>    </w:t>
      </w:r>
      <w:r w:rsidRPr="00F91D1E">
        <w:rPr>
          <w:szCs w:val="21"/>
        </w:rPr>
        <w:t>）</w:t>
      </w:r>
    </w:p>
    <w:p w:rsidR="004E6639" w:rsidRPr="00F91D1E" w:rsidRDefault="007B4B30" w:rsidP="00F91D1E">
      <w:pPr>
        <w:shd w:val="clear" w:color="auto" w:fill="FFFFFF"/>
        <w:tabs>
          <w:tab w:val="left" w:pos="2078"/>
          <w:tab w:val="left" w:pos="4156"/>
          <w:tab w:val="left" w:pos="6234"/>
        </w:tabs>
        <w:spacing w:line="0" w:lineRule="atLeast"/>
        <w:ind w:left="300"/>
        <w:jc w:val="left"/>
        <w:textAlignment w:val="center"/>
        <w:rPr>
          <w:szCs w:val="21"/>
        </w:rPr>
      </w:pPr>
      <w:r w:rsidRPr="00F91D1E">
        <w:rPr>
          <w:szCs w:val="21"/>
        </w:rPr>
        <w:t>A</w:t>
      </w:r>
      <w:r w:rsidRPr="00F91D1E">
        <w:rPr>
          <w:szCs w:val="21"/>
        </w:rPr>
        <w:t>．</w:t>
      </w:r>
      <w:r w:rsidRPr="00F91D1E">
        <w:rPr>
          <w:szCs w:val="21"/>
        </w:rPr>
        <w:t>6</w:t>
      </w:r>
      <w:r w:rsidRPr="00F91D1E">
        <w:rPr>
          <w:szCs w:val="21"/>
        </w:rPr>
        <w:tab/>
        <w:t>B</w:t>
      </w:r>
      <w:r w:rsidRPr="00F91D1E">
        <w:rPr>
          <w:szCs w:val="21"/>
        </w:rPr>
        <w:t>．</w:t>
      </w:r>
      <w:r w:rsidRPr="00F91D1E">
        <w:rPr>
          <w:szCs w:val="21"/>
        </w:rPr>
        <w:t>7</w:t>
      </w:r>
      <w:r w:rsidRPr="00F91D1E">
        <w:rPr>
          <w:szCs w:val="21"/>
        </w:rPr>
        <w:tab/>
        <w:t>C</w:t>
      </w:r>
      <w:r w:rsidRPr="00F91D1E">
        <w:rPr>
          <w:szCs w:val="21"/>
        </w:rPr>
        <w:t>．</w:t>
      </w:r>
      <w:r w:rsidRPr="00F91D1E">
        <w:rPr>
          <w:szCs w:val="21"/>
        </w:rPr>
        <w:t>8</w:t>
      </w:r>
      <w:r w:rsidRPr="00F91D1E">
        <w:rPr>
          <w:szCs w:val="21"/>
        </w:rPr>
        <w:tab/>
        <w:t>D</w:t>
      </w:r>
      <w:r w:rsidRPr="00F91D1E">
        <w:rPr>
          <w:szCs w:val="21"/>
        </w:rPr>
        <w:t>．</w:t>
      </w:r>
      <w:r w:rsidRPr="00F91D1E">
        <w:rPr>
          <w:szCs w:val="21"/>
        </w:rPr>
        <w:t>9</w:t>
      </w:r>
    </w:p>
    <w:p w:rsidR="00F91D1E" w:rsidRDefault="00F91D1E" w:rsidP="00F91D1E">
      <w:pPr>
        <w:spacing w:line="0" w:lineRule="atLeast"/>
        <w:jc w:val="left"/>
        <w:textAlignment w:val="center"/>
        <w:rPr>
          <w:rFonts w:ascii="宋体" w:hAnsi="宋体" w:cs="宋体"/>
          <w:b/>
          <w:szCs w:val="21"/>
        </w:rPr>
      </w:pPr>
    </w:p>
    <w:p w:rsidR="004E6639" w:rsidRPr="00F91D1E" w:rsidRDefault="007B4B30" w:rsidP="00F91D1E">
      <w:pPr>
        <w:spacing w:line="0" w:lineRule="atLeast"/>
        <w:jc w:val="left"/>
        <w:textAlignment w:val="center"/>
        <w:rPr>
          <w:rFonts w:ascii="宋体" w:hAnsi="宋体" w:cs="宋体"/>
          <w:b/>
          <w:szCs w:val="21"/>
        </w:rPr>
      </w:pPr>
      <w:r w:rsidRPr="00F91D1E">
        <w:rPr>
          <w:rFonts w:ascii="宋体" w:hAnsi="宋体" w:cs="宋体"/>
          <w:b/>
          <w:szCs w:val="21"/>
        </w:rPr>
        <w:t>二、多选题</w:t>
      </w:r>
      <w:r w:rsidR="005743A0" w:rsidRPr="00F91D1E">
        <w:rPr>
          <w:rFonts w:ascii="宋体" w:hAnsi="宋体" w:cs="宋体" w:hint="eastAsia"/>
          <w:b/>
          <w:szCs w:val="21"/>
        </w:rPr>
        <w:t>（每小</w:t>
      </w:r>
      <w:r w:rsidR="005743A0" w:rsidRPr="00F91D1E">
        <w:rPr>
          <w:rFonts w:ascii="宋体" w:hAnsi="宋体" w:cs="宋体"/>
          <w:b/>
          <w:szCs w:val="21"/>
        </w:rPr>
        <w:t>题</w:t>
      </w:r>
      <w:r w:rsidR="005743A0" w:rsidRPr="00F91D1E">
        <w:rPr>
          <w:rFonts w:ascii="宋体" w:hAnsi="宋体" w:cs="宋体" w:hint="eastAsia"/>
          <w:b/>
          <w:szCs w:val="21"/>
        </w:rPr>
        <w:t>5分</w:t>
      </w:r>
      <w:r w:rsidR="005743A0" w:rsidRPr="00F91D1E">
        <w:rPr>
          <w:rFonts w:ascii="宋体" w:hAnsi="宋体" w:cs="宋体"/>
          <w:b/>
          <w:szCs w:val="21"/>
        </w:rPr>
        <w:t>，共20</w:t>
      </w:r>
      <w:r w:rsidR="005743A0" w:rsidRPr="00F91D1E">
        <w:rPr>
          <w:rFonts w:ascii="宋体" w:hAnsi="宋体" w:cs="宋体" w:hint="eastAsia"/>
          <w:b/>
          <w:szCs w:val="21"/>
        </w:rPr>
        <w:t>分.选不</w:t>
      </w:r>
      <w:r w:rsidR="005743A0" w:rsidRPr="00F91D1E">
        <w:rPr>
          <w:rFonts w:ascii="宋体" w:hAnsi="宋体" w:cs="宋体"/>
          <w:b/>
          <w:szCs w:val="21"/>
        </w:rPr>
        <w:t>全得</w:t>
      </w:r>
      <w:r w:rsidR="005743A0" w:rsidRPr="00F91D1E">
        <w:rPr>
          <w:rFonts w:ascii="宋体" w:hAnsi="宋体" w:cs="宋体" w:hint="eastAsia"/>
          <w:b/>
          <w:szCs w:val="21"/>
        </w:rPr>
        <w:t>2分</w:t>
      </w:r>
      <w:r w:rsidR="005743A0" w:rsidRPr="00F91D1E">
        <w:rPr>
          <w:rFonts w:ascii="宋体" w:hAnsi="宋体" w:cs="宋体"/>
          <w:b/>
          <w:szCs w:val="21"/>
        </w:rPr>
        <w:t>，选错得</w:t>
      </w:r>
      <w:r w:rsidR="005743A0" w:rsidRPr="00F91D1E">
        <w:rPr>
          <w:rFonts w:ascii="宋体" w:hAnsi="宋体" w:cs="宋体" w:hint="eastAsia"/>
          <w:b/>
          <w:szCs w:val="21"/>
        </w:rPr>
        <w:t>0分</w:t>
      </w:r>
      <w:r w:rsidR="005743A0" w:rsidRPr="00F91D1E">
        <w:rPr>
          <w:rFonts w:ascii="宋体" w:hAnsi="宋体" w:cs="宋体"/>
          <w:b/>
          <w:szCs w:val="21"/>
        </w:rPr>
        <w:t>.</w:t>
      </w:r>
      <w:r w:rsidR="005743A0" w:rsidRPr="00F91D1E">
        <w:rPr>
          <w:rFonts w:ascii="宋体" w:hAnsi="宋体" w:cs="宋体" w:hint="eastAsia"/>
          <w:b/>
          <w:szCs w:val="21"/>
        </w:rPr>
        <w:t>）</w:t>
      </w:r>
    </w:p>
    <w:p w:rsidR="004E6639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  <w:r w:rsidRPr="00F91D1E">
        <w:rPr>
          <w:szCs w:val="21"/>
        </w:rPr>
        <w:t>9</w:t>
      </w:r>
      <w:r w:rsidRPr="00F91D1E">
        <w:rPr>
          <w:szCs w:val="21"/>
        </w:rPr>
        <w:t>．下列说法正确的是（</w:t>
      </w:r>
      <w:r w:rsidRPr="00F91D1E">
        <w:rPr>
          <w:rFonts w:eastAsia="Times New Roman"/>
          <w:kern w:val="0"/>
          <w:szCs w:val="21"/>
        </w:rPr>
        <w:t>    </w:t>
      </w:r>
      <w:r w:rsidRPr="00F91D1E">
        <w:rPr>
          <w:szCs w:val="21"/>
        </w:rPr>
        <w:t>）</w:t>
      </w:r>
    </w:p>
    <w:p w:rsidR="004E6639" w:rsidRPr="00F91D1E" w:rsidRDefault="007B4B30" w:rsidP="00F91D1E">
      <w:pPr>
        <w:shd w:val="clear" w:color="auto" w:fill="FFFFFF"/>
        <w:spacing w:line="0" w:lineRule="atLeast"/>
        <w:ind w:left="300"/>
        <w:jc w:val="left"/>
        <w:textAlignment w:val="center"/>
        <w:rPr>
          <w:szCs w:val="21"/>
        </w:rPr>
      </w:pPr>
      <w:r w:rsidRPr="00F91D1E">
        <w:rPr>
          <w:szCs w:val="21"/>
        </w:rPr>
        <w:t>A</w:t>
      </w:r>
      <w:r w:rsidRPr="00F91D1E">
        <w:rPr>
          <w:szCs w:val="21"/>
        </w:rPr>
        <w:t>．</w:t>
      </w:r>
      <w:proofErr w:type="gramStart"/>
      <w:r w:rsidRPr="00F91D1E">
        <w:rPr>
          <w:szCs w:val="21"/>
        </w:rPr>
        <w:t>若角</w:t>
      </w:r>
      <w:proofErr w:type="gramEnd"/>
      <w:r w:rsidRPr="00F91D1E">
        <w:rPr>
          <w:szCs w:val="21"/>
        </w:rPr>
        <w:object w:dxaOrig="211" w:dyaOrig="192">
          <v:shape id="_x0000_i1216" type="#_x0000_t75" alt="eqIde170f206fdbbd834aad7580c727e2cc6" style="width:10.65pt;height:9.4pt" o:ole="">
            <v:imagedata r:id="rId123" o:title="eqIde170f206fdbbd834aad7580c727e2cc6"/>
          </v:shape>
          <o:OLEObject Type="Embed" ProgID="Equation.DSMT4" ShapeID="_x0000_i1216" DrawAspect="Content" ObjectID="_1770619798" r:id="rId124"/>
        </w:object>
      </w:r>
      <w:r w:rsidRPr="00F91D1E">
        <w:rPr>
          <w:szCs w:val="21"/>
        </w:rPr>
        <w:t>与角</w:t>
      </w:r>
      <w:r w:rsidRPr="00F91D1E">
        <w:rPr>
          <w:szCs w:val="21"/>
        </w:rPr>
        <w:object w:dxaOrig="229" w:dyaOrig="283">
          <v:shape id="_x0000_i1217" type="#_x0000_t75" alt="eqId5b5858ee1ce52b251816757257a11c29" style="width:11.25pt;height:14.4pt" o:ole="">
            <v:imagedata r:id="rId125" o:title="eqId5b5858ee1ce52b251816757257a11c29"/>
          </v:shape>
          <o:OLEObject Type="Embed" ProgID="Equation.DSMT4" ShapeID="_x0000_i1217" DrawAspect="Content" ObjectID="_1770619799" r:id="rId126"/>
        </w:object>
      </w:r>
      <w:r w:rsidRPr="00F91D1E">
        <w:rPr>
          <w:szCs w:val="21"/>
        </w:rPr>
        <w:t>不相等，则</w:t>
      </w:r>
      <w:r w:rsidRPr="00F91D1E">
        <w:rPr>
          <w:szCs w:val="21"/>
        </w:rPr>
        <w:object w:dxaOrig="211" w:dyaOrig="192">
          <v:shape id="_x0000_i1218" type="#_x0000_t75" alt="eqIde170f206fdbbd834aad7580c727e2cc6" style="width:10.65pt;height:9.4pt" o:ole="">
            <v:imagedata r:id="rId123" o:title="eqIde170f206fdbbd834aad7580c727e2cc6"/>
          </v:shape>
          <o:OLEObject Type="Embed" ProgID="Equation.DSMT4" ShapeID="_x0000_i1218" DrawAspect="Content" ObjectID="_1770619800" r:id="rId127"/>
        </w:object>
      </w:r>
      <w:r w:rsidRPr="00F91D1E">
        <w:rPr>
          <w:szCs w:val="21"/>
        </w:rPr>
        <w:t>与</w:t>
      </w:r>
      <w:r w:rsidRPr="00F91D1E">
        <w:rPr>
          <w:szCs w:val="21"/>
        </w:rPr>
        <w:object w:dxaOrig="229" w:dyaOrig="283">
          <v:shape id="_x0000_i1219" type="#_x0000_t75" alt="eqId5b5858ee1ce52b251816757257a11c29" style="width:11.25pt;height:14.4pt" o:ole="">
            <v:imagedata r:id="rId125" o:title="eqId5b5858ee1ce52b251816757257a11c29"/>
          </v:shape>
          <o:OLEObject Type="Embed" ProgID="Equation.DSMT4" ShapeID="_x0000_i1219" DrawAspect="Content" ObjectID="_1770619801" r:id="rId128"/>
        </w:object>
      </w:r>
      <w:r w:rsidRPr="00F91D1E">
        <w:rPr>
          <w:szCs w:val="21"/>
        </w:rPr>
        <w:t>的终边不可能重合</w:t>
      </w:r>
    </w:p>
    <w:p w:rsidR="004E6639" w:rsidRPr="00F91D1E" w:rsidRDefault="007B4B30" w:rsidP="00F91D1E">
      <w:pPr>
        <w:shd w:val="clear" w:color="auto" w:fill="FFFFFF"/>
        <w:spacing w:line="0" w:lineRule="atLeast"/>
        <w:ind w:left="300"/>
        <w:jc w:val="left"/>
        <w:textAlignment w:val="center"/>
        <w:rPr>
          <w:szCs w:val="21"/>
        </w:rPr>
      </w:pPr>
      <w:r w:rsidRPr="00F91D1E">
        <w:rPr>
          <w:szCs w:val="21"/>
        </w:rPr>
        <w:lastRenderedPageBreak/>
        <w:t>B</w:t>
      </w:r>
      <w:r w:rsidRPr="00F91D1E">
        <w:rPr>
          <w:szCs w:val="21"/>
        </w:rPr>
        <w:t>．若圆心角为</w:t>
      </w:r>
      <w:r w:rsidRPr="00F91D1E">
        <w:rPr>
          <w:szCs w:val="21"/>
        </w:rPr>
        <w:object w:dxaOrig="211" w:dyaOrig="541">
          <v:shape id="_x0000_i1220" type="#_x0000_t75" alt="eqIdac1a63ab608517bb10aa036783dfb51f" style="width:10.65pt;height:26.9pt" o:ole="">
            <v:imagedata r:id="rId129" o:title="eqIdac1a63ab608517bb10aa036783dfb51f"/>
          </v:shape>
          <o:OLEObject Type="Embed" ProgID="Equation.DSMT4" ShapeID="_x0000_i1220" DrawAspect="Content" ObjectID="_1770619802" r:id="rId130"/>
        </w:object>
      </w:r>
      <w:r w:rsidRPr="00F91D1E">
        <w:rPr>
          <w:szCs w:val="21"/>
        </w:rPr>
        <w:t>的扇形的弧长为</w:t>
      </w:r>
      <w:r w:rsidRPr="00F91D1E">
        <w:rPr>
          <w:szCs w:val="21"/>
        </w:rPr>
        <w:object w:dxaOrig="176" w:dyaOrig="196">
          <v:shape id="_x0000_i1221" type="#_x0000_t75" alt="eqId70f5389990c3a0c5373f3bd9fb2454c9" style="width:8.75pt;height:10pt" o:ole="">
            <v:imagedata r:id="rId131" o:title="eqId70f5389990c3a0c5373f3bd9fb2454c9"/>
          </v:shape>
          <o:OLEObject Type="Embed" ProgID="Equation.DSMT4" ShapeID="_x0000_i1221" DrawAspect="Content" ObjectID="_1770619803" r:id="rId132"/>
        </w:object>
      </w:r>
      <w:r w:rsidRPr="00F91D1E">
        <w:rPr>
          <w:szCs w:val="21"/>
        </w:rPr>
        <w:t>，则扇形的面积为</w:t>
      </w:r>
      <w:r w:rsidRPr="00F91D1E">
        <w:rPr>
          <w:szCs w:val="21"/>
        </w:rPr>
        <w:object w:dxaOrig="317" w:dyaOrig="538">
          <v:shape id="_x0000_i1222" type="#_x0000_t75" alt="eqId0ff5bb943e2d1bf24e53e81739a891a0" style="width:15.65pt;height:26.9pt" o:ole="">
            <v:imagedata r:id="rId133" o:title="eqId0ff5bb943e2d1bf24e53e81739a891a0"/>
          </v:shape>
          <o:OLEObject Type="Embed" ProgID="Equation.DSMT4" ShapeID="_x0000_i1222" DrawAspect="Content" ObjectID="_1770619804" r:id="rId134"/>
        </w:object>
      </w:r>
    </w:p>
    <w:p w:rsidR="004E6639" w:rsidRPr="00F91D1E" w:rsidRDefault="007B4B30" w:rsidP="00F91D1E">
      <w:pPr>
        <w:shd w:val="clear" w:color="auto" w:fill="FFFFFF"/>
        <w:spacing w:line="0" w:lineRule="atLeast"/>
        <w:ind w:left="300"/>
        <w:jc w:val="left"/>
        <w:textAlignment w:val="center"/>
        <w:rPr>
          <w:szCs w:val="21"/>
        </w:rPr>
      </w:pPr>
      <w:r w:rsidRPr="00F91D1E">
        <w:rPr>
          <w:szCs w:val="21"/>
        </w:rPr>
        <w:t>C</w:t>
      </w:r>
      <w:r w:rsidRPr="00F91D1E">
        <w:rPr>
          <w:szCs w:val="21"/>
        </w:rPr>
        <w:t>．终边落在直线</w:t>
      </w:r>
      <w:r w:rsidRPr="00F91D1E">
        <w:rPr>
          <w:szCs w:val="21"/>
        </w:rPr>
        <w:object w:dxaOrig="510" w:dyaOrig="230">
          <v:shape id="_x0000_i1223" type="#_x0000_t75" alt="eqIdd77f5191798242b7b9b88a75e17e4425" style="width:25.65pt;height:11.25pt" o:ole="">
            <v:imagedata r:id="rId135" o:title="eqIdd77f5191798242b7b9b88a75e17e4425"/>
          </v:shape>
          <o:OLEObject Type="Embed" ProgID="Equation.DSMT4" ShapeID="_x0000_i1223" DrawAspect="Content" ObjectID="_1770619805" r:id="rId136"/>
        </w:object>
      </w:r>
      <w:r w:rsidRPr="00F91D1E">
        <w:rPr>
          <w:szCs w:val="21"/>
        </w:rPr>
        <w:t>上的角的集合是</w:t>
      </w:r>
      <w:r w:rsidRPr="00F91D1E">
        <w:rPr>
          <w:szCs w:val="21"/>
        </w:rPr>
        <w:object w:dxaOrig="1882" w:dyaOrig="545">
          <v:shape id="_x0000_i1224" type="#_x0000_t75" alt="eqIdb42814e56c5e4beb81b0d4a6f0ae863f" style="width:93.9pt;height:27.55pt" o:ole="">
            <v:imagedata r:id="rId137" o:title="eqIdb42814e56c5e4beb81b0d4a6f0ae863f"/>
          </v:shape>
          <o:OLEObject Type="Embed" ProgID="Equation.DSMT4" ShapeID="_x0000_i1224" DrawAspect="Content" ObjectID="_1770619806" r:id="rId138"/>
        </w:object>
      </w:r>
    </w:p>
    <w:p w:rsidR="004E6639" w:rsidRPr="00F91D1E" w:rsidRDefault="007B4B30" w:rsidP="00F91D1E">
      <w:pPr>
        <w:shd w:val="clear" w:color="auto" w:fill="FFFFFF"/>
        <w:spacing w:line="0" w:lineRule="atLeast"/>
        <w:ind w:left="300"/>
        <w:jc w:val="left"/>
        <w:textAlignment w:val="center"/>
        <w:rPr>
          <w:szCs w:val="21"/>
        </w:rPr>
      </w:pPr>
      <w:r w:rsidRPr="00F91D1E">
        <w:rPr>
          <w:szCs w:val="21"/>
        </w:rPr>
        <w:t>D</w:t>
      </w:r>
      <w:r w:rsidRPr="00F91D1E">
        <w:rPr>
          <w:szCs w:val="21"/>
        </w:rPr>
        <w:t>．函数</w:t>
      </w:r>
      <w:r w:rsidRPr="00F91D1E">
        <w:rPr>
          <w:szCs w:val="21"/>
        </w:rPr>
        <w:object w:dxaOrig="1372" w:dyaOrig="543">
          <v:shape id="_x0000_i1225" type="#_x0000_t75" alt="eqIda452cc027df968d62f1ce91e3a03a404" style="width:68.85pt;height:26.9pt" o:ole="">
            <v:imagedata r:id="rId139" o:title="eqIda452cc027df968d62f1ce91e3a03a404"/>
          </v:shape>
          <o:OLEObject Type="Embed" ProgID="Equation.DSMT4" ShapeID="_x0000_i1225" DrawAspect="Content" ObjectID="_1770619807" r:id="rId140"/>
        </w:object>
      </w:r>
      <w:r w:rsidRPr="00F91D1E">
        <w:rPr>
          <w:szCs w:val="21"/>
        </w:rPr>
        <w:t>的定义域为</w:t>
      </w:r>
      <w:r w:rsidRPr="00F91D1E">
        <w:rPr>
          <w:szCs w:val="21"/>
        </w:rPr>
        <w:object w:dxaOrig="1882" w:dyaOrig="540">
          <v:shape id="_x0000_i1226" type="#_x0000_t75" alt="eqIdd5ab96eabe0a292986fd1d6ac7ca5936" style="width:93.9pt;height:26.9pt" o:ole="">
            <v:imagedata r:id="rId141" o:title="eqIdd5ab96eabe0a292986fd1d6ac7ca5936"/>
          </v:shape>
          <o:OLEObject Type="Embed" ProgID="Equation.DSMT4" ShapeID="_x0000_i1226" DrawAspect="Content" ObjectID="_1770619808" r:id="rId142"/>
        </w:object>
      </w:r>
    </w:p>
    <w:p w:rsidR="007B4B30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  <w:r w:rsidRPr="00F91D1E">
        <w:rPr>
          <w:szCs w:val="21"/>
        </w:rPr>
        <w:t>10</w:t>
      </w:r>
      <w:r w:rsidRPr="00F91D1E">
        <w:rPr>
          <w:szCs w:val="21"/>
        </w:rPr>
        <w:t>．给出下列命题，其中叙述错误的命题为（</w:t>
      </w:r>
      <w:r w:rsidRPr="00F91D1E">
        <w:rPr>
          <w:rFonts w:eastAsia="Times New Roman"/>
          <w:kern w:val="0"/>
          <w:szCs w:val="21"/>
        </w:rPr>
        <w:t>    </w:t>
      </w:r>
      <w:r w:rsidRPr="00F91D1E">
        <w:rPr>
          <w:szCs w:val="21"/>
        </w:rPr>
        <w:t>）</w:t>
      </w:r>
    </w:p>
    <w:p w:rsidR="007B4B30" w:rsidRPr="00F91D1E" w:rsidRDefault="007B4B30" w:rsidP="00F91D1E">
      <w:pPr>
        <w:shd w:val="clear" w:color="auto" w:fill="FFFFFF"/>
        <w:spacing w:line="0" w:lineRule="atLeast"/>
        <w:ind w:left="380"/>
        <w:jc w:val="left"/>
        <w:textAlignment w:val="center"/>
        <w:rPr>
          <w:szCs w:val="21"/>
        </w:rPr>
      </w:pPr>
      <w:r w:rsidRPr="00F91D1E">
        <w:rPr>
          <w:szCs w:val="21"/>
        </w:rPr>
        <w:t>A</w:t>
      </w:r>
      <w:r w:rsidRPr="00F91D1E">
        <w:rPr>
          <w:szCs w:val="21"/>
        </w:rPr>
        <w:t>．向量</w:t>
      </w:r>
      <w:r w:rsidRPr="00F91D1E">
        <w:rPr>
          <w:szCs w:val="21"/>
        </w:rPr>
        <w:object w:dxaOrig="299" w:dyaOrig="247">
          <v:shape id="_x0000_i1891" type="#_x0000_t75" alt="eqIdabcb5d89b04570ceda2c29e11cb27a57" style="width:15.05pt;height:12.5pt" o:ole="">
            <v:imagedata r:id="rId143" o:title="eqIdabcb5d89b04570ceda2c29e11cb27a57"/>
          </v:shape>
          <o:OLEObject Type="Embed" ProgID="Equation.DSMT4" ShapeID="_x0000_i1891" DrawAspect="Content" ObjectID="_1770619809" r:id="rId144"/>
        </w:object>
      </w:r>
      <w:r w:rsidRPr="00F91D1E">
        <w:rPr>
          <w:szCs w:val="21"/>
        </w:rPr>
        <w:t>的长度与向量</w:t>
      </w:r>
      <w:r w:rsidRPr="00F91D1E">
        <w:rPr>
          <w:szCs w:val="21"/>
        </w:rPr>
        <w:object w:dxaOrig="334" w:dyaOrig="281">
          <v:shape id="_x0000_i1892" type="#_x0000_t75" alt="eqId083a20abb668d4c26fe5039bd108b40a" style="width:16.9pt;height:13.75pt" o:ole="">
            <v:imagedata r:id="rId145" o:title="eqId083a20abb668d4c26fe5039bd108b40a"/>
          </v:shape>
          <o:OLEObject Type="Embed" ProgID="Equation.DSMT4" ShapeID="_x0000_i1892" DrawAspect="Content" ObjectID="_1770619810" r:id="rId146"/>
        </w:object>
      </w:r>
      <w:r w:rsidRPr="00F91D1E">
        <w:rPr>
          <w:szCs w:val="21"/>
        </w:rPr>
        <w:t>的长度相等</w:t>
      </w:r>
    </w:p>
    <w:p w:rsidR="007B4B30" w:rsidRPr="00F91D1E" w:rsidRDefault="007B4B30" w:rsidP="00F91D1E">
      <w:pPr>
        <w:shd w:val="clear" w:color="auto" w:fill="FFFFFF"/>
        <w:spacing w:line="0" w:lineRule="atLeast"/>
        <w:ind w:left="380"/>
        <w:jc w:val="left"/>
        <w:textAlignment w:val="center"/>
        <w:rPr>
          <w:szCs w:val="21"/>
        </w:rPr>
      </w:pPr>
      <w:r w:rsidRPr="00F91D1E">
        <w:rPr>
          <w:szCs w:val="21"/>
        </w:rPr>
        <w:t>B</w:t>
      </w:r>
      <w:r w:rsidRPr="00F91D1E">
        <w:rPr>
          <w:szCs w:val="21"/>
        </w:rPr>
        <w:t>．向量</w:t>
      </w:r>
      <w:r w:rsidRPr="00F91D1E">
        <w:rPr>
          <w:szCs w:val="21"/>
        </w:rPr>
        <w:object w:dxaOrig="176" w:dyaOrig="289">
          <v:shape id="_x0000_i1893" type="#_x0000_t75" alt="eqId64c5562bd4d1b54424330cb6329cd79d" style="width:8.75pt;height:14.4pt" o:ole="">
            <v:imagedata r:id="rId147" o:title="eqId64c5562bd4d1b54424330cb6329cd79d"/>
          </v:shape>
          <o:OLEObject Type="Embed" ProgID="Equation.DSMT4" ShapeID="_x0000_i1893" DrawAspect="Content" ObjectID="_1770619811" r:id="rId148"/>
        </w:object>
      </w:r>
      <w:r w:rsidRPr="00F91D1E">
        <w:rPr>
          <w:szCs w:val="21"/>
        </w:rPr>
        <w:t>与</w:t>
      </w:r>
      <w:r w:rsidRPr="00F91D1E">
        <w:rPr>
          <w:szCs w:val="21"/>
        </w:rPr>
        <w:object w:dxaOrig="176" w:dyaOrig="289">
          <v:shape id="_x0000_i1894" type="#_x0000_t75" alt="eqIdb45ba716f03748c19b7ce2f99af536ab" style="width:8.75pt;height:14.4pt" o:ole="">
            <v:imagedata r:id="rId149" o:title="eqIdb45ba716f03748c19b7ce2f99af536ab"/>
          </v:shape>
          <o:OLEObject Type="Embed" ProgID="Equation.DSMT4" ShapeID="_x0000_i1894" DrawAspect="Content" ObjectID="_1770619812" r:id="rId150"/>
        </w:object>
      </w:r>
      <w:r w:rsidRPr="00F91D1E">
        <w:rPr>
          <w:szCs w:val="21"/>
        </w:rPr>
        <w:t>平行，则</w:t>
      </w:r>
      <w:r w:rsidRPr="00F91D1E">
        <w:rPr>
          <w:szCs w:val="21"/>
        </w:rPr>
        <w:object w:dxaOrig="176" w:dyaOrig="289">
          <v:shape id="_x0000_i1895" type="#_x0000_t75" alt="eqId64c5562bd4d1b54424330cb6329cd79d" style="width:8.75pt;height:14.4pt" o:ole="">
            <v:imagedata r:id="rId147" o:title="eqId64c5562bd4d1b54424330cb6329cd79d"/>
          </v:shape>
          <o:OLEObject Type="Embed" ProgID="Equation.DSMT4" ShapeID="_x0000_i1895" DrawAspect="Content" ObjectID="_1770619813" r:id="rId151"/>
        </w:object>
      </w:r>
      <w:r w:rsidRPr="00F91D1E">
        <w:rPr>
          <w:szCs w:val="21"/>
        </w:rPr>
        <w:t>与</w:t>
      </w:r>
      <w:r w:rsidRPr="00F91D1E">
        <w:rPr>
          <w:szCs w:val="21"/>
        </w:rPr>
        <w:object w:dxaOrig="176" w:dyaOrig="289">
          <v:shape id="_x0000_i1896" type="#_x0000_t75" alt="eqIdb45ba716f03748c19b7ce2f99af536ab" style="width:8.75pt;height:14.4pt" o:ole="">
            <v:imagedata r:id="rId149" o:title="eqIdb45ba716f03748c19b7ce2f99af536ab"/>
          </v:shape>
          <o:OLEObject Type="Embed" ProgID="Equation.DSMT4" ShapeID="_x0000_i1896" DrawAspect="Content" ObjectID="_1770619814" r:id="rId152"/>
        </w:object>
      </w:r>
      <w:r w:rsidRPr="00F91D1E">
        <w:rPr>
          <w:szCs w:val="21"/>
        </w:rPr>
        <w:t>的方向相同或相反</w:t>
      </w:r>
    </w:p>
    <w:p w:rsidR="007B4B30" w:rsidRPr="00F91D1E" w:rsidRDefault="007B4B30" w:rsidP="00F91D1E">
      <w:pPr>
        <w:shd w:val="clear" w:color="auto" w:fill="FFFFFF"/>
        <w:spacing w:line="0" w:lineRule="atLeast"/>
        <w:ind w:left="380"/>
        <w:jc w:val="left"/>
        <w:textAlignment w:val="center"/>
        <w:rPr>
          <w:szCs w:val="21"/>
        </w:rPr>
      </w:pPr>
      <w:r w:rsidRPr="00F91D1E">
        <w:rPr>
          <w:szCs w:val="21"/>
        </w:rPr>
        <w:t>C</w:t>
      </w:r>
      <w:r w:rsidRPr="00F91D1E">
        <w:rPr>
          <w:szCs w:val="21"/>
        </w:rPr>
        <w:t>．</w:t>
      </w:r>
      <w:r w:rsidRPr="00F91D1E">
        <w:rPr>
          <w:szCs w:val="21"/>
        </w:rPr>
        <w:object w:dxaOrig="1812" w:dyaOrig="423">
          <v:shape id="_x0000_i1897" type="#_x0000_t75" alt="eqId8c35589bb179e9232784aae17a496809" style="width:90.8pt;height:21.3pt" o:ole="">
            <v:imagedata r:id="rId153" o:title="eqId8c35589bb179e9232784aae17a496809"/>
          </v:shape>
          <o:OLEObject Type="Embed" ProgID="Equation.DSMT4" ShapeID="_x0000_i1897" DrawAspect="Content" ObjectID="_1770619815" r:id="rId154"/>
        </w:object>
      </w:r>
      <w:r w:rsidRPr="00F91D1E">
        <w:rPr>
          <w:szCs w:val="21"/>
        </w:rPr>
        <w:t>与</w:t>
      </w:r>
      <w:r w:rsidRPr="00F91D1E">
        <w:rPr>
          <w:szCs w:val="21"/>
        </w:rPr>
        <w:object w:dxaOrig="176" w:dyaOrig="289">
          <v:shape id="_x0000_i1898" type="#_x0000_t75" alt="eqIdb45ba716f03748c19b7ce2f99af536ab" style="width:8.75pt;height:14.4pt" o:ole="">
            <v:imagedata r:id="rId149" o:title="eqIdb45ba716f03748c19b7ce2f99af536ab"/>
          </v:shape>
          <o:OLEObject Type="Embed" ProgID="Equation.DSMT4" ShapeID="_x0000_i1898" DrawAspect="Content" ObjectID="_1770619816" r:id="rId155"/>
        </w:object>
      </w:r>
      <w:r w:rsidRPr="00F91D1E">
        <w:rPr>
          <w:szCs w:val="21"/>
        </w:rPr>
        <w:t>方向相反</w:t>
      </w:r>
    </w:p>
    <w:p w:rsidR="007B4B30" w:rsidRPr="00F91D1E" w:rsidRDefault="007B4B30" w:rsidP="00F91D1E">
      <w:pPr>
        <w:shd w:val="clear" w:color="auto" w:fill="FFFFFF"/>
        <w:spacing w:line="0" w:lineRule="atLeast"/>
        <w:ind w:left="380"/>
        <w:jc w:val="left"/>
        <w:textAlignment w:val="center"/>
        <w:rPr>
          <w:szCs w:val="21"/>
        </w:rPr>
      </w:pPr>
      <w:r w:rsidRPr="00F91D1E">
        <w:rPr>
          <w:szCs w:val="21"/>
        </w:rPr>
        <w:t>D</w:t>
      </w:r>
      <w:r w:rsidRPr="00F91D1E">
        <w:rPr>
          <w:szCs w:val="21"/>
        </w:rPr>
        <w:t>．若非零向量</w:t>
      </w:r>
      <w:r w:rsidRPr="00F91D1E">
        <w:rPr>
          <w:szCs w:val="21"/>
        </w:rPr>
        <w:object w:dxaOrig="176" w:dyaOrig="289">
          <v:shape id="_x0000_i1899" type="#_x0000_t75" alt="eqId64c5562bd4d1b54424330cb6329cd79d" style="width:8.75pt;height:14.4pt" o:ole="">
            <v:imagedata r:id="rId147" o:title="eqId64c5562bd4d1b54424330cb6329cd79d"/>
          </v:shape>
          <o:OLEObject Type="Embed" ProgID="Equation.DSMT4" ShapeID="_x0000_i1899" DrawAspect="Content" ObjectID="_1770619817" r:id="rId156"/>
        </w:object>
      </w:r>
      <w:r w:rsidRPr="00F91D1E">
        <w:rPr>
          <w:szCs w:val="21"/>
        </w:rPr>
        <w:t>与非零向量</w:t>
      </w:r>
      <w:r w:rsidRPr="00F91D1E">
        <w:rPr>
          <w:szCs w:val="21"/>
        </w:rPr>
        <w:object w:dxaOrig="176" w:dyaOrig="289">
          <v:shape id="_x0000_i1900" type="#_x0000_t75" alt="eqIdb45ba716f03748c19b7ce2f99af536ab" style="width:8.75pt;height:14.4pt" o:ole="">
            <v:imagedata r:id="rId149" o:title="eqIdb45ba716f03748c19b7ce2f99af536ab"/>
          </v:shape>
          <o:OLEObject Type="Embed" ProgID="Equation.DSMT4" ShapeID="_x0000_i1900" DrawAspect="Content" ObjectID="_1770619818" r:id="rId157"/>
        </w:object>
      </w:r>
      <w:r w:rsidRPr="00F91D1E">
        <w:rPr>
          <w:szCs w:val="21"/>
        </w:rPr>
        <w:t>的方向相同或相反，则</w:t>
      </w:r>
      <w:r w:rsidRPr="00F91D1E">
        <w:rPr>
          <w:szCs w:val="21"/>
        </w:rPr>
        <w:object w:dxaOrig="475" w:dyaOrig="303">
          <v:shape id="_x0000_i1901" type="#_x0000_t75" alt="eqIded492f7b29166ba5c1f0023b05a439c5" style="width:23.8pt;height:15.05pt" o:ole="">
            <v:imagedata r:id="rId158" o:title="eqIded492f7b29166ba5c1f0023b05a439c5"/>
          </v:shape>
          <o:OLEObject Type="Embed" ProgID="Equation.DSMT4" ShapeID="_x0000_i1901" DrawAspect="Content" ObjectID="_1770619819" r:id="rId159"/>
        </w:object>
      </w:r>
      <w:r w:rsidRPr="00F91D1E">
        <w:rPr>
          <w:szCs w:val="21"/>
        </w:rPr>
        <w:t>与</w:t>
      </w:r>
      <w:r w:rsidRPr="00F91D1E">
        <w:rPr>
          <w:szCs w:val="21"/>
        </w:rPr>
        <w:object w:dxaOrig="176" w:dyaOrig="289">
          <v:shape id="_x0000_i1902" type="#_x0000_t75" alt="eqId64c5562bd4d1b54424330cb6329cd79d" style="width:8.75pt;height:14.4pt" o:ole="">
            <v:imagedata r:id="rId147" o:title="eqId64c5562bd4d1b54424330cb6329cd79d"/>
          </v:shape>
          <o:OLEObject Type="Embed" ProgID="Equation.DSMT4" ShapeID="_x0000_i1902" DrawAspect="Content" ObjectID="_1770619820" r:id="rId160"/>
        </w:object>
      </w:r>
      <w:r w:rsidRPr="00F91D1E">
        <w:rPr>
          <w:szCs w:val="21"/>
        </w:rPr>
        <w:t>，</w:t>
      </w:r>
      <w:r w:rsidRPr="00F91D1E">
        <w:rPr>
          <w:szCs w:val="21"/>
        </w:rPr>
        <w:object w:dxaOrig="176" w:dyaOrig="289">
          <v:shape id="_x0000_i1903" type="#_x0000_t75" alt="eqIdb45ba716f03748c19b7ce2f99af536ab" style="width:8.75pt;height:14.4pt" o:ole="">
            <v:imagedata r:id="rId149" o:title="eqIdb45ba716f03748c19b7ce2f99af536ab"/>
          </v:shape>
          <o:OLEObject Type="Embed" ProgID="Equation.DSMT4" ShapeID="_x0000_i1903" DrawAspect="Content" ObjectID="_1770619821" r:id="rId161"/>
        </w:object>
      </w:r>
      <w:r w:rsidRPr="00F91D1E">
        <w:rPr>
          <w:szCs w:val="21"/>
        </w:rPr>
        <w:t>之一的方向相同</w:t>
      </w:r>
    </w:p>
    <w:p w:rsidR="007B4B30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  <w:r w:rsidRPr="00F91D1E">
        <w:rPr>
          <w:szCs w:val="21"/>
        </w:rPr>
        <w:t>11</w:t>
      </w:r>
      <w:r w:rsidRPr="00F91D1E">
        <w:rPr>
          <w:szCs w:val="21"/>
        </w:rPr>
        <w:t>．设正实数</w:t>
      </w:r>
      <w:r w:rsidRPr="00F91D1E">
        <w:rPr>
          <w:szCs w:val="21"/>
        </w:rPr>
        <w:object w:dxaOrig="176" w:dyaOrig="190">
          <v:shape id="_x0000_i1921" type="#_x0000_t75" alt="eqId81dea63b8ce3e51adf66cf7b9982a248" style="width:8.75pt;height:9.4pt" o:ole="">
            <v:imagedata r:id="rId75" o:title="eqId81dea63b8ce3e51adf66cf7b9982a248"/>
          </v:shape>
          <o:OLEObject Type="Embed" ProgID="Equation.DSMT4" ShapeID="_x0000_i1921" DrawAspect="Content" ObjectID="_1770619822" r:id="rId162"/>
        </w:object>
      </w:r>
      <w:r w:rsidRPr="00F91D1E">
        <w:rPr>
          <w:szCs w:val="21"/>
        </w:rPr>
        <w:t>，</w:t>
      </w:r>
      <w:r w:rsidRPr="00F91D1E">
        <w:rPr>
          <w:szCs w:val="21"/>
        </w:rPr>
        <w:object w:dxaOrig="194" w:dyaOrig="238">
          <v:shape id="_x0000_i1922" type="#_x0000_t75" alt="eqIdd053b14c8588eee2acbbe44fc37a6886" style="width:9.4pt;height:11.9pt" o:ole="">
            <v:imagedata r:id="rId163" o:title="eqIdd053b14c8588eee2acbbe44fc37a6886"/>
          </v:shape>
          <o:OLEObject Type="Embed" ProgID="Equation.DSMT4" ShapeID="_x0000_i1922" DrawAspect="Content" ObjectID="_1770619823" r:id="rId164"/>
        </w:object>
      </w:r>
      <w:r w:rsidRPr="00F91D1E">
        <w:rPr>
          <w:szCs w:val="21"/>
        </w:rPr>
        <w:t>满足</w:t>
      </w:r>
      <w:r w:rsidRPr="00F91D1E">
        <w:rPr>
          <w:szCs w:val="21"/>
        </w:rPr>
        <w:object w:dxaOrig="809" w:dyaOrig="279">
          <v:shape id="_x0000_i1923" type="#_x0000_t75" alt="eqIdb45900deae0489e87fe448948e8091c4" style="width:40.7pt;height:13.75pt" o:ole="">
            <v:imagedata r:id="rId165" o:title="eqIdb45900deae0489e87fe448948e8091c4"/>
          </v:shape>
          <o:OLEObject Type="Embed" ProgID="Equation.DSMT4" ShapeID="_x0000_i1923" DrawAspect="Content" ObjectID="_1770619824" r:id="rId166"/>
        </w:object>
      </w:r>
      <w:r w:rsidRPr="00F91D1E">
        <w:rPr>
          <w:szCs w:val="21"/>
        </w:rPr>
        <w:t>，则下列说法正确的是（</w:t>
      </w:r>
      <w:r w:rsidRPr="00F91D1E">
        <w:rPr>
          <w:rFonts w:eastAsia="Times New Roman"/>
          <w:kern w:val="0"/>
          <w:szCs w:val="21"/>
        </w:rPr>
        <w:t>    </w:t>
      </w:r>
      <w:r w:rsidRPr="00F91D1E">
        <w:rPr>
          <w:szCs w:val="21"/>
        </w:rPr>
        <w:t>）</w:t>
      </w:r>
    </w:p>
    <w:p w:rsidR="007B4B30" w:rsidRPr="00F91D1E" w:rsidRDefault="007B4B30" w:rsidP="00F91D1E">
      <w:pPr>
        <w:shd w:val="clear" w:color="auto" w:fill="FFFFFF"/>
        <w:tabs>
          <w:tab w:val="left" w:pos="4156"/>
        </w:tabs>
        <w:spacing w:line="0" w:lineRule="atLeast"/>
        <w:ind w:left="380"/>
        <w:jc w:val="left"/>
        <w:textAlignment w:val="center"/>
        <w:rPr>
          <w:szCs w:val="21"/>
        </w:rPr>
      </w:pPr>
      <w:r w:rsidRPr="00F91D1E">
        <w:rPr>
          <w:szCs w:val="21"/>
        </w:rPr>
        <w:t>A</w:t>
      </w:r>
      <w:r w:rsidRPr="00F91D1E">
        <w:rPr>
          <w:szCs w:val="21"/>
        </w:rPr>
        <w:t>．</w:t>
      </w:r>
      <w:r w:rsidRPr="00F91D1E">
        <w:rPr>
          <w:szCs w:val="21"/>
        </w:rPr>
        <w:object w:dxaOrig="545" w:dyaOrig="576">
          <v:shape id="_x0000_i1924" type="#_x0000_t75" alt="eqId16f0b84ee4ed90face0993d4f4dda379" style="width:27.55pt;height:28.8pt" o:ole="">
            <v:imagedata r:id="rId167" o:title="eqId16f0b84ee4ed90face0993d4f4dda379"/>
          </v:shape>
          <o:OLEObject Type="Embed" ProgID="Equation.DSMT4" ShapeID="_x0000_i1924" DrawAspect="Content" ObjectID="_1770619825" r:id="rId168"/>
        </w:object>
      </w:r>
      <w:r w:rsidRPr="00F91D1E">
        <w:rPr>
          <w:szCs w:val="21"/>
        </w:rPr>
        <w:t>的最小值为</w:t>
      </w:r>
      <w:r w:rsidRPr="00F91D1E">
        <w:rPr>
          <w:szCs w:val="21"/>
        </w:rPr>
        <w:t>2</w:t>
      </w:r>
      <w:r w:rsidRPr="00F91D1E">
        <w:rPr>
          <w:szCs w:val="21"/>
        </w:rPr>
        <w:tab/>
        <w:t>B</w:t>
      </w:r>
      <w:r w:rsidRPr="00F91D1E">
        <w:rPr>
          <w:szCs w:val="21"/>
        </w:rPr>
        <w:t>．</w:t>
      </w:r>
      <w:r w:rsidRPr="00F91D1E">
        <w:rPr>
          <w:szCs w:val="21"/>
        </w:rPr>
        <w:object w:dxaOrig="264" w:dyaOrig="224">
          <v:shape id="_x0000_i1925" type="#_x0000_t75" alt="eqId6f29d5f376c75c41ae6af0c8a8565449" style="width:13.15pt;height:11.25pt" o:ole="">
            <v:imagedata r:id="rId169" o:title="eqId6f29d5f376c75c41ae6af0c8a8565449"/>
          </v:shape>
          <o:OLEObject Type="Embed" ProgID="Equation.DSMT4" ShapeID="_x0000_i1925" DrawAspect="Content" ObjectID="_1770619826" r:id="rId170"/>
        </w:object>
      </w:r>
      <w:r w:rsidRPr="00F91D1E">
        <w:rPr>
          <w:szCs w:val="21"/>
        </w:rPr>
        <w:t>的最小值为</w:t>
      </w:r>
      <w:r w:rsidRPr="00F91D1E">
        <w:rPr>
          <w:szCs w:val="21"/>
        </w:rPr>
        <w:t>1</w:t>
      </w:r>
    </w:p>
    <w:p w:rsidR="007B4B30" w:rsidRPr="00F91D1E" w:rsidRDefault="007B4B30" w:rsidP="00F91D1E">
      <w:pPr>
        <w:shd w:val="clear" w:color="auto" w:fill="FFFFFF"/>
        <w:tabs>
          <w:tab w:val="left" w:pos="4156"/>
        </w:tabs>
        <w:spacing w:line="0" w:lineRule="atLeast"/>
        <w:ind w:left="380"/>
        <w:jc w:val="left"/>
        <w:textAlignment w:val="center"/>
        <w:rPr>
          <w:rFonts w:hint="eastAsia"/>
          <w:szCs w:val="21"/>
        </w:rPr>
      </w:pPr>
      <w:r w:rsidRPr="00F91D1E">
        <w:rPr>
          <w:szCs w:val="21"/>
        </w:rPr>
        <w:t>C</w:t>
      </w:r>
      <w:r w:rsidRPr="00F91D1E">
        <w:rPr>
          <w:szCs w:val="21"/>
        </w:rPr>
        <w:t>．</w:t>
      </w:r>
      <w:r w:rsidRPr="00F91D1E">
        <w:rPr>
          <w:szCs w:val="21"/>
        </w:rPr>
        <w:object w:dxaOrig="809" w:dyaOrig="358">
          <v:shape id="_x0000_i1926" type="#_x0000_t75" alt="eqId1295333db25226b7e4d5af5caeeed28d" style="width:40.7pt;height:18.15pt" o:ole="">
            <v:imagedata r:id="rId171" o:title="eqId1295333db25226b7e4d5af5caeeed28d"/>
          </v:shape>
          <o:OLEObject Type="Embed" ProgID="Equation.DSMT4" ShapeID="_x0000_i1926" DrawAspect="Content" ObjectID="_1770619827" r:id="rId172"/>
        </w:object>
      </w:r>
      <w:r w:rsidRPr="00F91D1E">
        <w:rPr>
          <w:szCs w:val="21"/>
        </w:rPr>
        <w:t>的最大值为</w:t>
      </w:r>
      <w:r w:rsidRPr="00F91D1E">
        <w:rPr>
          <w:szCs w:val="21"/>
        </w:rPr>
        <w:t>4</w:t>
      </w:r>
      <w:r w:rsidRPr="00F91D1E">
        <w:rPr>
          <w:szCs w:val="21"/>
        </w:rPr>
        <w:tab/>
        <w:t>D</w:t>
      </w:r>
      <w:r w:rsidRPr="00F91D1E">
        <w:rPr>
          <w:szCs w:val="21"/>
        </w:rPr>
        <w:t>．</w:t>
      </w:r>
      <w:r w:rsidRPr="00F91D1E">
        <w:rPr>
          <w:szCs w:val="21"/>
        </w:rPr>
        <w:object w:dxaOrig="651" w:dyaOrig="393">
          <v:shape id="_x0000_i1927" type="#_x0000_t75" alt="eqId29ebc856291255f2d4a6c20b982a2442" style="width:32.55pt;height:19.4pt" o:ole="">
            <v:imagedata r:id="rId173" o:title="eqId29ebc856291255f2d4a6c20b982a2442"/>
          </v:shape>
          <o:OLEObject Type="Embed" ProgID="Equation.DSMT4" ShapeID="_x0000_i1927" DrawAspect="Content" ObjectID="_1770619828" r:id="rId174"/>
        </w:object>
      </w:r>
      <w:r w:rsidRPr="00F91D1E">
        <w:rPr>
          <w:szCs w:val="21"/>
        </w:rPr>
        <w:t>的最小值为</w:t>
      </w:r>
      <w:r w:rsidRPr="00F91D1E">
        <w:rPr>
          <w:szCs w:val="21"/>
        </w:rPr>
        <w:t>2</w:t>
      </w: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rFonts w:hint="eastAsia"/>
          <w:szCs w:val="21"/>
        </w:rPr>
      </w:pPr>
    </w:p>
    <w:p w:rsidR="004E6639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  <w:r w:rsidRPr="00F91D1E">
        <w:rPr>
          <w:szCs w:val="21"/>
        </w:rPr>
        <w:t>12</w:t>
      </w:r>
      <w:r w:rsidRPr="00F91D1E">
        <w:rPr>
          <w:szCs w:val="21"/>
        </w:rPr>
        <w:t>．主动降噪耳机让我们在嘈杂的环境中享受一丝宁静，它的工作原理是：先通过微型麦克风采集周围的噪声，然后降噪芯片生成与振幅相同的反相位声波来抵消噪声，已知某噪声的声波曲线</w:t>
      </w:r>
      <w:r w:rsidRPr="00F91D1E">
        <w:rPr>
          <w:szCs w:val="21"/>
        </w:rPr>
        <w:object w:dxaOrig="2816" w:dyaOrig="595">
          <v:shape id="_x0000_i1242" type="#_x0000_t75" alt="eqId5531d54f91a9d09b1a1ebc1a9120dd0a" style="width:140.85pt;height:30.05pt" o:ole="">
            <v:imagedata r:id="rId175" o:title="eqId5531d54f91a9d09b1a1ebc1a9120dd0a"/>
          </v:shape>
          <o:OLEObject Type="Embed" ProgID="Equation.DSMT4" ShapeID="_x0000_i1242" DrawAspect="Content" ObjectID="_1770619829" r:id="rId176"/>
        </w:object>
      </w:r>
      <w:r w:rsidRPr="00F91D1E">
        <w:rPr>
          <w:szCs w:val="21"/>
        </w:rPr>
        <w:t>，且经过点</w:t>
      </w:r>
      <w:r w:rsidRPr="00F91D1E">
        <w:rPr>
          <w:szCs w:val="21"/>
        </w:rPr>
        <w:object w:dxaOrig="475" w:dyaOrig="356">
          <v:shape id="_x0000_i1243" type="#_x0000_t75" alt="eqIdbedaa50ecdc072fae79a33763780f52c" style="width:23.8pt;height:17.55pt" o:ole="">
            <v:imagedata r:id="rId177" o:title="eqIdbedaa50ecdc072fae79a33763780f52c"/>
          </v:shape>
          <o:OLEObject Type="Embed" ProgID="Equation.DSMT4" ShapeID="_x0000_i1243" DrawAspect="Content" ObjectID="_1770619830" r:id="rId178"/>
        </w:object>
      </w:r>
      <w:r w:rsidRPr="00F91D1E">
        <w:rPr>
          <w:szCs w:val="21"/>
        </w:rPr>
        <w:t>，则下列说法正确的是（</w:t>
      </w:r>
      <w:r w:rsidRPr="00F91D1E">
        <w:rPr>
          <w:rFonts w:eastAsia="Times New Roman"/>
          <w:kern w:val="0"/>
          <w:szCs w:val="21"/>
        </w:rPr>
        <w:t>    </w:t>
      </w:r>
      <w:r w:rsidRPr="00F91D1E">
        <w:rPr>
          <w:szCs w:val="21"/>
        </w:rPr>
        <w:t>）</w:t>
      </w:r>
    </w:p>
    <w:p w:rsidR="004E6639" w:rsidRPr="00F91D1E" w:rsidRDefault="007B4B30" w:rsidP="00F91D1E">
      <w:pPr>
        <w:shd w:val="clear" w:color="auto" w:fill="FFFFFF"/>
        <w:spacing w:line="0" w:lineRule="atLeast"/>
        <w:ind w:left="380"/>
        <w:jc w:val="left"/>
        <w:textAlignment w:val="center"/>
        <w:rPr>
          <w:szCs w:val="21"/>
        </w:rPr>
      </w:pPr>
      <w:r w:rsidRPr="00F91D1E">
        <w:rPr>
          <w:szCs w:val="21"/>
        </w:rPr>
        <w:t>A</w:t>
      </w:r>
      <w:r w:rsidRPr="00F91D1E">
        <w:rPr>
          <w:szCs w:val="21"/>
        </w:rPr>
        <w:t>．函数</w:t>
      </w:r>
      <w:r w:rsidRPr="00F91D1E">
        <w:rPr>
          <w:szCs w:val="21"/>
        </w:rPr>
        <w:object w:dxaOrig="880" w:dyaOrig="591">
          <v:shape id="_x0000_i1244" type="#_x0000_t75" alt="eqId3ab72843b6063afc973a96d7b8ec9b92" style="width:43.85pt;height:29.45pt" o:ole="">
            <v:imagedata r:id="rId179" o:title="eqId3ab72843b6063afc973a96d7b8ec9b92"/>
          </v:shape>
          <o:OLEObject Type="Embed" ProgID="Equation.DSMT4" ShapeID="_x0000_i1244" DrawAspect="Content" ObjectID="_1770619831" r:id="rId180"/>
        </w:object>
      </w:r>
      <w:r w:rsidRPr="00F91D1E">
        <w:rPr>
          <w:szCs w:val="21"/>
        </w:rPr>
        <w:t>是奇函数</w:t>
      </w:r>
    </w:p>
    <w:p w:rsidR="004E6639" w:rsidRPr="00F91D1E" w:rsidRDefault="007B4B30" w:rsidP="00F91D1E">
      <w:pPr>
        <w:shd w:val="clear" w:color="auto" w:fill="FFFFFF"/>
        <w:spacing w:line="0" w:lineRule="atLeast"/>
        <w:ind w:left="380"/>
        <w:jc w:val="left"/>
        <w:textAlignment w:val="center"/>
        <w:rPr>
          <w:szCs w:val="21"/>
        </w:rPr>
      </w:pPr>
      <w:r w:rsidRPr="00F91D1E">
        <w:rPr>
          <w:szCs w:val="21"/>
        </w:rPr>
        <w:t>B</w:t>
      </w:r>
      <w:r w:rsidRPr="00F91D1E">
        <w:rPr>
          <w:szCs w:val="21"/>
        </w:rPr>
        <w:t>．函数</w:t>
      </w:r>
      <w:r w:rsidRPr="00F91D1E">
        <w:rPr>
          <w:szCs w:val="21"/>
        </w:rPr>
        <w:object w:dxaOrig="510" w:dyaOrig="353">
          <v:shape id="_x0000_i1245" type="#_x0000_t75" alt="eqIdd479a86a1711709b2d100fe4daf3e7cf" style="width:25.65pt;height:17.55pt" o:ole="">
            <v:imagedata r:id="rId181" o:title="eqIdd479a86a1711709b2d100fe4daf3e7cf"/>
          </v:shape>
          <o:OLEObject Type="Embed" ProgID="Equation.DSMT4" ShapeID="_x0000_i1245" DrawAspect="Content" ObjectID="_1770619832" r:id="rId182"/>
        </w:object>
      </w:r>
      <w:r w:rsidRPr="00F91D1E">
        <w:rPr>
          <w:szCs w:val="21"/>
        </w:rPr>
        <w:t>在区间</w:t>
      </w:r>
      <w:r w:rsidRPr="00F91D1E">
        <w:rPr>
          <w:szCs w:val="21"/>
        </w:rPr>
        <w:object w:dxaOrig="475" w:dyaOrig="356">
          <v:shape id="_x0000_i1246" type="#_x0000_t75" alt="eqIdbedaa50ecdc072fae79a33763780f52c" style="width:23.8pt;height:17.55pt" o:ole="">
            <v:imagedata r:id="rId177" o:title="eqIdbedaa50ecdc072fae79a33763780f52c"/>
          </v:shape>
          <o:OLEObject Type="Embed" ProgID="Equation.DSMT4" ShapeID="_x0000_i1246" DrawAspect="Content" ObjectID="_1770619833" r:id="rId183"/>
        </w:object>
      </w:r>
      <w:r w:rsidRPr="00F91D1E">
        <w:rPr>
          <w:szCs w:val="21"/>
        </w:rPr>
        <w:t>上单调递减</w:t>
      </w:r>
    </w:p>
    <w:p w:rsidR="004E6639" w:rsidRPr="00F91D1E" w:rsidRDefault="007B4B30" w:rsidP="00F91D1E">
      <w:pPr>
        <w:shd w:val="clear" w:color="auto" w:fill="FFFFFF"/>
        <w:spacing w:line="0" w:lineRule="atLeast"/>
        <w:ind w:left="380"/>
        <w:jc w:val="left"/>
        <w:textAlignment w:val="center"/>
        <w:rPr>
          <w:szCs w:val="21"/>
        </w:rPr>
      </w:pPr>
      <w:r w:rsidRPr="00F91D1E">
        <w:rPr>
          <w:szCs w:val="21"/>
        </w:rPr>
        <w:t>C</w:t>
      </w:r>
      <w:r w:rsidRPr="00F91D1E">
        <w:rPr>
          <w:szCs w:val="21"/>
        </w:rPr>
        <w:t>．</w:t>
      </w:r>
      <w:r w:rsidRPr="00F91D1E">
        <w:rPr>
          <w:szCs w:val="21"/>
        </w:rPr>
        <w:object w:dxaOrig="704" w:dyaOrig="279">
          <v:shape id="_x0000_i1247" type="#_x0000_t75" alt="eqId33fb6ba8a48ae4425e066e30a0b57b35" style="width:35.05pt;height:13.75pt" o:ole="">
            <v:imagedata r:id="rId184" o:title="eqId33fb6ba8a48ae4425e066e30a0b57b35"/>
          </v:shape>
          <o:OLEObject Type="Embed" ProgID="Equation.DSMT4" ShapeID="_x0000_i1247" DrawAspect="Content" ObjectID="_1770619834" r:id="rId185"/>
        </w:object>
      </w:r>
      <w:r w:rsidRPr="00F91D1E">
        <w:rPr>
          <w:szCs w:val="21"/>
        </w:rPr>
        <w:t>，使得</w:t>
      </w:r>
      <w:r w:rsidRPr="00F91D1E">
        <w:rPr>
          <w:szCs w:val="21"/>
        </w:rPr>
        <w:object w:dxaOrig="3027" w:dyaOrig="357">
          <v:shape id="_x0000_i1248" type="#_x0000_t75" alt="eqId690aecbdd3c951003da450f8c3fdb068" style="width:151.5pt;height:18.15pt" o:ole="">
            <v:imagedata r:id="rId186" o:title="eqId690aecbdd3c951003da450f8c3fdb068"/>
          </v:shape>
          <o:OLEObject Type="Embed" ProgID="Equation.DSMT4" ShapeID="_x0000_i1248" DrawAspect="Content" ObjectID="_1770619835" r:id="rId187"/>
        </w:object>
      </w:r>
    </w:p>
    <w:p w:rsidR="004E6639" w:rsidRPr="00F91D1E" w:rsidRDefault="007B4B30" w:rsidP="00F91D1E">
      <w:pPr>
        <w:shd w:val="clear" w:color="auto" w:fill="FFFFFF"/>
        <w:spacing w:line="0" w:lineRule="atLeast"/>
        <w:ind w:left="380"/>
        <w:jc w:val="left"/>
        <w:textAlignment w:val="center"/>
        <w:rPr>
          <w:rFonts w:hint="eastAsia"/>
          <w:szCs w:val="21"/>
        </w:rPr>
      </w:pPr>
      <w:r w:rsidRPr="00F91D1E">
        <w:rPr>
          <w:szCs w:val="21"/>
        </w:rPr>
        <w:t>D</w:t>
      </w:r>
      <w:r w:rsidRPr="00F91D1E">
        <w:rPr>
          <w:szCs w:val="21"/>
        </w:rPr>
        <w:t>．</w:t>
      </w:r>
      <w:r w:rsidRPr="00F91D1E">
        <w:rPr>
          <w:szCs w:val="21"/>
        </w:rPr>
        <w:object w:dxaOrig="668" w:dyaOrig="249">
          <v:shape id="_x0000_i1249" type="#_x0000_t75" alt="eqId6ff39e9af126fd7f909437e2a0f35324" style="width:33.2pt;height:12.5pt" o:ole="">
            <v:imagedata r:id="rId188" o:title="eqId6ff39e9af126fd7f909437e2a0f35324"/>
          </v:shape>
          <o:OLEObject Type="Embed" ProgID="Equation.DSMT4" ShapeID="_x0000_i1249" DrawAspect="Content" ObjectID="_1770619836" r:id="rId189"/>
        </w:object>
      </w:r>
      <w:r w:rsidRPr="00F91D1E">
        <w:rPr>
          <w:szCs w:val="21"/>
        </w:rPr>
        <w:t>，存在常数</w:t>
      </w:r>
      <w:r w:rsidRPr="00F91D1E">
        <w:rPr>
          <w:szCs w:val="21"/>
        </w:rPr>
        <w:object w:dxaOrig="229" w:dyaOrig="202">
          <v:shape id="_x0000_i1250" type="#_x0000_t75" alt="eqId294f5ba74cdf695fc9a8a8e52f421328" style="width:11.25pt;height:10pt" o:ole="">
            <v:imagedata r:id="rId121" o:title="eqId294f5ba74cdf695fc9a8a8e52f421328"/>
          </v:shape>
          <o:OLEObject Type="Embed" ProgID="Equation.DSMT4" ShapeID="_x0000_i1250" DrawAspect="Content" ObjectID="_1770619837" r:id="rId190"/>
        </w:object>
      </w:r>
      <w:r w:rsidRPr="00F91D1E">
        <w:rPr>
          <w:szCs w:val="21"/>
        </w:rPr>
        <w:t>使得</w:t>
      </w:r>
      <w:r w:rsidRPr="00F91D1E">
        <w:rPr>
          <w:szCs w:val="21"/>
        </w:rPr>
        <w:object w:dxaOrig="2973" w:dyaOrig="357">
          <v:shape id="_x0000_i1251" type="#_x0000_t75" alt="eqIde53b4d64c87fa22346b7a7f6e2757bd4" style="width:148.4pt;height:18.15pt" o:ole="">
            <v:imagedata r:id="rId191" o:title="eqIde53b4d64c87fa22346b7a7f6e2757bd4"/>
          </v:shape>
          <o:OLEObject Type="Embed" ProgID="Equation.DSMT4" ShapeID="_x0000_i1251" DrawAspect="Content" ObjectID="_1770619838" r:id="rId192"/>
        </w:object>
      </w:r>
    </w:p>
    <w:p w:rsidR="00F91D1E" w:rsidRDefault="00F91D1E" w:rsidP="00F91D1E">
      <w:pPr>
        <w:spacing w:line="0" w:lineRule="atLeast"/>
        <w:jc w:val="left"/>
        <w:textAlignment w:val="center"/>
        <w:rPr>
          <w:rFonts w:ascii="宋体" w:hAnsi="宋体" w:cs="宋体"/>
          <w:b/>
          <w:szCs w:val="21"/>
        </w:rPr>
      </w:pPr>
    </w:p>
    <w:p w:rsidR="004E6639" w:rsidRPr="00F91D1E" w:rsidRDefault="007B4B30" w:rsidP="00F91D1E">
      <w:pPr>
        <w:spacing w:line="0" w:lineRule="atLeast"/>
        <w:jc w:val="left"/>
        <w:textAlignment w:val="center"/>
        <w:rPr>
          <w:rFonts w:ascii="宋体" w:hAnsi="宋体" w:cs="宋体"/>
          <w:b/>
          <w:szCs w:val="21"/>
        </w:rPr>
      </w:pPr>
      <w:r w:rsidRPr="00F91D1E">
        <w:rPr>
          <w:rFonts w:ascii="宋体" w:hAnsi="宋体" w:cs="宋体"/>
          <w:b/>
          <w:szCs w:val="21"/>
        </w:rPr>
        <w:t>三、填空题</w:t>
      </w:r>
      <w:r w:rsidR="005743A0" w:rsidRPr="00F91D1E">
        <w:rPr>
          <w:rFonts w:ascii="宋体" w:hAnsi="宋体" w:cs="宋体" w:hint="eastAsia"/>
          <w:b/>
          <w:szCs w:val="21"/>
        </w:rPr>
        <w:t>（每小</w:t>
      </w:r>
      <w:r w:rsidR="005743A0" w:rsidRPr="00F91D1E">
        <w:rPr>
          <w:rFonts w:ascii="宋体" w:hAnsi="宋体" w:cs="宋体"/>
          <w:b/>
          <w:szCs w:val="21"/>
        </w:rPr>
        <w:t>题</w:t>
      </w:r>
      <w:r w:rsidR="005743A0" w:rsidRPr="00F91D1E">
        <w:rPr>
          <w:rFonts w:ascii="宋体" w:hAnsi="宋体" w:cs="宋体" w:hint="eastAsia"/>
          <w:b/>
          <w:szCs w:val="21"/>
        </w:rPr>
        <w:t>5分</w:t>
      </w:r>
      <w:r w:rsidR="005743A0" w:rsidRPr="00F91D1E">
        <w:rPr>
          <w:rFonts w:ascii="宋体" w:hAnsi="宋体" w:cs="宋体"/>
          <w:b/>
          <w:szCs w:val="21"/>
        </w:rPr>
        <w:t>，共20</w:t>
      </w:r>
      <w:r w:rsidR="005743A0" w:rsidRPr="00F91D1E">
        <w:rPr>
          <w:rFonts w:ascii="宋体" w:hAnsi="宋体" w:cs="宋体" w:hint="eastAsia"/>
          <w:b/>
          <w:szCs w:val="21"/>
        </w:rPr>
        <w:t>分.）</w:t>
      </w:r>
    </w:p>
    <w:p w:rsidR="007B4B30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  <w:r w:rsidRPr="00F91D1E">
        <w:rPr>
          <w:szCs w:val="21"/>
        </w:rPr>
        <w:t>13</w:t>
      </w:r>
      <w:r w:rsidRPr="00F91D1E">
        <w:rPr>
          <w:szCs w:val="21"/>
        </w:rPr>
        <w:t>．</w:t>
      </w:r>
      <w:r w:rsidRPr="00F91D1E">
        <w:rPr>
          <w:rFonts w:hint="eastAsia"/>
          <w:szCs w:val="21"/>
        </w:rPr>
        <w:t>化简：</w:t>
      </w:r>
      <w:r w:rsidRPr="00F91D1E">
        <w:rPr>
          <w:szCs w:val="21"/>
        </w:rPr>
        <w:object w:dxaOrig="1355" w:dyaOrig="292">
          <v:shape id="_x0000_i1951" type="#_x0000_t75" alt="eqIdf34dd009b5f493c85a22eddb30d30fa5" style="width:67.6pt;height:14.4pt" o:ole="">
            <v:imagedata r:id="rId193" o:title="eqIdf34dd009b5f493c85a22eddb30d30fa5"/>
          </v:shape>
          <o:OLEObject Type="Embed" ProgID="Equation.DSMT4" ShapeID="_x0000_i1951" DrawAspect="Content" ObjectID="_1770619839" r:id="rId194"/>
        </w:object>
      </w:r>
      <w:r w:rsidRPr="00F91D1E">
        <w:rPr>
          <w:szCs w:val="21"/>
        </w:rPr>
        <w:t>=______________</w:t>
      </w:r>
    </w:p>
    <w:p w:rsidR="004E6639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  <w:r w:rsidRPr="00F91D1E">
        <w:rPr>
          <w:rFonts w:hint="eastAsia"/>
          <w:szCs w:val="21"/>
        </w:rPr>
        <w:t>14</w:t>
      </w:r>
      <w:r w:rsidRPr="00F91D1E">
        <w:rPr>
          <w:szCs w:val="21"/>
        </w:rPr>
        <w:t>．设</w:t>
      </w:r>
      <w:r w:rsidRPr="00F91D1E">
        <w:rPr>
          <w:szCs w:val="21"/>
        </w:rPr>
        <w:object w:dxaOrig="211" w:dyaOrig="192">
          <v:shape id="_x0000_i1358" type="#_x0000_t75" alt="eqIde170f206fdbbd834aad7580c727e2cc6" style="width:10.65pt;height:9.4pt" o:ole="">
            <v:imagedata r:id="rId123" o:title="eqIde170f206fdbbd834aad7580c727e2cc6"/>
          </v:shape>
          <o:OLEObject Type="Embed" ProgID="Equation.DSMT4" ShapeID="_x0000_i1358" DrawAspect="Content" ObjectID="_1770619840" r:id="rId195"/>
        </w:object>
      </w:r>
      <w:r w:rsidRPr="00F91D1E">
        <w:rPr>
          <w:szCs w:val="21"/>
        </w:rPr>
        <w:t>为锐角，若</w:t>
      </w:r>
      <w:r w:rsidRPr="00F91D1E">
        <w:rPr>
          <w:szCs w:val="21"/>
        </w:rPr>
        <w:object w:dxaOrig="1319" w:dyaOrig="541">
          <v:shape id="_x0000_i1359" type="#_x0000_t75" alt="eqIdd57cdc1edc0a98694a400e2095bff750" style="width:65.75pt;height:26.9pt" o:ole="">
            <v:imagedata r:id="rId196" o:title="eqIdd57cdc1edc0a98694a400e2095bff750"/>
          </v:shape>
          <o:OLEObject Type="Embed" ProgID="Equation.DSMT4" ShapeID="_x0000_i1359" DrawAspect="Content" ObjectID="_1770619841" r:id="rId197"/>
        </w:object>
      </w:r>
      <w:r w:rsidRPr="00F91D1E">
        <w:rPr>
          <w:szCs w:val="21"/>
        </w:rPr>
        <w:t>，则</w:t>
      </w:r>
      <w:r w:rsidRPr="00F91D1E">
        <w:rPr>
          <w:szCs w:val="21"/>
        </w:rPr>
        <w:object w:dxaOrig="932" w:dyaOrig="492">
          <v:shape id="_x0000_i1360" type="#_x0000_t75" alt="eqId3d43bd87f55f9ca8d4092eebf95c3704" style="width:46.35pt;height:24.4pt" o:ole="">
            <v:imagedata r:id="rId198" o:title="eqId3d43bd87f55f9ca8d4092eebf95c3704"/>
          </v:shape>
          <o:OLEObject Type="Embed" ProgID="Equation.DSMT4" ShapeID="_x0000_i1360" DrawAspect="Content" ObjectID="_1770619842" r:id="rId199"/>
        </w:object>
      </w:r>
      <w:r w:rsidRPr="00F91D1E">
        <w:rPr>
          <w:szCs w:val="21"/>
        </w:rPr>
        <w:t>的值为</w:t>
      </w:r>
      <w:r w:rsidRPr="00F91D1E">
        <w:rPr>
          <w:rFonts w:eastAsia="Times New Roman"/>
          <w:szCs w:val="21"/>
          <w:u w:val="single"/>
        </w:rPr>
        <w:t xml:space="preserve">      </w:t>
      </w:r>
      <w:r w:rsidRPr="00F91D1E">
        <w:rPr>
          <w:szCs w:val="21"/>
        </w:rPr>
        <w:t>.</w:t>
      </w:r>
    </w:p>
    <w:p w:rsidR="007B4B30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rFonts w:hint="eastAsia"/>
          <w:szCs w:val="21"/>
        </w:rPr>
      </w:pPr>
      <w:r w:rsidRPr="00F91D1E">
        <w:rPr>
          <w:szCs w:val="21"/>
        </w:rPr>
        <w:t>15</w:t>
      </w:r>
      <w:r w:rsidRPr="00F91D1E">
        <w:rPr>
          <w:szCs w:val="21"/>
        </w:rPr>
        <w:t>．已知函数</w:t>
      </w:r>
      <w:r w:rsidRPr="00F91D1E">
        <w:rPr>
          <w:szCs w:val="21"/>
        </w:rPr>
        <w:object w:dxaOrig="2181" w:dyaOrig="369">
          <v:shape id="_x0000_i1963" type="#_x0000_t75" alt="eqId24f6909f261c97cbcfcca4cb86718020" style="width:108.95pt;height:18.15pt" o:ole="">
            <v:imagedata r:id="rId200" o:title="eqId24f6909f261c97cbcfcca4cb86718020"/>
          </v:shape>
          <o:OLEObject Type="Embed" ProgID="Equation.DSMT4" ShapeID="_x0000_i1963" DrawAspect="Content" ObjectID="_1770619843" r:id="rId201"/>
        </w:object>
      </w:r>
      <w:r w:rsidRPr="00F91D1E">
        <w:rPr>
          <w:szCs w:val="21"/>
        </w:rPr>
        <w:t>，则</w:t>
      </w:r>
      <w:r w:rsidRPr="00F91D1E">
        <w:rPr>
          <w:szCs w:val="21"/>
        </w:rPr>
        <w:object w:dxaOrig="616" w:dyaOrig="354">
          <v:shape id="_x0000_i1964" type="#_x0000_t75" alt="eqId9b92ed9c28b600f6632dbc1f9fb6d5b7" style="width:30.7pt;height:17.55pt" o:ole="">
            <v:imagedata r:id="rId202" o:title="eqId9b92ed9c28b600f6632dbc1f9fb6d5b7"/>
          </v:shape>
          <o:OLEObject Type="Embed" ProgID="Equation.DSMT4" ShapeID="_x0000_i1964" DrawAspect="Content" ObjectID="_1770619844" r:id="rId203"/>
        </w:object>
      </w:r>
      <w:r w:rsidRPr="00F91D1E">
        <w:rPr>
          <w:szCs w:val="21"/>
        </w:rPr>
        <w:t>的定义域为</w:t>
      </w:r>
      <w:r w:rsidRPr="00F91D1E">
        <w:rPr>
          <w:rFonts w:eastAsia="Times New Roman"/>
          <w:szCs w:val="21"/>
          <w:u w:val="single"/>
        </w:rPr>
        <w:t xml:space="preserve">      </w:t>
      </w:r>
      <w:r w:rsidRPr="00F91D1E">
        <w:rPr>
          <w:szCs w:val="21"/>
        </w:rPr>
        <w:t>．</w:t>
      </w:r>
    </w:p>
    <w:p w:rsidR="004E6639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  <w:r w:rsidRPr="00F91D1E">
        <w:rPr>
          <w:szCs w:val="21"/>
        </w:rPr>
        <w:t>16</w:t>
      </w:r>
      <w:r w:rsidRPr="00F91D1E">
        <w:rPr>
          <w:szCs w:val="21"/>
        </w:rPr>
        <w:t>．已知函数</w:t>
      </w:r>
      <w:r w:rsidRPr="00F91D1E">
        <w:rPr>
          <w:szCs w:val="21"/>
        </w:rPr>
        <w:object w:dxaOrig="3626" w:dyaOrig="379">
          <v:shape id="_x0000_i1371" type="#_x0000_t75" alt="eqIdc0c03c7ba4f54430f304ce44960059d6" style="width:181.55pt;height:18.8pt" o:ole="">
            <v:imagedata r:id="rId204" o:title="eqIdc0c03c7ba4f54430f304ce44960059d6"/>
          </v:shape>
          <o:OLEObject Type="Embed" ProgID="Equation.DSMT4" ShapeID="_x0000_i1371" DrawAspect="Content" ObjectID="_1770619845" r:id="rId205"/>
        </w:object>
      </w:r>
      <w:r w:rsidRPr="00F91D1E">
        <w:rPr>
          <w:szCs w:val="21"/>
        </w:rPr>
        <w:t>的定义域为</w:t>
      </w:r>
      <w:r w:rsidRPr="00F91D1E">
        <w:rPr>
          <w:szCs w:val="21"/>
        </w:rPr>
        <w:object w:dxaOrig="598" w:dyaOrig="598">
          <v:shape id="_x0000_i1372" type="#_x0000_t75" alt="eqIdc0bb82965d5b3c7426b5fc82f5edeb7d" style="width:30.05pt;height:30.05pt" o:ole="">
            <v:imagedata r:id="rId206" o:title="eqIdc0bb82965d5b3c7426b5fc82f5edeb7d"/>
          </v:shape>
          <o:OLEObject Type="Embed" ProgID="Equation.DSMT4" ShapeID="_x0000_i1372" DrawAspect="Content" ObjectID="_1770619846" r:id="rId207"/>
        </w:object>
      </w:r>
      <w:r w:rsidRPr="00F91D1E">
        <w:rPr>
          <w:szCs w:val="21"/>
        </w:rPr>
        <w:t xml:space="preserve">. </w:t>
      </w:r>
      <w:r w:rsidRPr="00F91D1E">
        <w:rPr>
          <w:szCs w:val="21"/>
        </w:rPr>
        <w:t>若存在唯一</w:t>
      </w:r>
      <w:r w:rsidRPr="00F91D1E">
        <w:rPr>
          <w:szCs w:val="21"/>
        </w:rPr>
        <w:object w:dxaOrig="211" w:dyaOrig="287">
          <v:shape id="_x0000_i1373" type="#_x0000_t75" alt="eqId79b752f0f189e5d8666daea73e145dff" style="width:10.65pt;height:14.4pt" o:ole="">
            <v:imagedata r:id="rId208" o:title="eqId79b752f0f189e5d8666daea73e145dff"/>
          </v:shape>
          <o:OLEObject Type="Embed" ProgID="Equation.DSMT4" ShapeID="_x0000_i1373" DrawAspect="Content" ObjectID="_1770619847" r:id="rId209"/>
        </w:object>
      </w:r>
      <w:r w:rsidRPr="00F91D1E">
        <w:rPr>
          <w:szCs w:val="21"/>
        </w:rPr>
        <w:t>，使得</w:t>
      </w:r>
      <w:r w:rsidRPr="00F91D1E">
        <w:rPr>
          <w:szCs w:val="21"/>
        </w:rPr>
        <w:object w:dxaOrig="1231" w:dyaOrig="347">
          <v:shape id="_x0000_i1374" type="#_x0000_t75" alt="eqId378a801fdfcd55d91e455d9bdc6b0d59" style="width:61.35pt;height:17.55pt" o:ole="">
            <v:imagedata r:id="rId210" o:title="eqId378a801fdfcd55d91e455d9bdc6b0d59"/>
          </v:shape>
          <o:OLEObject Type="Embed" ProgID="Equation.DSMT4" ShapeID="_x0000_i1374" DrawAspect="Content" ObjectID="_1770619848" r:id="rId211"/>
        </w:object>
      </w:r>
      <w:r w:rsidRPr="00F91D1E">
        <w:rPr>
          <w:szCs w:val="21"/>
        </w:rPr>
        <w:t xml:space="preserve"> </w:t>
      </w:r>
      <w:r w:rsidRPr="00F91D1E">
        <w:rPr>
          <w:szCs w:val="21"/>
        </w:rPr>
        <w:t>恒成立，则正实数</w:t>
      </w:r>
      <w:r w:rsidRPr="00F91D1E">
        <w:rPr>
          <w:szCs w:val="21"/>
        </w:rPr>
        <w:object w:dxaOrig="211" w:dyaOrig="200">
          <v:shape id="_x0000_i1375" type="#_x0000_t75" alt="eqId074c228ffc7b1e306f8410afe7bc4b5c" style="width:10.65pt;height:10pt" o:ole="">
            <v:imagedata r:id="rId212" o:title="eqId074c228ffc7b1e306f8410afe7bc4b5c"/>
          </v:shape>
          <o:OLEObject Type="Embed" ProgID="Equation.DSMT4" ShapeID="_x0000_i1375" DrawAspect="Content" ObjectID="_1770619849" r:id="rId213"/>
        </w:object>
      </w:r>
      <w:r w:rsidRPr="00F91D1E">
        <w:rPr>
          <w:szCs w:val="21"/>
        </w:rPr>
        <w:t>的取值范围是</w:t>
      </w:r>
      <w:r w:rsidRPr="00F91D1E">
        <w:rPr>
          <w:rFonts w:eastAsia="Times New Roman"/>
          <w:szCs w:val="21"/>
          <w:u w:val="single"/>
        </w:rPr>
        <w:t xml:space="preserve">         </w:t>
      </w:r>
      <w:r w:rsidRPr="00F91D1E">
        <w:rPr>
          <w:szCs w:val="21"/>
        </w:rPr>
        <w:t>.</w:t>
      </w:r>
    </w:p>
    <w:p w:rsidR="004E6639" w:rsidRPr="00F91D1E" w:rsidRDefault="004E6639" w:rsidP="00F91D1E">
      <w:pPr>
        <w:spacing w:line="0" w:lineRule="atLeast"/>
        <w:jc w:val="center"/>
        <w:textAlignment w:val="center"/>
        <w:rPr>
          <w:rFonts w:ascii="黑体" w:eastAsia="黑体" w:hAnsi="黑体" w:cs="黑体"/>
          <w:b/>
          <w:szCs w:val="21"/>
        </w:rPr>
      </w:pPr>
    </w:p>
    <w:p w:rsidR="004E6639" w:rsidRPr="00F91D1E" w:rsidRDefault="007B4B30" w:rsidP="00F91D1E">
      <w:pPr>
        <w:spacing w:line="0" w:lineRule="atLeast"/>
        <w:jc w:val="left"/>
        <w:textAlignment w:val="center"/>
        <w:rPr>
          <w:rFonts w:ascii="宋体" w:hAnsi="宋体" w:cs="宋体"/>
          <w:b/>
          <w:szCs w:val="21"/>
        </w:rPr>
      </w:pPr>
      <w:r w:rsidRPr="00F91D1E">
        <w:rPr>
          <w:rFonts w:ascii="宋体" w:hAnsi="宋体" w:cs="宋体"/>
          <w:b/>
          <w:szCs w:val="21"/>
        </w:rPr>
        <w:t>四、解答题</w:t>
      </w:r>
      <w:r w:rsidR="005743A0" w:rsidRPr="00F91D1E">
        <w:rPr>
          <w:rFonts w:ascii="宋体" w:hAnsi="宋体" w:cs="宋体" w:hint="eastAsia"/>
          <w:b/>
          <w:szCs w:val="21"/>
        </w:rPr>
        <w:t>（</w:t>
      </w:r>
      <w:r w:rsidR="005743A0" w:rsidRPr="00F91D1E">
        <w:rPr>
          <w:rFonts w:ascii="宋体" w:hAnsi="宋体" w:cs="宋体"/>
          <w:b/>
          <w:szCs w:val="21"/>
        </w:rPr>
        <w:t>共</w:t>
      </w:r>
      <w:r w:rsidR="005743A0" w:rsidRPr="00F91D1E">
        <w:rPr>
          <w:rFonts w:ascii="宋体" w:hAnsi="宋体" w:cs="宋体" w:hint="eastAsia"/>
          <w:b/>
          <w:szCs w:val="21"/>
        </w:rPr>
        <w:t>70分.）</w:t>
      </w:r>
    </w:p>
    <w:p w:rsidR="005743A0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  <w:r w:rsidRPr="00F91D1E">
        <w:rPr>
          <w:szCs w:val="21"/>
        </w:rPr>
        <w:t>17</w:t>
      </w:r>
      <w:r w:rsidRPr="00F91D1E">
        <w:rPr>
          <w:szCs w:val="21"/>
        </w:rPr>
        <w:t>．</w:t>
      </w:r>
      <w:r w:rsidR="005743A0" w:rsidRPr="00F91D1E">
        <w:rPr>
          <w:rFonts w:ascii="宋体" w:hAnsi="宋体" w:cs="宋体" w:hint="eastAsia"/>
          <w:b/>
          <w:szCs w:val="21"/>
        </w:rPr>
        <w:t>（本小题10分.）</w:t>
      </w:r>
    </w:p>
    <w:p w:rsidR="007B4B30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  <w:r w:rsidRPr="00F91D1E">
        <w:rPr>
          <w:szCs w:val="21"/>
        </w:rPr>
        <w:t>在</w:t>
      </w:r>
      <w:r w:rsidRPr="00F91D1E">
        <w:rPr>
          <w:szCs w:val="21"/>
        </w:rPr>
        <w:t>①</w:t>
      </w:r>
      <w:r w:rsidRPr="00F91D1E">
        <w:rPr>
          <w:szCs w:val="21"/>
        </w:rPr>
        <w:t>角</w:t>
      </w:r>
      <w:r w:rsidRPr="00F91D1E">
        <w:rPr>
          <w:szCs w:val="21"/>
        </w:rPr>
        <w:object w:dxaOrig="211" w:dyaOrig="192">
          <v:shape id="_x0000_i2212" type="#_x0000_t75" alt="eqIde170f206fdbbd834aad7580c727e2cc6" style="width:10.65pt;height:9.4pt" o:ole="">
            <v:imagedata r:id="rId123" o:title="eqIde170f206fdbbd834aad7580c727e2cc6"/>
          </v:shape>
          <o:OLEObject Type="Embed" ProgID="Equation.DSMT4" ShapeID="_x0000_i2212" DrawAspect="Content" ObjectID="_1770619850" r:id="rId214"/>
        </w:object>
      </w:r>
      <w:r w:rsidRPr="00F91D1E">
        <w:rPr>
          <w:szCs w:val="21"/>
        </w:rPr>
        <w:t>的终边与单位圆的交点为</w:t>
      </w:r>
      <w:r w:rsidRPr="00F91D1E">
        <w:rPr>
          <w:szCs w:val="21"/>
        </w:rPr>
        <w:object w:dxaOrig="880" w:dyaOrig="591">
          <v:shape id="_x0000_i2213" type="#_x0000_t75" alt="eqId3315682b9e4637831870ff5af17b62e0" style="width:43.85pt;height:29.45pt" o:ole="">
            <v:imagedata r:id="rId215" o:title="eqId3315682b9e4637831870ff5af17b62e0"/>
          </v:shape>
          <o:OLEObject Type="Embed" ProgID="Equation.DSMT4" ShapeID="_x0000_i2213" DrawAspect="Content" ObjectID="_1770619851" r:id="rId216"/>
        </w:object>
      </w:r>
      <w:r w:rsidRPr="00F91D1E">
        <w:rPr>
          <w:szCs w:val="21"/>
        </w:rPr>
        <w:t>；</w:t>
      </w:r>
      <w:r w:rsidRPr="00F91D1E">
        <w:rPr>
          <w:szCs w:val="21"/>
        </w:rPr>
        <w:t>②</w:t>
      </w:r>
      <w:r w:rsidRPr="00F91D1E">
        <w:rPr>
          <w:szCs w:val="21"/>
        </w:rPr>
        <w:object w:dxaOrig="1495" w:dyaOrig="251">
          <v:shape id="_x0000_i2214" type="#_x0000_t75" alt="eqIdc6da48d2b324794c9b001d929f8ce891" style="width:74.5pt;height:12.5pt" o:ole="">
            <v:imagedata r:id="rId217" o:title="eqIdc6da48d2b324794c9b001d929f8ce891"/>
          </v:shape>
          <o:OLEObject Type="Embed" ProgID="Equation.DSMT4" ShapeID="_x0000_i2214" DrawAspect="Content" ObjectID="_1770619852" r:id="rId218"/>
        </w:object>
      </w:r>
      <w:r w:rsidRPr="00F91D1E">
        <w:rPr>
          <w:szCs w:val="21"/>
        </w:rPr>
        <w:t>；</w:t>
      </w:r>
      <w:r w:rsidRPr="00F91D1E">
        <w:rPr>
          <w:szCs w:val="21"/>
        </w:rPr>
        <w:t>③</w:t>
      </w:r>
      <w:r w:rsidRPr="00F91D1E">
        <w:rPr>
          <w:szCs w:val="21"/>
        </w:rPr>
        <w:object w:dxaOrig="1971" w:dyaOrig="278">
          <v:shape id="_x0000_i2215" type="#_x0000_t75" alt="eqId3767f60b563bc5b2886d276df9babef4" style="width:98.3pt;height:13.75pt" o:ole="">
            <v:imagedata r:id="rId219" o:title="eqId3767f60b563bc5b2886d276df9babef4"/>
          </v:shape>
          <o:OLEObject Type="Embed" ProgID="Equation.DSMT4" ShapeID="_x0000_i2215" DrawAspect="Content" ObjectID="_1770619853" r:id="rId220"/>
        </w:object>
      </w:r>
      <w:r w:rsidRPr="00F91D1E">
        <w:rPr>
          <w:szCs w:val="21"/>
        </w:rPr>
        <w:t>这三个条件中任选一个，补充在下面的横线上，并解答问题．</w:t>
      </w:r>
    </w:p>
    <w:p w:rsidR="007B4B30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  <w:r w:rsidRPr="00F91D1E">
        <w:rPr>
          <w:szCs w:val="21"/>
        </w:rPr>
        <w:t>已知</w:t>
      </w:r>
      <w:r w:rsidRPr="00F91D1E">
        <w:rPr>
          <w:szCs w:val="21"/>
        </w:rPr>
        <w:object w:dxaOrig="1390" w:dyaOrig="543">
          <v:shape id="_x0000_i2216" type="#_x0000_t75" alt="eqIdeb9e3b2b77bc9b54f3ae0b332e705c09" style="width:69.5pt;height:26.9pt;mso-position-horizontal-relative:page;mso-position-vertical-relative:page" o:ole="">
            <v:imagedata r:id="rId221" o:title="eqIdeb9e3b2b77bc9b54f3ae0b332e705c09"/>
          </v:shape>
          <o:OLEObject Type="Embed" ProgID="Equation.DSMT4" ShapeID="_x0000_i2216" DrawAspect="Content" ObjectID="_1770619854" r:id="rId222"/>
        </w:object>
      </w:r>
      <w:r w:rsidRPr="00F91D1E">
        <w:rPr>
          <w:szCs w:val="21"/>
        </w:rPr>
        <w:t>，且</w:t>
      </w:r>
      <w:r w:rsidRPr="00F91D1E">
        <w:rPr>
          <w:szCs w:val="21"/>
        </w:rPr>
        <w:object w:dxaOrig="1231" w:dyaOrig="541">
          <v:shape id="_x0000_i2217" type="#_x0000_t75" alt="eqIded53925cace8212e87a4d3bad6463718" style="width:61.35pt;height:26.9pt" o:ole="">
            <v:imagedata r:id="rId223" o:title="eqIded53925cace8212e87a4d3bad6463718"/>
          </v:shape>
          <o:OLEObject Type="Embed" ProgID="Equation.DSMT4" ShapeID="_x0000_i2217" DrawAspect="Content" ObjectID="_1770619855" r:id="rId224"/>
        </w:object>
      </w:r>
      <w:r w:rsidRPr="00F91D1E">
        <w:rPr>
          <w:szCs w:val="21"/>
        </w:rPr>
        <w:t>，</w:t>
      </w:r>
      <w:r w:rsidRPr="00F91D1E">
        <w:rPr>
          <w:szCs w:val="21"/>
        </w:rPr>
        <w:t>_________</w:t>
      </w:r>
      <w:r w:rsidRPr="00F91D1E">
        <w:rPr>
          <w:szCs w:val="21"/>
        </w:rPr>
        <w:t>．</w:t>
      </w:r>
    </w:p>
    <w:p w:rsidR="007B4B30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  <w:r w:rsidRPr="00F91D1E">
        <w:rPr>
          <w:szCs w:val="21"/>
        </w:rPr>
        <w:t>(1)</w:t>
      </w:r>
      <w:r w:rsidRPr="00F91D1E">
        <w:rPr>
          <w:szCs w:val="21"/>
        </w:rPr>
        <w:t>求</w:t>
      </w:r>
      <w:r w:rsidRPr="00F91D1E">
        <w:rPr>
          <w:szCs w:val="21"/>
        </w:rPr>
        <w:object w:dxaOrig="2112" w:dyaOrig="858">
          <v:shape id="_x0000_i2218" type="#_x0000_t75" alt="eqId2b63b5edaddedf873a242eaff8b41ad7" style="width:105.8pt;height:43.2pt" o:ole="">
            <v:imagedata r:id="rId225" o:title="eqId2b63b5edaddedf873a242eaff8b41ad7"/>
          </v:shape>
          <o:OLEObject Type="Embed" ProgID="Equation.DSMT4" ShapeID="_x0000_i2218" DrawAspect="Content" ObjectID="_1770619856" r:id="rId226"/>
        </w:object>
      </w:r>
      <w:r w:rsidRPr="00F91D1E">
        <w:rPr>
          <w:szCs w:val="21"/>
        </w:rPr>
        <w:t>的值；</w:t>
      </w:r>
    </w:p>
    <w:p w:rsidR="00F91D1E" w:rsidRP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rFonts w:hint="eastAsia"/>
          <w:szCs w:val="21"/>
        </w:rPr>
      </w:pPr>
      <w:r w:rsidRPr="00F91D1E">
        <w:rPr>
          <w:szCs w:val="21"/>
        </w:rPr>
        <w:t>(2)</w:t>
      </w:r>
      <w:r w:rsidRPr="00F91D1E">
        <w:rPr>
          <w:szCs w:val="21"/>
        </w:rPr>
        <w:t>求</w:t>
      </w:r>
      <w:r w:rsidRPr="00F91D1E">
        <w:rPr>
          <w:szCs w:val="21"/>
        </w:rPr>
        <w:object w:dxaOrig="229" w:dyaOrig="283">
          <v:shape id="_x0000_i2410" type="#_x0000_t75" alt="eqId5b5858ee1ce52b251816757257a11c29" style="width:11.25pt;height:14.4pt" o:ole="">
            <v:imagedata r:id="rId125" o:title="eqId5b5858ee1ce52b251816757257a11c29"/>
          </v:shape>
          <o:OLEObject Type="Embed" ProgID="Equation.DSMT4" ShapeID="_x0000_i2410" DrawAspect="Content" ObjectID="_1770619857" r:id="rId227"/>
        </w:object>
      </w:r>
      <w:r w:rsidRPr="00F91D1E">
        <w:rPr>
          <w:szCs w:val="21"/>
        </w:rPr>
        <w:t>的值．</w:t>
      </w: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rFonts w:hint="eastAsia"/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rFonts w:hint="eastAsia"/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7B4B30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  <w:r w:rsidRPr="00F91D1E">
        <w:rPr>
          <w:szCs w:val="21"/>
        </w:rPr>
        <w:t>18</w:t>
      </w:r>
      <w:r w:rsidRPr="00F91D1E">
        <w:rPr>
          <w:szCs w:val="21"/>
        </w:rPr>
        <w:t>．</w:t>
      </w:r>
      <w:r w:rsidR="005743A0" w:rsidRPr="00F91D1E">
        <w:rPr>
          <w:rFonts w:ascii="宋体" w:hAnsi="宋体" w:cs="宋体" w:hint="eastAsia"/>
          <w:b/>
          <w:szCs w:val="21"/>
        </w:rPr>
        <w:t>（本小题1</w:t>
      </w:r>
      <w:r w:rsidR="005743A0" w:rsidRPr="00F91D1E">
        <w:rPr>
          <w:rFonts w:ascii="宋体" w:hAnsi="宋体" w:cs="宋体"/>
          <w:b/>
          <w:szCs w:val="21"/>
        </w:rPr>
        <w:t>2</w:t>
      </w:r>
      <w:r w:rsidR="005743A0" w:rsidRPr="00F91D1E">
        <w:rPr>
          <w:rFonts w:ascii="宋体" w:hAnsi="宋体" w:cs="宋体" w:hint="eastAsia"/>
          <w:b/>
          <w:szCs w:val="21"/>
        </w:rPr>
        <w:t>分.）</w:t>
      </w:r>
      <w:r w:rsidRPr="00F91D1E">
        <w:rPr>
          <w:szCs w:val="21"/>
        </w:rPr>
        <w:t>已知函数</w:t>
      </w:r>
      <w:r w:rsidRPr="00F91D1E">
        <w:rPr>
          <w:szCs w:val="21"/>
        </w:rPr>
        <w:object w:dxaOrig="2182" w:dyaOrig="548">
          <v:shape id="_x0000_i2176" type="#_x0000_t75" alt="eqId00df8e9dda6f89d7c16c02d8dacf7461" style="width:108.95pt;height:27.55pt" o:ole="">
            <v:imagedata r:id="rId228" o:title="eqId00df8e9dda6f89d7c16c02d8dacf7461"/>
          </v:shape>
          <o:OLEObject Type="Embed" ProgID="Equation.DSMT4" ShapeID="_x0000_i2176" DrawAspect="Content" ObjectID="_1770619858" r:id="rId229"/>
        </w:object>
      </w:r>
    </w:p>
    <w:p w:rsidR="007B4B30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  <w:r w:rsidRPr="00F91D1E">
        <w:rPr>
          <w:szCs w:val="21"/>
        </w:rPr>
        <w:t>(1)</w:t>
      </w:r>
      <w:r w:rsidRPr="00F91D1E">
        <w:rPr>
          <w:szCs w:val="21"/>
        </w:rPr>
        <w:t>当</w:t>
      </w:r>
      <w:r w:rsidRPr="00F91D1E">
        <w:rPr>
          <w:szCs w:val="21"/>
        </w:rPr>
        <w:object w:dxaOrig="668" w:dyaOrig="301">
          <v:shape id="_x0000_i2177" type="#_x0000_t75" alt="eqIdb66ef59c3970f3581a5ea29e21fd564d" style="width:33.2pt;height:15.05pt" o:ole="">
            <v:imagedata r:id="rId230" o:title="eqIdb66ef59c3970f3581a5ea29e21fd564d"/>
          </v:shape>
          <o:OLEObject Type="Embed" ProgID="Equation.DSMT4" ShapeID="_x0000_i2177" DrawAspect="Content" ObjectID="_1770619859" r:id="rId231"/>
        </w:object>
      </w:r>
      <w:r w:rsidRPr="00F91D1E">
        <w:rPr>
          <w:szCs w:val="21"/>
        </w:rPr>
        <w:t>时，求该函数的值域；</w:t>
      </w:r>
    </w:p>
    <w:p w:rsidR="007B4B30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  <w:r w:rsidRPr="00F91D1E">
        <w:rPr>
          <w:szCs w:val="21"/>
        </w:rPr>
        <w:t>(2)</w:t>
      </w:r>
      <w:r w:rsidRPr="00F91D1E">
        <w:rPr>
          <w:szCs w:val="21"/>
        </w:rPr>
        <w:t>若</w:t>
      </w:r>
      <w:r w:rsidRPr="00F91D1E">
        <w:rPr>
          <w:szCs w:val="21"/>
        </w:rPr>
        <w:object w:dxaOrig="1338" w:dyaOrig="358">
          <v:shape id="_x0000_i2178" type="#_x0000_t75" alt="eqId0bd303ea196ae03b9c08459ad1f2f30b" style="width:67pt;height:18.15pt" o:ole="">
            <v:imagedata r:id="rId232" o:title="eqId0bd303ea196ae03b9c08459ad1f2f30b"/>
          </v:shape>
          <o:OLEObject Type="Embed" ProgID="Equation.DSMT4" ShapeID="_x0000_i2178" DrawAspect="Content" ObjectID="_1770619860" r:id="rId233"/>
        </w:object>
      </w:r>
      <w:r w:rsidRPr="00F91D1E">
        <w:rPr>
          <w:szCs w:val="21"/>
        </w:rPr>
        <w:t>对于</w:t>
      </w:r>
      <w:r w:rsidRPr="00F91D1E">
        <w:rPr>
          <w:szCs w:val="21"/>
        </w:rPr>
        <w:object w:dxaOrig="792" w:dyaOrig="356">
          <v:shape id="_x0000_i2179" type="#_x0000_t75" alt="eqId829f3fc2a6b50f762c8378283b56023f" style="width:39.45pt;height:17.55pt" o:ole="">
            <v:imagedata r:id="rId234" o:title="eqId829f3fc2a6b50f762c8378283b56023f"/>
          </v:shape>
          <o:OLEObject Type="Embed" ProgID="Equation.DSMT4" ShapeID="_x0000_i2179" DrawAspect="Content" ObjectID="_1770619861" r:id="rId235"/>
        </w:object>
      </w:r>
      <w:proofErr w:type="gramStart"/>
      <w:r w:rsidRPr="00F91D1E">
        <w:rPr>
          <w:szCs w:val="21"/>
        </w:rPr>
        <w:t>恒</w:t>
      </w:r>
      <w:proofErr w:type="gramEnd"/>
      <w:r w:rsidRPr="00F91D1E">
        <w:rPr>
          <w:szCs w:val="21"/>
        </w:rPr>
        <w:t>成立，求实数</w:t>
      </w:r>
      <w:r w:rsidRPr="00F91D1E">
        <w:rPr>
          <w:szCs w:val="21"/>
        </w:rPr>
        <w:object w:dxaOrig="229" w:dyaOrig="202">
          <v:shape id="_x0000_i2180" type="#_x0000_t75" alt="eqId294f5ba74cdf695fc9a8a8e52f421328" style="width:11.25pt;height:10pt" o:ole="">
            <v:imagedata r:id="rId121" o:title="eqId294f5ba74cdf695fc9a8a8e52f421328"/>
          </v:shape>
          <o:OLEObject Type="Embed" ProgID="Equation.DSMT4" ShapeID="_x0000_i2180" DrawAspect="Content" ObjectID="_1770619862" r:id="rId236"/>
        </w:object>
      </w:r>
      <w:r w:rsidRPr="00F91D1E">
        <w:rPr>
          <w:szCs w:val="21"/>
        </w:rPr>
        <w:t>的取值范围．</w:t>
      </w: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rFonts w:hint="eastAsia"/>
          <w:szCs w:val="21"/>
        </w:rPr>
      </w:pPr>
    </w:p>
    <w:p w:rsidR="007B4B30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  <w:r w:rsidRPr="00F91D1E">
        <w:rPr>
          <w:szCs w:val="21"/>
        </w:rPr>
        <w:t>19</w:t>
      </w:r>
      <w:r w:rsidRPr="00F91D1E">
        <w:rPr>
          <w:szCs w:val="21"/>
        </w:rPr>
        <w:t>．</w:t>
      </w:r>
      <w:r w:rsidR="005743A0" w:rsidRPr="00F91D1E">
        <w:rPr>
          <w:rFonts w:ascii="宋体" w:hAnsi="宋体" w:cs="宋体" w:hint="eastAsia"/>
          <w:b/>
          <w:szCs w:val="21"/>
        </w:rPr>
        <w:t>（本小题1</w:t>
      </w:r>
      <w:r w:rsidR="005743A0" w:rsidRPr="00F91D1E">
        <w:rPr>
          <w:rFonts w:ascii="宋体" w:hAnsi="宋体" w:cs="宋体"/>
          <w:b/>
          <w:szCs w:val="21"/>
        </w:rPr>
        <w:t>2</w:t>
      </w:r>
      <w:r w:rsidR="005743A0" w:rsidRPr="00F91D1E">
        <w:rPr>
          <w:rFonts w:ascii="宋体" w:hAnsi="宋体" w:cs="宋体" w:hint="eastAsia"/>
          <w:b/>
          <w:szCs w:val="21"/>
        </w:rPr>
        <w:t>分.）</w:t>
      </w:r>
      <w:r w:rsidRPr="00F91D1E">
        <w:rPr>
          <w:szCs w:val="21"/>
        </w:rPr>
        <w:t>（</w:t>
      </w:r>
      <w:r w:rsidRPr="00F91D1E">
        <w:rPr>
          <w:szCs w:val="21"/>
        </w:rPr>
        <w:t>1</w:t>
      </w:r>
      <w:r w:rsidRPr="00F91D1E">
        <w:rPr>
          <w:szCs w:val="21"/>
        </w:rPr>
        <w:t>）已知</w:t>
      </w:r>
      <w:r w:rsidRPr="00F91D1E">
        <w:rPr>
          <w:szCs w:val="21"/>
        </w:rPr>
        <w:object w:dxaOrig="492" w:dyaOrig="228">
          <v:shape id="_x0000_i2232" type="#_x0000_t75" alt="eqId6369cd1db768436809404b1f3c4132c0" style="width:24.4pt;height:11.25pt" o:ole="">
            <v:imagedata r:id="rId237" o:title="eqId6369cd1db768436809404b1f3c4132c0"/>
          </v:shape>
          <o:OLEObject Type="Embed" ProgID="Equation.DSMT4" ShapeID="_x0000_i2232" DrawAspect="Content" ObjectID="_1770619863" r:id="rId238"/>
        </w:object>
      </w:r>
      <w:r w:rsidRPr="00F91D1E">
        <w:rPr>
          <w:szCs w:val="21"/>
        </w:rPr>
        <w:t>是关于</w:t>
      </w:r>
      <w:r w:rsidRPr="00F91D1E">
        <w:rPr>
          <w:szCs w:val="21"/>
        </w:rPr>
        <w:object w:dxaOrig="176" w:dyaOrig="190">
          <v:shape id="_x0000_i2233" type="#_x0000_t75" alt="eqId81dea63b8ce3e51adf66cf7b9982a248" style="width:8.75pt;height:9.4pt" o:ole="">
            <v:imagedata r:id="rId75" o:title="eqId81dea63b8ce3e51adf66cf7b9982a248"/>
          </v:shape>
          <o:OLEObject Type="Embed" ProgID="Equation.DSMT4" ShapeID="_x0000_i2233" DrawAspect="Content" ObjectID="_1770619864" r:id="rId239"/>
        </w:object>
      </w:r>
      <w:r w:rsidRPr="00F91D1E">
        <w:rPr>
          <w:szCs w:val="21"/>
        </w:rPr>
        <w:t>的方程</w:t>
      </w:r>
      <w:r w:rsidRPr="00F91D1E">
        <w:rPr>
          <w:szCs w:val="21"/>
        </w:rPr>
        <w:object w:dxaOrig="1231" w:dyaOrig="275">
          <v:shape id="_x0000_i2234" type="#_x0000_t75" alt="eqIdecda6051ffac6d2b34273cfe6e3bca26" style="width:61.35pt;height:13.75pt" o:ole="">
            <v:imagedata r:id="rId240" o:title="eqIdecda6051ffac6d2b34273cfe6e3bca26"/>
          </v:shape>
          <o:OLEObject Type="Embed" ProgID="Equation.DSMT4" ShapeID="_x0000_i2234" DrawAspect="Content" ObjectID="_1770619865" r:id="rId241"/>
        </w:object>
      </w:r>
      <w:r w:rsidRPr="00F91D1E">
        <w:rPr>
          <w:szCs w:val="21"/>
        </w:rPr>
        <w:t>的一个实根，且</w:t>
      </w:r>
      <w:r w:rsidRPr="00F91D1E">
        <w:rPr>
          <w:szCs w:val="21"/>
        </w:rPr>
        <w:object w:dxaOrig="211" w:dyaOrig="192">
          <v:shape id="_x0000_i2235" type="#_x0000_t75" alt="eqIde170f206fdbbd834aad7580c727e2cc6" style="width:10.65pt;height:9.4pt" o:ole="">
            <v:imagedata r:id="rId123" o:title="eqIde170f206fdbbd834aad7580c727e2cc6"/>
          </v:shape>
          <o:OLEObject Type="Embed" ProgID="Equation.DSMT4" ShapeID="_x0000_i2235" DrawAspect="Content" ObjectID="_1770619866" r:id="rId242"/>
        </w:object>
      </w:r>
      <w:r w:rsidRPr="00F91D1E">
        <w:rPr>
          <w:szCs w:val="21"/>
        </w:rPr>
        <w:t>是第一象限角，求</w:t>
      </w:r>
      <w:r w:rsidRPr="00F91D1E">
        <w:rPr>
          <w:szCs w:val="21"/>
        </w:rPr>
        <w:object w:dxaOrig="2605" w:dyaOrig="278">
          <v:shape id="_x0000_i2236" type="#_x0000_t75" alt="eqIdacafbe152520a9cd4c0a5ff23832e1f7" style="width:130.25pt;height:13.75pt" o:ole="">
            <v:imagedata r:id="rId243" o:title="eqIdacafbe152520a9cd4c0a5ff23832e1f7"/>
          </v:shape>
          <o:OLEObject Type="Embed" ProgID="Equation.DSMT4" ShapeID="_x0000_i2236" DrawAspect="Content" ObjectID="_1770619867" r:id="rId244"/>
        </w:object>
      </w:r>
      <w:r w:rsidRPr="00F91D1E">
        <w:rPr>
          <w:szCs w:val="21"/>
        </w:rPr>
        <w:t>的值；</w:t>
      </w:r>
    </w:p>
    <w:p w:rsidR="007B4B30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  <w:r w:rsidRPr="00F91D1E">
        <w:rPr>
          <w:szCs w:val="21"/>
        </w:rPr>
        <w:t>（</w:t>
      </w:r>
      <w:r w:rsidRPr="00F91D1E">
        <w:rPr>
          <w:szCs w:val="21"/>
        </w:rPr>
        <w:t>2</w:t>
      </w:r>
      <w:r w:rsidRPr="00F91D1E">
        <w:rPr>
          <w:szCs w:val="21"/>
        </w:rPr>
        <w:t>）已知</w:t>
      </w:r>
      <w:r w:rsidRPr="00F91D1E">
        <w:rPr>
          <w:szCs w:val="21"/>
        </w:rPr>
        <w:object w:dxaOrig="1443" w:dyaOrig="549">
          <v:shape id="_x0000_i2237" type="#_x0000_t75" alt="eqId5260ba350a8c100cd4766aee2166fd98" style="width:1in;height:27.55pt" o:ole="">
            <v:imagedata r:id="rId245" o:title="eqId5260ba350a8c100cd4766aee2166fd98"/>
          </v:shape>
          <o:OLEObject Type="Embed" ProgID="Equation.DSMT4" ShapeID="_x0000_i2237" DrawAspect="Content" ObjectID="_1770619868" r:id="rId246"/>
        </w:object>
      </w:r>
      <w:r w:rsidRPr="00F91D1E">
        <w:rPr>
          <w:szCs w:val="21"/>
        </w:rPr>
        <w:t>，且</w:t>
      </w:r>
      <w:r w:rsidRPr="00F91D1E">
        <w:rPr>
          <w:szCs w:val="21"/>
        </w:rPr>
        <w:object w:dxaOrig="862" w:dyaOrig="358">
          <v:shape id="_x0000_i2238" type="#_x0000_t75" alt="eqIdb8f55b8836b41be612a52ca9caf97006" style="width:43.2pt;height:18.15pt" o:ole="">
            <v:imagedata r:id="rId247" o:title="eqIdb8f55b8836b41be612a52ca9caf97006"/>
          </v:shape>
          <o:OLEObject Type="Embed" ProgID="Equation.DSMT4" ShapeID="_x0000_i2238" DrawAspect="Content" ObjectID="_1770619869" r:id="rId248"/>
        </w:object>
      </w:r>
      <w:r w:rsidRPr="00F91D1E">
        <w:rPr>
          <w:szCs w:val="21"/>
        </w:rPr>
        <w:t>，求</w:t>
      </w:r>
      <w:r w:rsidRPr="00F91D1E">
        <w:rPr>
          <w:szCs w:val="21"/>
        </w:rPr>
        <w:object w:dxaOrig="1161" w:dyaOrig="541">
          <v:shape id="_x0000_i2239" type="#_x0000_t75" alt="eqId3f673723dbbe467d17efe33c3c5f7a94" style="width:58.25pt;height:26.9pt" o:ole="">
            <v:imagedata r:id="rId249" o:title="eqId3f673723dbbe467d17efe33c3c5f7a94"/>
          </v:shape>
          <o:OLEObject Type="Embed" ProgID="Equation.DSMT4" ShapeID="_x0000_i2239" DrawAspect="Content" ObjectID="_1770619870" r:id="rId250"/>
        </w:object>
      </w:r>
      <w:r w:rsidRPr="00F91D1E">
        <w:rPr>
          <w:szCs w:val="21"/>
        </w:rPr>
        <w:t>的值．</w:t>
      </w: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rFonts w:hint="eastAsia"/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rFonts w:hint="eastAsia"/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rFonts w:hint="eastAsia"/>
          <w:szCs w:val="21"/>
        </w:rPr>
      </w:pPr>
    </w:p>
    <w:p w:rsidR="00F91D1E" w:rsidRP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rFonts w:hint="eastAsia"/>
          <w:szCs w:val="21"/>
        </w:rPr>
      </w:pPr>
    </w:p>
    <w:p w:rsidR="007B4B30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4E6639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  <w:r w:rsidRPr="00F91D1E">
        <w:rPr>
          <w:rFonts w:hint="eastAsia"/>
          <w:szCs w:val="21"/>
        </w:rPr>
        <w:t>20</w:t>
      </w:r>
      <w:r w:rsidRPr="00F91D1E">
        <w:rPr>
          <w:szCs w:val="21"/>
        </w:rPr>
        <w:t>．</w:t>
      </w:r>
      <w:r w:rsidR="005743A0" w:rsidRPr="00F91D1E">
        <w:rPr>
          <w:rFonts w:ascii="宋体" w:hAnsi="宋体" w:cs="宋体" w:hint="eastAsia"/>
          <w:b/>
          <w:szCs w:val="21"/>
        </w:rPr>
        <w:t>（本小题1</w:t>
      </w:r>
      <w:r w:rsidR="005743A0" w:rsidRPr="00F91D1E">
        <w:rPr>
          <w:rFonts w:ascii="宋体" w:hAnsi="宋体" w:cs="宋体"/>
          <w:b/>
          <w:szCs w:val="21"/>
        </w:rPr>
        <w:t>2</w:t>
      </w:r>
      <w:r w:rsidR="005743A0" w:rsidRPr="00F91D1E">
        <w:rPr>
          <w:rFonts w:ascii="宋体" w:hAnsi="宋体" w:cs="宋体" w:hint="eastAsia"/>
          <w:b/>
          <w:szCs w:val="21"/>
        </w:rPr>
        <w:t>分.）</w:t>
      </w:r>
      <w:r w:rsidRPr="00F91D1E">
        <w:rPr>
          <w:szCs w:val="21"/>
        </w:rPr>
        <w:t>已知</w:t>
      </w:r>
      <w:r w:rsidRPr="00F91D1E">
        <w:rPr>
          <w:szCs w:val="21"/>
        </w:rPr>
        <w:object w:dxaOrig="2568" w:dyaOrig="369">
          <v:shape id="_x0000_i1438" type="#_x0000_t75" alt="eqId64f0657137d61abac94cfdb622c569d1" style="width:128.35pt;height:18.15pt" o:ole="">
            <v:imagedata r:id="rId251" o:title="eqId64f0657137d61abac94cfdb622c569d1"/>
          </v:shape>
          <o:OLEObject Type="Embed" ProgID="Equation.DSMT4" ShapeID="_x0000_i1438" DrawAspect="Content" ObjectID="_1770619871" r:id="rId252"/>
        </w:object>
      </w:r>
      <w:r w:rsidRPr="00F91D1E">
        <w:rPr>
          <w:szCs w:val="21"/>
        </w:rPr>
        <w:t>.</w:t>
      </w:r>
    </w:p>
    <w:p w:rsidR="004E6639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  <w:r w:rsidRPr="00F91D1E">
        <w:rPr>
          <w:szCs w:val="21"/>
        </w:rPr>
        <w:t>(1)</w:t>
      </w:r>
      <w:r w:rsidRPr="00F91D1E">
        <w:rPr>
          <w:szCs w:val="21"/>
        </w:rPr>
        <w:t>求函数</w:t>
      </w:r>
      <w:r w:rsidRPr="00F91D1E">
        <w:rPr>
          <w:szCs w:val="21"/>
        </w:rPr>
        <w:object w:dxaOrig="844" w:dyaOrig="356">
          <v:shape id="_x0000_i1439" type="#_x0000_t75" alt="eqId0afb80007983e5b99dcdeebf87d18ff4" style="width:41.95pt;height:17.55pt" o:ole="">
            <v:imagedata r:id="rId253" o:title="eqId0afb80007983e5b99dcdeebf87d18ff4"/>
          </v:shape>
          <o:OLEObject Type="Embed" ProgID="Equation.DSMT4" ShapeID="_x0000_i1439" DrawAspect="Content" ObjectID="_1770619872" r:id="rId254"/>
        </w:object>
      </w:r>
      <w:r w:rsidRPr="00F91D1E">
        <w:rPr>
          <w:szCs w:val="21"/>
        </w:rPr>
        <w:t>在</w:t>
      </w:r>
      <w:r w:rsidRPr="00F91D1E">
        <w:rPr>
          <w:szCs w:val="21"/>
        </w:rPr>
        <w:object w:dxaOrig="229" w:dyaOrig="229">
          <v:shape id="_x0000_i1440" type="#_x0000_t75" alt="eqId2628e2dd7a988cc80530e739c22b2280" style="width:11.25pt;height:11.25pt" o:ole="">
            <v:imagedata r:id="rId255" o:title="eqId2628e2dd7a988cc80530e739c22b2280"/>
          </v:shape>
          <o:OLEObject Type="Embed" ProgID="Equation.DSMT4" ShapeID="_x0000_i1440" DrawAspect="Content" ObjectID="_1770619873" r:id="rId256"/>
        </w:object>
      </w:r>
      <w:r w:rsidRPr="00F91D1E">
        <w:rPr>
          <w:szCs w:val="21"/>
        </w:rPr>
        <w:t>上的单调增区间；</w:t>
      </w:r>
    </w:p>
    <w:p w:rsidR="004E6639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  <w:r w:rsidRPr="00F91D1E">
        <w:rPr>
          <w:szCs w:val="21"/>
        </w:rPr>
        <w:t>(2)</w:t>
      </w:r>
      <w:r w:rsidRPr="00F91D1E">
        <w:rPr>
          <w:szCs w:val="21"/>
        </w:rPr>
        <w:t>将函数</w:t>
      </w:r>
      <w:r w:rsidRPr="00F91D1E">
        <w:rPr>
          <w:szCs w:val="21"/>
        </w:rPr>
        <w:object w:dxaOrig="844" w:dyaOrig="356">
          <v:shape id="_x0000_i1441" type="#_x0000_t75" alt="eqId0afb80007983e5b99dcdeebf87d18ff4" style="width:41.95pt;height:17.55pt" o:ole="">
            <v:imagedata r:id="rId253" o:title="eqId0afb80007983e5b99dcdeebf87d18ff4"/>
          </v:shape>
          <o:OLEObject Type="Embed" ProgID="Equation.DSMT4" ShapeID="_x0000_i1441" DrawAspect="Content" ObjectID="_1770619874" r:id="rId257"/>
        </w:object>
      </w:r>
      <w:r w:rsidRPr="00F91D1E">
        <w:rPr>
          <w:szCs w:val="21"/>
        </w:rPr>
        <w:t>的</w:t>
      </w:r>
      <w:proofErr w:type="gramStart"/>
      <w:r w:rsidRPr="00F91D1E">
        <w:rPr>
          <w:szCs w:val="21"/>
        </w:rPr>
        <w:t>图象</w:t>
      </w:r>
      <w:proofErr w:type="gramEnd"/>
      <w:r w:rsidRPr="00F91D1E">
        <w:rPr>
          <w:szCs w:val="21"/>
        </w:rPr>
        <w:t>向左平移</w:t>
      </w:r>
      <w:r w:rsidRPr="00F91D1E">
        <w:rPr>
          <w:szCs w:val="21"/>
        </w:rPr>
        <w:object w:dxaOrig="705" w:dyaOrig="266">
          <v:shape id="_x0000_i1442" type="#_x0000_t75" alt="eqIda1f07948e9258b482a2164ac871f90f9" style="width:35.05pt;height:13.15pt" o:ole="">
            <v:imagedata r:id="rId258" o:title="eqIda1f07948e9258b482a2164ac871f90f9"/>
          </v:shape>
          <o:OLEObject Type="Embed" ProgID="Equation.DSMT4" ShapeID="_x0000_i1442" DrawAspect="Content" ObjectID="_1770619875" r:id="rId259"/>
        </w:object>
      </w:r>
      <w:proofErr w:type="gramStart"/>
      <w:r w:rsidRPr="00F91D1E">
        <w:rPr>
          <w:szCs w:val="21"/>
        </w:rPr>
        <w:t>个</w:t>
      </w:r>
      <w:proofErr w:type="gramEnd"/>
      <w:r w:rsidRPr="00F91D1E">
        <w:rPr>
          <w:szCs w:val="21"/>
        </w:rPr>
        <w:t>单位，再对</w:t>
      </w:r>
      <w:proofErr w:type="gramStart"/>
      <w:r w:rsidRPr="00F91D1E">
        <w:rPr>
          <w:szCs w:val="21"/>
        </w:rPr>
        <w:t>图象</w:t>
      </w:r>
      <w:proofErr w:type="gramEnd"/>
      <w:r w:rsidRPr="00F91D1E">
        <w:rPr>
          <w:szCs w:val="21"/>
        </w:rPr>
        <w:t>上每个点纵坐标不变，横坐标变为原来的</w:t>
      </w:r>
      <w:r w:rsidRPr="00F91D1E">
        <w:rPr>
          <w:szCs w:val="21"/>
        </w:rPr>
        <w:object w:dxaOrig="176" w:dyaOrig="230">
          <v:shape id="_x0000_i1443" type="#_x0000_t75" alt="eqId61128ab996360a038e6e64d82fcba004" style="width:8.75pt;height:11.25pt" o:ole="">
            <v:imagedata r:id="rId260" o:title="eqId61128ab996360a038e6e64d82fcba004"/>
          </v:shape>
          <o:OLEObject Type="Embed" ProgID="Equation.DSMT4" ShapeID="_x0000_i1443" DrawAspect="Content" ObjectID="_1770619876" r:id="rId261"/>
        </w:object>
      </w:r>
      <w:proofErr w:type="gramStart"/>
      <w:r w:rsidRPr="00F91D1E">
        <w:rPr>
          <w:szCs w:val="21"/>
        </w:rPr>
        <w:t>倍</w:t>
      </w:r>
      <w:proofErr w:type="gramEnd"/>
      <w:r w:rsidRPr="00F91D1E">
        <w:rPr>
          <w:szCs w:val="21"/>
        </w:rPr>
        <w:t>，得到函数</w:t>
      </w:r>
      <w:r w:rsidRPr="00F91D1E">
        <w:rPr>
          <w:szCs w:val="21"/>
        </w:rPr>
        <w:object w:dxaOrig="827" w:dyaOrig="354">
          <v:shape id="_x0000_i1444" type="#_x0000_t75" alt="eqIdbb2faa63899873813748f6a28b8a92e9" style="width:41.3pt;height:17.55pt" o:ole="">
            <v:imagedata r:id="rId262" o:title="eqIdbb2faa63899873813748f6a28b8a92e9"/>
          </v:shape>
          <o:OLEObject Type="Embed" ProgID="Equation.DSMT4" ShapeID="_x0000_i1444" DrawAspect="Content" ObjectID="_1770619877" r:id="rId263"/>
        </w:object>
      </w:r>
      <w:r w:rsidRPr="00F91D1E">
        <w:rPr>
          <w:szCs w:val="21"/>
        </w:rPr>
        <w:t>的</w:t>
      </w:r>
      <w:proofErr w:type="gramStart"/>
      <w:r w:rsidRPr="00F91D1E">
        <w:rPr>
          <w:szCs w:val="21"/>
        </w:rPr>
        <w:t>图象</w:t>
      </w:r>
      <w:proofErr w:type="gramEnd"/>
      <w:r w:rsidRPr="00F91D1E">
        <w:rPr>
          <w:szCs w:val="21"/>
        </w:rPr>
        <w:t>，若函数</w:t>
      </w:r>
      <w:r w:rsidRPr="00F91D1E">
        <w:rPr>
          <w:szCs w:val="21"/>
        </w:rPr>
        <w:object w:dxaOrig="827" w:dyaOrig="354">
          <v:shape id="_x0000_i1445" type="#_x0000_t75" alt="eqIdbb2faa63899873813748f6a28b8a92e9" style="width:41.3pt;height:17.55pt" o:ole="">
            <v:imagedata r:id="rId262" o:title="eqIdbb2faa63899873813748f6a28b8a92e9"/>
          </v:shape>
          <o:OLEObject Type="Embed" ProgID="Equation.DSMT4" ShapeID="_x0000_i1445" DrawAspect="Content" ObjectID="_1770619878" r:id="rId264"/>
        </w:object>
      </w:r>
      <w:r w:rsidRPr="00F91D1E">
        <w:rPr>
          <w:szCs w:val="21"/>
        </w:rPr>
        <w:t>的</w:t>
      </w:r>
      <w:proofErr w:type="gramStart"/>
      <w:r w:rsidRPr="00F91D1E">
        <w:rPr>
          <w:szCs w:val="21"/>
        </w:rPr>
        <w:t>图象</w:t>
      </w:r>
      <w:proofErr w:type="gramEnd"/>
      <w:r w:rsidRPr="00F91D1E">
        <w:rPr>
          <w:szCs w:val="21"/>
        </w:rPr>
        <w:t>关于直线</w:t>
      </w:r>
      <w:r w:rsidRPr="00F91D1E">
        <w:rPr>
          <w:szCs w:val="21"/>
        </w:rPr>
        <w:object w:dxaOrig="528" w:dyaOrig="541">
          <v:shape id="_x0000_i1446" type="#_x0000_t75" alt="eqId70c6cb0cc172657611e286e7fa669584" style="width:26.3pt;height:26.9pt" o:ole="">
            <v:imagedata r:id="rId265" o:title="eqId70c6cb0cc172657611e286e7fa669584"/>
          </v:shape>
          <o:OLEObject Type="Embed" ProgID="Equation.DSMT4" ShapeID="_x0000_i1446" DrawAspect="Content" ObjectID="_1770619879" r:id="rId266"/>
        </w:object>
      </w:r>
      <w:r w:rsidRPr="00F91D1E">
        <w:rPr>
          <w:szCs w:val="21"/>
        </w:rPr>
        <w:t>对称，求</w:t>
      </w:r>
      <w:r w:rsidRPr="00F91D1E">
        <w:rPr>
          <w:szCs w:val="21"/>
        </w:rPr>
        <w:object w:dxaOrig="229" w:dyaOrig="202">
          <v:shape id="_x0000_i1447" type="#_x0000_t75" alt="eqId294f5ba74cdf695fc9a8a8e52f421328" style="width:11.25pt;height:10pt" o:ole="">
            <v:imagedata r:id="rId121" o:title="eqId294f5ba74cdf695fc9a8a8e52f421328"/>
          </v:shape>
          <o:OLEObject Type="Embed" ProgID="Equation.DSMT4" ShapeID="_x0000_i1447" DrawAspect="Content" ObjectID="_1770619880" r:id="rId267"/>
        </w:object>
      </w:r>
      <w:r w:rsidRPr="00F91D1E">
        <w:rPr>
          <w:szCs w:val="21"/>
        </w:rPr>
        <w:t>取最小值时的</w:t>
      </w:r>
      <w:r w:rsidRPr="00F91D1E">
        <w:rPr>
          <w:szCs w:val="21"/>
        </w:rPr>
        <w:object w:dxaOrig="827" w:dyaOrig="354">
          <v:shape id="_x0000_i1448" type="#_x0000_t75" alt="eqIdbb2faa63899873813748f6a28b8a92e9" style="width:41.3pt;height:17.55pt" o:ole="">
            <v:imagedata r:id="rId262" o:title="eqIdbb2faa63899873813748f6a28b8a92e9"/>
          </v:shape>
          <o:OLEObject Type="Embed" ProgID="Equation.DSMT4" ShapeID="_x0000_i1448" DrawAspect="Content" ObjectID="_1770619881" r:id="rId268"/>
        </w:object>
      </w:r>
      <w:r w:rsidRPr="00F91D1E">
        <w:rPr>
          <w:szCs w:val="21"/>
        </w:rPr>
        <w:t>的解析式．</w:t>
      </w: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rFonts w:hint="eastAsia"/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rFonts w:hint="eastAsia"/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7B4B30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  <w:r w:rsidRPr="00F91D1E">
        <w:rPr>
          <w:szCs w:val="21"/>
        </w:rPr>
        <w:t>21</w:t>
      </w:r>
      <w:r w:rsidRPr="00F91D1E">
        <w:rPr>
          <w:szCs w:val="21"/>
        </w:rPr>
        <w:t>．</w:t>
      </w:r>
      <w:r w:rsidR="005743A0" w:rsidRPr="00F91D1E">
        <w:rPr>
          <w:rFonts w:ascii="宋体" w:hAnsi="宋体" w:cs="宋体" w:hint="eastAsia"/>
          <w:b/>
          <w:szCs w:val="21"/>
        </w:rPr>
        <w:t>（本小题1</w:t>
      </w:r>
      <w:r w:rsidR="005743A0" w:rsidRPr="00F91D1E">
        <w:rPr>
          <w:rFonts w:ascii="宋体" w:hAnsi="宋体" w:cs="宋体"/>
          <w:b/>
          <w:szCs w:val="21"/>
        </w:rPr>
        <w:t>2</w:t>
      </w:r>
      <w:r w:rsidR="005743A0" w:rsidRPr="00F91D1E">
        <w:rPr>
          <w:rFonts w:ascii="宋体" w:hAnsi="宋体" w:cs="宋体" w:hint="eastAsia"/>
          <w:b/>
          <w:szCs w:val="21"/>
        </w:rPr>
        <w:t>分.）</w:t>
      </w:r>
      <w:r w:rsidRPr="00F91D1E">
        <w:rPr>
          <w:szCs w:val="21"/>
        </w:rPr>
        <w:t>已知</w:t>
      </w:r>
      <w:r w:rsidRPr="00F91D1E">
        <w:rPr>
          <w:szCs w:val="21"/>
        </w:rPr>
        <w:object w:dxaOrig="5245" w:dyaOrig="634">
          <v:shape id="_x0000_i2243" type="#_x0000_t75" alt="eqIdace3d60f4a77b3ab0a68246fff97d20c" style="width:262.35pt;height:31.95pt" o:ole="">
            <v:imagedata r:id="rId269" o:title="eqIdace3d60f4a77b3ab0a68246fff97d20c"/>
          </v:shape>
          <o:OLEObject Type="Embed" ProgID="Equation.DSMT4" ShapeID="_x0000_i2243" DrawAspect="Content" ObjectID="_1770619882" r:id="rId270"/>
        </w:object>
      </w:r>
      <w:r w:rsidRPr="00F91D1E">
        <w:rPr>
          <w:szCs w:val="21"/>
        </w:rPr>
        <w:t>.</w:t>
      </w:r>
    </w:p>
    <w:p w:rsidR="007B4B30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  <w:r w:rsidRPr="00F91D1E">
        <w:rPr>
          <w:szCs w:val="21"/>
        </w:rPr>
        <w:t>(1)</w:t>
      </w:r>
      <w:r w:rsidRPr="00F91D1E">
        <w:rPr>
          <w:szCs w:val="21"/>
        </w:rPr>
        <w:t>求</w:t>
      </w:r>
      <w:r w:rsidRPr="00F91D1E">
        <w:rPr>
          <w:szCs w:val="21"/>
        </w:rPr>
        <w:object w:dxaOrig="1056" w:dyaOrig="594">
          <v:shape id="_x0000_i2244" type="#_x0000_t75" alt="eqIdb87418bb3f37283fbec48387b07444cb" style="width:52.6pt;height:29.45pt" o:ole="">
            <v:imagedata r:id="rId271" o:title="eqIdb87418bb3f37283fbec48387b07444cb"/>
          </v:shape>
          <o:OLEObject Type="Embed" ProgID="Equation.DSMT4" ShapeID="_x0000_i2244" DrawAspect="Content" ObjectID="_1770619883" r:id="rId272"/>
        </w:object>
      </w:r>
      <w:r w:rsidRPr="00F91D1E">
        <w:rPr>
          <w:szCs w:val="21"/>
        </w:rPr>
        <w:t>的值；</w:t>
      </w:r>
    </w:p>
    <w:p w:rsidR="007B4B30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rFonts w:hint="eastAsia"/>
          <w:szCs w:val="21"/>
        </w:rPr>
      </w:pPr>
      <w:r w:rsidRPr="00F91D1E">
        <w:rPr>
          <w:szCs w:val="21"/>
        </w:rPr>
        <w:t>(2)</w:t>
      </w:r>
      <w:r w:rsidRPr="00F91D1E">
        <w:rPr>
          <w:szCs w:val="21"/>
        </w:rPr>
        <w:t>求</w:t>
      </w:r>
      <w:r w:rsidRPr="00F91D1E">
        <w:rPr>
          <w:szCs w:val="21"/>
        </w:rPr>
        <w:object w:dxaOrig="229" w:dyaOrig="283">
          <v:shape id="_x0000_i2245" type="#_x0000_t75" alt="eqId5b5858ee1ce52b251816757257a11c29" style="width:11.25pt;height:14.4pt" o:ole="">
            <v:imagedata r:id="rId125" o:title="eqId5b5858ee1ce52b251816757257a11c29"/>
          </v:shape>
          <o:OLEObject Type="Embed" ProgID="Equation.DSMT4" ShapeID="_x0000_i2245" DrawAspect="Content" ObjectID="_1770619884" r:id="rId273"/>
        </w:object>
      </w:r>
      <w:r w:rsidRPr="00F91D1E">
        <w:rPr>
          <w:szCs w:val="21"/>
        </w:rPr>
        <w:t>的值</w:t>
      </w:r>
      <w:r w:rsidRPr="00F91D1E">
        <w:rPr>
          <w:szCs w:val="21"/>
        </w:rPr>
        <w:t>.</w:t>
      </w: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rFonts w:hint="eastAsia"/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</w:p>
    <w:p w:rsidR="00F91D1E" w:rsidRDefault="00F91D1E" w:rsidP="00F91D1E">
      <w:pPr>
        <w:shd w:val="clear" w:color="auto" w:fill="FFFFFF"/>
        <w:spacing w:line="0" w:lineRule="atLeast"/>
        <w:jc w:val="left"/>
        <w:textAlignment w:val="center"/>
        <w:rPr>
          <w:rFonts w:hint="eastAsia"/>
          <w:szCs w:val="21"/>
        </w:rPr>
      </w:pPr>
    </w:p>
    <w:p w:rsidR="004E6639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  <w:r w:rsidRPr="00F91D1E">
        <w:rPr>
          <w:szCs w:val="21"/>
        </w:rPr>
        <w:t>22</w:t>
      </w:r>
      <w:r w:rsidRPr="00F91D1E">
        <w:rPr>
          <w:szCs w:val="21"/>
        </w:rPr>
        <w:t>．</w:t>
      </w:r>
      <w:r w:rsidR="005743A0" w:rsidRPr="00F91D1E">
        <w:rPr>
          <w:rFonts w:ascii="宋体" w:hAnsi="宋体" w:cs="宋体" w:hint="eastAsia"/>
          <w:b/>
          <w:szCs w:val="21"/>
        </w:rPr>
        <w:t>（本小题1</w:t>
      </w:r>
      <w:r w:rsidR="005743A0" w:rsidRPr="00F91D1E">
        <w:rPr>
          <w:rFonts w:ascii="宋体" w:hAnsi="宋体" w:cs="宋体"/>
          <w:b/>
          <w:szCs w:val="21"/>
        </w:rPr>
        <w:t>2</w:t>
      </w:r>
      <w:r w:rsidR="005743A0" w:rsidRPr="00F91D1E">
        <w:rPr>
          <w:rFonts w:ascii="宋体" w:hAnsi="宋体" w:cs="宋体" w:hint="eastAsia"/>
          <w:b/>
          <w:szCs w:val="21"/>
        </w:rPr>
        <w:t>分.）</w:t>
      </w:r>
      <w:r w:rsidRPr="00F91D1E">
        <w:rPr>
          <w:szCs w:val="21"/>
        </w:rPr>
        <w:t>如图所示，某市政府计划在该扇形地域内建设图书馆，为了充分利用这块土地，并考虑与周边环境协调，要求该图书馆底面矩形</w:t>
      </w:r>
      <w:r w:rsidRPr="00F91D1E">
        <w:rPr>
          <w:szCs w:val="21"/>
        </w:rPr>
        <w:object w:dxaOrig="634" w:dyaOrig="238">
          <v:shape id="_x0000_i1561" type="#_x0000_t75" alt="eqIdb32c05247f6998d7a70d31d13be4148c" style="width:31.95pt;height:11.9pt" o:ole="">
            <v:imagedata r:id="rId274" o:title="eqIdb32c05247f6998d7a70d31d13be4148c"/>
          </v:shape>
          <o:OLEObject Type="Embed" ProgID="Equation.DSMT4" ShapeID="_x0000_i1561" DrawAspect="Content" ObjectID="_1770619885" r:id="rId275"/>
        </w:object>
      </w:r>
      <w:r w:rsidRPr="00F91D1E">
        <w:rPr>
          <w:szCs w:val="21"/>
        </w:rPr>
        <w:t>的四个顶点都落在边界上</w:t>
      </w:r>
      <w:r w:rsidRPr="00F91D1E">
        <w:rPr>
          <w:szCs w:val="21"/>
        </w:rPr>
        <w:t>.</w:t>
      </w:r>
      <w:r w:rsidRPr="00F91D1E">
        <w:rPr>
          <w:szCs w:val="21"/>
        </w:rPr>
        <w:t>经过测量，扇形的半径为</w:t>
      </w:r>
      <w:r w:rsidRPr="00F91D1E">
        <w:rPr>
          <w:szCs w:val="21"/>
        </w:rPr>
        <w:object w:dxaOrig="440" w:dyaOrig="253">
          <v:shape id="_x0000_i1562" type="#_x0000_t75" alt="eqIdd8badcdb1e5621f0ac4d9272041185a6" style="width:21.9pt;height:12.5pt" o:ole="">
            <v:imagedata r:id="rId276" o:title="eqIdd8badcdb1e5621f0ac4d9272041185a6"/>
          </v:shape>
          <o:OLEObject Type="Embed" ProgID="Equation.DSMT4" ShapeID="_x0000_i1562" DrawAspect="Content" ObjectID="_1770619886" r:id="rId277"/>
        </w:object>
      </w:r>
      <w:r w:rsidRPr="00F91D1E">
        <w:rPr>
          <w:szCs w:val="21"/>
        </w:rPr>
        <w:t>，</w:t>
      </w:r>
      <w:r w:rsidRPr="00F91D1E">
        <w:rPr>
          <w:szCs w:val="21"/>
        </w:rPr>
        <w:object w:dxaOrig="1091" w:dyaOrig="227">
          <v:shape id="_x0000_i1563" type="#_x0000_t75" alt="eqId9ff5c21185c13eae675906dabd3593c7" style="width:54.45pt;height:11.25pt" o:ole="">
            <v:imagedata r:id="rId278" o:title="eqId9ff5c21185c13eae675906dabd3593c7"/>
          </v:shape>
          <o:OLEObject Type="Embed" ProgID="Equation.DSMT4" ShapeID="_x0000_i1563" DrawAspect="Content" ObjectID="_1770619887" r:id="rId279"/>
        </w:object>
      </w:r>
      <w:r w:rsidRPr="00F91D1E">
        <w:rPr>
          <w:szCs w:val="21"/>
        </w:rPr>
        <w:t>，</w:t>
      </w:r>
      <w:r w:rsidRPr="00F91D1E">
        <w:rPr>
          <w:szCs w:val="21"/>
        </w:rPr>
        <w:object w:dxaOrig="880" w:dyaOrig="244">
          <v:shape id="_x0000_i1564" type="#_x0000_t75" alt="eqId33cbad6599796efc1c177ae9349feda9" style="width:43.85pt;height:11.9pt" o:ole="">
            <v:imagedata r:id="rId280" o:title="eqId33cbad6599796efc1c177ae9349feda9"/>
          </v:shape>
          <o:OLEObject Type="Embed" ProgID="Equation.DSMT4" ShapeID="_x0000_i1564" DrawAspect="Content" ObjectID="_1770619888" r:id="rId281"/>
        </w:object>
      </w:r>
      <w:r w:rsidRPr="00F91D1E">
        <w:rPr>
          <w:szCs w:val="21"/>
        </w:rPr>
        <w:t>.</w:t>
      </w:r>
      <w:r w:rsidRPr="00F91D1E">
        <w:rPr>
          <w:szCs w:val="21"/>
        </w:rPr>
        <w:t>记弧</w:t>
      </w:r>
      <w:r w:rsidRPr="00F91D1E">
        <w:rPr>
          <w:szCs w:val="21"/>
        </w:rPr>
        <w:object w:dxaOrig="352" w:dyaOrig="300">
          <v:shape id="_x0000_i1565" type="#_x0000_t75" alt="eqId16d65cecaf8a3dc2953f4109c75a981e" style="width:17.55pt;height:15.05pt" o:ole="">
            <v:imagedata r:id="rId282" o:title="eqId16d65cecaf8a3dc2953f4109c75a981e"/>
          </v:shape>
          <o:OLEObject Type="Embed" ProgID="Equation.DSMT4" ShapeID="_x0000_i1565" DrawAspect="Content" ObjectID="_1770619889" r:id="rId283"/>
        </w:object>
      </w:r>
      <w:r w:rsidRPr="00F91D1E">
        <w:rPr>
          <w:szCs w:val="21"/>
        </w:rPr>
        <w:t>的中点为</w:t>
      </w:r>
      <w:r w:rsidRPr="00F91D1E">
        <w:rPr>
          <w:rFonts w:eastAsia="Times New Roman"/>
          <w:i/>
          <w:szCs w:val="21"/>
        </w:rPr>
        <w:t>G</w:t>
      </w:r>
      <w:r w:rsidRPr="00F91D1E">
        <w:rPr>
          <w:szCs w:val="21"/>
        </w:rPr>
        <w:t>，连接</w:t>
      </w:r>
      <w:r w:rsidRPr="00F91D1E">
        <w:rPr>
          <w:szCs w:val="21"/>
        </w:rPr>
        <w:object w:dxaOrig="370" w:dyaOrig="260">
          <v:shape id="_x0000_i1566" type="#_x0000_t75" alt="eqId307bd991211ec79b47a4be52933bb8e7" style="width:18.8pt;height:13.15pt" o:ole="">
            <v:imagedata r:id="rId284" o:title="eqId307bd991211ec79b47a4be52933bb8e7"/>
          </v:shape>
          <o:OLEObject Type="Embed" ProgID="Equation.DSMT4" ShapeID="_x0000_i1566" DrawAspect="Content" ObjectID="_1770619890" r:id="rId285"/>
        </w:object>
      </w:r>
      <w:r w:rsidRPr="00F91D1E">
        <w:rPr>
          <w:szCs w:val="21"/>
        </w:rPr>
        <w:t>，分别与</w:t>
      </w:r>
      <w:r w:rsidRPr="00F91D1E">
        <w:rPr>
          <w:szCs w:val="21"/>
        </w:rPr>
        <w:object w:dxaOrig="352" w:dyaOrig="217">
          <v:shape id="_x0000_i1567" type="#_x0000_t75" alt="eqId49b50357a6545cae8348e3059312f520" style="width:17.55pt;height:10.65pt" o:ole="">
            <v:imagedata r:id="rId286" o:title="eqId49b50357a6545cae8348e3059312f520"/>
          </v:shape>
          <o:OLEObject Type="Embed" ProgID="Equation.DSMT4" ShapeID="_x0000_i1567" DrawAspect="Content" ObjectID="_1770619891" r:id="rId287"/>
        </w:object>
      </w:r>
      <w:r w:rsidRPr="00F91D1E">
        <w:rPr>
          <w:szCs w:val="21"/>
        </w:rPr>
        <w:t>，</w:t>
      </w:r>
      <w:r w:rsidRPr="00F91D1E">
        <w:rPr>
          <w:szCs w:val="21"/>
        </w:rPr>
        <w:object w:dxaOrig="352" w:dyaOrig="231">
          <v:shape id="_x0000_i1568" type="#_x0000_t75" alt="eqId9d78abbad68bbbf12af10cd40ef4c353" style="width:17.55pt;height:11.25pt" o:ole="">
            <v:imagedata r:id="rId288" o:title="eqId9d78abbad68bbbf12af10cd40ef4c353"/>
          </v:shape>
          <o:OLEObject Type="Embed" ProgID="Equation.DSMT4" ShapeID="_x0000_i1568" DrawAspect="Content" ObjectID="_1770619892" r:id="rId289"/>
        </w:object>
      </w:r>
      <w:r w:rsidRPr="00F91D1E">
        <w:rPr>
          <w:szCs w:val="21"/>
        </w:rPr>
        <w:t>交于点</w:t>
      </w:r>
      <w:r w:rsidRPr="00F91D1E">
        <w:rPr>
          <w:rFonts w:eastAsia="Times New Roman"/>
          <w:i/>
          <w:szCs w:val="21"/>
        </w:rPr>
        <w:t>M</w:t>
      </w:r>
      <w:r w:rsidRPr="00F91D1E">
        <w:rPr>
          <w:szCs w:val="21"/>
        </w:rPr>
        <w:t>，</w:t>
      </w:r>
      <w:r w:rsidRPr="00F91D1E">
        <w:rPr>
          <w:rFonts w:eastAsia="Times New Roman"/>
          <w:i/>
          <w:szCs w:val="21"/>
        </w:rPr>
        <w:t>N</w:t>
      </w:r>
      <w:r w:rsidRPr="00F91D1E">
        <w:rPr>
          <w:szCs w:val="21"/>
        </w:rPr>
        <w:t>，连接</w:t>
      </w:r>
      <w:r w:rsidRPr="00F91D1E">
        <w:rPr>
          <w:szCs w:val="21"/>
        </w:rPr>
        <w:object w:dxaOrig="334" w:dyaOrig="227">
          <v:shape id="_x0000_i1569" type="#_x0000_t75" alt="eqId6cad4595d5352b2884568a59d8d766a4" style="width:16.9pt;height:11.25pt" o:ole="">
            <v:imagedata r:id="rId290" o:title="eqId6cad4595d5352b2884568a59d8d766a4"/>
          </v:shape>
          <o:OLEObject Type="Embed" ProgID="Equation.DSMT4" ShapeID="_x0000_i1569" DrawAspect="Content" ObjectID="_1770619893" r:id="rId291"/>
        </w:object>
      </w:r>
      <w:r w:rsidRPr="00F91D1E">
        <w:rPr>
          <w:szCs w:val="21"/>
        </w:rPr>
        <w:t>，设</w:t>
      </w:r>
      <w:r w:rsidRPr="00F91D1E">
        <w:rPr>
          <w:szCs w:val="21"/>
        </w:rPr>
        <w:object w:dxaOrig="1021" w:dyaOrig="252">
          <v:shape id="_x0000_i1570" type="#_x0000_t75" alt="eqId554d5d0e557fe3c4162046d40c90324b" style="width:51.35pt;height:12.5pt;mso-wrap-style:square;mso-position-horizontal-relative:page;mso-position-vertical-relative:page" o:ole="">
            <v:imagedata r:id="rId292" o:title="eqId554d5d0e557fe3c4162046d40c90324b"/>
          </v:shape>
          <o:OLEObject Type="Embed" ProgID="Equation.DSMT4" ShapeID="_x0000_i1570" DrawAspect="Content" ObjectID="_1770619894" r:id="rId293"/>
        </w:object>
      </w:r>
      <w:r w:rsidRPr="00F91D1E">
        <w:rPr>
          <w:szCs w:val="21"/>
        </w:rPr>
        <w:t>.</w:t>
      </w:r>
    </w:p>
    <w:p w:rsidR="004E6639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  <w:r w:rsidRPr="00F91D1E">
        <w:rPr>
          <w:rFonts w:eastAsia="Times New Roman"/>
          <w:noProof/>
          <w:kern w:val="0"/>
          <w:szCs w:val="21"/>
        </w:rPr>
        <w:drawing>
          <wp:inline distT="0" distB="0" distL="0" distR="0">
            <wp:extent cx="1571625" cy="1057275"/>
            <wp:effectExtent l="0" t="0" r="0" b="0"/>
            <wp:docPr id="100007" name="图片 100007" descr="@@@57c550c6-2941-4faa-beaf-33c1c82254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r:embed="rId294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6639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szCs w:val="21"/>
        </w:rPr>
      </w:pPr>
      <w:r w:rsidRPr="00F91D1E">
        <w:rPr>
          <w:szCs w:val="21"/>
        </w:rPr>
        <w:t>(1)</w:t>
      </w:r>
      <w:r w:rsidRPr="00F91D1E">
        <w:rPr>
          <w:szCs w:val="21"/>
        </w:rPr>
        <w:t>求矩形</w:t>
      </w:r>
      <w:r w:rsidRPr="00F91D1E">
        <w:rPr>
          <w:szCs w:val="21"/>
        </w:rPr>
        <w:object w:dxaOrig="634" w:dyaOrig="238">
          <v:shape id="_x0000_i1571" type="#_x0000_t75" alt="eqIdb32c05247f6998d7a70d31d13be4148c" style="width:31.95pt;height:11.9pt" o:ole="">
            <v:imagedata r:id="rId274" o:title="eqIdb32c05247f6998d7a70d31d13be4148c"/>
          </v:shape>
          <o:OLEObject Type="Embed" ProgID="Equation.DSMT4" ShapeID="_x0000_i1571" DrawAspect="Content" ObjectID="_1770619895" r:id="rId295"/>
        </w:object>
      </w:r>
      <w:r w:rsidRPr="00F91D1E">
        <w:rPr>
          <w:szCs w:val="21"/>
        </w:rPr>
        <w:t>的面积关于</w:t>
      </w:r>
      <w:r w:rsidRPr="00F91D1E">
        <w:rPr>
          <w:szCs w:val="21"/>
        </w:rPr>
        <w:object w:dxaOrig="211" w:dyaOrig="192">
          <v:shape id="_x0000_i1572" type="#_x0000_t75" alt="eqIde170f206fdbbd834aad7580c727e2cc6" style="width:10.65pt;height:9.4pt" o:ole="">
            <v:imagedata r:id="rId123" o:title="eqIde170f206fdbbd834aad7580c727e2cc6"/>
          </v:shape>
          <o:OLEObject Type="Embed" ProgID="Equation.DSMT4" ShapeID="_x0000_i1572" DrawAspect="Content" ObjectID="_1770619896" r:id="rId296"/>
        </w:object>
      </w:r>
      <w:r w:rsidRPr="00F91D1E">
        <w:rPr>
          <w:szCs w:val="21"/>
        </w:rPr>
        <w:t>的函数</w:t>
      </w:r>
      <w:r w:rsidRPr="00F91D1E">
        <w:rPr>
          <w:szCs w:val="21"/>
        </w:rPr>
        <w:object w:dxaOrig="528" w:dyaOrig="356">
          <v:shape id="_x0000_i1573" type="#_x0000_t75" alt="eqId3fd7229922fbb3ce09dada883f74fbb1" style="width:26.3pt;height:17.55pt" o:ole="">
            <v:imagedata r:id="rId297" o:title="eqId3fd7229922fbb3ce09dada883f74fbb1"/>
          </v:shape>
          <o:OLEObject Type="Embed" ProgID="Equation.DSMT4" ShapeID="_x0000_i1573" DrawAspect="Content" ObjectID="_1770619897" r:id="rId298"/>
        </w:object>
      </w:r>
      <w:r w:rsidRPr="00F91D1E">
        <w:rPr>
          <w:szCs w:val="21"/>
        </w:rPr>
        <w:t>；</w:t>
      </w:r>
    </w:p>
    <w:p w:rsidR="004E6639" w:rsidRPr="00F91D1E" w:rsidRDefault="007B4B30" w:rsidP="00F91D1E">
      <w:pPr>
        <w:shd w:val="clear" w:color="auto" w:fill="FFFFFF"/>
        <w:spacing w:line="0" w:lineRule="atLeast"/>
        <w:jc w:val="left"/>
        <w:textAlignment w:val="center"/>
        <w:rPr>
          <w:rFonts w:hint="eastAsia"/>
          <w:szCs w:val="21"/>
        </w:rPr>
      </w:pPr>
      <w:r w:rsidRPr="00F91D1E">
        <w:rPr>
          <w:szCs w:val="21"/>
        </w:rPr>
        <w:t>(2)</w:t>
      </w:r>
      <w:r w:rsidRPr="00F91D1E">
        <w:rPr>
          <w:szCs w:val="21"/>
        </w:rPr>
        <w:t>求矩形</w:t>
      </w:r>
      <w:r w:rsidRPr="00F91D1E">
        <w:rPr>
          <w:szCs w:val="21"/>
        </w:rPr>
        <w:object w:dxaOrig="634" w:dyaOrig="238">
          <v:shape id="_x0000_i1574" type="#_x0000_t75" alt="eqIdb32c05247f6998d7a70d31d13be4148c" style="width:31.95pt;height:11.9pt" o:ole="">
            <v:imagedata r:id="rId274" o:title="eqIdb32c05247f6998d7a70d31d13be4148c"/>
          </v:shape>
          <o:OLEObject Type="Embed" ProgID="Equation.DSMT4" ShapeID="_x0000_i1574" DrawAspect="Content" ObjectID="_1770619898" r:id="rId299"/>
        </w:object>
      </w:r>
      <w:r w:rsidRPr="00F91D1E">
        <w:rPr>
          <w:szCs w:val="21"/>
        </w:rPr>
        <w:t>的最大面积</w:t>
      </w:r>
      <w:r w:rsidRPr="00F91D1E">
        <w:rPr>
          <w:szCs w:val="21"/>
        </w:rPr>
        <w:t>.</w:t>
      </w:r>
    </w:p>
    <w:sectPr w:rsidR="004E6639" w:rsidRPr="00F91D1E" w:rsidSect="005743A0">
      <w:footerReference w:type="even" r:id="rId300"/>
      <w:footerReference w:type="default" r:id="rId301"/>
      <w:pgSz w:w="11907" w:h="16839" w:code="9"/>
      <w:pgMar w:top="902" w:right="1474" w:bottom="902" w:left="1474" w:header="499" w:footer="499" w:gutter="0"/>
      <w:cols w:sep="1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D1E" w:rsidRDefault="00F91D1E">
      <w:r>
        <w:separator/>
      </w:r>
    </w:p>
  </w:endnote>
  <w:endnote w:type="continuationSeparator" w:id="0">
    <w:p w:rsidR="00F91D1E" w:rsidRDefault="00F91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D1E" w:rsidRPr="00BC62FB" w:rsidRDefault="00F91D1E" w:rsidP="00BC62FB">
    <w:pPr>
      <w:jc w:val="center"/>
    </w:pPr>
    <w:proofErr w:type="gramStart"/>
    <w:r>
      <w:rPr>
        <w:rFonts w:hint="eastAsia"/>
      </w:rPr>
      <w:t>试卷第</w:t>
    </w:r>
    <w:proofErr w:type="gramEnd"/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066046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066046">
      <w:rPr>
        <w:noProof/>
      </w:rP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066046">
      <w:rPr>
        <w:noProof/>
      </w:rPr>
      <w:instrText>4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066046">
      <w:rPr>
        <w:noProof/>
      </w:rP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D1E" w:rsidRPr="00BC62FB" w:rsidRDefault="00F91D1E" w:rsidP="00BC62FB">
    <w:pPr>
      <w:jc w:val="center"/>
    </w:pPr>
    <w:proofErr w:type="gramStart"/>
    <w:r>
      <w:rPr>
        <w:rFonts w:hint="eastAsia"/>
      </w:rPr>
      <w:t>试卷第</w:t>
    </w:r>
    <w:proofErr w:type="gramEnd"/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066046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066046"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066046">
      <w:rPr>
        <w:noProof/>
      </w:rPr>
      <w:instrText>4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066046">
      <w:rPr>
        <w:noProof/>
      </w:rPr>
      <w:t>4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D1E" w:rsidRDefault="00F91D1E">
      <w:r>
        <w:separator/>
      </w:r>
    </w:p>
  </w:footnote>
  <w:footnote w:type="continuationSeparator" w:id="0">
    <w:p w:rsidR="00F91D1E" w:rsidRDefault="00F91D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066046"/>
    <w:rsid w:val="001D7A06"/>
    <w:rsid w:val="00284433"/>
    <w:rsid w:val="002A1EC6"/>
    <w:rsid w:val="002E035E"/>
    <w:rsid w:val="004E6639"/>
    <w:rsid w:val="005743A0"/>
    <w:rsid w:val="006B16C5"/>
    <w:rsid w:val="00776133"/>
    <w:rsid w:val="007B4B30"/>
    <w:rsid w:val="00855687"/>
    <w:rsid w:val="008C07DE"/>
    <w:rsid w:val="00A30CCE"/>
    <w:rsid w:val="00AC3E9C"/>
    <w:rsid w:val="00BC4F14"/>
    <w:rsid w:val="00BC62FB"/>
    <w:rsid w:val="00BF535F"/>
    <w:rsid w:val="00C806B0"/>
    <w:rsid w:val="00E476EE"/>
    <w:rsid w:val="00EF035E"/>
    <w:rsid w:val="00F9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20"/>
    <o:shapelayout v:ext="edit">
      <o:idmap v:ext="edit" data="1"/>
    </o:shapelayout>
  </w:shapeDefaults>
  <w:decimalSymbol w:val="."/>
  <w:listSeparator w:val=","/>
  <w15:docId w15:val="{D3E00D0A-A3F9-4CC8-8773-39E8059D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6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61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6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61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299" Type="http://schemas.openxmlformats.org/officeDocument/2006/relationships/oleObject" Target="embeddings/oleObject161.bin"/><Relationship Id="rId21" Type="http://schemas.openxmlformats.org/officeDocument/2006/relationships/image" Target="media/image8.wmf"/><Relationship Id="rId63" Type="http://schemas.openxmlformats.org/officeDocument/2006/relationships/image" Target="media/image28.wmf"/><Relationship Id="rId159" Type="http://schemas.openxmlformats.org/officeDocument/2006/relationships/oleObject" Target="embeddings/oleObject82.bin"/><Relationship Id="rId170" Type="http://schemas.openxmlformats.org/officeDocument/2006/relationships/oleObject" Target="embeddings/oleObject89.bin"/><Relationship Id="rId226" Type="http://schemas.openxmlformats.org/officeDocument/2006/relationships/oleObject" Target="embeddings/oleObject119.bin"/><Relationship Id="rId268" Type="http://schemas.openxmlformats.org/officeDocument/2006/relationships/oleObject" Target="embeddings/oleObject144.bin"/><Relationship Id="rId32" Type="http://schemas.openxmlformats.org/officeDocument/2006/relationships/image" Target="media/image13.wmf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4.bin"/><Relationship Id="rId5" Type="http://schemas.openxmlformats.org/officeDocument/2006/relationships/footnotes" Target="footnotes.xml"/><Relationship Id="rId181" Type="http://schemas.openxmlformats.org/officeDocument/2006/relationships/image" Target="media/image81.wmf"/><Relationship Id="rId237" Type="http://schemas.openxmlformats.org/officeDocument/2006/relationships/image" Target="media/image106.wmf"/><Relationship Id="rId279" Type="http://schemas.openxmlformats.org/officeDocument/2006/relationships/oleObject" Target="embeddings/oleObject150.bin"/><Relationship Id="rId43" Type="http://schemas.openxmlformats.org/officeDocument/2006/relationships/oleObject" Target="embeddings/oleObject19.bin"/><Relationship Id="rId139" Type="http://schemas.openxmlformats.org/officeDocument/2006/relationships/image" Target="media/image64.wmf"/><Relationship Id="rId290" Type="http://schemas.openxmlformats.org/officeDocument/2006/relationships/image" Target="media/image129.wmf"/><Relationship Id="rId85" Type="http://schemas.openxmlformats.org/officeDocument/2006/relationships/image" Target="media/image39.wmf"/><Relationship Id="rId150" Type="http://schemas.openxmlformats.org/officeDocument/2006/relationships/oleObject" Target="embeddings/oleObject75.bin"/><Relationship Id="rId192" Type="http://schemas.openxmlformats.org/officeDocument/2006/relationships/oleObject" Target="embeddings/oleObject101.bin"/><Relationship Id="rId206" Type="http://schemas.openxmlformats.org/officeDocument/2006/relationships/image" Target="media/image92.wmf"/><Relationship Id="rId248" Type="http://schemas.openxmlformats.org/officeDocument/2006/relationships/oleObject" Target="embeddings/oleObject132.bin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2.bin"/><Relationship Id="rId54" Type="http://schemas.openxmlformats.org/officeDocument/2006/relationships/image" Target="media/image24.wmf"/><Relationship Id="rId96" Type="http://schemas.openxmlformats.org/officeDocument/2006/relationships/oleObject" Target="embeddings/oleObject46.bin"/><Relationship Id="rId161" Type="http://schemas.openxmlformats.org/officeDocument/2006/relationships/oleObject" Target="embeddings/oleObject84.bin"/><Relationship Id="rId217" Type="http://schemas.openxmlformats.org/officeDocument/2006/relationships/image" Target="media/image97.wmf"/><Relationship Id="rId6" Type="http://schemas.openxmlformats.org/officeDocument/2006/relationships/endnotes" Target="endnotes.xml"/><Relationship Id="rId238" Type="http://schemas.openxmlformats.org/officeDocument/2006/relationships/oleObject" Target="embeddings/oleObject126.bin"/><Relationship Id="rId259" Type="http://schemas.openxmlformats.org/officeDocument/2006/relationships/oleObject" Target="embeddings/oleObject138.bin"/><Relationship Id="rId23" Type="http://schemas.openxmlformats.org/officeDocument/2006/relationships/image" Target="media/image9.wmf"/><Relationship Id="rId119" Type="http://schemas.openxmlformats.org/officeDocument/2006/relationships/image" Target="media/image55.wmf"/><Relationship Id="rId270" Type="http://schemas.openxmlformats.org/officeDocument/2006/relationships/oleObject" Target="embeddings/oleObject145.bin"/><Relationship Id="rId291" Type="http://schemas.openxmlformats.org/officeDocument/2006/relationships/oleObject" Target="embeddings/oleObject156.bin"/><Relationship Id="rId44" Type="http://schemas.openxmlformats.org/officeDocument/2006/relationships/image" Target="media/image19.wmf"/><Relationship Id="rId65" Type="http://schemas.openxmlformats.org/officeDocument/2006/relationships/image" Target="media/image29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5.bin"/><Relationship Id="rId151" Type="http://schemas.openxmlformats.org/officeDocument/2006/relationships/oleObject" Target="embeddings/oleObject76.bin"/><Relationship Id="rId172" Type="http://schemas.openxmlformats.org/officeDocument/2006/relationships/oleObject" Target="embeddings/oleObject90.bin"/><Relationship Id="rId193" Type="http://schemas.openxmlformats.org/officeDocument/2006/relationships/image" Target="media/image86.wmf"/><Relationship Id="rId207" Type="http://schemas.openxmlformats.org/officeDocument/2006/relationships/oleObject" Target="embeddings/oleObject109.bin"/><Relationship Id="rId228" Type="http://schemas.openxmlformats.org/officeDocument/2006/relationships/image" Target="media/image102.wmf"/><Relationship Id="rId249" Type="http://schemas.openxmlformats.org/officeDocument/2006/relationships/image" Target="media/image111.wmf"/><Relationship Id="rId13" Type="http://schemas.openxmlformats.org/officeDocument/2006/relationships/image" Target="media/image4.wmf"/><Relationship Id="rId109" Type="http://schemas.openxmlformats.org/officeDocument/2006/relationships/oleObject" Target="embeddings/oleObject53.bin"/><Relationship Id="rId260" Type="http://schemas.openxmlformats.org/officeDocument/2006/relationships/image" Target="media/image116.wmf"/><Relationship Id="rId281" Type="http://schemas.openxmlformats.org/officeDocument/2006/relationships/oleObject" Target="embeddings/oleObject151.bin"/><Relationship Id="rId34" Type="http://schemas.openxmlformats.org/officeDocument/2006/relationships/image" Target="media/image14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6.bin"/><Relationship Id="rId97" Type="http://schemas.openxmlformats.org/officeDocument/2006/relationships/image" Target="media/image45.wmf"/><Relationship Id="rId120" Type="http://schemas.openxmlformats.org/officeDocument/2006/relationships/oleObject" Target="embeddings/oleObject59.bin"/><Relationship Id="rId141" Type="http://schemas.openxmlformats.org/officeDocument/2006/relationships/image" Target="media/image65.wmf"/><Relationship Id="rId7" Type="http://schemas.openxmlformats.org/officeDocument/2006/relationships/image" Target="media/image1.wmf"/><Relationship Id="rId162" Type="http://schemas.openxmlformats.org/officeDocument/2006/relationships/oleObject" Target="embeddings/oleObject85.bin"/><Relationship Id="rId183" Type="http://schemas.openxmlformats.org/officeDocument/2006/relationships/oleObject" Target="embeddings/oleObject96.bin"/><Relationship Id="rId218" Type="http://schemas.openxmlformats.org/officeDocument/2006/relationships/oleObject" Target="embeddings/oleObject115.bin"/><Relationship Id="rId239" Type="http://schemas.openxmlformats.org/officeDocument/2006/relationships/oleObject" Target="embeddings/oleObject127.bin"/><Relationship Id="rId250" Type="http://schemas.openxmlformats.org/officeDocument/2006/relationships/oleObject" Target="embeddings/oleObject133.bin"/><Relationship Id="rId271" Type="http://schemas.openxmlformats.org/officeDocument/2006/relationships/image" Target="media/image120.wmf"/><Relationship Id="rId292" Type="http://schemas.openxmlformats.org/officeDocument/2006/relationships/image" Target="media/image130.wmf"/><Relationship Id="rId24" Type="http://schemas.openxmlformats.org/officeDocument/2006/relationships/oleObject" Target="embeddings/oleObject9.bin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1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4.bin"/><Relationship Id="rId131" Type="http://schemas.openxmlformats.org/officeDocument/2006/relationships/image" Target="media/image60.wmf"/><Relationship Id="rId152" Type="http://schemas.openxmlformats.org/officeDocument/2006/relationships/oleObject" Target="embeddings/oleObject77.bin"/><Relationship Id="rId173" Type="http://schemas.openxmlformats.org/officeDocument/2006/relationships/image" Target="media/image77.wmf"/><Relationship Id="rId194" Type="http://schemas.openxmlformats.org/officeDocument/2006/relationships/oleObject" Target="embeddings/oleObject102.bin"/><Relationship Id="rId208" Type="http://schemas.openxmlformats.org/officeDocument/2006/relationships/image" Target="media/image93.wmf"/><Relationship Id="rId229" Type="http://schemas.openxmlformats.org/officeDocument/2006/relationships/oleObject" Target="embeddings/oleObject121.bin"/><Relationship Id="rId240" Type="http://schemas.openxmlformats.org/officeDocument/2006/relationships/image" Target="media/image107.wmf"/><Relationship Id="rId261" Type="http://schemas.openxmlformats.org/officeDocument/2006/relationships/oleObject" Target="embeddings/oleObject139.bin"/><Relationship Id="rId14" Type="http://schemas.openxmlformats.org/officeDocument/2006/relationships/oleObject" Target="embeddings/oleObject4.bin"/><Relationship Id="rId35" Type="http://schemas.openxmlformats.org/officeDocument/2006/relationships/oleObject" Target="embeddings/oleObject15.bin"/><Relationship Id="rId56" Type="http://schemas.openxmlformats.org/officeDocument/2006/relationships/image" Target="media/image25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8.bin"/><Relationship Id="rId282" Type="http://schemas.openxmlformats.org/officeDocument/2006/relationships/image" Target="media/image125.wmf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47.bin"/><Relationship Id="rId121" Type="http://schemas.openxmlformats.org/officeDocument/2006/relationships/image" Target="media/image56.wmf"/><Relationship Id="rId142" Type="http://schemas.openxmlformats.org/officeDocument/2006/relationships/oleObject" Target="embeddings/oleObject71.bin"/><Relationship Id="rId163" Type="http://schemas.openxmlformats.org/officeDocument/2006/relationships/image" Target="media/image72.wmf"/><Relationship Id="rId184" Type="http://schemas.openxmlformats.org/officeDocument/2006/relationships/image" Target="media/image82.wmf"/><Relationship Id="rId219" Type="http://schemas.openxmlformats.org/officeDocument/2006/relationships/image" Target="media/image98.wmf"/><Relationship Id="rId230" Type="http://schemas.openxmlformats.org/officeDocument/2006/relationships/image" Target="media/image103.wmf"/><Relationship Id="rId251" Type="http://schemas.openxmlformats.org/officeDocument/2006/relationships/image" Target="media/image112.wmf"/><Relationship Id="rId25" Type="http://schemas.openxmlformats.org/officeDocument/2006/relationships/image" Target="media/image10.wmf"/><Relationship Id="rId46" Type="http://schemas.openxmlformats.org/officeDocument/2006/relationships/image" Target="media/image20.wmf"/><Relationship Id="rId67" Type="http://schemas.openxmlformats.org/officeDocument/2006/relationships/image" Target="media/image30.wmf"/><Relationship Id="rId272" Type="http://schemas.openxmlformats.org/officeDocument/2006/relationships/oleObject" Target="embeddings/oleObject146.bin"/><Relationship Id="rId293" Type="http://schemas.openxmlformats.org/officeDocument/2006/relationships/oleObject" Target="embeddings/oleObject157.bin"/><Relationship Id="rId88" Type="http://schemas.openxmlformats.org/officeDocument/2006/relationships/oleObject" Target="embeddings/oleObject42.bin"/><Relationship Id="rId111" Type="http://schemas.openxmlformats.org/officeDocument/2006/relationships/image" Target="media/image51.wmf"/><Relationship Id="rId132" Type="http://schemas.openxmlformats.org/officeDocument/2006/relationships/oleObject" Target="embeddings/oleObject66.bin"/><Relationship Id="rId153" Type="http://schemas.openxmlformats.org/officeDocument/2006/relationships/image" Target="media/image70.wmf"/><Relationship Id="rId174" Type="http://schemas.openxmlformats.org/officeDocument/2006/relationships/oleObject" Target="embeddings/oleObject91.bin"/><Relationship Id="rId195" Type="http://schemas.openxmlformats.org/officeDocument/2006/relationships/oleObject" Target="embeddings/oleObject103.bin"/><Relationship Id="rId209" Type="http://schemas.openxmlformats.org/officeDocument/2006/relationships/oleObject" Target="embeddings/oleObject110.bin"/><Relationship Id="rId220" Type="http://schemas.openxmlformats.org/officeDocument/2006/relationships/oleObject" Target="embeddings/oleObject116.bin"/><Relationship Id="rId241" Type="http://schemas.openxmlformats.org/officeDocument/2006/relationships/oleObject" Target="embeddings/oleObject128.bin"/><Relationship Id="rId15" Type="http://schemas.openxmlformats.org/officeDocument/2006/relationships/image" Target="media/image5.wmf"/><Relationship Id="rId36" Type="http://schemas.openxmlformats.org/officeDocument/2006/relationships/image" Target="media/image15.wmf"/><Relationship Id="rId57" Type="http://schemas.openxmlformats.org/officeDocument/2006/relationships/oleObject" Target="embeddings/oleObject26.bin"/><Relationship Id="rId262" Type="http://schemas.openxmlformats.org/officeDocument/2006/relationships/image" Target="media/image117.wmf"/><Relationship Id="rId283" Type="http://schemas.openxmlformats.org/officeDocument/2006/relationships/oleObject" Target="embeddings/oleObject152.bin"/><Relationship Id="rId78" Type="http://schemas.openxmlformats.org/officeDocument/2006/relationships/oleObject" Target="embeddings/oleObject37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60.bin"/><Relationship Id="rId143" Type="http://schemas.openxmlformats.org/officeDocument/2006/relationships/image" Target="media/image66.wmf"/><Relationship Id="rId164" Type="http://schemas.openxmlformats.org/officeDocument/2006/relationships/oleObject" Target="embeddings/oleObject86.bin"/><Relationship Id="rId185" Type="http://schemas.openxmlformats.org/officeDocument/2006/relationships/oleObject" Target="embeddings/oleObject97.bin"/><Relationship Id="rId9" Type="http://schemas.openxmlformats.org/officeDocument/2006/relationships/image" Target="media/image2.wmf"/><Relationship Id="rId210" Type="http://schemas.openxmlformats.org/officeDocument/2006/relationships/image" Target="media/image94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22.bin"/><Relationship Id="rId252" Type="http://schemas.openxmlformats.org/officeDocument/2006/relationships/oleObject" Target="embeddings/oleObject134.bin"/><Relationship Id="rId273" Type="http://schemas.openxmlformats.org/officeDocument/2006/relationships/oleObject" Target="embeddings/oleObject147.bin"/><Relationship Id="rId294" Type="http://schemas.openxmlformats.org/officeDocument/2006/relationships/image" Target="media/image131.png"/><Relationship Id="rId47" Type="http://schemas.openxmlformats.org/officeDocument/2006/relationships/oleObject" Target="embeddings/oleObject21.bin"/><Relationship Id="rId68" Type="http://schemas.openxmlformats.org/officeDocument/2006/relationships/oleObject" Target="embeddings/oleObject32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5.bin"/><Relationship Id="rId133" Type="http://schemas.openxmlformats.org/officeDocument/2006/relationships/image" Target="media/image61.wmf"/><Relationship Id="rId154" Type="http://schemas.openxmlformats.org/officeDocument/2006/relationships/oleObject" Target="embeddings/oleObject78.bin"/><Relationship Id="rId175" Type="http://schemas.openxmlformats.org/officeDocument/2006/relationships/image" Target="media/image78.wmf"/><Relationship Id="rId196" Type="http://schemas.openxmlformats.org/officeDocument/2006/relationships/image" Target="media/image87.wmf"/><Relationship Id="rId200" Type="http://schemas.openxmlformats.org/officeDocument/2006/relationships/image" Target="media/image89.wmf"/><Relationship Id="rId16" Type="http://schemas.openxmlformats.org/officeDocument/2006/relationships/oleObject" Target="embeddings/oleObject5.bin"/><Relationship Id="rId221" Type="http://schemas.openxmlformats.org/officeDocument/2006/relationships/image" Target="media/image99.wmf"/><Relationship Id="rId242" Type="http://schemas.openxmlformats.org/officeDocument/2006/relationships/oleObject" Target="embeddings/oleObject129.bin"/><Relationship Id="rId263" Type="http://schemas.openxmlformats.org/officeDocument/2006/relationships/oleObject" Target="embeddings/oleObject140.bin"/><Relationship Id="rId284" Type="http://schemas.openxmlformats.org/officeDocument/2006/relationships/image" Target="media/image126.wmf"/><Relationship Id="rId37" Type="http://schemas.openxmlformats.org/officeDocument/2006/relationships/oleObject" Target="embeddings/oleObject16.bin"/><Relationship Id="rId58" Type="http://schemas.openxmlformats.org/officeDocument/2006/relationships/image" Target="media/image26.wmf"/><Relationship Id="rId79" Type="http://schemas.openxmlformats.org/officeDocument/2006/relationships/image" Target="media/image36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57.wmf"/><Relationship Id="rId144" Type="http://schemas.openxmlformats.org/officeDocument/2006/relationships/oleObject" Target="embeddings/oleObject72.bin"/><Relationship Id="rId90" Type="http://schemas.openxmlformats.org/officeDocument/2006/relationships/oleObject" Target="embeddings/oleObject43.bin"/><Relationship Id="rId165" Type="http://schemas.openxmlformats.org/officeDocument/2006/relationships/image" Target="media/image73.wmf"/><Relationship Id="rId186" Type="http://schemas.openxmlformats.org/officeDocument/2006/relationships/image" Target="media/image83.wmf"/><Relationship Id="rId211" Type="http://schemas.openxmlformats.org/officeDocument/2006/relationships/oleObject" Target="embeddings/oleObject111.bin"/><Relationship Id="rId232" Type="http://schemas.openxmlformats.org/officeDocument/2006/relationships/image" Target="media/image104.wmf"/><Relationship Id="rId253" Type="http://schemas.openxmlformats.org/officeDocument/2006/relationships/image" Target="media/image113.wmf"/><Relationship Id="rId274" Type="http://schemas.openxmlformats.org/officeDocument/2006/relationships/image" Target="media/image121.wmf"/><Relationship Id="rId295" Type="http://schemas.openxmlformats.org/officeDocument/2006/relationships/oleObject" Target="embeddings/oleObject158.bin"/><Relationship Id="rId27" Type="http://schemas.openxmlformats.org/officeDocument/2006/relationships/oleObject" Target="embeddings/oleObject11.bin"/><Relationship Id="rId48" Type="http://schemas.openxmlformats.org/officeDocument/2006/relationships/image" Target="media/image21.wmf"/><Relationship Id="rId69" Type="http://schemas.openxmlformats.org/officeDocument/2006/relationships/image" Target="media/image31.wmf"/><Relationship Id="rId113" Type="http://schemas.openxmlformats.org/officeDocument/2006/relationships/image" Target="media/image52.wmf"/><Relationship Id="rId134" Type="http://schemas.openxmlformats.org/officeDocument/2006/relationships/oleObject" Target="embeddings/oleObject67.bin"/><Relationship Id="rId80" Type="http://schemas.openxmlformats.org/officeDocument/2006/relationships/oleObject" Target="embeddings/oleObject38.bin"/><Relationship Id="rId155" Type="http://schemas.openxmlformats.org/officeDocument/2006/relationships/oleObject" Target="embeddings/oleObject79.bin"/><Relationship Id="rId176" Type="http://schemas.openxmlformats.org/officeDocument/2006/relationships/oleObject" Target="embeddings/oleObject92.bin"/><Relationship Id="rId197" Type="http://schemas.openxmlformats.org/officeDocument/2006/relationships/oleObject" Target="embeddings/oleObject104.bin"/><Relationship Id="rId201" Type="http://schemas.openxmlformats.org/officeDocument/2006/relationships/oleObject" Target="embeddings/oleObject106.bin"/><Relationship Id="rId222" Type="http://schemas.openxmlformats.org/officeDocument/2006/relationships/oleObject" Target="embeddings/oleObject117.bin"/><Relationship Id="rId243" Type="http://schemas.openxmlformats.org/officeDocument/2006/relationships/image" Target="media/image108.wmf"/><Relationship Id="rId264" Type="http://schemas.openxmlformats.org/officeDocument/2006/relationships/oleObject" Target="embeddings/oleObject141.bin"/><Relationship Id="rId285" Type="http://schemas.openxmlformats.org/officeDocument/2006/relationships/oleObject" Target="embeddings/oleObject153.bin"/><Relationship Id="rId17" Type="http://schemas.openxmlformats.org/officeDocument/2006/relationships/image" Target="media/image6.wmf"/><Relationship Id="rId38" Type="http://schemas.openxmlformats.org/officeDocument/2006/relationships/image" Target="media/image16.wmf"/><Relationship Id="rId59" Type="http://schemas.openxmlformats.org/officeDocument/2006/relationships/oleObject" Target="embeddings/oleObject27.bin"/><Relationship Id="rId103" Type="http://schemas.openxmlformats.org/officeDocument/2006/relationships/image" Target="media/image48.wmf"/><Relationship Id="rId124" Type="http://schemas.openxmlformats.org/officeDocument/2006/relationships/oleObject" Target="embeddings/oleObject61.bin"/><Relationship Id="rId70" Type="http://schemas.openxmlformats.org/officeDocument/2006/relationships/oleObject" Target="embeddings/oleObject33.bin"/><Relationship Id="rId91" Type="http://schemas.openxmlformats.org/officeDocument/2006/relationships/image" Target="media/image42.wmf"/><Relationship Id="rId145" Type="http://schemas.openxmlformats.org/officeDocument/2006/relationships/image" Target="media/image67.wmf"/><Relationship Id="rId166" Type="http://schemas.openxmlformats.org/officeDocument/2006/relationships/oleObject" Target="embeddings/oleObject87.bin"/><Relationship Id="rId187" Type="http://schemas.openxmlformats.org/officeDocument/2006/relationships/oleObject" Target="embeddings/oleObject98.bin"/><Relationship Id="rId1" Type="http://schemas.openxmlformats.org/officeDocument/2006/relationships/customXml" Target="../customXml/item1.xml"/><Relationship Id="rId212" Type="http://schemas.openxmlformats.org/officeDocument/2006/relationships/image" Target="media/image95.wmf"/><Relationship Id="rId233" Type="http://schemas.openxmlformats.org/officeDocument/2006/relationships/oleObject" Target="embeddings/oleObject123.bin"/><Relationship Id="rId254" Type="http://schemas.openxmlformats.org/officeDocument/2006/relationships/oleObject" Target="embeddings/oleObject135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6.bin"/><Relationship Id="rId275" Type="http://schemas.openxmlformats.org/officeDocument/2006/relationships/oleObject" Target="embeddings/oleObject148.bin"/><Relationship Id="rId296" Type="http://schemas.openxmlformats.org/officeDocument/2006/relationships/oleObject" Target="embeddings/oleObject159.bin"/><Relationship Id="rId300" Type="http://schemas.openxmlformats.org/officeDocument/2006/relationships/footer" Target="footer1.xml"/><Relationship Id="rId60" Type="http://schemas.openxmlformats.org/officeDocument/2006/relationships/image" Target="media/image27.wmf"/><Relationship Id="rId81" Type="http://schemas.openxmlformats.org/officeDocument/2006/relationships/image" Target="media/image37.wmf"/><Relationship Id="rId135" Type="http://schemas.openxmlformats.org/officeDocument/2006/relationships/image" Target="media/image62.wmf"/><Relationship Id="rId156" Type="http://schemas.openxmlformats.org/officeDocument/2006/relationships/oleObject" Target="embeddings/oleObject80.bin"/><Relationship Id="rId177" Type="http://schemas.openxmlformats.org/officeDocument/2006/relationships/image" Target="media/image79.wmf"/><Relationship Id="rId198" Type="http://schemas.openxmlformats.org/officeDocument/2006/relationships/image" Target="media/image88.wmf"/><Relationship Id="rId202" Type="http://schemas.openxmlformats.org/officeDocument/2006/relationships/image" Target="media/image90.wmf"/><Relationship Id="rId223" Type="http://schemas.openxmlformats.org/officeDocument/2006/relationships/image" Target="media/image100.wmf"/><Relationship Id="rId244" Type="http://schemas.openxmlformats.org/officeDocument/2006/relationships/oleObject" Target="embeddings/oleObject130.bin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265" Type="http://schemas.openxmlformats.org/officeDocument/2006/relationships/image" Target="media/image118.wmf"/><Relationship Id="rId286" Type="http://schemas.openxmlformats.org/officeDocument/2006/relationships/image" Target="media/image127.wmf"/><Relationship Id="rId50" Type="http://schemas.openxmlformats.org/officeDocument/2006/relationships/image" Target="media/image22.wmf"/><Relationship Id="rId104" Type="http://schemas.openxmlformats.org/officeDocument/2006/relationships/oleObject" Target="embeddings/oleObject50.bin"/><Relationship Id="rId125" Type="http://schemas.openxmlformats.org/officeDocument/2006/relationships/image" Target="media/image58.wmf"/><Relationship Id="rId146" Type="http://schemas.openxmlformats.org/officeDocument/2006/relationships/oleObject" Target="embeddings/oleObject73.bin"/><Relationship Id="rId167" Type="http://schemas.openxmlformats.org/officeDocument/2006/relationships/image" Target="media/image74.wmf"/><Relationship Id="rId188" Type="http://schemas.openxmlformats.org/officeDocument/2006/relationships/image" Target="media/image84.wmf"/><Relationship Id="rId71" Type="http://schemas.openxmlformats.org/officeDocument/2006/relationships/image" Target="media/image32.wmf"/><Relationship Id="rId92" Type="http://schemas.openxmlformats.org/officeDocument/2006/relationships/oleObject" Target="embeddings/oleObject44.bin"/><Relationship Id="rId213" Type="http://schemas.openxmlformats.org/officeDocument/2006/relationships/oleObject" Target="embeddings/oleObject112.bin"/><Relationship Id="rId234" Type="http://schemas.openxmlformats.org/officeDocument/2006/relationships/image" Target="media/image105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55" Type="http://schemas.openxmlformats.org/officeDocument/2006/relationships/image" Target="media/image114.wmf"/><Relationship Id="rId276" Type="http://schemas.openxmlformats.org/officeDocument/2006/relationships/image" Target="media/image122.wmf"/><Relationship Id="rId297" Type="http://schemas.openxmlformats.org/officeDocument/2006/relationships/image" Target="media/image132.wmf"/><Relationship Id="rId40" Type="http://schemas.openxmlformats.org/officeDocument/2006/relationships/image" Target="media/image17.wmf"/><Relationship Id="rId115" Type="http://schemas.openxmlformats.org/officeDocument/2006/relationships/image" Target="media/image53.wmf"/><Relationship Id="rId136" Type="http://schemas.openxmlformats.org/officeDocument/2006/relationships/oleObject" Target="embeddings/oleObject68.bin"/><Relationship Id="rId157" Type="http://schemas.openxmlformats.org/officeDocument/2006/relationships/oleObject" Target="embeddings/oleObject81.bin"/><Relationship Id="rId178" Type="http://schemas.openxmlformats.org/officeDocument/2006/relationships/oleObject" Target="embeddings/oleObject93.bin"/><Relationship Id="rId301" Type="http://schemas.openxmlformats.org/officeDocument/2006/relationships/footer" Target="footer2.xml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9.bin"/><Relationship Id="rId199" Type="http://schemas.openxmlformats.org/officeDocument/2006/relationships/oleObject" Target="embeddings/oleObject105.bin"/><Relationship Id="rId203" Type="http://schemas.openxmlformats.org/officeDocument/2006/relationships/oleObject" Target="embeddings/oleObject107.bin"/><Relationship Id="rId19" Type="http://schemas.openxmlformats.org/officeDocument/2006/relationships/image" Target="media/image7.wmf"/><Relationship Id="rId224" Type="http://schemas.openxmlformats.org/officeDocument/2006/relationships/oleObject" Target="embeddings/oleObject118.bin"/><Relationship Id="rId245" Type="http://schemas.openxmlformats.org/officeDocument/2006/relationships/image" Target="media/image109.wmf"/><Relationship Id="rId266" Type="http://schemas.openxmlformats.org/officeDocument/2006/relationships/oleObject" Target="embeddings/oleObject142.bin"/><Relationship Id="rId287" Type="http://schemas.openxmlformats.org/officeDocument/2006/relationships/oleObject" Target="embeddings/oleObject154.bin"/><Relationship Id="rId30" Type="http://schemas.openxmlformats.org/officeDocument/2006/relationships/image" Target="media/image12.wmf"/><Relationship Id="rId105" Type="http://schemas.openxmlformats.org/officeDocument/2006/relationships/image" Target="media/image49.wmf"/><Relationship Id="rId126" Type="http://schemas.openxmlformats.org/officeDocument/2006/relationships/oleObject" Target="embeddings/oleObject62.bin"/><Relationship Id="rId147" Type="http://schemas.openxmlformats.org/officeDocument/2006/relationships/image" Target="media/image68.wmf"/><Relationship Id="rId168" Type="http://schemas.openxmlformats.org/officeDocument/2006/relationships/oleObject" Target="embeddings/oleObject88.bin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4.bin"/><Relationship Id="rId93" Type="http://schemas.openxmlformats.org/officeDocument/2006/relationships/image" Target="media/image43.wmf"/><Relationship Id="rId189" Type="http://schemas.openxmlformats.org/officeDocument/2006/relationships/oleObject" Target="embeddings/oleObject99.bin"/><Relationship Id="rId3" Type="http://schemas.openxmlformats.org/officeDocument/2006/relationships/settings" Target="settings.xml"/><Relationship Id="rId214" Type="http://schemas.openxmlformats.org/officeDocument/2006/relationships/oleObject" Target="embeddings/oleObject113.bin"/><Relationship Id="rId235" Type="http://schemas.openxmlformats.org/officeDocument/2006/relationships/oleObject" Target="embeddings/oleObject124.bin"/><Relationship Id="rId256" Type="http://schemas.openxmlformats.org/officeDocument/2006/relationships/oleObject" Target="embeddings/oleObject136.bin"/><Relationship Id="rId277" Type="http://schemas.openxmlformats.org/officeDocument/2006/relationships/oleObject" Target="embeddings/oleObject149.bin"/><Relationship Id="rId298" Type="http://schemas.openxmlformats.org/officeDocument/2006/relationships/oleObject" Target="embeddings/oleObject160.bin"/><Relationship Id="rId116" Type="http://schemas.openxmlformats.org/officeDocument/2006/relationships/oleObject" Target="embeddings/oleObject57.bin"/><Relationship Id="rId137" Type="http://schemas.openxmlformats.org/officeDocument/2006/relationships/image" Target="media/image63.wmf"/><Relationship Id="rId158" Type="http://schemas.openxmlformats.org/officeDocument/2006/relationships/image" Target="media/image71.wmf"/><Relationship Id="rId302" Type="http://schemas.openxmlformats.org/officeDocument/2006/relationships/fontTable" Target="fontTable.xml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62" Type="http://schemas.openxmlformats.org/officeDocument/2006/relationships/oleObject" Target="embeddings/oleObject29.bin"/><Relationship Id="rId83" Type="http://schemas.openxmlformats.org/officeDocument/2006/relationships/image" Target="media/image38.wmf"/><Relationship Id="rId179" Type="http://schemas.openxmlformats.org/officeDocument/2006/relationships/image" Target="media/image80.wmf"/><Relationship Id="rId190" Type="http://schemas.openxmlformats.org/officeDocument/2006/relationships/oleObject" Target="embeddings/oleObject100.bin"/><Relationship Id="rId204" Type="http://schemas.openxmlformats.org/officeDocument/2006/relationships/image" Target="media/image91.wmf"/><Relationship Id="rId225" Type="http://schemas.openxmlformats.org/officeDocument/2006/relationships/image" Target="media/image101.wmf"/><Relationship Id="rId246" Type="http://schemas.openxmlformats.org/officeDocument/2006/relationships/oleObject" Target="embeddings/oleObject131.bin"/><Relationship Id="rId267" Type="http://schemas.openxmlformats.org/officeDocument/2006/relationships/oleObject" Target="embeddings/oleObject143.bin"/><Relationship Id="rId288" Type="http://schemas.openxmlformats.org/officeDocument/2006/relationships/image" Target="media/image128.wmf"/><Relationship Id="rId106" Type="http://schemas.openxmlformats.org/officeDocument/2006/relationships/oleObject" Target="embeddings/oleObject51.bin"/><Relationship Id="rId127" Type="http://schemas.openxmlformats.org/officeDocument/2006/relationships/oleObject" Target="embeddings/oleObject63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52" Type="http://schemas.openxmlformats.org/officeDocument/2006/relationships/image" Target="media/image23.wmf"/><Relationship Id="rId73" Type="http://schemas.openxmlformats.org/officeDocument/2006/relationships/image" Target="media/image33.wmf"/><Relationship Id="rId94" Type="http://schemas.openxmlformats.org/officeDocument/2006/relationships/oleObject" Target="embeddings/oleObject45.bin"/><Relationship Id="rId148" Type="http://schemas.openxmlformats.org/officeDocument/2006/relationships/oleObject" Target="embeddings/oleObject74.bin"/><Relationship Id="rId169" Type="http://schemas.openxmlformats.org/officeDocument/2006/relationships/image" Target="media/image75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94.bin"/><Relationship Id="rId215" Type="http://schemas.openxmlformats.org/officeDocument/2006/relationships/image" Target="media/image96.wmf"/><Relationship Id="rId236" Type="http://schemas.openxmlformats.org/officeDocument/2006/relationships/oleObject" Target="embeddings/oleObject125.bin"/><Relationship Id="rId257" Type="http://schemas.openxmlformats.org/officeDocument/2006/relationships/oleObject" Target="embeddings/oleObject137.bin"/><Relationship Id="rId278" Type="http://schemas.openxmlformats.org/officeDocument/2006/relationships/image" Target="media/image123.wmf"/><Relationship Id="rId303" Type="http://schemas.openxmlformats.org/officeDocument/2006/relationships/theme" Target="theme/theme1.xml"/><Relationship Id="rId42" Type="http://schemas.openxmlformats.org/officeDocument/2006/relationships/image" Target="media/image18.wmf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9.bin"/><Relationship Id="rId191" Type="http://schemas.openxmlformats.org/officeDocument/2006/relationships/image" Target="media/image85.wmf"/><Relationship Id="rId205" Type="http://schemas.openxmlformats.org/officeDocument/2006/relationships/oleObject" Target="embeddings/oleObject108.bin"/><Relationship Id="rId247" Type="http://schemas.openxmlformats.org/officeDocument/2006/relationships/image" Target="media/image110.wmf"/><Relationship Id="rId107" Type="http://schemas.openxmlformats.org/officeDocument/2006/relationships/image" Target="media/image50.wmf"/><Relationship Id="rId289" Type="http://schemas.openxmlformats.org/officeDocument/2006/relationships/oleObject" Target="embeddings/oleObject155.bin"/><Relationship Id="rId11" Type="http://schemas.openxmlformats.org/officeDocument/2006/relationships/image" Target="media/image3.wmf"/><Relationship Id="rId53" Type="http://schemas.openxmlformats.org/officeDocument/2006/relationships/oleObject" Target="embeddings/oleObject24.bin"/><Relationship Id="rId149" Type="http://schemas.openxmlformats.org/officeDocument/2006/relationships/image" Target="media/image69.wmf"/><Relationship Id="rId95" Type="http://schemas.openxmlformats.org/officeDocument/2006/relationships/image" Target="media/image44.wmf"/><Relationship Id="rId160" Type="http://schemas.openxmlformats.org/officeDocument/2006/relationships/oleObject" Target="embeddings/oleObject83.bin"/><Relationship Id="rId216" Type="http://schemas.openxmlformats.org/officeDocument/2006/relationships/oleObject" Target="embeddings/oleObject114.bin"/><Relationship Id="rId258" Type="http://schemas.openxmlformats.org/officeDocument/2006/relationships/image" Target="media/image115.wmf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8.bin"/><Relationship Id="rId171" Type="http://schemas.openxmlformats.org/officeDocument/2006/relationships/image" Target="media/image76.wmf"/><Relationship Id="rId227" Type="http://schemas.openxmlformats.org/officeDocument/2006/relationships/oleObject" Target="embeddings/oleObject120.bin"/><Relationship Id="rId269" Type="http://schemas.openxmlformats.org/officeDocument/2006/relationships/image" Target="media/image119.wmf"/><Relationship Id="rId33" Type="http://schemas.openxmlformats.org/officeDocument/2006/relationships/oleObject" Target="embeddings/oleObject14.bin"/><Relationship Id="rId129" Type="http://schemas.openxmlformats.org/officeDocument/2006/relationships/image" Target="media/image59.wmf"/><Relationship Id="rId280" Type="http://schemas.openxmlformats.org/officeDocument/2006/relationships/image" Target="media/image124.wmf"/><Relationship Id="rId75" Type="http://schemas.openxmlformats.org/officeDocument/2006/relationships/image" Target="media/image34.wmf"/><Relationship Id="rId140" Type="http://schemas.openxmlformats.org/officeDocument/2006/relationships/oleObject" Target="embeddings/oleObject70.bin"/><Relationship Id="rId182" Type="http://schemas.openxmlformats.org/officeDocument/2006/relationships/oleObject" Target="embeddings/oleObject95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EB58A-1AC1-44AD-BA08-034B7E2DC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9B775126</Template>
  <TotalTime>24</TotalTime>
  <Pages>4</Pages>
  <Words>855</Words>
  <Characters>4878</Characters>
  <Application>Microsoft Office Word</Application>
  <DocSecurity>0</DocSecurity>
  <Lines>40</Lines>
  <Paragraphs>11</Paragraphs>
  <ScaleCrop>false</ScaleCrop>
  <Company/>
  <LinksUpToDate>false</LinksUpToDate>
  <CharactersWithSpaces>5722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组卷网zujuan.xkw.com</dc:creator>
  <cp:lastModifiedBy>周霄汉</cp:lastModifiedBy>
  <cp:revision>16</cp:revision>
  <dcterms:created xsi:type="dcterms:W3CDTF">2017-07-19T12:07:00Z</dcterms:created>
  <dcterms:modified xsi:type="dcterms:W3CDTF">2024-02-28T01:40:00Z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version">
    <vt:lpwstr>db6f49df8ab84cfa901cee7942dbfddfmzy5mzu3nzc</vt:lpwstr>
  </property>
</Properties>
</file>