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8B0" w:rsidRPr="00445427" w:rsidRDefault="004C38B0" w:rsidP="004C38B0">
      <w:pPr>
        <w:spacing w:line="0" w:lineRule="atLeast"/>
        <w:jc w:val="center"/>
        <w:textAlignment w:val="center"/>
        <w:rPr>
          <w:rFonts w:asciiTheme="majorEastAsia" w:eastAsiaTheme="majorEastAsia" w:hAnsiTheme="majorEastAsia" w:cs="宋体"/>
          <w:b/>
          <w:sz w:val="32"/>
          <w:szCs w:val="32"/>
        </w:rPr>
      </w:pPr>
      <w:r w:rsidRPr="00445427">
        <w:rPr>
          <w:rFonts w:asciiTheme="majorEastAsia" w:eastAsiaTheme="majorEastAsia" w:hAnsiTheme="majorEastAsia" w:cs="Times New Roman" w:hint="eastAsia"/>
          <w:b/>
          <w:noProof/>
          <w:sz w:val="32"/>
          <w:szCs w:val="32"/>
        </w:rPr>
        <w:t>高一数学下学期学生自主测试</w:t>
      </w:r>
      <w:r>
        <w:rPr>
          <w:rFonts w:asciiTheme="majorEastAsia" w:eastAsiaTheme="majorEastAsia" w:hAnsiTheme="majorEastAsia" w:cs="Times New Roman" w:hint="eastAsia"/>
          <w:b/>
          <w:noProof/>
          <w:sz w:val="32"/>
          <w:szCs w:val="32"/>
        </w:rPr>
        <w:t>2</w:t>
      </w:r>
    </w:p>
    <w:p w:rsidR="004C38B0" w:rsidRPr="004C38B0" w:rsidRDefault="004C38B0" w:rsidP="004C38B0">
      <w:pPr>
        <w:spacing w:line="0" w:lineRule="atLeast"/>
        <w:jc w:val="center"/>
        <w:textAlignment w:val="center"/>
        <w:rPr>
          <w:rFonts w:ascii="宋体" w:eastAsia="宋体" w:hAnsi="宋体" w:cs="宋体"/>
          <w:b/>
        </w:rPr>
      </w:pPr>
      <w:r w:rsidRPr="004C38B0">
        <w:rPr>
          <w:rFonts w:ascii="宋体" w:eastAsia="宋体" w:hAnsi="宋体" w:cs="宋体"/>
          <w:b/>
        </w:rPr>
        <w:t>参考答案：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 w:hint="eastAsia"/>
        </w:rPr>
      </w:pPr>
      <w:r w:rsidRPr="004C38B0">
        <w:rPr>
          <w:rFonts w:ascii="Times New Roman" w:eastAsia="宋体" w:hAnsi="Times New Roman" w:cs="Times New Roman"/>
        </w:rPr>
        <w:t>1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 xml:space="preserve">   </w:t>
      </w:r>
      <w:r w:rsidRPr="004C38B0">
        <w:rPr>
          <w:rFonts w:ascii="Times New Roman" w:eastAsia="宋体" w:hAnsi="Times New Roman" w:cs="Times New Roman"/>
        </w:rPr>
        <w:t>2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 xml:space="preserve">  </w:t>
      </w:r>
      <w:r w:rsidRPr="004C38B0">
        <w:rPr>
          <w:rFonts w:ascii="Times New Roman" w:eastAsia="宋体" w:hAnsi="Times New Roman" w:cs="Times New Roman"/>
        </w:rPr>
        <w:t>3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 xml:space="preserve">   </w:t>
      </w:r>
      <w:r w:rsidRPr="004C38B0">
        <w:rPr>
          <w:rFonts w:ascii="Times New Roman" w:eastAsia="宋体" w:hAnsi="Times New Roman" w:cs="Times New Roman"/>
        </w:rPr>
        <w:t>4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 xml:space="preserve">   </w:t>
      </w:r>
      <w:r w:rsidRPr="004C38B0">
        <w:rPr>
          <w:rFonts w:ascii="Times New Roman" w:eastAsia="宋体" w:hAnsi="Times New Roman" w:cs="Times New Roman"/>
        </w:rPr>
        <w:t>5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 xml:space="preserve">   </w:t>
      </w:r>
      <w:r w:rsidRPr="004C38B0">
        <w:rPr>
          <w:rFonts w:ascii="Times New Roman" w:eastAsia="宋体" w:hAnsi="Times New Roman" w:cs="Times New Roman"/>
        </w:rPr>
        <w:t>6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 xml:space="preserve">    </w:t>
      </w:r>
      <w:r w:rsidRPr="004C38B0">
        <w:rPr>
          <w:rFonts w:ascii="Times New Roman" w:eastAsia="宋体" w:hAnsi="Times New Roman" w:cs="Times New Roman"/>
        </w:rPr>
        <w:t>7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 xml:space="preserve">    </w:t>
      </w:r>
      <w:r w:rsidRPr="004C38B0">
        <w:rPr>
          <w:rFonts w:ascii="Times New Roman" w:eastAsia="宋体" w:hAnsi="Times New Roman" w:cs="Times New Roman"/>
        </w:rPr>
        <w:t>8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C</w:t>
      </w:r>
      <w:r w:rsidRPr="004C38B0">
        <w:rPr>
          <w:rFonts w:ascii="Times New Roman" w:eastAsia="宋体" w:hAnsi="Times New Roman" w:cs="Times New Roman"/>
        </w:rPr>
        <w:object w:dxaOrig="4259" w:dyaOrig="6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2" type="#_x0000_t75" alt="eqIdaffb3242dee5c3e607ea1b45370f8951" style="width:213pt;height:31.5pt" o:ole="">
            <v:imagedata r:id="rId6" o:title="eqIdaffb3242dee5c3e607ea1b45370f8951"/>
          </v:shape>
          <o:OLEObject Type="Embed" ProgID="Equation.DSMT4" ShapeID="_x0000_i1122" DrawAspect="Content" ObjectID="_1771234863" r:id="rId7"/>
        </w:object>
      </w:r>
      <w:r w:rsidRPr="004C38B0">
        <w:rPr>
          <w:rFonts w:ascii="Times New Roman" w:eastAsia="宋体" w:hAnsi="Times New Roman" w:cs="Times New Roman"/>
        </w:rPr>
        <w:object w:dxaOrig="3766" w:dyaOrig="634">
          <v:shape id="_x0000_i1123" type="#_x0000_t75" alt="eqIdb0923c00c56d7926f94b53b733bc1e51" style="width:188.25pt;height:31.5pt" o:ole="">
            <v:imagedata r:id="rId8" o:title="eqIdb0923c00c56d7926f94b53b733bc1e51"/>
          </v:shape>
          <o:OLEObject Type="Embed" ProgID="Equation.DSMT4" ShapeID="_x0000_i1123" DrawAspect="Content" ObjectID="_1771234864" r:id="rId9"/>
        </w:object>
      </w:r>
      <w:r w:rsidRPr="004C38B0">
        <w:rPr>
          <w:rFonts w:ascii="Times New Roman" w:eastAsia="宋体" w:hAnsi="Times New Roman" w:cs="Times New Roman"/>
        </w:rPr>
        <w:t>，令</w:t>
      </w:r>
      <w:r w:rsidRPr="004C38B0">
        <w:rPr>
          <w:rFonts w:ascii="Times New Roman" w:eastAsia="宋体" w:hAnsi="Times New Roman" w:cs="Times New Roman"/>
        </w:rPr>
        <w:object w:dxaOrig="827" w:dyaOrig="354">
          <v:shape id="_x0000_i1124" type="#_x0000_t75" alt="eqId49b7bff9b2431134f7683a9cc4e68acd" style="width:41.25pt;height:18pt" o:ole="">
            <v:imagedata r:id="rId10" o:title="eqId49b7bff9b2431134f7683a9cc4e68acd"/>
          </v:shape>
          <o:OLEObject Type="Embed" ProgID="Equation.DSMT4" ShapeID="_x0000_i1124" DrawAspect="Content" ObjectID="_1771234865" r:id="rId11"/>
        </w:object>
      </w:r>
      <w:r w:rsidRPr="004C38B0">
        <w:rPr>
          <w:rFonts w:ascii="Times New Roman" w:eastAsia="宋体" w:hAnsi="Times New Roman" w:cs="Times New Roman"/>
        </w:rPr>
        <w:t>，得</w:t>
      </w:r>
      <w:r w:rsidRPr="004C38B0">
        <w:rPr>
          <w:rFonts w:ascii="Times New Roman" w:eastAsia="宋体" w:hAnsi="Times New Roman" w:cs="Times New Roman"/>
        </w:rPr>
        <w:object w:dxaOrig="1408" w:dyaOrig="592">
          <v:shape id="_x0000_i1125" type="#_x0000_t75" alt="eqId1d54f5be5e1b6d19fbff974c4cfdc8e3" style="width:70.5pt;height:29.25pt" o:ole="">
            <v:imagedata r:id="rId12" o:title="eqId1d54f5be5e1b6d19fbff974c4cfdc8e3"/>
          </v:shape>
          <o:OLEObject Type="Embed" ProgID="Equation.DSMT4" ShapeID="_x0000_i1125" DrawAspect="Content" ObjectID="_1771234866" r:id="rId13"/>
        </w:object>
      </w:r>
      <w:r w:rsidRPr="004C38B0">
        <w:rPr>
          <w:rFonts w:ascii="Times New Roman" w:eastAsia="宋体" w:hAnsi="Times New Roman" w:cs="Times New Roman"/>
        </w:rPr>
        <w:t>,</w:t>
      </w:r>
      <w:r w:rsidRPr="004C38B0">
        <w:rPr>
          <w:rFonts w:ascii="Times New Roman" w:eastAsia="宋体" w:hAnsi="Times New Roman" w:cs="Times New Roman"/>
        </w:rPr>
        <w:t>由</w:t>
      </w:r>
      <w:r w:rsidRPr="004C38B0">
        <w:rPr>
          <w:rFonts w:ascii="Times New Roman" w:eastAsia="宋体" w:hAnsi="Times New Roman" w:cs="Times New Roman"/>
        </w:rPr>
        <w:object w:dxaOrig="809" w:dyaOrig="252">
          <v:shape id="_x0000_i1126" type="#_x0000_t75" alt="eqId3395c7415946c9beec09d7752650f826" style="width:40.5pt;height:12.75pt;mso-wrap-style:square;mso-position-horizontal-relative:page;mso-position-vertical-relative:page" o:ole="">
            <v:imagedata r:id="rId14" o:title="eqId3395c7415946c9beec09d7752650f826"/>
          </v:shape>
          <o:OLEObject Type="Embed" ProgID="Equation.DSMT4" ShapeID="_x0000_i1126" DrawAspect="Content" ObjectID="_1771234867" r:id="rId15"/>
        </w:object>
      </w:r>
      <w:r w:rsidRPr="004C38B0">
        <w:rPr>
          <w:rFonts w:ascii="Times New Roman" w:eastAsia="宋体" w:hAnsi="Times New Roman" w:cs="Times New Roman"/>
        </w:rPr>
        <w:t>，得</w:t>
      </w:r>
      <w:r w:rsidRPr="004C38B0">
        <w:rPr>
          <w:rFonts w:ascii="Times New Roman" w:eastAsia="宋体" w:hAnsi="Times New Roman" w:cs="Times New Roman"/>
        </w:rPr>
        <w:object w:dxaOrig="1812" w:dyaOrig="544">
          <v:shape id="_x0000_i1127" type="#_x0000_t75" alt="eqIda29bf7dd26f33949a75b31146287e284" style="width:90.75pt;height:27pt" o:ole="">
            <v:imagedata r:id="rId16" o:title="eqIda29bf7dd26f33949a75b31146287e284"/>
          </v:shape>
          <o:OLEObject Type="Embed" ProgID="Equation.DSMT4" ShapeID="_x0000_i1127" DrawAspect="Content" ObjectID="_1771234868" r:id="rId17"/>
        </w:object>
      </w:r>
      <w:r w:rsidRPr="004C38B0">
        <w:rPr>
          <w:rFonts w:ascii="Times New Roman" w:eastAsia="宋体" w:hAnsi="Times New Roman" w:cs="Times New Roman"/>
        </w:rPr>
        <w:t>．因为</w:t>
      </w:r>
      <w:r w:rsidRPr="004C38B0">
        <w:rPr>
          <w:rFonts w:ascii="Times New Roman" w:eastAsia="宋体" w:hAnsi="Times New Roman" w:cs="Times New Roman"/>
        </w:rPr>
        <w:object w:dxaOrig="1408" w:dyaOrig="592">
          <v:shape id="_x0000_i1128" type="#_x0000_t75" alt="eqId1d54f5be5e1b6d19fbff974c4cfdc8e3" style="width:70.5pt;height:29.25pt" o:ole="">
            <v:imagedata r:id="rId12" o:title="eqId1d54f5be5e1b6d19fbff974c4cfdc8e3"/>
          </v:shape>
          <o:OLEObject Type="Embed" ProgID="Equation.DSMT4" ShapeID="_x0000_i1128" DrawAspect="Content" ObjectID="_1771234869" r:id="rId18"/>
        </w:object>
      </w:r>
      <w:r w:rsidRPr="004C38B0">
        <w:rPr>
          <w:rFonts w:ascii="Times New Roman" w:eastAsia="宋体" w:hAnsi="Times New Roman" w:cs="Times New Roman"/>
        </w:rPr>
        <w:t>恰有两解，所以</w:t>
      </w:r>
      <w:r w:rsidRPr="004C38B0">
        <w:rPr>
          <w:rFonts w:ascii="Times New Roman" w:eastAsia="宋体" w:hAnsi="Times New Roman" w:cs="Times New Roman"/>
        </w:rPr>
        <w:object w:dxaOrig="2974" w:dyaOrig="595">
          <v:shape id="_x0000_i1129" type="#_x0000_t75" alt="eqIde432568dd5ec7266e6d6969c1bce8e51" style="width:148.5pt;height:30pt" o:ole="">
            <v:imagedata r:id="rId19" o:title="eqIde432568dd5ec7266e6d6969c1bce8e51"/>
          </v:shape>
          <o:OLEObject Type="Embed" ProgID="Equation.DSMT4" ShapeID="_x0000_i1129" DrawAspect="Content" ObjectID="_1771234870" r:id="rId20"/>
        </w:objec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9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AC</w:t>
      </w:r>
      <w:r w:rsidR="00DE624C"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 w:hint="eastAsia"/>
        </w:rPr>
        <w:t xml:space="preserve"> </w:t>
      </w:r>
      <w:r w:rsidRPr="004C38B0">
        <w:rPr>
          <w:rFonts w:ascii="Times New Roman" w:eastAsia="宋体" w:hAnsi="Times New Roman" w:cs="Times New Roman"/>
        </w:rPr>
        <w:t>10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ABC</w:t>
      </w:r>
      <w:r>
        <w:rPr>
          <w:rFonts w:ascii="Times New Roman" w:eastAsia="宋体" w:hAnsi="Times New Roman" w:cs="Times New Roman"/>
        </w:rPr>
        <w:t xml:space="preserve"> </w:t>
      </w:r>
      <w:r w:rsidRPr="004C38B0">
        <w:rPr>
          <w:rFonts w:ascii="Times New Roman" w:eastAsia="宋体" w:hAnsi="Times New Roman" w:cs="Times New Roman"/>
        </w:rPr>
        <w:t>对于</w:t>
      </w:r>
      <w:r w:rsidRPr="004C38B0">
        <w:rPr>
          <w:rFonts w:ascii="Times New Roman" w:eastAsia="宋体" w:hAnsi="Times New Roman" w:cs="Times New Roman"/>
        </w:rPr>
        <w:t>A</w:t>
      </w:r>
      <w:r w:rsidRPr="004C38B0">
        <w:rPr>
          <w:rFonts w:ascii="Times New Roman" w:eastAsia="宋体" w:hAnsi="Times New Roman" w:cs="Times New Roman"/>
        </w:rPr>
        <w:t>，由</w:t>
      </w:r>
      <w:r w:rsidRPr="004C38B0">
        <w:rPr>
          <w:rFonts w:ascii="Times New Roman" w:eastAsia="宋体" w:hAnsi="Times New Roman" w:cs="Times New Roman"/>
        </w:rPr>
        <w:object w:dxaOrig="229" w:dyaOrig="229">
          <v:shape id="_x0000_i1145" type="#_x0000_t75" alt="eqId8455657dde27aabe6adb7b188e031c11" style="width:11.25pt;height:11.25pt" o:ole="">
            <v:imagedata r:id="rId21" o:title="eqId8455657dde27aabe6adb7b188e031c11"/>
          </v:shape>
          <o:OLEObject Type="Embed" ProgID="Equation.DSMT4" ShapeID="_x0000_i1145" DrawAspect="Content" ObjectID="_1771234871" r:id="rId22"/>
        </w:object>
      </w:r>
      <w:r w:rsidRPr="004C38B0">
        <w:rPr>
          <w:rFonts w:ascii="Times New Roman" w:eastAsia="宋体" w:hAnsi="Times New Roman" w:cs="Times New Roman"/>
        </w:rPr>
        <w:t>为</w:t>
      </w:r>
      <w:r w:rsidRPr="004C38B0">
        <w:rPr>
          <w:rFonts w:ascii="Times New Roman" w:eastAsia="宋体" w:hAnsi="Times New Roman" w:cs="Times New Roman"/>
        </w:rPr>
        <w:object w:dxaOrig="352" w:dyaOrig="248">
          <v:shape id="_x0000_i1146" type="#_x0000_t75" alt="eqId0dc5c9827dfd0be5a9c85962d6ccbfb1" style="width:17.25pt;height:12.75pt" o:ole="">
            <v:imagedata r:id="rId23" o:title="eqId0dc5c9827dfd0be5a9c85962d6ccbfb1"/>
          </v:shape>
          <o:OLEObject Type="Embed" ProgID="Equation.DSMT4" ShapeID="_x0000_i1146" DrawAspect="Content" ObjectID="_1771234872" r:id="rId24"/>
        </w:object>
      </w:r>
      <w:r w:rsidRPr="004C38B0">
        <w:rPr>
          <w:rFonts w:ascii="Times New Roman" w:eastAsia="宋体" w:hAnsi="Times New Roman" w:cs="Times New Roman"/>
        </w:rPr>
        <w:t>的中点，则</w:t>
      </w:r>
      <w:r w:rsidRPr="004C38B0">
        <w:rPr>
          <w:rFonts w:ascii="Times New Roman" w:eastAsia="宋体" w:hAnsi="Times New Roman" w:cs="Times New Roman"/>
        </w:rPr>
        <w:object w:dxaOrig="1461" w:dyaOrig="307">
          <v:shape id="_x0000_i1147" type="#_x0000_t75" alt="eqId63d27f49f21d4524166ca9699dd6955c" style="width:72.75pt;height:15pt" o:ole="">
            <v:imagedata r:id="rId25" o:title="eqId63d27f49f21d4524166ca9699dd6955c"/>
          </v:shape>
          <o:OLEObject Type="Embed" ProgID="Equation.DSMT4" ShapeID="_x0000_i1147" DrawAspect="Content" ObjectID="_1771234873" r:id="rId26"/>
        </w:object>
      </w:r>
      <w:r w:rsidRPr="004C38B0">
        <w:rPr>
          <w:rFonts w:ascii="Times New Roman" w:eastAsia="宋体" w:hAnsi="Times New Roman" w:cs="Times New Roman"/>
        </w:rPr>
        <w:t>，故</w:t>
      </w:r>
      <w:r w:rsidRPr="004C38B0">
        <w:rPr>
          <w:rFonts w:ascii="Times New Roman" w:eastAsia="宋体" w:hAnsi="Times New Roman" w:cs="Times New Roman"/>
        </w:rPr>
        <w:t>A</w:t>
      </w:r>
      <w:r w:rsidRPr="004C38B0">
        <w:rPr>
          <w:rFonts w:ascii="Times New Roman" w:eastAsia="宋体" w:hAnsi="Times New Roman" w:cs="Times New Roman"/>
        </w:rPr>
        <w:t>正确；对于</w:t>
      </w:r>
      <w:r w:rsidRPr="004C38B0">
        <w:rPr>
          <w:rFonts w:ascii="Times New Roman" w:eastAsia="宋体" w:hAnsi="Times New Roman" w:cs="Times New Roman"/>
        </w:rPr>
        <w:t>B</w:t>
      </w:r>
      <w:r w:rsidRPr="004C38B0">
        <w:rPr>
          <w:rFonts w:ascii="Times New Roman" w:eastAsia="宋体" w:hAnsi="Times New Roman" w:cs="Times New Roman"/>
        </w:rPr>
        <w:t>、</w:t>
      </w:r>
      <w:r w:rsidRPr="004C38B0">
        <w:rPr>
          <w:rFonts w:ascii="Times New Roman" w:eastAsia="宋体" w:hAnsi="Times New Roman" w:cs="Times New Roman"/>
        </w:rPr>
        <w:t>D</w:t>
      </w:r>
      <w:r w:rsidRPr="004C38B0">
        <w:rPr>
          <w:rFonts w:ascii="Times New Roman" w:eastAsia="宋体" w:hAnsi="Times New Roman" w:cs="Times New Roman"/>
        </w:rPr>
        <w:t>，由</w:t>
      </w:r>
      <w:r w:rsidRPr="004C38B0">
        <w:rPr>
          <w:rFonts w:ascii="Times New Roman" w:eastAsia="宋体" w:hAnsi="Times New Roman" w:cs="Times New Roman"/>
        </w:rPr>
        <w:object w:dxaOrig="1003" w:dyaOrig="317">
          <v:shape id="_x0000_i1148" type="#_x0000_t75" alt="eqId0729009271dac1c9f87aa0167786cd58" style="width:50.25pt;height:15.75pt" o:ole="">
            <v:imagedata r:id="rId27" o:title="eqId0729009271dac1c9f87aa0167786cd58"/>
          </v:shape>
          <o:OLEObject Type="Embed" ProgID="Equation.DSMT4" ShapeID="_x0000_i1148" DrawAspect="Content" ObjectID="_1771234874" r:id="rId28"/>
        </w:object>
      </w:r>
      <w:r w:rsidRPr="004C38B0">
        <w:rPr>
          <w:rFonts w:ascii="Times New Roman" w:eastAsia="宋体" w:hAnsi="Times New Roman" w:cs="Times New Roman"/>
        </w:rPr>
        <w:t>，则</w:t>
      </w:r>
      <w:r w:rsidRPr="004C38B0">
        <w:rPr>
          <w:rFonts w:ascii="Times New Roman" w:eastAsia="宋体" w:hAnsi="Times New Roman" w:cs="Times New Roman"/>
        </w:rPr>
        <w:object w:dxaOrig="4013" w:dyaOrig="595">
          <v:shape id="_x0000_i1149" type="#_x0000_t75" alt="eqId77e077dc11cbee0ee8375b8108b2f47d" style="width:201pt;height:30pt" o:ole="">
            <v:imagedata r:id="rId29" o:title="eqId77e077dc11cbee0ee8375b8108b2f47d"/>
          </v:shape>
          <o:OLEObject Type="Embed" ProgID="Equation.DSMT4" ShapeID="_x0000_i1149" DrawAspect="Content" ObjectID="_1771234875" r:id="rId30"/>
        </w:object>
      </w:r>
      <w:r w:rsidRPr="004C38B0">
        <w:rPr>
          <w:rFonts w:ascii="Times New Roman" w:eastAsia="宋体" w:hAnsi="Times New Roman" w:cs="Times New Roman"/>
        </w:rPr>
        <w:t>，故</w:t>
      </w:r>
      <w:r w:rsidRPr="004C38B0">
        <w:rPr>
          <w:rFonts w:ascii="Times New Roman" w:eastAsia="宋体" w:hAnsi="Times New Roman" w:cs="Times New Roman"/>
        </w:rPr>
        <w:t>B</w:t>
      </w:r>
      <w:r w:rsidRPr="004C38B0">
        <w:rPr>
          <w:rFonts w:ascii="Times New Roman" w:eastAsia="宋体" w:hAnsi="Times New Roman" w:cs="Times New Roman"/>
        </w:rPr>
        <w:t>正确，</w:t>
      </w:r>
      <w:r w:rsidRPr="004C38B0">
        <w:rPr>
          <w:rFonts w:ascii="Times New Roman" w:eastAsia="宋体" w:hAnsi="Times New Roman" w:cs="Times New Roman"/>
        </w:rPr>
        <w:t>D</w:t>
      </w:r>
      <w:r w:rsidRPr="004C38B0">
        <w:rPr>
          <w:rFonts w:ascii="Times New Roman" w:eastAsia="宋体" w:hAnsi="Times New Roman" w:cs="Times New Roman"/>
        </w:rPr>
        <w:t>错误；对于</w:t>
      </w:r>
      <w:r w:rsidRPr="004C38B0">
        <w:rPr>
          <w:rFonts w:ascii="Times New Roman" w:eastAsia="宋体" w:hAnsi="Times New Roman" w:cs="Times New Roman"/>
        </w:rPr>
        <w:t>C</w:t>
      </w:r>
      <w:r w:rsidRPr="004C38B0">
        <w:rPr>
          <w:rFonts w:ascii="Times New Roman" w:eastAsia="宋体" w:hAnsi="Times New Roman" w:cs="Times New Roman"/>
        </w:rPr>
        <w:t>，如图，</w:t>
      </w:r>
      <w:r w:rsidRPr="004C38B0">
        <w:rPr>
          <w:rFonts w:ascii="Times New Roman" w:eastAsia="宋体" w:hAnsi="Times New Roman" w:cs="Times New Roman"/>
        </w:rPr>
        <w:object w:dxaOrig="897" w:dyaOrig="253">
          <v:shape id="_x0000_i1150" type="#_x0000_t75" alt="eqIdfdf23e73ae2a15c04bbed3981cb8e511" style="width:45pt;height:12.75pt" o:ole="">
            <v:imagedata r:id="rId31" o:title="eqIdfdf23e73ae2a15c04bbed3981cb8e511"/>
          </v:shape>
          <o:OLEObject Type="Embed" ProgID="Equation.DSMT4" ShapeID="_x0000_i1150" DrawAspect="Content" ObjectID="_1771234876" r:id="rId32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880" w:dyaOrig="249">
          <v:shape id="_x0000_i1151" type="#_x0000_t75" alt="eqIdd0ddc47cce2e80eefc150192061c3b70" style="width:44.25pt;height:12.75pt" o:ole="">
            <v:imagedata r:id="rId33" o:title="eqIdd0ddc47cce2e80eefc150192061c3b70"/>
          </v:shape>
          <o:OLEObject Type="Embed" ProgID="Equation.DSMT4" ShapeID="_x0000_i1151" DrawAspect="Content" ObjectID="_1771234877" r:id="rId34"/>
        </w:object>
      </w:r>
      <w:r w:rsidRPr="004C38B0">
        <w:rPr>
          <w:rFonts w:ascii="Times New Roman" w:eastAsia="宋体" w:hAnsi="Times New Roman" w:cs="Times New Roman"/>
        </w:rPr>
        <w:t>，由</w:t>
      </w:r>
      <w:r w:rsidRPr="004C38B0">
        <w:rPr>
          <w:rFonts w:ascii="Times New Roman" w:eastAsia="宋体" w:hAnsi="Times New Roman" w:cs="Times New Roman"/>
        </w:rPr>
        <w:object w:dxaOrig="1003" w:dyaOrig="317">
          <v:shape id="_x0000_i1152" type="#_x0000_t75" alt="eqId0729009271dac1c9f87aa0167786cd58" style="width:50.25pt;height:15.75pt" o:ole="">
            <v:imagedata r:id="rId27" o:title="eqId0729009271dac1c9f87aa0167786cd58"/>
          </v:shape>
          <o:OLEObject Type="Embed" ProgID="Equation.DSMT4" ShapeID="_x0000_i1152" DrawAspect="Content" ObjectID="_1771234878" r:id="rId35"/>
        </w:object>
      </w:r>
      <w:r w:rsidRPr="004C38B0">
        <w:rPr>
          <w:rFonts w:ascii="Times New Roman" w:eastAsia="宋体" w:hAnsi="Times New Roman" w:cs="Times New Roman"/>
        </w:rPr>
        <w:t>，则</w:t>
      </w:r>
      <w:r w:rsidRPr="004C38B0">
        <w:rPr>
          <w:rFonts w:ascii="Times New Roman" w:eastAsia="宋体" w:hAnsi="Times New Roman" w:cs="Times New Roman"/>
        </w:rPr>
        <w:object w:dxaOrig="809" w:dyaOrig="875">
          <v:shape id="_x0000_i1153" type="#_x0000_t75" alt="eqId5cfaeac698ccb53b446529d76a059530" style="width:40.5pt;height:43.5pt" o:ole="">
            <v:imagedata r:id="rId36" o:title="eqId5cfaeac698ccb53b446529d76a059530"/>
          </v:shape>
          <o:OLEObject Type="Embed" ProgID="Equation.DSMT4" ShapeID="_x0000_i1153" DrawAspect="Content" ObjectID="_1771234879" r:id="rId37"/>
        </w:object>
      </w:r>
      <w:r w:rsidRPr="004C38B0">
        <w:rPr>
          <w:rFonts w:ascii="Times New Roman" w:eastAsia="宋体" w:hAnsi="Times New Roman" w:cs="Times New Roman"/>
        </w:rPr>
        <w:t>，由</w:t>
      </w:r>
      <w:r w:rsidRPr="004C38B0">
        <w:rPr>
          <w:rFonts w:ascii="Times New Roman" w:eastAsia="宋体" w:hAnsi="Times New Roman" w:cs="Times New Roman"/>
        </w:rPr>
        <w:object w:dxaOrig="897" w:dyaOrig="253">
          <v:shape id="_x0000_i1154" type="#_x0000_t75" alt="eqIdfdf23e73ae2a15c04bbed3981cb8e511" style="width:45pt;height:12.75pt" o:ole="">
            <v:imagedata r:id="rId31" o:title="eqIdfdf23e73ae2a15c04bbed3981cb8e511"/>
          </v:shape>
          <o:OLEObject Type="Embed" ProgID="Equation.DSMT4" ShapeID="_x0000_i1154" DrawAspect="Content" ObjectID="_1771234880" r:id="rId38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880" w:dyaOrig="249">
          <v:shape id="_x0000_i1155" type="#_x0000_t75" alt="eqIdd0ddc47cce2e80eefc150192061c3b70" style="width:44.25pt;height:12.75pt" o:ole="">
            <v:imagedata r:id="rId33" o:title="eqIdd0ddc47cce2e80eefc150192061c3b70"/>
          </v:shape>
          <o:OLEObject Type="Embed" ProgID="Equation.DSMT4" ShapeID="_x0000_i1155" DrawAspect="Content" ObjectID="_1771234881" r:id="rId39"/>
        </w:object>
      </w:r>
      <w:r w:rsidRPr="004C38B0">
        <w:rPr>
          <w:rFonts w:ascii="Times New Roman" w:eastAsia="宋体" w:hAnsi="Times New Roman" w:cs="Times New Roman"/>
        </w:rPr>
        <w:t>，则</w:t>
      </w:r>
      <w:r w:rsidRPr="004C38B0">
        <w:rPr>
          <w:rFonts w:ascii="Times New Roman" w:eastAsia="宋体" w:hAnsi="Times New Roman" w:cs="Times New Roman"/>
        </w:rPr>
        <w:object w:dxaOrig="1425" w:dyaOrig="245">
          <v:shape id="_x0000_i1156" type="#_x0000_t75" alt="eqId25ee34f265c8181126f1e6a35d42fdc4" style="width:71.25pt;height:12pt" o:ole="">
            <v:imagedata r:id="rId40" o:title="eqId25ee34f265c8181126f1e6a35d42fdc4"/>
          </v:shape>
          <o:OLEObject Type="Embed" ProgID="Equation.DSMT4" ShapeID="_x0000_i1156" DrawAspect="Content" ObjectID="_1771234882" r:id="rId41"/>
        </w:object>
      </w:r>
      <w:r w:rsidRPr="004C38B0">
        <w:rPr>
          <w:rFonts w:ascii="Times New Roman" w:eastAsia="宋体" w:hAnsi="Times New Roman" w:cs="Times New Roman"/>
        </w:rPr>
        <w:t>，即</w:t>
      </w:r>
      <w:r w:rsidRPr="004C38B0">
        <w:rPr>
          <w:rFonts w:ascii="Times New Roman" w:eastAsia="宋体" w:hAnsi="Times New Roman" w:cs="Times New Roman"/>
        </w:rPr>
        <w:object w:dxaOrig="1284" w:dyaOrig="547">
          <v:shape id="_x0000_i1157" type="#_x0000_t75" alt="eqId5a8490e147fdf2331c1b01c378667ac3" style="width:64.5pt;height:27pt" o:ole="">
            <v:imagedata r:id="rId42" o:title="eqId5a8490e147fdf2331c1b01c378667ac3"/>
          </v:shape>
          <o:OLEObject Type="Embed" ProgID="Equation.DSMT4" ShapeID="_x0000_i1157" DrawAspect="Content" ObjectID="_1771234883" r:id="rId43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2076" w:dyaOrig="1054">
          <v:shape id="_x0000_i1158" type="#_x0000_t75" alt="eqIde0f1f6b6aa0b5731636c5ff003f7b171" style="width:103.5pt;height:52.5pt" o:ole="">
            <v:imagedata r:id="rId44" o:title="eqIde0f1f6b6aa0b5731636c5ff003f7b171"/>
          </v:shape>
          <o:OLEObject Type="Embed" ProgID="Equation.DSMT4" ShapeID="_x0000_i1158" DrawAspect="Content" ObjectID="_1771234884" r:id="rId45"/>
        </w:object>
      </w:r>
      <w:r w:rsidRPr="004C38B0">
        <w:rPr>
          <w:rFonts w:ascii="Times New Roman" w:eastAsia="宋体" w:hAnsi="Times New Roman" w:cs="Times New Roman"/>
        </w:rPr>
        <w:t>，故</w:t>
      </w:r>
      <w:r w:rsidRPr="004C38B0">
        <w:rPr>
          <w:rFonts w:ascii="Times New Roman" w:eastAsia="宋体" w:hAnsi="Times New Roman" w:cs="Times New Roman"/>
        </w:rPr>
        <w:t>C</w:t>
      </w:r>
      <w:r w:rsidRPr="004C38B0">
        <w:rPr>
          <w:rFonts w:ascii="Times New Roman" w:eastAsia="宋体" w:hAnsi="Times New Roman" w:cs="Times New Roman"/>
        </w:rPr>
        <w:t>正确</w:t>
      </w:r>
      <w:r w:rsidRPr="004C38B0">
        <w:rPr>
          <w:rFonts w:ascii="Times New Roman" w:eastAsia="宋体" w:hAnsi="Times New Roman" w:cs="Times New Roman"/>
        </w:rPr>
        <w:t>.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11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ACD</w:t>
      </w:r>
      <w:r>
        <w:rPr>
          <w:rFonts w:ascii="Times New Roman" w:eastAsia="宋体" w:hAnsi="Times New Roman" w:cs="Times New Roman" w:hint="eastAsia"/>
        </w:rPr>
        <w:t xml:space="preserve">  </w:t>
      </w:r>
      <w:r w:rsidRPr="004C38B0">
        <w:rPr>
          <w:rFonts w:ascii="Times New Roman" w:eastAsia="宋体" w:hAnsi="Times New Roman" w:cs="Times New Roman"/>
        </w:rPr>
        <w:t>A.</w:t>
      </w:r>
      <w:r w:rsidRPr="004C38B0">
        <w:rPr>
          <w:rFonts w:ascii="Times New Roman" w:eastAsia="宋体" w:hAnsi="Times New Roman" w:cs="Times New Roman"/>
        </w:rPr>
        <w:t>根据共线向量定理可知，此时</w:t>
      </w:r>
      <w:r w:rsidRPr="004C38B0">
        <w:rPr>
          <w:rFonts w:ascii="Times New Roman" w:eastAsia="宋体" w:hAnsi="Times New Roman" w:cs="Times New Roman"/>
        </w:rPr>
        <w:object w:dxaOrig="493" w:dyaOrig="320">
          <v:shape id="_x0000_i1163" type="#_x0000_t75" alt="eqIdbad11c6e4e26c73bfceede5477f11462" style="width:24.75pt;height:15.75pt" o:ole="">
            <v:imagedata r:id="rId46" o:title="eqIdbad11c6e4e26c73bfceede5477f11462"/>
          </v:shape>
          <o:OLEObject Type="Embed" ProgID="Equation.DSMT4" ShapeID="_x0000_i1163" DrawAspect="Content" ObjectID="_1771234885" r:id="rId47"/>
        </w:object>
      </w:r>
      <w:r w:rsidRPr="004C38B0">
        <w:rPr>
          <w:rFonts w:ascii="Times New Roman" w:eastAsia="宋体" w:hAnsi="Times New Roman" w:cs="Times New Roman"/>
        </w:rPr>
        <w:t>，故错误；</w:t>
      </w:r>
      <w:r w:rsidRPr="004C38B0">
        <w:rPr>
          <w:rFonts w:ascii="Times New Roman" w:eastAsia="宋体" w:hAnsi="Times New Roman" w:cs="Times New Roman"/>
        </w:rPr>
        <w:t>B.</w:t>
      </w:r>
      <w:r w:rsidRPr="004C38B0">
        <w:rPr>
          <w:rFonts w:ascii="Times New Roman" w:eastAsia="宋体" w:hAnsi="Times New Roman" w:cs="Times New Roman"/>
        </w:rPr>
        <w:t>因为</w:t>
      </w:r>
      <w:r w:rsidRPr="004C38B0">
        <w:rPr>
          <w:rFonts w:ascii="Times New Roman" w:eastAsia="宋体" w:hAnsi="Times New Roman" w:cs="Times New Roman"/>
        </w:rPr>
        <w:object w:dxaOrig="845" w:dyaOrig="334">
          <v:shape id="_x0000_i1164" type="#_x0000_t75" alt="eqIdb06bcdc731ac8baa9bfdae217181032f" style="width:42pt;height:16.5pt" o:ole="">
            <v:imagedata r:id="rId48" o:title="eqIdb06bcdc731ac8baa9bfdae217181032f"/>
          </v:shape>
          <o:OLEObject Type="Embed" ProgID="Equation.DSMT4" ShapeID="_x0000_i1164" DrawAspect="Content" ObjectID="_1771234886" r:id="rId49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1672" w:dyaOrig="461">
          <v:shape id="_x0000_i1165" type="#_x0000_t75" alt="eqId4b512bace1172d8097639c62d63b5c6f" style="width:83.25pt;height:23.25pt" o:ole="">
            <v:imagedata r:id="rId50" o:title="eqId4b512bace1172d8097639c62d63b5c6f"/>
          </v:shape>
          <o:OLEObject Type="Embed" ProgID="Equation.DSMT4" ShapeID="_x0000_i1165" DrawAspect="Content" ObjectID="_1771234887" r:id="rId51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1302" w:dyaOrig="421">
          <v:shape id="_x0000_i1166" type="#_x0000_t75" alt="eqIde03fd9d538daa041f1d1b1db188c7896" style="width:65.25pt;height:21pt" o:ole="">
            <v:imagedata r:id="rId52" o:title="eqIde03fd9d538daa041f1d1b1db188c7896"/>
          </v:shape>
          <o:OLEObject Type="Embed" ProgID="Equation.DSMT4" ShapeID="_x0000_i1166" DrawAspect="Content" ObjectID="_1771234888" r:id="rId53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845" w:dyaOrig="541">
          <v:shape id="_x0000_i1167" type="#_x0000_t75" alt="eqIdff593fd7f083f274014b767f4da18662" style="width:42pt;height:27pt" o:ole="">
            <v:imagedata r:id="rId54" o:title="eqIdff593fd7f083f274014b767f4da18662"/>
          </v:shape>
          <o:OLEObject Type="Embed" ProgID="Equation.DSMT4" ShapeID="_x0000_i1167" DrawAspect="Content" ObjectID="_1771234889" r:id="rId55"/>
        </w:object>
      </w:r>
      <w:r w:rsidRPr="004C38B0">
        <w:rPr>
          <w:rFonts w:ascii="Times New Roman" w:eastAsia="宋体" w:hAnsi="Times New Roman" w:cs="Times New Roman"/>
        </w:rPr>
        <w:t>，又因为</w:t>
      </w:r>
      <w:r w:rsidRPr="004C38B0">
        <w:rPr>
          <w:rFonts w:ascii="Times New Roman" w:eastAsia="宋体" w:hAnsi="Times New Roman" w:cs="Times New Roman"/>
        </w:rPr>
        <w:object w:dxaOrig="827" w:dyaOrig="354">
          <v:shape id="_x0000_i1168" type="#_x0000_t75" alt="eqId9b5b9af2c3d4abeba615fe01211c6150" style="width:41.25pt;height:18pt" o:ole="">
            <v:imagedata r:id="rId56" o:title="eqId9b5b9af2c3d4abeba615fe01211c6150"/>
          </v:shape>
          <o:OLEObject Type="Embed" ProgID="Equation.DSMT4" ShapeID="_x0000_i1168" DrawAspect="Content" ObjectID="_1771234890" r:id="rId57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880" w:dyaOrig="538">
          <v:shape id="_x0000_i1169" type="#_x0000_t75" alt="eqId9f67fffd5649c30b91c78d0ff9b3fa65" style="width:44.25pt;height:27pt" o:ole="">
            <v:imagedata r:id="rId58" o:title="eqId9f67fffd5649c30b91c78d0ff9b3fa65"/>
          </v:shape>
          <o:OLEObject Type="Embed" ProgID="Equation.DSMT4" ShapeID="_x0000_i1169" DrawAspect="Content" ObjectID="_1771234891" r:id="rId59"/>
        </w:object>
      </w:r>
      <w:r w:rsidRPr="004C38B0">
        <w:rPr>
          <w:rFonts w:ascii="Times New Roman" w:eastAsia="宋体" w:hAnsi="Times New Roman" w:cs="Times New Roman"/>
        </w:rPr>
        <w:t>，故正确；</w:t>
      </w:r>
      <w:r w:rsidRPr="004C38B0">
        <w:rPr>
          <w:rFonts w:ascii="Times New Roman" w:eastAsia="宋体" w:hAnsi="Times New Roman" w:cs="Times New Roman"/>
        </w:rPr>
        <w:t>C.</w:t>
      </w:r>
      <w:r w:rsidRPr="004C38B0">
        <w:rPr>
          <w:rFonts w:ascii="Times New Roman" w:eastAsia="宋体" w:hAnsi="Times New Roman" w:cs="Times New Roman"/>
        </w:rPr>
        <w:t>当</w:t>
      </w:r>
      <w:r w:rsidRPr="004C38B0">
        <w:rPr>
          <w:rFonts w:ascii="Times New Roman" w:eastAsia="宋体" w:hAnsi="Times New Roman" w:cs="Times New Roman"/>
        </w:rPr>
        <w:object w:dxaOrig="352" w:dyaOrig="331">
          <v:shape id="_x0000_i1170" type="#_x0000_t75" alt="eqIda8ccba3b87a8a48ac3dd5f72d00bdb1a" style="width:17.25pt;height:16.5pt" o:ole="">
            <v:imagedata r:id="rId60" o:title="eqIda8ccba3b87a8a48ac3dd5f72d00bdb1a"/>
          </v:shape>
          <o:OLEObject Type="Embed" ProgID="Equation.DSMT4" ShapeID="_x0000_i1170" DrawAspect="Content" ObjectID="_1771234892" r:id="rId61"/>
        </w:object>
      </w:r>
      <w:r w:rsidRPr="004C38B0">
        <w:rPr>
          <w:rFonts w:ascii="Times New Roman" w:eastAsia="宋体" w:hAnsi="Times New Roman" w:cs="Times New Roman"/>
        </w:rPr>
        <w:t>中有零向量时，此时</w:t>
      </w:r>
      <w:r w:rsidRPr="004C38B0">
        <w:rPr>
          <w:rFonts w:ascii="Times New Roman" w:eastAsia="宋体" w:hAnsi="Times New Roman" w:cs="Times New Roman"/>
        </w:rPr>
        <w:object w:dxaOrig="704" w:dyaOrig="299">
          <v:shape id="_x0000_i1171" type="#_x0000_t75" alt="eqId7677fa4ecba4dd4005f5a1b52cf86b82" style="width:35.25pt;height:15pt" o:ole="">
            <v:imagedata r:id="rId62" o:title="eqId7677fa4ecba4dd4005f5a1b52cf86b82"/>
          </v:shape>
          <o:OLEObject Type="Embed" ProgID="Equation.DSMT4" ShapeID="_x0000_i1171" DrawAspect="Content" ObjectID="_1771234893" r:id="rId63"/>
        </w:object>
      </w:r>
      <w:r w:rsidRPr="004C38B0">
        <w:rPr>
          <w:rFonts w:ascii="Times New Roman" w:eastAsia="宋体" w:hAnsi="Times New Roman" w:cs="Times New Roman"/>
        </w:rPr>
        <w:t>，因为零向量方向是任意的，所以</w:t>
      </w:r>
      <w:r w:rsidRPr="004C38B0">
        <w:rPr>
          <w:rFonts w:ascii="Times New Roman" w:eastAsia="宋体" w:hAnsi="Times New Roman" w:cs="Times New Roman"/>
        </w:rPr>
        <w:object w:dxaOrig="457" w:dyaOrig="274">
          <v:shape id="_x0000_i1172" type="#_x0000_t75" alt="eqIdaa5aa846a5b7c96fe2ce665eb1ea5f0e" style="width:22.5pt;height:13.5pt" o:ole="">
            <v:imagedata r:id="rId64" o:title="eqIdaa5aa846a5b7c96fe2ce665eb1ea5f0e"/>
          </v:shape>
          <o:OLEObject Type="Embed" ProgID="Equation.DSMT4" ShapeID="_x0000_i1172" DrawAspect="Content" ObjectID="_1771234894" r:id="rId65"/>
        </w:object>
      </w:r>
      <w:r w:rsidRPr="004C38B0">
        <w:rPr>
          <w:rFonts w:ascii="Times New Roman" w:eastAsia="宋体" w:hAnsi="Times New Roman" w:cs="Times New Roman"/>
        </w:rPr>
        <w:t>不一定满足，故错误；</w:t>
      </w:r>
      <w:r w:rsidRPr="004C38B0">
        <w:rPr>
          <w:rFonts w:ascii="Times New Roman" w:eastAsia="宋体" w:hAnsi="Times New Roman" w:cs="Times New Roman"/>
        </w:rPr>
        <w:t>D.</w:t>
      </w:r>
      <w:r w:rsidRPr="004C38B0">
        <w:rPr>
          <w:rFonts w:ascii="Times New Roman" w:eastAsia="宋体" w:hAnsi="Times New Roman" w:cs="Times New Roman"/>
        </w:rPr>
        <w:t>因为向量</w:t>
      </w:r>
      <w:r w:rsidRPr="004C38B0">
        <w:rPr>
          <w:rFonts w:ascii="Times New Roman" w:eastAsia="宋体" w:hAnsi="Times New Roman" w:cs="Times New Roman"/>
        </w:rPr>
        <w:object w:dxaOrig="686" w:dyaOrig="349">
          <v:shape id="_x0000_i1173" type="#_x0000_t75" alt="eqId700d86d470c4e475f35e72357ef839a9" style="width:34.5pt;height:17.25pt" o:ole="">
            <v:imagedata r:id="rId66" o:title="eqId700d86d470c4e475f35e72357ef839a9"/>
          </v:shape>
          <o:OLEObject Type="Embed" ProgID="Equation.DSMT4" ShapeID="_x0000_i1173" DrawAspect="Content" ObjectID="_1771234895" r:id="rId67"/>
        </w:object>
      </w:r>
      <w:r w:rsidRPr="004C38B0">
        <w:rPr>
          <w:rFonts w:ascii="Times New Roman" w:eastAsia="宋体" w:hAnsi="Times New Roman" w:cs="Times New Roman"/>
        </w:rPr>
        <w:t>与</w:t>
      </w:r>
      <w:r w:rsidRPr="004C38B0">
        <w:rPr>
          <w:rFonts w:ascii="Times New Roman" w:eastAsia="宋体" w:hAnsi="Times New Roman" w:cs="Times New Roman"/>
        </w:rPr>
        <w:object w:dxaOrig="686" w:dyaOrig="349">
          <v:shape id="_x0000_i1174" type="#_x0000_t75" alt="eqIdd61c1fc4bc5eb69a6436f5d483359e95" style="width:34.5pt;height:17.25pt" o:ole="">
            <v:imagedata r:id="rId68" o:title="eqIdd61c1fc4bc5eb69a6436f5d483359e95"/>
          </v:shape>
          <o:OLEObject Type="Embed" ProgID="Equation.DSMT4" ShapeID="_x0000_i1174" DrawAspect="Content" ObjectID="_1771234896" r:id="rId69"/>
        </w:object>
      </w:r>
      <w:r w:rsidRPr="004C38B0">
        <w:rPr>
          <w:rFonts w:ascii="Times New Roman" w:eastAsia="宋体" w:hAnsi="Times New Roman" w:cs="Times New Roman"/>
        </w:rPr>
        <w:t>的夹角为锐角，所以</w:t>
      </w:r>
      <w:r w:rsidRPr="004C38B0">
        <w:rPr>
          <w:rFonts w:ascii="Times New Roman" w:eastAsia="宋体" w:hAnsi="Times New Roman" w:cs="Times New Roman"/>
        </w:rPr>
        <w:object w:dxaOrig="2042" w:dyaOrig="421">
          <v:shape id="_x0000_i1175" type="#_x0000_t75" alt="eqId35d77f51692328babf33edcb197d22f5" style="width:102pt;height:21pt" o:ole="">
            <v:imagedata r:id="rId70" o:title="eqId35d77f51692328babf33edcb197d22f5"/>
          </v:shape>
          <o:OLEObject Type="Embed" ProgID="Equation.DSMT4" ShapeID="_x0000_i1175" DrawAspect="Content" ObjectID="_1771234897" r:id="rId71"/>
        </w:object>
      </w:r>
      <w:r w:rsidRPr="004C38B0">
        <w:rPr>
          <w:rFonts w:ascii="Times New Roman" w:eastAsia="宋体" w:hAnsi="Times New Roman" w:cs="Times New Roman"/>
        </w:rPr>
        <w:t>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 w:hint="eastAsia"/>
        </w:rPr>
      </w:pPr>
      <w:r w:rsidRPr="004C38B0">
        <w:rPr>
          <w:rFonts w:ascii="Times New Roman" w:eastAsia="宋体" w:hAnsi="Times New Roman" w:cs="Times New Roman"/>
        </w:rPr>
        <w:t>所以</w:t>
      </w:r>
      <w:r w:rsidRPr="004C38B0">
        <w:rPr>
          <w:rFonts w:ascii="Times New Roman" w:eastAsia="宋体" w:hAnsi="Times New Roman" w:cs="Times New Roman"/>
        </w:rPr>
        <w:object w:dxaOrig="598" w:dyaOrig="252">
          <v:shape id="_x0000_i1176" type="#_x0000_t75" alt="eqIdcd3e36978553f734da64dbc1bbf0b022" style="width:30pt;height:12.75pt" o:ole="">
            <v:imagedata r:id="rId72" o:title="eqIdcd3e36978553f734da64dbc1bbf0b022"/>
          </v:shape>
          <o:OLEObject Type="Embed" ProgID="Equation.DSMT4" ShapeID="_x0000_i1176" DrawAspect="Content" ObjectID="_1771234898" r:id="rId73"/>
        </w:object>
      </w:r>
      <w:r w:rsidRPr="004C38B0">
        <w:rPr>
          <w:rFonts w:ascii="Times New Roman" w:eastAsia="宋体" w:hAnsi="Times New Roman" w:cs="Times New Roman"/>
        </w:rPr>
        <w:t>，即</w:t>
      </w:r>
      <w:r w:rsidRPr="004C38B0">
        <w:rPr>
          <w:rFonts w:ascii="Times New Roman" w:eastAsia="宋体" w:hAnsi="Times New Roman" w:cs="Times New Roman"/>
        </w:rPr>
        <w:object w:dxaOrig="492" w:dyaOrig="247">
          <v:shape id="_x0000_i1177" type="#_x0000_t75" alt="eqId2f0d68648b10fce54dfc19c5ee60086d" style="width:24.75pt;height:12pt;mso-wrap-style:square;mso-position-horizontal-relative:page;mso-position-vertical-relative:page" o:ole="">
            <v:imagedata r:id="rId74" o:title="eqId2f0d68648b10fce54dfc19c5ee60086d"/>
          </v:shape>
          <o:OLEObject Type="Embed" ProgID="Equation.DSMT4" ShapeID="_x0000_i1177" DrawAspect="Content" ObjectID="_1771234899" r:id="rId75"/>
        </w:object>
      </w:r>
      <w:r w:rsidRPr="004C38B0">
        <w:rPr>
          <w:rFonts w:ascii="Times New Roman" w:eastAsia="宋体" w:hAnsi="Times New Roman" w:cs="Times New Roman"/>
        </w:rPr>
        <w:t>，且</w:t>
      </w:r>
      <w:r w:rsidRPr="004C38B0">
        <w:rPr>
          <w:rFonts w:ascii="Times New Roman" w:eastAsia="宋体" w:hAnsi="Times New Roman" w:cs="Times New Roman"/>
        </w:rPr>
        <w:object w:dxaOrig="686" w:dyaOrig="349">
          <v:shape id="_x0000_i1178" type="#_x0000_t75" alt="eqId700d86d470c4e475f35e72357ef839a9" style="width:34.5pt;height:17.25pt" o:ole="">
            <v:imagedata r:id="rId66" o:title="eqId700d86d470c4e475f35e72357ef839a9"/>
          </v:shape>
          <o:OLEObject Type="Embed" ProgID="Equation.DSMT4" ShapeID="_x0000_i1178" DrawAspect="Content" ObjectID="_1771234900" r:id="rId76"/>
        </w:object>
      </w:r>
      <w:r w:rsidRPr="004C38B0">
        <w:rPr>
          <w:rFonts w:ascii="Times New Roman" w:eastAsia="宋体" w:hAnsi="Times New Roman" w:cs="Times New Roman"/>
        </w:rPr>
        <w:t>与</w:t>
      </w:r>
      <w:r w:rsidRPr="004C38B0">
        <w:rPr>
          <w:rFonts w:ascii="Times New Roman" w:eastAsia="宋体" w:hAnsi="Times New Roman" w:cs="Times New Roman"/>
        </w:rPr>
        <w:object w:dxaOrig="686" w:dyaOrig="349">
          <v:shape id="_x0000_i1179" type="#_x0000_t75" alt="eqIdd61c1fc4bc5eb69a6436f5d483359e95" style="width:34.5pt;height:17.25pt" o:ole="">
            <v:imagedata r:id="rId68" o:title="eqIdd61c1fc4bc5eb69a6436f5d483359e95"/>
          </v:shape>
          <o:OLEObject Type="Embed" ProgID="Equation.DSMT4" ShapeID="_x0000_i1179" DrawAspect="Content" ObjectID="_1771234901" r:id="rId77"/>
        </w:object>
      </w:r>
      <w:r w:rsidRPr="004C38B0">
        <w:rPr>
          <w:rFonts w:ascii="Times New Roman" w:eastAsia="宋体" w:hAnsi="Times New Roman" w:cs="Times New Roman"/>
        </w:rPr>
        <w:t>不同向，当向量</w:t>
      </w:r>
      <w:r w:rsidRPr="004C38B0">
        <w:rPr>
          <w:rFonts w:ascii="Times New Roman" w:eastAsia="宋体" w:hAnsi="Times New Roman" w:cs="Times New Roman"/>
        </w:rPr>
        <w:object w:dxaOrig="686" w:dyaOrig="349">
          <v:shape id="_x0000_i1180" type="#_x0000_t75" alt="eqId700d86d470c4e475f35e72357ef839a9" style="width:34.5pt;height:17.25pt" o:ole="">
            <v:imagedata r:id="rId66" o:title="eqId700d86d470c4e475f35e72357ef839a9"/>
          </v:shape>
          <o:OLEObject Type="Embed" ProgID="Equation.DSMT4" ShapeID="_x0000_i1180" DrawAspect="Content" ObjectID="_1771234902" r:id="rId78"/>
        </w:object>
      </w:r>
      <w:r w:rsidRPr="004C38B0">
        <w:rPr>
          <w:rFonts w:ascii="Times New Roman" w:eastAsia="宋体" w:hAnsi="Times New Roman" w:cs="Times New Roman"/>
        </w:rPr>
        <w:t>与</w:t>
      </w:r>
      <w:r w:rsidRPr="004C38B0">
        <w:rPr>
          <w:rFonts w:ascii="Times New Roman" w:eastAsia="宋体" w:hAnsi="Times New Roman" w:cs="Times New Roman"/>
        </w:rPr>
        <w:object w:dxaOrig="686" w:dyaOrig="349">
          <v:shape id="_x0000_i1181" type="#_x0000_t75" alt="eqIdd61c1fc4bc5eb69a6436f5d483359e95" style="width:34.5pt;height:17.25pt" o:ole="">
            <v:imagedata r:id="rId68" o:title="eqIdd61c1fc4bc5eb69a6436f5d483359e95"/>
          </v:shape>
          <o:OLEObject Type="Embed" ProgID="Equation.DSMT4" ShapeID="_x0000_i1181" DrawAspect="Content" ObjectID="_1771234903" r:id="rId79"/>
        </w:object>
      </w:r>
      <w:r w:rsidRPr="004C38B0">
        <w:rPr>
          <w:rFonts w:ascii="Times New Roman" w:eastAsia="宋体" w:hAnsi="Times New Roman" w:cs="Times New Roman"/>
        </w:rPr>
        <w:t>共线时，设</w:t>
      </w:r>
      <w:r w:rsidRPr="004C38B0">
        <w:rPr>
          <w:rFonts w:ascii="Times New Roman" w:eastAsia="宋体" w:hAnsi="Times New Roman" w:cs="Times New Roman"/>
        </w:rPr>
        <w:object w:dxaOrig="1830" w:dyaOrig="461">
          <v:shape id="_x0000_i1182" type="#_x0000_t75" alt="eqId9677e928092d759534b28f838f2a2e37" style="width:91.5pt;height:23.25pt" o:ole="">
            <v:imagedata r:id="rId80" o:title="eqId9677e928092d759534b28f838f2a2e37"/>
          </v:shape>
          <o:OLEObject Type="Embed" ProgID="Equation.DSMT4" ShapeID="_x0000_i1182" DrawAspect="Content" ObjectID="_1771234904" r:id="rId81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686" w:dyaOrig="633">
          <v:shape id="_x0000_i1183" type="#_x0000_t75" alt="eqIdb44c669f3b86ca77d865640e9a1f2573" style="width:34.5pt;height:31.5pt" o:ole="">
            <v:imagedata r:id="rId82" o:title="eqIdb44c669f3b86ca77d865640e9a1f2573"/>
          </v:shape>
          <o:OLEObject Type="Embed" ProgID="Equation.DSMT4" ShapeID="_x0000_i1183" DrawAspect="Content" ObjectID="_1771234905" r:id="rId83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528" w:dyaOrig="224">
          <v:shape id="_x0000_i1184" type="#_x0000_t75" alt="eqId2015d9a88fb4d8f0520790693abc9649" style="width:26.25pt;height:11.25pt" o:ole="">
            <v:imagedata r:id="rId84" o:title="eqId2015d9a88fb4d8f0520790693abc9649"/>
          </v:shape>
          <o:OLEObject Type="Embed" ProgID="Equation.DSMT4" ShapeID="_x0000_i1184" DrawAspect="Content" ObjectID="_1771234906" r:id="rId85"/>
        </w:object>
      </w:r>
      <w:r w:rsidRPr="004C38B0">
        <w:rPr>
          <w:rFonts w:ascii="Times New Roman" w:eastAsia="宋体" w:hAnsi="Times New Roman" w:cs="Times New Roman"/>
        </w:rPr>
        <w:t>，显然</w:t>
      </w:r>
      <w:r w:rsidRPr="004C38B0">
        <w:rPr>
          <w:rFonts w:ascii="Times New Roman" w:eastAsia="宋体" w:hAnsi="Times New Roman" w:cs="Times New Roman"/>
        </w:rPr>
        <w:object w:dxaOrig="457" w:dyaOrig="259">
          <v:shape id="_x0000_i1185" type="#_x0000_t75" alt="eqId5095a28bb1b91bf6bed9e2cfbd76bb18" style="width:22.5pt;height:12.75pt" o:ole="">
            <v:imagedata r:id="rId86" o:title="eqId5095a28bb1b91bf6bed9e2cfbd76bb18"/>
          </v:shape>
          <o:OLEObject Type="Embed" ProgID="Equation.DSMT4" ShapeID="_x0000_i1185" DrawAspect="Content" ObjectID="_1771234907" r:id="rId87"/>
        </w:object>
      </w:r>
      <w:r w:rsidRPr="004C38B0">
        <w:rPr>
          <w:rFonts w:ascii="Times New Roman" w:eastAsia="宋体" w:hAnsi="Times New Roman" w:cs="Times New Roman"/>
        </w:rPr>
        <w:t>时，</w:t>
      </w:r>
      <w:r w:rsidRPr="004C38B0">
        <w:rPr>
          <w:rFonts w:ascii="Times New Roman" w:eastAsia="宋体" w:hAnsi="Times New Roman" w:cs="Times New Roman"/>
        </w:rPr>
        <w:object w:dxaOrig="686" w:dyaOrig="349">
          <v:shape id="_x0000_i1186" type="#_x0000_t75" alt="eqId700d86d470c4e475f35e72357ef839a9" style="width:34.5pt;height:17.25pt" o:ole="">
            <v:imagedata r:id="rId66" o:title="eqId700d86d470c4e475f35e72357ef839a9"/>
          </v:shape>
          <o:OLEObject Type="Embed" ProgID="Equation.DSMT4" ShapeID="_x0000_i1186" DrawAspect="Content" ObjectID="_1771234908" r:id="rId88"/>
        </w:object>
      </w:r>
      <w:r w:rsidRPr="004C38B0">
        <w:rPr>
          <w:rFonts w:ascii="Times New Roman" w:eastAsia="宋体" w:hAnsi="Times New Roman" w:cs="Times New Roman"/>
        </w:rPr>
        <w:t>与</w:t>
      </w:r>
      <w:r w:rsidRPr="004C38B0">
        <w:rPr>
          <w:rFonts w:ascii="Times New Roman" w:eastAsia="宋体" w:hAnsi="Times New Roman" w:cs="Times New Roman"/>
        </w:rPr>
        <w:object w:dxaOrig="686" w:dyaOrig="349">
          <v:shape id="_x0000_i1187" type="#_x0000_t75" alt="eqIdd61c1fc4bc5eb69a6436f5d483359e95" style="width:34.5pt;height:17.25pt" o:ole="">
            <v:imagedata r:id="rId68" o:title="eqIdd61c1fc4bc5eb69a6436f5d483359e95"/>
          </v:shape>
          <o:OLEObject Type="Embed" ProgID="Equation.DSMT4" ShapeID="_x0000_i1187" DrawAspect="Content" ObjectID="_1771234909" r:id="rId89"/>
        </w:object>
      </w:r>
      <w:r w:rsidRPr="004C38B0">
        <w:rPr>
          <w:rFonts w:ascii="Times New Roman" w:eastAsia="宋体" w:hAnsi="Times New Roman" w:cs="Times New Roman"/>
        </w:rPr>
        <w:t>同向，综上可知，</w:t>
      </w:r>
      <w:r w:rsidRPr="004C38B0">
        <w:rPr>
          <w:rFonts w:ascii="Times New Roman" w:eastAsia="宋体" w:hAnsi="Times New Roman" w:cs="Times New Roman"/>
        </w:rPr>
        <w:object w:dxaOrig="176" w:dyaOrig="253">
          <v:shape id="_x0000_i1188" type="#_x0000_t75" alt="eqIdf0a532e15e232cb4b99a8d4d07c89575" style="width:9pt;height:12.75pt" o:ole="">
            <v:imagedata r:id="rId90" o:title="eqIdf0a532e15e232cb4b99a8d4d07c89575"/>
          </v:shape>
          <o:OLEObject Type="Embed" ProgID="Equation.DSMT4" ShapeID="_x0000_i1188" DrawAspect="Content" ObjectID="_1771234910" r:id="rId91"/>
        </w:object>
      </w:r>
      <w:r w:rsidRPr="004C38B0">
        <w:rPr>
          <w:rFonts w:ascii="Times New Roman" w:eastAsia="宋体" w:hAnsi="Times New Roman" w:cs="Times New Roman"/>
        </w:rPr>
        <w:t>的取值范围是</w:t>
      </w:r>
      <w:r w:rsidRPr="004C38B0">
        <w:rPr>
          <w:rFonts w:ascii="Times New Roman" w:eastAsia="宋体" w:hAnsi="Times New Roman" w:cs="Times New Roman"/>
        </w:rPr>
        <w:object w:dxaOrig="1250" w:dyaOrig="349">
          <v:shape id="_x0000_i1189" type="#_x0000_t75" alt="eqId058edf02998603543cb29caedf170ce2" style="width:62.25pt;height:17.25pt" o:ole="">
            <v:imagedata r:id="rId92" o:title="eqId058edf02998603543cb29caedf170ce2"/>
          </v:shape>
          <o:OLEObject Type="Embed" ProgID="Equation.DSMT4" ShapeID="_x0000_i1189" DrawAspect="Content" ObjectID="_1771234911" r:id="rId93"/>
        </w:object>
      </w:r>
      <w:r w:rsidRPr="004C38B0">
        <w:rPr>
          <w:rFonts w:ascii="Times New Roman" w:eastAsia="宋体" w:hAnsi="Times New Roman" w:cs="Times New Roman"/>
        </w:rPr>
        <w:t>，故错误；故选：</w:t>
      </w:r>
      <w:r w:rsidRPr="004C38B0">
        <w:rPr>
          <w:rFonts w:ascii="Times New Roman" w:eastAsia="宋体" w:hAnsi="Times New Roman" w:cs="Times New Roman"/>
        </w:rPr>
        <w:t>ACD.</w:t>
      </w:r>
      <w:r>
        <w:rPr>
          <w:rFonts w:ascii="Times New Roman" w:eastAsia="宋体" w:hAnsi="Times New Roman" w:cs="Times New Roman" w:hint="eastAsia"/>
        </w:rPr>
        <w:t xml:space="preserve"> </w:t>
      </w:r>
      <w:r w:rsidRPr="004C38B0">
        <w:rPr>
          <w:rFonts w:ascii="Times New Roman" w:eastAsia="宋体" w:hAnsi="Times New Roman" w:cs="Times New Roman"/>
        </w:rPr>
        <w:t>12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BCD</w:t>
      </w:r>
      <w:r w:rsidRPr="004C38B0">
        <w:rPr>
          <w:rFonts w:ascii="Times New Roman" w:eastAsia="宋体" w:hAnsi="Times New Roman" w:cs="Times New Roman"/>
        </w:rPr>
        <w:t>解：由题意，角速度</w:t>
      </w:r>
      <w:r w:rsidRPr="004C38B0">
        <w:rPr>
          <w:rFonts w:ascii="Times New Roman" w:eastAsia="宋体" w:hAnsi="Times New Roman" w:cs="Times New Roman"/>
        </w:rPr>
        <w:object w:dxaOrig="1144" w:dyaOrig="539">
          <v:shape id="_x0000_i1191" type="#_x0000_t75" alt="eqId3c665fd04e0ead795d07851486b2a2df" style="width:57pt;height:27pt" o:ole="">
            <v:imagedata r:id="rId94" o:title="eqId3c665fd04e0ead795d07851486b2a2df"/>
          </v:shape>
          <o:OLEObject Type="Embed" ProgID="Equation.DSMT4" ShapeID="_x0000_i1191" DrawAspect="Content" ObjectID="_1771234912" r:id="rId95"/>
        </w:object>
      </w:r>
      <w:r w:rsidRPr="004C38B0">
        <w:rPr>
          <w:rFonts w:ascii="Times New Roman" w:eastAsia="宋体" w:hAnsi="Times New Roman" w:cs="Times New Roman"/>
        </w:rPr>
        <w:t>弧度</w:t>
      </w:r>
      <w:r w:rsidRPr="004C38B0">
        <w:rPr>
          <w:rFonts w:ascii="Times New Roman" w:eastAsia="宋体" w:hAnsi="Times New Roman" w:cs="Times New Roman"/>
        </w:rPr>
        <w:t>/</w:t>
      </w:r>
      <w:r w:rsidRPr="004C38B0">
        <w:rPr>
          <w:rFonts w:ascii="Times New Roman" w:eastAsia="宋体" w:hAnsi="Times New Roman" w:cs="Times New Roman"/>
        </w:rPr>
        <w:t>秒，又由水轮的半径为</w:t>
      </w:r>
      <w:r w:rsidRPr="004C38B0">
        <w:rPr>
          <w:rFonts w:ascii="Times New Roman" w:eastAsia="宋体" w:hAnsi="Times New Roman" w:cs="Times New Roman"/>
        </w:rPr>
        <w:t>2</w:t>
      </w:r>
      <w:r w:rsidRPr="004C38B0">
        <w:rPr>
          <w:rFonts w:ascii="Times New Roman" w:eastAsia="宋体" w:hAnsi="Times New Roman" w:cs="Times New Roman"/>
        </w:rPr>
        <w:t>米，且圆心</w:t>
      </w:r>
      <w:r w:rsidRPr="004C38B0">
        <w:rPr>
          <w:rFonts w:ascii="Times New Roman" w:eastAsia="Times New Roman" w:hAnsi="Times New Roman" w:cs="Times New Roman"/>
          <w:i/>
        </w:rPr>
        <w:t>O</w:t>
      </w:r>
      <w:r w:rsidRPr="004C38B0">
        <w:rPr>
          <w:rFonts w:ascii="Times New Roman" w:eastAsia="宋体" w:hAnsi="Times New Roman" w:cs="Times New Roman"/>
        </w:rPr>
        <w:t>距离水面</w:t>
      </w:r>
      <w:r w:rsidRPr="004C38B0">
        <w:rPr>
          <w:rFonts w:ascii="Times New Roman" w:eastAsia="宋体" w:hAnsi="Times New Roman" w:cs="Times New Roman"/>
        </w:rPr>
        <w:t>1</w:t>
      </w:r>
      <w:r w:rsidRPr="004C38B0">
        <w:rPr>
          <w:rFonts w:ascii="Times New Roman" w:eastAsia="宋体" w:hAnsi="Times New Roman" w:cs="Times New Roman"/>
        </w:rPr>
        <w:t>米，可知半径</w:t>
      </w:r>
      <w:r w:rsidRPr="004C38B0">
        <w:rPr>
          <w:rFonts w:ascii="Times New Roman" w:eastAsia="宋体" w:hAnsi="Times New Roman" w:cs="Times New Roman"/>
        </w:rPr>
        <w:object w:dxaOrig="369" w:dyaOrig="317">
          <v:shape id="_x0000_i1192" type="#_x0000_t75" alt="eqIdf88ec2dbad3fa6208c0493291e5ccdcb" style="width:18.75pt;height:15.75pt" o:ole="">
            <v:imagedata r:id="rId96" o:title="eqIdf88ec2dbad3fa6208c0493291e5ccdcb"/>
          </v:shape>
          <o:OLEObject Type="Embed" ProgID="Equation.DSMT4" ShapeID="_x0000_i1192" DrawAspect="Content" ObjectID="_1771234913" r:id="rId97"/>
        </w:object>
      </w:r>
      <w:r w:rsidRPr="004C38B0">
        <w:rPr>
          <w:rFonts w:ascii="Times New Roman" w:eastAsia="宋体" w:hAnsi="Times New Roman" w:cs="Times New Roman"/>
        </w:rPr>
        <w:t>与水面所成角为</w:t>
      </w:r>
      <w:r w:rsidRPr="004C38B0">
        <w:rPr>
          <w:rFonts w:ascii="Times New Roman" w:eastAsia="宋体" w:hAnsi="Times New Roman" w:cs="Times New Roman"/>
        </w:rPr>
        <w:object w:dxaOrig="229" w:dyaOrig="551">
          <v:shape id="_x0000_i1193" type="#_x0000_t75" alt="eqIdc67d01e61dc0042e67b5e8ec8e727c22" style="width:11.25pt;height:27.75pt" o:ole="">
            <v:imagedata r:id="rId98" o:title="eqIdc67d01e61dc0042e67b5e8ec8e727c22"/>
          </v:shape>
          <o:OLEObject Type="Embed" ProgID="Equation.DSMT4" ShapeID="_x0000_i1193" DrawAspect="Content" ObjectID="_1771234914" r:id="rId99"/>
        </w:object>
      </w:r>
      <w:r w:rsidRPr="004C38B0">
        <w:rPr>
          <w:rFonts w:ascii="Times New Roman" w:eastAsia="宋体" w:hAnsi="Times New Roman" w:cs="Times New Roman"/>
        </w:rPr>
        <w:t>，点</w:t>
      </w:r>
      <w:r w:rsidRPr="004C38B0">
        <w:rPr>
          <w:rFonts w:ascii="Times New Roman" w:eastAsia="Times New Roman" w:hAnsi="Times New Roman" w:cs="Times New Roman"/>
          <w:i/>
        </w:rPr>
        <w:t>P</w:t>
      </w:r>
      <w:r w:rsidRPr="004C38B0">
        <w:rPr>
          <w:rFonts w:ascii="Times New Roman" w:eastAsia="宋体" w:hAnsi="Times New Roman" w:cs="Times New Roman"/>
        </w:rPr>
        <w:t>再次</w:t>
      </w:r>
      <w:r>
        <w:rPr>
          <w:rFonts w:ascii="Times New Roman" w:eastAsia="宋体" w:hAnsi="Times New Roman" w:cs="Times New Roman" w:hint="eastAsia"/>
        </w:rPr>
        <w:t>进</w:t>
      </w:r>
      <w:r w:rsidRPr="004C38B0">
        <w:rPr>
          <w:rFonts w:ascii="Times New Roman" w:eastAsia="宋体" w:hAnsi="Times New Roman" w:cs="Times New Roman"/>
        </w:rPr>
        <w:t>入水中用时为</w:t>
      </w:r>
      <w:r w:rsidRPr="004C38B0">
        <w:rPr>
          <w:rFonts w:ascii="Times New Roman" w:eastAsia="宋体" w:hAnsi="Times New Roman" w:cs="Times New Roman"/>
        </w:rPr>
        <w:object w:dxaOrig="1285" w:dyaOrig="1060">
          <v:shape id="_x0000_i1194" type="#_x0000_t75" alt="eqId47381382ee9a688fbc5a2c73e2c01160" style="width:64.5pt;height:53.25pt" o:ole="">
            <v:imagedata r:id="rId100" o:title="eqId47381382ee9a688fbc5a2c73e2c01160"/>
          </v:shape>
          <o:OLEObject Type="Embed" ProgID="Equation.DSMT4" ShapeID="_x0000_i1194" DrawAspect="Content" ObjectID="_1771234915" r:id="rId101"/>
        </w:object>
      </w:r>
      <w:r w:rsidRPr="004C38B0">
        <w:rPr>
          <w:rFonts w:ascii="Times New Roman" w:eastAsia="宋体" w:hAnsi="Times New Roman" w:cs="Times New Roman"/>
        </w:rPr>
        <w:t>秒，故</w:t>
      </w:r>
      <w:r w:rsidRPr="004C38B0">
        <w:rPr>
          <w:rFonts w:ascii="Times New Roman" w:eastAsia="宋体" w:hAnsi="Times New Roman" w:cs="Times New Roman"/>
        </w:rPr>
        <w:t>A</w:t>
      </w:r>
      <w:r w:rsidRPr="004C38B0">
        <w:rPr>
          <w:rFonts w:ascii="Times New Roman" w:eastAsia="宋体" w:hAnsi="Times New Roman" w:cs="Times New Roman"/>
        </w:rPr>
        <w:t>错误；当水轮转动</w:t>
      </w:r>
      <w:r w:rsidRPr="004C38B0">
        <w:rPr>
          <w:rFonts w:ascii="Times New Roman" w:eastAsia="宋体" w:hAnsi="Times New Roman" w:cs="Times New Roman"/>
        </w:rPr>
        <w:t>50</w:t>
      </w:r>
      <w:r w:rsidRPr="004C38B0">
        <w:rPr>
          <w:rFonts w:ascii="Times New Roman" w:eastAsia="宋体" w:hAnsi="Times New Roman" w:cs="Times New Roman"/>
        </w:rPr>
        <w:t>秒时，半径</w:t>
      </w:r>
      <w:r w:rsidRPr="004C38B0">
        <w:rPr>
          <w:rFonts w:ascii="Times New Roman" w:eastAsia="宋体" w:hAnsi="Times New Roman" w:cs="Times New Roman"/>
        </w:rPr>
        <w:object w:dxaOrig="369" w:dyaOrig="317">
          <v:shape id="_x0000_i1195" type="#_x0000_t75" alt="eqIdf88ec2dbad3fa6208c0493291e5ccdcb" style="width:18.75pt;height:15.75pt" o:ole="">
            <v:imagedata r:id="rId96" o:title="eqIdf88ec2dbad3fa6208c0493291e5ccdcb"/>
          </v:shape>
          <o:OLEObject Type="Embed" ProgID="Equation.DSMT4" ShapeID="_x0000_i1195" DrawAspect="Content" ObjectID="_1771234916" r:id="rId102"/>
        </w:object>
      </w:r>
      <w:r w:rsidRPr="004C38B0">
        <w:rPr>
          <w:rFonts w:ascii="Times New Roman" w:eastAsia="宋体" w:hAnsi="Times New Roman" w:cs="Times New Roman"/>
        </w:rPr>
        <w:t>转动了</w:t>
      </w:r>
      <w:r w:rsidRPr="004C38B0">
        <w:rPr>
          <w:rFonts w:ascii="Times New Roman" w:eastAsia="宋体" w:hAnsi="Times New Roman" w:cs="Times New Roman"/>
        </w:rPr>
        <w:object w:dxaOrig="1162" w:dyaOrig="541">
          <v:shape id="_x0000_i1196" type="#_x0000_t75" alt="eqId8b057f1e1fe63111ad31495f2dd76244" style="width:57.75pt;height:27pt" o:ole="">
            <v:imagedata r:id="rId103" o:title="eqId8b057f1e1fe63111ad31495f2dd76244"/>
          </v:shape>
          <o:OLEObject Type="Embed" ProgID="Equation.DSMT4" ShapeID="_x0000_i1196" DrawAspect="Content" ObjectID="_1771234917" r:id="rId104"/>
        </w:object>
      </w:r>
      <w:r w:rsidRPr="004C38B0">
        <w:rPr>
          <w:rFonts w:ascii="Times New Roman" w:eastAsia="宋体" w:hAnsi="Times New Roman" w:cs="Times New Roman"/>
        </w:rPr>
        <w:t>弧度，而</w:t>
      </w:r>
      <w:r w:rsidRPr="004C38B0">
        <w:rPr>
          <w:rFonts w:ascii="Times New Roman" w:eastAsia="宋体" w:hAnsi="Times New Roman" w:cs="Times New Roman"/>
        </w:rPr>
        <w:object w:dxaOrig="1161" w:dyaOrig="541">
          <v:shape id="_x0000_i1197" type="#_x0000_t75" alt="eqId19529c9c11aab3fc3a6a0bb481b786cb" style="width:57.75pt;height:27pt" o:ole="">
            <v:imagedata r:id="rId105" o:title="eqId19529c9c11aab3fc3a6a0bb481b786cb"/>
          </v:shape>
          <o:OLEObject Type="Embed" ProgID="Equation.DSMT4" ShapeID="_x0000_i1197" DrawAspect="Content" ObjectID="_1771234918" r:id="rId106"/>
        </w:object>
      </w:r>
      <w:r w:rsidRPr="004C38B0">
        <w:rPr>
          <w:rFonts w:ascii="Times New Roman" w:eastAsia="宋体" w:hAnsi="Times New Roman" w:cs="Times New Roman"/>
        </w:rPr>
        <w:t>，点</w:t>
      </w:r>
      <w:r w:rsidRPr="004C38B0">
        <w:rPr>
          <w:rFonts w:ascii="Times New Roman" w:eastAsia="Times New Roman" w:hAnsi="Times New Roman" w:cs="Times New Roman"/>
          <w:i/>
        </w:rPr>
        <w:t>P</w:t>
      </w:r>
      <w:r w:rsidRPr="004C38B0">
        <w:rPr>
          <w:rFonts w:ascii="Times New Roman" w:eastAsia="宋体" w:hAnsi="Times New Roman" w:cs="Times New Roman"/>
        </w:rPr>
        <w:t>正好处于最低点，故</w:t>
      </w:r>
      <w:r w:rsidRPr="004C38B0">
        <w:rPr>
          <w:rFonts w:ascii="Times New Roman" w:eastAsia="宋体" w:hAnsi="Times New Roman" w:cs="Times New Roman"/>
        </w:rPr>
        <w:t>B</w:t>
      </w:r>
      <w:r w:rsidRPr="004C38B0">
        <w:rPr>
          <w:rFonts w:ascii="Times New Roman" w:eastAsia="宋体" w:hAnsi="Times New Roman" w:cs="Times New Roman"/>
        </w:rPr>
        <w:t>正确；以</w:t>
      </w:r>
      <w:r w:rsidRPr="004C38B0">
        <w:rPr>
          <w:rFonts w:ascii="Times New Roman" w:eastAsia="Times New Roman" w:hAnsi="Times New Roman" w:cs="Times New Roman"/>
          <w:i/>
        </w:rPr>
        <w:t>O</w:t>
      </w:r>
      <w:r w:rsidRPr="004C38B0">
        <w:rPr>
          <w:rFonts w:ascii="Times New Roman" w:eastAsia="宋体" w:hAnsi="Times New Roman" w:cs="Times New Roman"/>
        </w:rPr>
        <w:t>为原点，以与水平面平行的直线为</w:t>
      </w:r>
      <w:r w:rsidRPr="004C38B0">
        <w:rPr>
          <w:rFonts w:ascii="Times New Roman" w:eastAsia="Times New Roman" w:hAnsi="Times New Roman" w:cs="Times New Roman"/>
          <w:i/>
        </w:rPr>
        <w:t>x</w:t>
      </w:r>
      <w:r w:rsidRPr="004C38B0">
        <w:rPr>
          <w:rFonts w:ascii="Times New Roman" w:eastAsia="宋体" w:hAnsi="Times New Roman" w:cs="Times New Roman"/>
        </w:rPr>
        <w:t>轴建立平面直角坐标系，设点</w:t>
      </w:r>
      <w:r w:rsidRPr="004C38B0">
        <w:rPr>
          <w:rFonts w:ascii="Times New Roman" w:eastAsia="Times New Roman" w:hAnsi="Times New Roman" w:cs="Times New Roman"/>
          <w:i/>
        </w:rPr>
        <w:t>P</w:t>
      </w:r>
      <w:r w:rsidRPr="004C38B0">
        <w:rPr>
          <w:rFonts w:ascii="Times New Roman" w:eastAsia="宋体" w:hAnsi="Times New Roman" w:cs="Times New Roman"/>
        </w:rPr>
        <w:t>距离水面的高度</w:t>
      </w:r>
      <w:r w:rsidRPr="004C38B0">
        <w:rPr>
          <w:rFonts w:ascii="Times New Roman" w:eastAsia="宋体" w:hAnsi="Times New Roman" w:cs="Times New Roman"/>
        </w:rPr>
        <w:object w:dxaOrig="3150" w:dyaOrig="354">
          <v:shape id="_x0000_i1198" type="#_x0000_t75" alt="eqIdff9e14e45339a6ee54b60dec0b0ff450" style="width:157.5pt;height:18pt" o:ole="">
            <v:imagedata r:id="rId107" o:title="eqIdff9e14e45339a6ee54b60dec0b0ff450"/>
          </v:shape>
          <o:OLEObject Type="Embed" ProgID="Equation.DSMT4" ShapeID="_x0000_i1198" DrawAspect="Content" ObjectID="_1771234919" r:id="rId108"/>
        </w:object>
      </w:r>
      <w:r w:rsidRPr="004C38B0">
        <w:rPr>
          <w:rFonts w:ascii="Times New Roman" w:eastAsia="宋体" w:hAnsi="Times New Roman" w:cs="Times New Roman"/>
        </w:rPr>
        <w:t>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由</w:t>
      </w:r>
      <w:r w:rsidRPr="004C38B0">
        <w:rPr>
          <w:rFonts w:ascii="Times New Roman" w:eastAsia="宋体" w:hAnsi="Times New Roman" w:cs="Times New Roman"/>
        </w:rPr>
        <w:object w:dxaOrig="1795" w:dyaOrig="673">
          <v:shape id="_x0000_i1199" type="#_x0000_t75" alt="eqIda0db93078c6ccb07eccdb70e131338c7" style="width:90pt;height:33.75pt" o:ole="">
            <v:imagedata r:id="rId109" o:title="eqIda0db93078c6ccb07eccdb70e131338c7"/>
          </v:shape>
          <o:OLEObject Type="Embed" ProgID="Equation.DSMT4" ShapeID="_x0000_i1199" DrawAspect="Content" ObjectID="_1771234920" r:id="rId110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634" w:dyaOrig="634">
          <v:shape id="_x0000_i1200" type="#_x0000_t75" alt="eqId028c605e0dd6421bddb36861558f7ab4" style="width:31.5pt;height:31.5pt" o:ole="">
            <v:imagedata r:id="rId111" o:title="eqId028c605e0dd6421bddb36861558f7ab4"/>
          </v:shape>
          <o:OLEObject Type="Embed" ProgID="Equation.DSMT4" ShapeID="_x0000_i1200" DrawAspect="Content" ObjectID="_1771234921" r:id="rId112"/>
        </w:object>
      </w:r>
      <w:r w:rsidRPr="004C38B0">
        <w:rPr>
          <w:rFonts w:ascii="Times New Roman" w:eastAsia="宋体" w:hAnsi="Times New Roman" w:cs="Times New Roman"/>
        </w:rPr>
        <w:t>，又角速度</w:t>
      </w:r>
      <w:r w:rsidRPr="004C38B0">
        <w:rPr>
          <w:rFonts w:ascii="Times New Roman" w:eastAsia="宋体" w:hAnsi="Times New Roman" w:cs="Times New Roman"/>
        </w:rPr>
        <w:object w:dxaOrig="1144" w:dyaOrig="539">
          <v:shape id="_x0000_i1201" type="#_x0000_t75" alt="eqId3c665fd04e0ead795d07851486b2a2df" style="width:57pt;height:27pt" o:ole="">
            <v:imagedata r:id="rId94" o:title="eqId3c665fd04e0ead795d07851486b2a2df"/>
          </v:shape>
          <o:OLEObject Type="Embed" ProgID="Equation.DSMT4" ShapeID="_x0000_i1201" DrawAspect="Content" ObjectID="_1771234922" r:id="rId113"/>
        </w:object>
      </w:r>
      <w:r w:rsidRPr="004C38B0">
        <w:rPr>
          <w:rFonts w:ascii="Times New Roman" w:eastAsia="宋体" w:hAnsi="Times New Roman" w:cs="Times New Roman"/>
        </w:rPr>
        <w:t>弧度</w:t>
      </w:r>
      <w:r w:rsidRPr="004C38B0">
        <w:rPr>
          <w:rFonts w:ascii="Times New Roman" w:eastAsia="宋体" w:hAnsi="Times New Roman" w:cs="Times New Roman"/>
        </w:rPr>
        <w:t>/</w:t>
      </w:r>
      <w:r w:rsidRPr="004C38B0">
        <w:rPr>
          <w:rFonts w:ascii="Times New Roman" w:eastAsia="宋体" w:hAnsi="Times New Roman" w:cs="Times New Roman"/>
        </w:rPr>
        <w:t>秒，</w:t>
      </w:r>
      <w:r w:rsidRPr="004C38B0">
        <w:rPr>
          <w:rFonts w:ascii="Times New Roman" w:eastAsia="宋体" w:hAnsi="Times New Roman" w:cs="Times New Roman"/>
        </w:rPr>
        <w:object w:dxaOrig="439" w:dyaOrig="257">
          <v:shape id="_x0000_i1202" type="#_x0000_t75" alt="eqId7aeb9a94e392f6759b18abed89aacc5e" style="width:21.75pt;height:12.75pt" o:ole="">
            <v:imagedata r:id="rId114" o:title="eqId7aeb9a94e392f6759b18abed89aacc5e"/>
          </v:shape>
          <o:OLEObject Type="Embed" ProgID="Equation.DSMT4" ShapeID="_x0000_i1202" DrawAspect="Content" ObjectID="_1771234923" r:id="rId115"/>
        </w:object>
      </w:r>
      <w:r w:rsidRPr="004C38B0">
        <w:rPr>
          <w:rFonts w:ascii="Times New Roman" w:eastAsia="宋体" w:hAnsi="Times New Roman" w:cs="Times New Roman"/>
        </w:rPr>
        <w:t>时，</w:t>
      </w:r>
      <w:r w:rsidRPr="004C38B0">
        <w:rPr>
          <w:rFonts w:ascii="Times New Roman" w:eastAsia="宋体" w:hAnsi="Times New Roman" w:cs="Times New Roman"/>
        </w:rPr>
        <w:object w:dxaOrig="1020" w:dyaOrig="543">
          <v:shape id="_x0000_i1203" type="#_x0000_t75" alt="eqIdd3ed884472a4f409a48476c4c9ee286e" style="width:51pt;height:27pt" o:ole="">
            <v:imagedata r:id="rId116" o:title="eqIdd3ed884472a4f409a48476c4c9ee286e"/>
          </v:shape>
          <o:OLEObject Type="Embed" ProgID="Equation.DSMT4" ShapeID="_x0000_i1203" DrawAspect="Content" ObjectID="_1771234924" r:id="rId117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651" w:dyaOrig="545">
          <v:shape id="_x0000_i1204" type="#_x0000_t75" alt="eqId75bbcc6d1e7e470327056de2f675e0f1" style="width:32.25pt;height:27pt" o:ole="">
            <v:imagedata r:id="rId118" o:title="eqId75bbcc6d1e7e470327056de2f675e0f1"/>
          </v:shape>
          <o:OLEObject Type="Embed" ProgID="Equation.DSMT4" ShapeID="_x0000_i1204" DrawAspect="Content" ObjectID="_1771234925" r:id="rId119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722" w:dyaOrig="538">
          <v:shape id="_x0000_i1205" type="#_x0000_t75" alt="eqId6103aca24b1b84faf0ef536d17a27325" style="width:36pt;height:27pt" o:ole="">
            <v:imagedata r:id="rId120" o:title="eqId6103aca24b1b84faf0ef536d17a27325"/>
          </v:shape>
          <o:OLEObject Type="Embed" ProgID="Equation.DSMT4" ShapeID="_x0000_i1205" DrawAspect="Content" ObjectID="_1771234926" r:id="rId121"/>
        </w:object>
      </w:r>
      <w:r w:rsidRPr="004C38B0">
        <w:rPr>
          <w:rFonts w:ascii="Times New Roman" w:eastAsia="宋体" w:hAnsi="Times New Roman" w:cs="Times New Roman"/>
        </w:rPr>
        <w:t>，所以点</w:t>
      </w:r>
      <w:r w:rsidRPr="004C38B0">
        <w:rPr>
          <w:rFonts w:ascii="Times New Roman" w:eastAsia="Times New Roman" w:hAnsi="Times New Roman" w:cs="Times New Roman"/>
          <w:i/>
        </w:rPr>
        <w:t>P</w:t>
      </w:r>
      <w:r w:rsidRPr="004C38B0">
        <w:rPr>
          <w:rFonts w:ascii="Times New Roman" w:eastAsia="宋体" w:hAnsi="Times New Roman" w:cs="Times New Roman"/>
        </w:rPr>
        <w:t>距离水面的高度</w:t>
      </w:r>
      <w:r w:rsidRPr="004C38B0">
        <w:rPr>
          <w:rFonts w:ascii="Times New Roman" w:eastAsia="宋体" w:hAnsi="Times New Roman" w:cs="Times New Roman"/>
        </w:rPr>
        <w:object w:dxaOrig="2006" w:dyaOrig="594">
          <v:shape id="_x0000_i1206" type="#_x0000_t75" alt="eqIdd2cc70980b7d32da1bdb13b9448c9f56" style="width:100.5pt;height:30pt" o:ole="">
            <v:imagedata r:id="rId122" o:title="eqIdd2cc70980b7d32da1bdb13b9448c9f56"/>
          </v:shape>
          <o:OLEObject Type="Embed" ProgID="Equation.DSMT4" ShapeID="_x0000_i1206" DrawAspect="Content" ObjectID="_1771234927" r:id="rId123"/>
        </w:object>
      </w:r>
      <w:r w:rsidRPr="004C38B0">
        <w:rPr>
          <w:rFonts w:ascii="Times New Roman" w:eastAsia="宋体" w:hAnsi="Times New Roman" w:cs="Times New Roman"/>
        </w:rPr>
        <w:t>，当水轮转动</w:t>
      </w:r>
      <w:r w:rsidRPr="004C38B0">
        <w:rPr>
          <w:rFonts w:ascii="Times New Roman" w:eastAsia="宋体" w:hAnsi="Times New Roman" w:cs="Times New Roman"/>
        </w:rPr>
        <w:t>150</w:t>
      </w:r>
      <w:r w:rsidRPr="004C38B0">
        <w:rPr>
          <w:rFonts w:ascii="Times New Roman" w:eastAsia="宋体" w:hAnsi="Times New Roman" w:cs="Times New Roman"/>
        </w:rPr>
        <w:t>秒时，将</w:t>
      </w:r>
      <w:r w:rsidRPr="004C38B0">
        <w:rPr>
          <w:rFonts w:ascii="Times New Roman" w:eastAsia="宋体" w:hAnsi="Times New Roman" w:cs="Times New Roman"/>
        </w:rPr>
        <w:object w:dxaOrig="633" w:dyaOrig="249">
          <v:shape id="_x0000_i1207" type="#_x0000_t75" alt="eqId7d07c1939b2d18fd8e3001a50d929544" style="width:31.5pt;height:12.75pt" o:ole="">
            <v:imagedata r:id="rId124" o:title="eqId7d07c1939b2d18fd8e3001a50d929544"/>
          </v:shape>
          <o:OLEObject Type="Embed" ProgID="Equation.DSMT4" ShapeID="_x0000_i1207" DrawAspect="Content" ObjectID="_1771234928" r:id="rId125"/>
        </w:object>
      </w:r>
      <w:r w:rsidRPr="004C38B0">
        <w:rPr>
          <w:rFonts w:ascii="Times New Roman" w:eastAsia="宋体" w:hAnsi="Times New Roman" w:cs="Times New Roman"/>
        </w:rPr>
        <w:t>代入，得</w:t>
      </w:r>
      <w:r w:rsidRPr="004C38B0">
        <w:rPr>
          <w:rFonts w:ascii="Times New Roman" w:eastAsia="宋体" w:hAnsi="Times New Roman" w:cs="Times New Roman"/>
        </w:rPr>
        <w:object w:dxaOrig="563" w:dyaOrig="288">
          <v:shape id="_x0000_i1208" type="#_x0000_t75" alt="eqId3ca3920c0e6c460e64e86ccd5c39e426" style="width:28.5pt;height:14.25pt" o:ole="">
            <v:imagedata r:id="rId126" o:title="eqId3ca3920c0e6c460e64e86ccd5c39e426"/>
          </v:shape>
          <o:OLEObject Type="Embed" ProgID="Equation.DSMT4" ShapeID="_x0000_i1208" DrawAspect="Content" ObjectID="_1771234929" r:id="rId127"/>
        </w:object>
      </w:r>
      <w:r w:rsidRPr="004C38B0">
        <w:rPr>
          <w:rFonts w:ascii="Times New Roman" w:eastAsia="宋体" w:hAnsi="Times New Roman" w:cs="Times New Roman"/>
        </w:rPr>
        <w:t>，点</w:t>
      </w:r>
      <w:r w:rsidRPr="004C38B0">
        <w:rPr>
          <w:rFonts w:ascii="Times New Roman" w:eastAsia="Times New Roman" w:hAnsi="Times New Roman" w:cs="Times New Roman"/>
          <w:i/>
        </w:rPr>
        <w:t>P</w:t>
      </w:r>
      <w:r w:rsidRPr="004C38B0">
        <w:rPr>
          <w:rFonts w:ascii="Times New Roman" w:eastAsia="宋体" w:hAnsi="Times New Roman" w:cs="Times New Roman"/>
        </w:rPr>
        <w:t>距离水面</w:t>
      </w:r>
      <w:r w:rsidRPr="004C38B0">
        <w:rPr>
          <w:rFonts w:ascii="Times New Roman" w:eastAsia="宋体" w:hAnsi="Times New Roman" w:cs="Times New Roman"/>
        </w:rPr>
        <w:t>2</w:t>
      </w:r>
      <w:r w:rsidRPr="004C38B0">
        <w:rPr>
          <w:rFonts w:ascii="Times New Roman" w:eastAsia="宋体" w:hAnsi="Times New Roman" w:cs="Times New Roman"/>
        </w:rPr>
        <w:t>米，故</w:t>
      </w:r>
      <w:r w:rsidRPr="004C38B0">
        <w:rPr>
          <w:rFonts w:ascii="Times New Roman" w:eastAsia="宋体" w:hAnsi="Times New Roman" w:cs="Times New Roman"/>
        </w:rPr>
        <w:t>C</w:t>
      </w:r>
      <w:r w:rsidRPr="004C38B0">
        <w:rPr>
          <w:rFonts w:ascii="Times New Roman" w:eastAsia="宋体" w:hAnsi="Times New Roman" w:cs="Times New Roman"/>
        </w:rPr>
        <w:t>正确；将</w:t>
      </w:r>
      <w:r w:rsidRPr="004C38B0">
        <w:rPr>
          <w:rFonts w:ascii="Times New Roman" w:eastAsia="宋体" w:hAnsi="Times New Roman" w:cs="Times New Roman"/>
        </w:rPr>
        <w:object w:dxaOrig="986" w:dyaOrig="315">
          <v:shape id="_x0000_i1209" type="#_x0000_t75" alt="eqId7ebd2f61d0f0aeab7e15efc5440e376e" style="width:49.5pt;height:15.75pt" o:ole="">
            <v:imagedata r:id="rId128" o:title="eqId7ebd2f61d0f0aeab7e15efc5440e376e"/>
          </v:shape>
          <o:OLEObject Type="Embed" ProgID="Equation.DSMT4" ShapeID="_x0000_i1209" DrawAspect="Content" ObjectID="_1771234930" r:id="rId129"/>
        </w:object>
      </w:r>
      <w:r w:rsidRPr="004C38B0">
        <w:rPr>
          <w:rFonts w:ascii="Times New Roman" w:eastAsia="宋体" w:hAnsi="Times New Roman" w:cs="Times New Roman"/>
        </w:rPr>
        <w:t>代入</w:t>
      </w:r>
      <w:r w:rsidRPr="004C38B0">
        <w:rPr>
          <w:rFonts w:ascii="Times New Roman" w:eastAsia="宋体" w:hAnsi="Times New Roman" w:cs="Times New Roman"/>
        </w:rPr>
        <w:object w:dxaOrig="2006" w:dyaOrig="594">
          <v:shape id="_x0000_i1210" type="#_x0000_t75" alt="eqIdd2cc70980b7d32da1bdb13b9448c9f56" style="width:100.5pt;height:30pt" o:ole="">
            <v:imagedata r:id="rId122" o:title="eqIdd2cc70980b7d32da1bdb13b9448c9f56"/>
          </v:shape>
          <o:OLEObject Type="Embed" ProgID="Equation.DSMT4" ShapeID="_x0000_i1210" DrawAspect="Content" ObjectID="_1771234931" r:id="rId130"/>
        </w:object>
      </w:r>
      <w:r w:rsidRPr="004C38B0">
        <w:rPr>
          <w:rFonts w:ascii="Times New Roman" w:eastAsia="宋体" w:hAnsi="Times New Roman" w:cs="Times New Roman"/>
        </w:rPr>
        <w:t>中，得</w:t>
      </w:r>
      <w:r w:rsidRPr="004C38B0">
        <w:rPr>
          <w:rFonts w:ascii="Times New Roman" w:eastAsia="宋体" w:hAnsi="Times New Roman" w:cs="Times New Roman"/>
        </w:rPr>
        <w:object w:dxaOrig="1672" w:dyaOrig="540">
          <v:shape id="_x0000_i1211" type="#_x0000_t75" alt="eqId2e78710daaedf72365b5884fcd67838d" style="width:83.25pt;height:27pt" o:ole="">
            <v:imagedata r:id="rId131" o:title="eqId2e78710daaedf72365b5884fcd67838d"/>
          </v:shape>
          <o:OLEObject Type="Embed" ProgID="Equation.DSMT4" ShapeID="_x0000_i1211" DrawAspect="Content" ObjectID="_1771234932" r:id="rId132"/>
        </w:object>
      </w:r>
      <w:r w:rsidRPr="004C38B0">
        <w:rPr>
          <w:rFonts w:ascii="Times New Roman" w:eastAsia="宋体" w:hAnsi="Times New Roman" w:cs="Times New Roman"/>
        </w:rPr>
        <w:t>，或</w:t>
      </w:r>
      <w:r w:rsidRPr="004C38B0">
        <w:rPr>
          <w:rFonts w:ascii="Times New Roman" w:eastAsia="宋体" w:hAnsi="Times New Roman" w:cs="Times New Roman"/>
        </w:rPr>
        <w:object w:dxaOrig="1778" w:dyaOrig="540">
          <v:shape id="_x0000_i1212" type="#_x0000_t75" alt="eqId22e442b279ce7c8094ec456428796955" style="width:89.25pt;height:27pt" o:ole="">
            <v:imagedata r:id="rId133" o:title="eqId22e442b279ce7c8094ec456428796955"/>
          </v:shape>
          <o:OLEObject Type="Embed" ProgID="Equation.DSMT4" ShapeID="_x0000_i1212" DrawAspect="Content" ObjectID="_1771234933" r:id="rId134"/>
        </w:object>
      </w:r>
      <w:r w:rsidRPr="004C38B0">
        <w:rPr>
          <w:rFonts w:ascii="Times New Roman" w:eastAsia="宋体" w:hAnsi="Times New Roman" w:cs="Times New Roman"/>
        </w:rPr>
        <w:t>，即</w:t>
      </w:r>
      <w:r w:rsidRPr="004C38B0">
        <w:rPr>
          <w:rFonts w:ascii="Times New Roman" w:eastAsia="宋体" w:hAnsi="Times New Roman" w:cs="Times New Roman"/>
        </w:rPr>
        <w:object w:dxaOrig="1038" w:dyaOrig="250">
          <v:shape id="_x0000_i1213" type="#_x0000_t75" alt="eqId78cd4ec7d9bce5e862619e9a9bec3c27" style="width:51.75pt;height:12.75pt" o:ole="">
            <v:imagedata r:id="rId135" o:title="eqId78cd4ec7d9bce5e862619e9a9bec3c27"/>
          </v:shape>
          <o:OLEObject Type="Embed" ProgID="Equation.DSMT4" ShapeID="_x0000_i1213" DrawAspect="Content" ObjectID="_1771234934" r:id="rId136"/>
        </w:object>
      </w:r>
      <w:r w:rsidRPr="004C38B0">
        <w:rPr>
          <w:rFonts w:ascii="Times New Roman" w:eastAsia="宋体" w:hAnsi="Times New Roman" w:cs="Times New Roman"/>
        </w:rPr>
        <w:t>，或</w:t>
      </w:r>
      <w:r w:rsidRPr="004C38B0">
        <w:rPr>
          <w:rFonts w:ascii="Times New Roman" w:eastAsia="宋体" w:hAnsi="Times New Roman" w:cs="Times New Roman"/>
        </w:rPr>
        <w:object w:dxaOrig="1056" w:dyaOrig="251">
          <v:shape id="_x0000_i1214" type="#_x0000_t75" alt="eqIdc25479986517338d9089da72688dae0d" style="width:52.5pt;height:12.75pt" o:ole="">
            <v:imagedata r:id="rId137" o:title="eqIdc25479986517338d9089da72688dae0d"/>
          </v:shape>
          <o:OLEObject Type="Embed" ProgID="Equation.DSMT4" ShapeID="_x0000_i1214" DrawAspect="Content" ObjectID="_1771234935" r:id="rId138"/>
        </w:object>
      </w:r>
      <w:r w:rsidRPr="004C38B0">
        <w:rPr>
          <w:rFonts w:ascii="Times New Roman" w:eastAsia="宋体" w:hAnsi="Times New Roman" w:cs="Times New Roman"/>
        </w:rPr>
        <w:object w:dxaOrig="756" w:dyaOrig="358">
          <v:shape id="_x0000_i1215" type="#_x0000_t75" alt="eqIdb5b7330724fefd8752c7479161829870" style="width:37.5pt;height:18pt" o:ole="">
            <v:imagedata r:id="rId139" o:title="eqIdb5b7330724fefd8752c7479161829870"/>
          </v:shape>
          <o:OLEObject Type="Embed" ProgID="Equation.DSMT4" ShapeID="_x0000_i1215" DrawAspect="Content" ObjectID="_1771234936" r:id="rId140"/>
        </w:object>
      </w:r>
      <w:r w:rsidRPr="004C38B0">
        <w:rPr>
          <w:rFonts w:ascii="Times New Roman" w:eastAsia="宋体" w:hAnsi="Times New Roman" w:cs="Times New Roman"/>
        </w:rPr>
        <w:t>．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所以点</w:t>
      </w:r>
      <w:r w:rsidRPr="004C38B0">
        <w:rPr>
          <w:rFonts w:ascii="Times New Roman" w:eastAsia="Times New Roman" w:hAnsi="Times New Roman" w:cs="Times New Roman"/>
          <w:i/>
        </w:rPr>
        <w:t>P</w:t>
      </w:r>
      <w:r w:rsidRPr="004C38B0">
        <w:rPr>
          <w:rFonts w:ascii="Times New Roman" w:eastAsia="宋体" w:hAnsi="Times New Roman" w:cs="Times New Roman"/>
        </w:rPr>
        <w:t>第二次到达距水面</w:t>
      </w:r>
      <w:r w:rsidRPr="004C38B0">
        <w:rPr>
          <w:rFonts w:ascii="Times New Roman" w:eastAsia="宋体" w:hAnsi="Times New Roman" w:cs="Times New Roman"/>
        </w:rPr>
        <w:object w:dxaOrig="739" w:dyaOrig="422">
          <v:shape id="_x0000_i1216" type="#_x0000_t75" alt="eqId7a2d0a8f4ffba62a468276d9b9550db8" style="width:36.75pt;height:21pt" o:ole="">
            <v:imagedata r:id="rId141" o:title="eqId7a2d0a8f4ffba62a468276d9b9550db8"/>
          </v:shape>
          <o:OLEObject Type="Embed" ProgID="Equation.DSMT4" ShapeID="_x0000_i1216" DrawAspect="Content" ObjectID="_1771234937" r:id="rId142"/>
        </w:object>
      </w:r>
      <w:r w:rsidRPr="004C38B0">
        <w:rPr>
          <w:rFonts w:ascii="Times New Roman" w:eastAsia="宋体" w:hAnsi="Times New Roman" w:cs="Times New Roman"/>
        </w:rPr>
        <w:t>米时用时</w:t>
      </w:r>
      <w:r w:rsidRPr="004C38B0">
        <w:rPr>
          <w:rFonts w:ascii="Times New Roman" w:eastAsia="宋体" w:hAnsi="Times New Roman" w:cs="Times New Roman"/>
        </w:rPr>
        <w:t>25</w:t>
      </w:r>
      <w:r w:rsidRPr="004C38B0">
        <w:rPr>
          <w:rFonts w:ascii="Times New Roman" w:eastAsia="宋体" w:hAnsi="Times New Roman" w:cs="Times New Roman"/>
        </w:rPr>
        <w:t>秒，故</w:t>
      </w:r>
      <w:r w:rsidRPr="004C38B0">
        <w:rPr>
          <w:rFonts w:ascii="Times New Roman" w:eastAsia="宋体" w:hAnsi="Times New Roman" w:cs="Times New Roman"/>
        </w:rPr>
        <w:t>D</w:t>
      </w:r>
      <w:r w:rsidRPr="004C38B0">
        <w:rPr>
          <w:rFonts w:ascii="Times New Roman" w:eastAsia="宋体" w:hAnsi="Times New Roman" w:cs="Times New Roman"/>
        </w:rPr>
        <w:t>正确．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lastRenderedPageBreak/>
        <w:t>13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object w:dxaOrig="422" w:dyaOrig="317">
          <v:shape id="_x0000_i1217" type="#_x0000_t75" alt="eqIdb27567d43c5b91382ee3d7ca708ee422" style="width:21pt;height:15.75pt" o:ole="">
            <v:imagedata r:id="rId143" o:title="eqIdb27567d43c5b91382ee3d7ca708ee422"/>
          </v:shape>
          <o:OLEObject Type="Embed" ProgID="Equation.DSMT4" ShapeID="_x0000_i1217" DrawAspect="Content" ObjectID="_1771234938" r:id="rId144"/>
        </w:object>
      </w:r>
      <w:r>
        <w:rPr>
          <w:rFonts w:ascii="Times New Roman" w:eastAsia="宋体" w:hAnsi="Times New Roman" w:cs="Times New Roman" w:hint="eastAsia"/>
        </w:rPr>
        <w:t xml:space="preserve">   </w:t>
      </w:r>
      <w:r w:rsidRPr="004C38B0">
        <w:rPr>
          <w:rFonts w:ascii="Times New Roman" w:eastAsia="宋体" w:hAnsi="Times New Roman" w:cs="Times New Roman"/>
        </w:rPr>
        <w:t>14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object w:dxaOrig="369" w:dyaOrig="601">
          <v:shape id="_x0000_i1223" type="#_x0000_t75" alt="eqId8d5989c84e320b504511f23eeb6e7357" style="width:18.75pt;height:30pt" o:ole="">
            <v:imagedata r:id="rId145" o:title="eqId8d5989c84e320b504511f23eeb6e7357"/>
          </v:shape>
          <o:OLEObject Type="Embed" ProgID="Equation.DSMT4" ShapeID="_x0000_i1223" DrawAspect="Content" ObjectID="_1771234939" r:id="rId146"/>
        </w:object>
      </w:r>
      <w:r>
        <w:rPr>
          <w:rFonts w:ascii="Times New Roman" w:eastAsia="宋体" w:hAnsi="Times New Roman" w:cs="Times New Roman" w:hint="eastAsia"/>
        </w:rPr>
        <w:t xml:space="preserve">   </w:t>
      </w:r>
      <w:r w:rsidRPr="004C38B0">
        <w:rPr>
          <w:rFonts w:ascii="Times New Roman" w:eastAsia="宋体" w:hAnsi="Times New Roman" w:cs="Times New Roman"/>
        </w:rPr>
        <w:object w:dxaOrig="4488" w:dyaOrig="602">
          <v:shape id="_x0000_i1225" type="#_x0000_t75" alt="eqIdff00e4d7f595f1d598b9924a15ebc6dd" style="width:224.25pt;height:30pt" o:ole="">
            <v:imagedata r:id="rId147" o:title="eqIdff00e4d7f595f1d598b9924a15ebc6dd"/>
          </v:shape>
          <o:OLEObject Type="Embed" ProgID="Equation.DSMT4" ShapeID="_x0000_i1225" DrawAspect="Content" ObjectID="_1771234940" r:id="rId148"/>
        </w:objec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object w:dxaOrig="4840" w:dyaOrig="601">
          <v:shape id="_x0000_i1226" type="#_x0000_t75" alt="eqId6e7b9024d38cfaccabba6c928e29f383" style="width:242.25pt;height:30pt" o:ole="">
            <v:imagedata r:id="rId149" o:title="eqId6e7b9024d38cfaccabba6c928e29f383"/>
          </v:shape>
          <o:OLEObject Type="Embed" ProgID="Equation.DSMT4" ShapeID="_x0000_i1226" DrawAspect="Content" ObjectID="_1771234941" r:id="rId150"/>
        </w:object>
      </w:r>
      <w:r w:rsidRPr="004C38B0"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</w:t>
      </w:r>
      <w:r w:rsidRPr="004C38B0">
        <w:rPr>
          <w:rFonts w:ascii="Times New Roman" w:eastAsia="宋体" w:hAnsi="Times New Roman" w:cs="Times New Roman"/>
        </w:rPr>
        <w:t>15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object w:dxaOrig="669" w:dyaOrig="525">
          <v:shape id="_x0000_i1228" type="#_x0000_t75" alt="eqId7403c67741b84e94a022034d2353419b" style="width:33.75pt;height:26.25pt" o:ole="">
            <v:imagedata r:id="rId151" o:title="eqId7403c67741b84e94a022034d2353419b"/>
          </v:shape>
          <o:OLEObject Type="Embed" ProgID="Equation.DSMT4" ShapeID="_x0000_i1228" DrawAspect="Content" ObjectID="_1771234942" r:id="rId152"/>
        </w:object>
      </w:r>
      <w:r>
        <w:rPr>
          <w:rFonts w:ascii="Times New Roman" w:eastAsia="宋体" w:hAnsi="Times New Roman" w:cs="Times New Roman" w:hint="eastAsia"/>
        </w:rPr>
        <w:t xml:space="preserve"> </w:t>
      </w:r>
      <w:r w:rsidRPr="004C38B0">
        <w:rPr>
          <w:rFonts w:ascii="Times New Roman" w:eastAsia="宋体" w:hAnsi="Times New Roman" w:cs="Times New Roman"/>
        </w:rPr>
        <w:t>因为</w:t>
      </w:r>
      <w:r w:rsidRPr="004C38B0">
        <w:rPr>
          <w:rFonts w:ascii="Times New Roman" w:eastAsia="宋体" w:hAnsi="Times New Roman" w:cs="Times New Roman"/>
        </w:rPr>
        <w:object w:dxaOrig="1971" w:dyaOrig="282">
          <v:shape id="_x0000_i1229" type="#_x0000_t75" alt="eqId2a6668013bfa48e70dd795b8d25733e8" style="width:98.25pt;height:14.25pt" o:ole="">
            <v:imagedata r:id="rId153" o:title="eqId2a6668013bfa48e70dd795b8d25733e8"/>
          </v:shape>
          <o:OLEObject Type="Embed" ProgID="Equation.DSMT4" ShapeID="_x0000_i1229" DrawAspect="Content" ObjectID="_1771234943" r:id="rId154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3291" w:dyaOrig="352">
          <v:shape id="_x0000_i1230" type="#_x0000_t75" alt="eqId7b52f4a9def5c7fc1a9c1df5ebc5d19d" style="width:164.25pt;height:17.25pt" o:ole="">
            <v:imagedata r:id="rId155" o:title="eqId7b52f4a9def5c7fc1a9c1df5ebc5d19d"/>
          </v:shape>
          <o:OLEObject Type="Embed" ProgID="Equation.DSMT4" ShapeID="_x0000_i1230" DrawAspect="Content" ObjectID="_1771234944" r:id="rId156"/>
        </w:object>
      </w:r>
      <w:r w:rsidRPr="004C38B0">
        <w:rPr>
          <w:rFonts w:ascii="Times New Roman" w:eastAsia="宋体" w:hAnsi="Times New Roman" w:cs="Times New Roman"/>
        </w:rPr>
        <w:object w:dxaOrig="3837" w:dyaOrig="352">
          <v:shape id="_x0000_i1231" type="#_x0000_t75" alt="eqId950709b9700346e47438a8c3e15b757f" style="width:192pt;height:17.25pt" o:ole="">
            <v:imagedata r:id="rId157" o:title="eqId950709b9700346e47438a8c3e15b757f"/>
          </v:shape>
          <o:OLEObject Type="Embed" ProgID="Equation.DSMT4" ShapeID="_x0000_i1231" DrawAspect="Content" ObjectID="_1771234945" r:id="rId158"/>
        </w:object>
      </w:r>
      <w:r w:rsidRPr="004C38B0">
        <w:rPr>
          <w:rFonts w:ascii="Times New Roman" w:eastAsia="宋体" w:hAnsi="Times New Roman" w:cs="Times New Roman"/>
        </w:rPr>
        <w:t>，即</w:t>
      </w:r>
      <w:r w:rsidRPr="004C38B0">
        <w:rPr>
          <w:rFonts w:ascii="Times New Roman" w:eastAsia="宋体" w:hAnsi="Times New Roman" w:cs="Times New Roman"/>
        </w:rPr>
        <w:object w:dxaOrig="1584" w:dyaOrig="356">
          <v:shape id="_x0000_i1232" type="#_x0000_t75" alt="eqId15259d47ffd6296faef7dff3add28d1f" style="width:79.5pt;height:18pt" o:ole="">
            <v:imagedata r:id="rId159" o:title="eqId15259d47ffd6296faef7dff3add28d1f"/>
          </v:shape>
          <o:OLEObject Type="Embed" ProgID="Equation.DSMT4" ShapeID="_x0000_i1232" DrawAspect="Content" ObjectID="_1771234946" r:id="rId160"/>
        </w:object>
      </w:r>
      <w:r w:rsidRPr="004C38B0">
        <w:rPr>
          <w:rFonts w:ascii="Times New Roman" w:eastAsia="宋体" w:hAnsi="Times New Roman" w:cs="Times New Roman"/>
        </w:rPr>
        <w:t>，所以函数</w:t>
      </w:r>
      <w:r w:rsidRPr="004C38B0">
        <w:rPr>
          <w:rFonts w:ascii="Times New Roman" w:eastAsia="宋体" w:hAnsi="Times New Roman" w:cs="Times New Roman"/>
        </w:rPr>
        <w:object w:dxaOrig="510" w:dyaOrig="352">
          <v:shape id="_x0000_i1233" type="#_x0000_t75" alt="eqId09f86f37ec8e15846bd731ab4fcdbacd" style="width:25.5pt;height:17.25pt" o:ole="">
            <v:imagedata r:id="rId161" o:title="eqId09f86f37ec8e15846bd731ab4fcdbacd"/>
          </v:shape>
          <o:OLEObject Type="Embed" ProgID="Equation.DSMT4" ShapeID="_x0000_i1233" DrawAspect="Content" ObjectID="_1771234947" r:id="rId162"/>
        </w:object>
      </w:r>
      <w:r w:rsidRPr="004C38B0">
        <w:rPr>
          <w:rFonts w:ascii="Times New Roman" w:eastAsia="宋体" w:hAnsi="Times New Roman" w:cs="Times New Roman"/>
        </w:rPr>
        <w:t>是以</w:t>
      </w:r>
      <w:r w:rsidRPr="004C38B0">
        <w:rPr>
          <w:rFonts w:ascii="Times New Roman" w:eastAsia="宋体" w:hAnsi="Times New Roman" w:cs="Times New Roman"/>
        </w:rPr>
        <w:object w:dxaOrig="281" w:dyaOrig="245">
          <v:shape id="_x0000_i1234" type="#_x0000_t75" alt="eqId35e2d7c958e99bcd9d7f251c19ee3544" style="width:14.25pt;height:12pt" o:ole="">
            <v:imagedata r:id="rId163" o:title="eqId35e2d7c958e99bcd9d7f251c19ee3544"/>
          </v:shape>
          <o:OLEObject Type="Embed" ProgID="Equation.DSMT4" ShapeID="_x0000_i1234" DrawAspect="Content" ObjectID="_1771234948" r:id="rId164"/>
        </w:object>
      </w:r>
      <w:r w:rsidRPr="004C38B0">
        <w:rPr>
          <w:rFonts w:ascii="Times New Roman" w:eastAsia="宋体" w:hAnsi="Times New Roman" w:cs="Times New Roman"/>
        </w:rPr>
        <w:t>为周期的函数，所以</w:t>
      </w:r>
      <w:r w:rsidRPr="004C38B0">
        <w:rPr>
          <w:rFonts w:ascii="Times New Roman" w:eastAsia="宋体" w:hAnsi="Times New Roman" w:cs="Times New Roman"/>
        </w:rPr>
        <w:object w:dxaOrig="3133" w:dyaOrig="598">
          <v:shape id="_x0000_i1235" type="#_x0000_t75" alt="eqId6385de2d4a3d59826fdb952eb2e8d4e7" style="width:156.75pt;height:30pt" o:ole="">
            <v:imagedata r:id="rId165" o:title="eqId6385de2d4a3d59826fdb952eb2e8d4e7"/>
          </v:shape>
          <o:OLEObject Type="Embed" ProgID="Equation.DSMT4" ShapeID="_x0000_i1235" DrawAspect="Content" ObjectID="_1771234949" r:id="rId166"/>
        </w:object>
      </w:r>
      <w:r w:rsidRPr="004C38B0">
        <w:rPr>
          <w:rFonts w:ascii="Times New Roman" w:eastAsia="宋体" w:hAnsi="Times New Roman" w:cs="Times New Roman"/>
        </w:rPr>
        <w:t>，因为</w:t>
      </w:r>
      <w:r w:rsidRPr="004C38B0">
        <w:rPr>
          <w:rFonts w:ascii="Times New Roman" w:eastAsia="宋体" w:hAnsi="Times New Roman" w:cs="Times New Roman"/>
        </w:rPr>
        <w:object w:dxaOrig="1971" w:dyaOrig="282">
          <v:shape id="_x0000_i1236" type="#_x0000_t75" alt="eqId2a6668013bfa48e70dd795b8d25733e8" style="width:98.25pt;height:14.25pt" o:ole="">
            <v:imagedata r:id="rId153" o:title="eqId2a6668013bfa48e70dd795b8d25733e8"/>
          </v:shape>
          <o:OLEObject Type="Embed" ProgID="Equation.DSMT4" ShapeID="_x0000_i1236" DrawAspect="Content" ObjectID="_1771234950" r:id="rId167"/>
        </w:object>
      </w:r>
      <w:r w:rsidRPr="004C38B0">
        <w:rPr>
          <w:rFonts w:ascii="Times New Roman" w:eastAsia="宋体" w:hAnsi="Times New Roman" w:cs="Times New Roman"/>
        </w:rPr>
        <w:t>，令</w:t>
      </w:r>
      <w:r w:rsidRPr="004C38B0">
        <w:rPr>
          <w:rFonts w:ascii="Times New Roman" w:eastAsia="宋体" w:hAnsi="Times New Roman" w:cs="Times New Roman"/>
        </w:rPr>
        <w:object w:dxaOrig="475" w:dyaOrig="495">
          <v:shape id="_x0000_i1237" type="#_x0000_t75" alt="eqId9895bf4192f5c55c16f8270d53c49b13" style="width:24pt;height:24.75pt" o:ole="">
            <v:imagedata r:id="rId168" o:title="eqId9895bf4192f5c55c16f8270d53c49b13"/>
          </v:shape>
          <o:OLEObject Type="Embed" ProgID="Equation.DSMT4" ShapeID="_x0000_i1237" DrawAspect="Content" ObjectID="_1771234951" r:id="rId169"/>
        </w:object>
      </w:r>
      <w:r w:rsidRPr="004C38B0">
        <w:rPr>
          <w:rFonts w:ascii="Times New Roman" w:eastAsia="宋体" w:hAnsi="Times New Roman" w:cs="Times New Roman"/>
        </w:rPr>
        <w:t>，可得</w:t>
      </w:r>
      <w:r w:rsidRPr="004C38B0">
        <w:rPr>
          <w:rFonts w:ascii="Times New Roman" w:eastAsia="宋体" w:hAnsi="Times New Roman" w:cs="Times New Roman"/>
        </w:rPr>
        <w:object w:dxaOrig="2746" w:dyaOrig="634">
          <v:shape id="_x0000_i1238" type="#_x0000_t75" alt="eqId8964140b87121084c29163afe9439b87" style="width:137.25pt;height:31.5pt" o:ole="">
            <v:imagedata r:id="rId170" o:title="eqId8964140b87121084c29163afe9439b87"/>
          </v:shape>
          <o:OLEObject Type="Embed" ProgID="Equation.DSMT4" ShapeID="_x0000_i1238" DrawAspect="Content" ObjectID="_1771234952" r:id="rId171"/>
        </w:object>
      </w:r>
      <w:r w:rsidRPr="004C38B0">
        <w:rPr>
          <w:rFonts w:ascii="Times New Roman" w:eastAsia="宋体" w:hAnsi="Times New Roman" w:cs="Times New Roman"/>
        </w:rPr>
        <w:t>，且</w:t>
      </w:r>
      <w:r w:rsidRPr="004C38B0">
        <w:rPr>
          <w:rFonts w:ascii="Times New Roman" w:eastAsia="宋体" w:hAnsi="Times New Roman" w:cs="Times New Roman"/>
        </w:rPr>
        <w:object w:dxaOrig="1196" w:dyaOrig="592">
          <v:shape id="_x0000_i1239" type="#_x0000_t75" alt="eqIddd127a574f403017b0f67155d43a9bf3" style="width:60pt;height:29.25pt" o:ole="">
            <v:imagedata r:id="rId172" o:title="eqIddd127a574f403017b0f67155d43a9bf3"/>
          </v:shape>
          <o:OLEObject Type="Embed" ProgID="Equation.DSMT4" ShapeID="_x0000_i1239" DrawAspect="Content" ObjectID="_1771234953" r:id="rId173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3010" w:dyaOrig="634">
          <v:shape id="_x0000_i1240" type="#_x0000_t75" alt="eqIdf9c17aede9fb8653fa1e9c81c68d6b7b" style="width:150.75pt;height:31.5pt" o:ole="">
            <v:imagedata r:id="rId174" o:title="eqIdf9c17aede9fb8653fa1e9c81c68d6b7b"/>
          </v:shape>
          <o:OLEObject Type="Embed" ProgID="Equation.DSMT4" ShapeID="_x0000_i1240" DrawAspect="Content" ObjectID="_1771234954" r:id="rId175"/>
        </w:object>
      </w:r>
      <w:r w:rsidRPr="004C38B0">
        <w:rPr>
          <w:rFonts w:ascii="Times New Roman" w:eastAsia="宋体" w:hAnsi="Times New Roman" w:cs="Times New Roman"/>
        </w:rPr>
        <w:t>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所以</w:t>
      </w:r>
      <w:r w:rsidRPr="004C38B0">
        <w:rPr>
          <w:rFonts w:ascii="Times New Roman" w:eastAsia="宋体" w:hAnsi="Times New Roman" w:cs="Times New Roman"/>
        </w:rPr>
        <w:object w:dxaOrig="2658" w:dyaOrig="634">
          <v:shape id="_x0000_i1241" type="#_x0000_t75" alt="eqId9a9f91d2778d491efae5eb8d8ce9676c" style="width:132.75pt;height:31.5pt" o:ole="">
            <v:imagedata r:id="rId176" o:title="eqId9a9f91d2778d491efae5eb8d8ce9676c"/>
          </v:shape>
          <o:OLEObject Type="Embed" ProgID="Equation.DSMT4" ShapeID="_x0000_i1241" DrawAspect="Content" ObjectID="_1771234955" r:id="rId177"/>
        </w:object>
      </w:r>
      <w:r w:rsidRPr="004C38B0"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 w:cs="Times New Roman"/>
        </w:rPr>
        <w:t xml:space="preserve">   </w:t>
      </w:r>
      <w:r w:rsidRPr="004C38B0">
        <w:rPr>
          <w:rFonts w:ascii="Times New Roman" w:eastAsia="宋体" w:hAnsi="Times New Roman" w:cs="Times New Roman"/>
        </w:rPr>
        <w:t>16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object w:dxaOrig="194" w:dyaOrig="478">
          <v:shape id="_x0000_i1243" type="#_x0000_t75" alt="eqId0fd7b7834f33ed54661f2ce4328f661a" style="width:9.75pt;height:24pt" o:ole="">
            <v:imagedata r:id="rId178" o:title="eqId0fd7b7834f33ed54661f2ce4328f661a"/>
          </v:shape>
          <o:OLEObject Type="Embed" ProgID="Equation.DSMT4" ShapeID="_x0000_i1243" DrawAspect="Content" ObjectID="_1771234956" r:id="rId179"/>
        </w:object>
      </w:r>
      <w:r>
        <w:rPr>
          <w:rFonts w:ascii="Times New Roman" w:eastAsia="宋体" w:hAnsi="Times New Roman" w:cs="Times New Roman"/>
        </w:rPr>
        <w:t xml:space="preserve"> </w:t>
      </w:r>
      <w:r w:rsidRPr="004C38B0">
        <w:rPr>
          <w:rFonts w:ascii="Times New Roman" w:eastAsia="宋体" w:hAnsi="Times New Roman" w:cs="Times New Roman"/>
        </w:rPr>
        <w:object w:dxaOrig="722" w:dyaOrig="591">
          <v:shape id="_x0000_i1244" type="#_x0000_t75" alt="eqId3f0903905406b396fbb3629617704127" style="width:36pt;height:29.25pt;mso-position-horizontal-relative:page;mso-position-vertical-relative:page" o:ole="">
            <v:imagedata r:id="rId180" o:title="eqId3f0903905406b396fbb3629617704127"/>
          </v:shape>
          <o:OLEObject Type="Embed" ProgID="Equation.DSMT4" ShapeID="_x0000_i1244" DrawAspect="Content" ObjectID="_1771234957" r:id="rId181"/>
        </w:object>
      </w:r>
      <w:r>
        <w:rPr>
          <w:rFonts w:ascii="Times New Roman" w:eastAsia="宋体" w:hAnsi="Times New Roman" w:cs="Times New Roman"/>
        </w:rPr>
        <w:t xml:space="preserve"> </w:t>
      </w:r>
      <w:r w:rsidRPr="004C38B0">
        <w:rPr>
          <w:rFonts w:ascii="Times New Roman" w:eastAsia="宋体" w:hAnsi="Times New Roman" w:cs="Times New Roman"/>
        </w:rPr>
        <w:t>在</w:t>
      </w:r>
      <w:r w:rsidRPr="004C38B0">
        <w:rPr>
          <w:rFonts w:ascii="Times New Roman" w:eastAsia="宋体" w:hAnsi="Times New Roman" w:cs="Times New Roman"/>
        </w:rPr>
        <w:object w:dxaOrig="686" w:dyaOrig="255">
          <v:shape id="_x0000_i1255" type="#_x0000_t75" alt="eqIdab2a2834d80ff574e79eae8ca8d4e94f" style="width:34.5pt;height:12.75pt" o:ole="">
            <v:imagedata r:id="rId182" o:title="eqIdab2a2834d80ff574e79eae8ca8d4e94f"/>
          </v:shape>
          <o:OLEObject Type="Embed" ProgID="Equation.DSMT4" ShapeID="_x0000_i1255" DrawAspect="Content" ObjectID="_1771234958" r:id="rId183"/>
        </w:object>
      </w:r>
      <w:r w:rsidRPr="004C38B0">
        <w:rPr>
          <w:rFonts w:ascii="Times New Roman" w:eastAsia="宋体" w:hAnsi="Times New Roman" w:cs="Times New Roman"/>
        </w:rPr>
        <w:t>中，</w:t>
      </w:r>
      <w:r w:rsidRPr="004C38B0">
        <w:rPr>
          <w:rFonts w:ascii="Times New Roman" w:eastAsia="宋体" w:hAnsi="Times New Roman" w:cs="Times New Roman"/>
        </w:rPr>
        <w:object w:dxaOrig="1338" w:dyaOrig="278">
          <v:shape id="_x0000_i1256" type="#_x0000_t75" alt="eqId63b297d3732697cdcfb664e46882f4c2" style="width:66.75pt;height:14.25pt" o:ole="">
            <v:imagedata r:id="rId184" o:title="eqId63b297d3732697cdcfb664e46882f4c2"/>
          </v:shape>
          <o:OLEObject Type="Embed" ProgID="Equation.DSMT4" ShapeID="_x0000_i1256" DrawAspect="Content" ObjectID="_1771234959" r:id="rId185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985" w:dyaOrig="302">
          <v:shape id="_x0000_i1257" type="#_x0000_t75" alt="eqIdff400c098ae6bf6abd24651a5a21114e" style="width:49.5pt;height:15pt" o:ole="">
            <v:imagedata r:id="rId186" o:title="eqIdff400c098ae6bf6abd24651a5a21114e"/>
          </v:shape>
          <o:OLEObject Type="Embed" ProgID="Equation.DSMT4" ShapeID="_x0000_i1257" DrawAspect="Content" ObjectID="_1771234960" r:id="rId187"/>
        </w:object>
      </w:r>
      <w:r w:rsidRPr="004C38B0">
        <w:rPr>
          <w:rFonts w:ascii="Times New Roman" w:eastAsia="宋体" w:hAnsi="Times New Roman" w:cs="Times New Roman"/>
        </w:rPr>
        <w:t>，则</w:t>
      </w:r>
      <w:r w:rsidRPr="004C38B0">
        <w:rPr>
          <w:rFonts w:ascii="Times New Roman" w:eastAsia="宋体" w:hAnsi="Times New Roman" w:cs="Times New Roman"/>
        </w:rPr>
        <w:object w:dxaOrig="1020" w:dyaOrig="545">
          <v:shape id="_x0000_i1258" type="#_x0000_t75" alt="eqId7961af3ab4513e4e8eaa061eaf697bd5" style="width:51pt;height:27pt" o:ole="">
            <v:imagedata r:id="rId188" o:title="eqId7961af3ab4513e4e8eaa061eaf697bd5"/>
          </v:shape>
          <o:OLEObject Type="Embed" ProgID="Equation.DSMT4" ShapeID="_x0000_i1258" DrawAspect="Content" ObjectID="_1771234961" r:id="rId189"/>
        </w:object>
      </w:r>
      <w:r w:rsidRPr="004C38B0">
        <w:rPr>
          <w:rFonts w:ascii="Times New Roman" w:eastAsia="宋体" w:hAnsi="Times New Roman" w:cs="Times New Roman"/>
        </w:rPr>
        <w:t>，故</w:t>
      </w:r>
      <w:r w:rsidRPr="004C38B0">
        <w:rPr>
          <w:rFonts w:ascii="Times New Roman" w:eastAsia="宋体" w:hAnsi="Times New Roman" w:cs="Times New Roman"/>
        </w:rPr>
        <w:object w:dxaOrig="4242" w:dyaOrig="539">
          <v:shape id="_x0000_i1259" type="#_x0000_t75" alt="eqIdd484b9197ce320129753026292e2c8ab" style="width:212.25pt;height:27pt" o:ole="">
            <v:imagedata r:id="rId190" o:title="eqIdd484b9197ce320129753026292e2c8ab"/>
          </v:shape>
          <o:OLEObject Type="Embed" ProgID="Equation.DSMT4" ShapeID="_x0000_i1259" DrawAspect="Content" ObjectID="_1771234962" r:id="rId191"/>
        </w:object>
      </w:r>
      <w:r w:rsidRPr="004C38B0">
        <w:rPr>
          <w:rFonts w:ascii="Times New Roman" w:eastAsia="宋体" w:hAnsi="Times New Roman" w:cs="Times New Roman"/>
        </w:rPr>
        <w:object w:dxaOrig="3098" w:dyaOrig="546">
          <v:shape id="_x0000_i1260" type="#_x0000_t75" alt="eqId318b62a36114885f2d0a72e07a421857" style="width:155.25pt;height:27pt" o:ole="">
            <v:imagedata r:id="rId192" o:title="eqId318b62a36114885f2d0a72e07a421857"/>
          </v:shape>
          <o:OLEObject Type="Embed" ProgID="Equation.DSMT4" ShapeID="_x0000_i1260" DrawAspect="Content" ObjectID="_1771234963" r:id="rId193"/>
        </w:object>
      </w:r>
      <w:r w:rsidRPr="004C38B0">
        <w:rPr>
          <w:rFonts w:ascii="Times New Roman" w:eastAsia="宋体" w:hAnsi="Times New Roman" w:cs="Times New Roman"/>
        </w:rPr>
        <w:t>，故</w:t>
      </w:r>
      <w:r w:rsidRPr="004C38B0">
        <w:rPr>
          <w:rFonts w:ascii="Times New Roman" w:eastAsia="宋体" w:hAnsi="Times New Roman" w:cs="Times New Roman"/>
        </w:rPr>
        <w:object w:dxaOrig="2006" w:dyaOrig="548">
          <v:shape id="_x0000_i1261" type="#_x0000_t75" alt="eqId133d1a15bec995621feea9bd0833c561" style="width:100.5pt;height:27.75pt" o:ole="">
            <v:imagedata r:id="rId194" o:title="eqId133d1a15bec995621feea9bd0833c561"/>
          </v:shape>
          <o:OLEObject Type="Embed" ProgID="Equation.DSMT4" ShapeID="_x0000_i1261" DrawAspect="Content" ObjectID="_1771234964" r:id="rId195"/>
        </w:object>
      </w:r>
      <w:r w:rsidRPr="004C38B0">
        <w:rPr>
          <w:rFonts w:ascii="Times New Roman" w:eastAsia="宋体" w:hAnsi="Times New Roman" w:cs="Times New Roman"/>
        </w:rPr>
        <w:t>；又</w:t>
      </w:r>
      <w:r w:rsidRPr="004C38B0">
        <w:rPr>
          <w:rFonts w:ascii="Times New Roman" w:eastAsia="宋体" w:hAnsi="Times New Roman" w:cs="Times New Roman"/>
        </w:rPr>
        <w:object w:dxaOrig="1671" w:dyaOrig="540">
          <v:shape id="_x0000_i1262" type="#_x0000_t75" alt="eqIde828b8edf7a8f2cdcfceb13a4e05bf6e" style="width:83.25pt;height:27pt" o:ole="">
            <v:imagedata r:id="rId196" o:title="eqIde828b8edf7a8f2cdcfceb13a4e05bf6e"/>
          </v:shape>
          <o:OLEObject Type="Embed" ProgID="Equation.DSMT4" ShapeID="_x0000_i1262" DrawAspect="Content" ObjectID="_1771234965" r:id="rId197"/>
        </w:object>
      </w:r>
      <w:r w:rsidRPr="004C38B0">
        <w:rPr>
          <w:rFonts w:ascii="Times New Roman" w:eastAsia="宋体" w:hAnsi="Times New Roman" w:cs="Times New Roman"/>
        </w:rPr>
        <w:t>，而</w:t>
      </w:r>
      <w:r w:rsidRPr="004C38B0">
        <w:rPr>
          <w:rFonts w:ascii="Times New Roman" w:eastAsia="宋体" w:hAnsi="Times New Roman" w:cs="Times New Roman"/>
        </w:rPr>
        <w:object w:dxaOrig="968" w:dyaOrig="302">
          <v:shape id="_x0000_i1263" type="#_x0000_t75" alt="eqId4e4425dc7c346e4597c0521d7f636174" style="width:48.75pt;height:15pt" o:ole="">
            <v:imagedata r:id="rId198" o:title="eqId4e4425dc7c346e4597c0521d7f636174"/>
          </v:shape>
          <o:OLEObject Type="Embed" ProgID="Equation.DSMT4" ShapeID="_x0000_i1263" DrawAspect="Content" ObjectID="_1771234966" r:id="rId199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1021" w:dyaOrig="331">
          <v:shape id="_x0000_i1264" type="#_x0000_t75" alt="eqId0d3605b320cae7b4a85aa273dfb7e606" style="width:51pt;height:16.5pt" o:ole="">
            <v:imagedata r:id="rId200" o:title="eqId0d3605b320cae7b4a85aa273dfb7e606"/>
          </v:shape>
          <o:OLEObject Type="Embed" ProgID="Equation.DSMT4" ShapeID="_x0000_i1264" DrawAspect="Content" ObjectID="_1771234967" r:id="rId201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1866" w:dyaOrig="528">
          <v:shape id="_x0000_i1265" type="#_x0000_t75" alt="eqId1e94571c09bb312f372cab6d876c7bb1" style="width:93pt;height:26.25pt" o:ole="">
            <v:imagedata r:id="rId202" o:title="eqId1e94571c09bb312f372cab6d876c7bb1"/>
          </v:shape>
          <o:OLEObject Type="Embed" ProgID="Equation.DSMT4" ShapeID="_x0000_i1265" DrawAspect="Content" ObjectID="_1771234968" r:id="rId203"/>
        </w:object>
      </w:r>
      <w:r w:rsidRPr="004C38B0">
        <w:rPr>
          <w:rFonts w:ascii="Times New Roman" w:eastAsia="宋体" w:hAnsi="Times New Roman" w:cs="Times New Roman"/>
        </w:rPr>
        <w:t>，则</w:t>
      </w:r>
      <w:r w:rsidRPr="004C38B0">
        <w:rPr>
          <w:rFonts w:ascii="Times New Roman" w:eastAsia="宋体" w:hAnsi="Times New Roman" w:cs="Times New Roman"/>
        </w:rPr>
        <w:object w:dxaOrig="1936" w:dyaOrig="586">
          <v:shape id="_x0000_i1266" type="#_x0000_t75" alt="eqId4c9a3074d8a5a0225b7e9c8c27fda656" style="width:96.75pt;height:29.25pt" o:ole="">
            <v:imagedata r:id="rId204" o:title="eqId4c9a3074d8a5a0225b7e9c8c27fda656"/>
          </v:shape>
          <o:OLEObject Type="Embed" ProgID="Equation.DSMT4" ShapeID="_x0000_i1266" DrawAspect="Content" ObjectID="_1771234969" r:id="rId205"/>
        </w:object>
      </w:r>
      <w:r w:rsidRPr="004C38B0">
        <w:rPr>
          <w:rFonts w:ascii="Times New Roman" w:eastAsia="宋体" w:hAnsi="Times New Roman" w:cs="Times New Roman"/>
        </w:rPr>
        <w:t>，又</w:t>
      </w:r>
      <w:r w:rsidRPr="004C38B0">
        <w:rPr>
          <w:rFonts w:ascii="Times New Roman" w:eastAsia="宋体" w:hAnsi="Times New Roman" w:cs="Times New Roman"/>
        </w:rPr>
        <w:object w:dxaOrig="686" w:dyaOrig="274">
          <v:shape id="_x0000_i1267" type="#_x0000_t75" alt="eqId927456b0989846a2f1573844bbaa2105" style="width:34.5pt;height:13.5pt" o:ole="">
            <v:imagedata r:id="rId206" o:title="eqId927456b0989846a2f1573844bbaa2105"/>
          </v:shape>
          <o:OLEObject Type="Embed" ProgID="Equation.DSMT4" ShapeID="_x0000_i1267" DrawAspect="Content" ObjectID="_1771234970" r:id="rId207"/>
        </w:object>
      </w:r>
      <w:r w:rsidRPr="004C38B0">
        <w:rPr>
          <w:rFonts w:ascii="Times New Roman" w:eastAsia="宋体" w:hAnsi="Times New Roman" w:cs="Times New Roman"/>
        </w:rPr>
        <w:t>三点共线，所以</w:t>
      </w:r>
      <w:r w:rsidRPr="004C38B0">
        <w:rPr>
          <w:rFonts w:ascii="Times New Roman" w:eastAsia="宋体" w:hAnsi="Times New Roman" w:cs="Times New Roman"/>
        </w:rPr>
        <w:object w:dxaOrig="1056" w:dyaOrig="581">
          <v:shape id="_x0000_i1268" type="#_x0000_t75" alt="eqId903fa61780e68d3627db15d0770fd3d6" style="width:52.5pt;height:29.25pt" o:ole="">
            <v:imagedata r:id="rId208" o:title="eqId903fa61780e68d3627db15d0770fd3d6"/>
          </v:shape>
          <o:OLEObject Type="Embed" ProgID="Equation.DSMT4" ShapeID="_x0000_i1268" DrawAspect="Content" ObjectID="_1771234971" r:id="rId209"/>
        </w:object>
      </w:r>
      <w:r w:rsidRPr="004C38B0">
        <w:rPr>
          <w:rFonts w:ascii="Times New Roman" w:eastAsia="宋体" w:hAnsi="Times New Roman" w:cs="Times New Roman"/>
        </w:rPr>
        <w:t>，结合已知可知</w:t>
      </w:r>
      <w:r w:rsidRPr="004C38B0">
        <w:rPr>
          <w:rFonts w:ascii="Times New Roman" w:eastAsia="宋体" w:hAnsi="Times New Roman" w:cs="Times New Roman"/>
        </w:rPr>
        <w:object w:dxaOrig="721" w:dyaOrig="275">
          <v:shape id="_x0000_i1269" type="#_x0000_t75" alt="eqId3ffb70efd6422e573bd974709a3ae296" style="width:36pt;height:13.5pt" o:ole="">
            <v:imagedata r:id="rId210" o:title="eqId3ffb70efd6422e573bd974709a3ae296"/>
          </v:shape>
          <o:OLEObject Type="Embed" ProgID="Equation.DSMT4" ShapeID="_x0000_i1269" DrawAspect="Content" ObjectID="_1771234972" r:id="rId211"/>
        </w:object>
      </w:r>
      <w:r w:rsidRPr="004C38B0">
        <w:rPr>
          <w:rFonts w:ascii="Times New Roman" w:eastAsia="宋体" w:hAnsi="Times New Roman" w:cs="Times New Roman"/>
        </w:rPr>
        <w:t>，故</w:t>
      </w:r>
      <w:r w:rsidRPr="004C38B0">
        <w:rPr>
          <w:rFonts w:ascii="Times New Roman" w:eastAsia="宋体" w:hAnsi="Times New Roman" w:cs="Times New Roman"/>
        </w:rPr>
        <w:object w:dxaOrig="6125" w:dyaOrig="651">
          <v:shape id="_x0000_i1270" type="#_x0000_t75" alt="eqId4125163d1c75ee9591f2cbfff2157a2c" style="width:306pt;height:32.25pt" o:ole="">
            <v:imagedata r:id="rId212" o:title="eqId4125163d1c75ee9591f2cbfff2157a2c"/>
          </v:shape>
          <o:OLEObject Type="Embed" ProgID="Equation.DSMT4" ShapeID="_x0000_i1270" DrawAspect="Content" ObjectID="_1771234973" r:id="rId213"/>
        </w:object>
      </w:r>
      <w:r w:rsidRPr="004C38B0">
        <w:rPr>
          <w:rFonts w:ascii="Times New Roman" w:eastAsia="宋体" w:hAnsi="Times New Roman" w:cs="Times New Roman"/>
        </w:rPr>
        <w:t>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当且仅当</w:t>
      </w:r>
      <w:r w:rsidRPr="004C38B0">
        <w:rPr>
          <w:rFonts w:ascii="Times New Roman" w:eastAsia="宋体" w:hAnsi="Times New Roman" w:cs="Times New Roman"/>
        </w:rPr>
        <w:object w:dxaOrig="809" w:dyaOrig="586">
          <v:shape id="_x0000_i1271" type="#_x0000_t75" alt="eqId44dd9bde7286b93cbe9077521faba251" style="width:40.5pt;height:29.25pt" o:ole="">
            <v:imagedata r:id="rId214" o:title="eqId44dd9bde7286b93cbe9077521faba251"/>
          </v:shape>
          <o:OLEObject Type="Embed" ProgID="Equation.DSMT4" ShapeID="_x0000_i1271" DrawAspect="Content" ObjectID="_1771234974" r:id="rId215"/>
        </w:object>
      </w:r>
      <w:r w:rsidRPr="004C38B0">
        <w:rPr>
          <w:rFonts w:ascii="Times New Roman" w:eastAsia="宋体" w:hAnsi="Times New Roman" w:cs="Times New Roman"/>
        </w:rPr>
        <w:t>，结合</w:t>
      </w:r>
      <w:r w:rsidRPr="004C38B0">
        <w:rPr>
          <w:rFonts w:ascii="Times New Roman" w:eastAsia="宋体" w:hAnsi="Times New Roman" w:cs="Times New Roman"/>
        </w:rPr>
        <w:object w:dxaOrig="1918" w:dyaOrig="577">
          <v:shape id="_x0000_i1272" type="#_x0000_t75" alt="eqIdfcc1342400d0d545e03bc9ad94089484" style="width:96pt;height:28.5pt" o:ole="">
            <v:imagedata r:id="rId216" o:title="eqIdfcc1342400d0d545e03bc9ad94089484"/>
          </v:shape>
          <o:OLEObject Type="Embed" ProgID="Equation.DSMT4" ShapeID="_x0000_i1272" DrawAspect="Content" ObjectID="_1771234975" r:id="rId217"/>
        </w:object>
      </w:r>
      <w:r w:rsidRPr="004C38B0">
        <w:rPr>
          <w:rFonts w:ascii="Times New Roman" w:eastAsia="宋体" w:hAnsi="Times New Roman" w:cs="Times New Roman"/>
        </w:rPr>
        <w:t>，即</w:t>
      </w:r>
      <w:r w:rsidRPr="004C38B0">
        <w:rPr>
          <w:rFonts w:ascii="Times New Roman" w:eastAsia="宋体" w:hAnsi="Times New Roman" w:cs="Times New Roman"/>
        </w:rPr>
        <w:object w:dxaOrig="1126" w:dyaOrig="1232">
          <v:shape id="_x0000_i1273" type="#_x0000_t75" alt="eqId51a5081ef709fb66d2318cdc616a9c4b" style="width:56.25pt;height:61.5pt" o:ole="">
            <v:imagedata r:id="rId218" o:title="eqId51a5081ef709fb66d2318cdc616a9c4b"/>
          </v:shape>
          <o:OLEObject Type="Embed" ProgID="Equation.DSMT4" ShapeID="_x0000_i1273" DrawAspect="Content" ObjectID="_1771234976" r:id="rId219"/>
        </w:object>
      </w:r>
      <w:r w:rsidRPr="004C38B0">
        <w:rPr>
          <w:rFonts w:ascii="Times New Roman" w:eastAsia="宋体" w:hAnsi="Times New Roman" w:cs="Times New Roman"/>
        </w:rPr>
        <w:t>时，取等号；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17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(1)</w:t>
      </w:r>
      <w:r w:rsidRPr="004C38B0">
        <w:rPr>
          <w:rFonts w:ascii="Times New Roman" w:eastAsia="宋体" w:hAnsi="Times New Roman" w:cs="Times New Roman"/>
        </w:rPr>
        <w:object w:dxaOrig="240" w:dyaOrig="620">
          <v:shape id="_x0000_i1475" type="#_x0000_t75" alt="eqId457eb5e0000350b102d387a80cf3476b" style="width:12pt;height:30.75pt" o:ole="">
            <v:imagedata r:id="rId220" o:title=""/>
          </v:shape>
          <o:OLEObject Type="Embed" ProgID="Equation.DSMT4" ShapeID="_x0000_i1475" DrawAspect="Content" ObjectID="_1771234977" r:id="rId221"/>
        </w:object>
      </w:r>
      <w:r w:rsidRPr="004C38B0">
        <w:rPr>
          <w:rFonts w:ascii="Times New Roman" w:eastAsia="宋体" w:hAnsi="Times New Roman" w:cs="Times New Roman"/>
        </w:rPr>
        <w:t xml:space="preserve">(2) </w:t>
      </w:r>
      <w:r w:rsidRPr="004C38B0">
        <w:rPr>
          <w:rFonts w:ascii="Times New Roman" w:eastAsia="宋体" w:hAnsi="Times New Roman" w:cs="Times New Roman"/>
        </w:rPr>
        <w:object w:dxaOrig="545" w:dyaOrig="545">
          <v:shape id="_x0000_i1476" type="#_x0000_t75" alt="eqId6386d8bdd292f449aeac03ef67116b31" style="width:27pt;height:27pt" o:ole="">
            <v:imagedata r:id="rId222" o:title="eqId6386d8bdd292f449aeac03ef67116b31"/>
          </v:shape>
          <o:OLEObject Type="Embed" ProgID="Equation.DSMT4" ShapeID="_x0000_i1476" DrawAspect="Content" ObjectID="_1771234978" r:id="rId223"/>
        </w:object>
      </w:r>
      <w:r w:rsidRPr="004C38B0">
        <w:rPr>
          <w:rFonts w:ascii="Times New Roman" w:eastAsia="宋体" w:hAnsi="Times New Roman" w:cs="Times New Roman"/>
        </w:rPr>
        <w:t>（</w:t>
      </w:r>
      <w:r w:rsidRPr="004C38B0">
        <w:rPr>
          <w:rFonts w:ascii="Times New Roman" w:eastAsia="宋体" w:hAnsi="Times New Roman" w:cs="Times New Roman"/>
        </w:rPr>
        <w:t>1</w:t>
      </w:r>
      <w:r w:rsidRPr="004C38B0">
        <w:rPr>
          <w:rFonts w:ascii="Times New Roman" w:eastAsia="宋体" w:hAnsi="Times New Roman" w:cs="Times New Roman"/>
        </w:rPr>
        <w:t>）</w:t>
      </w:r>
      <w:r w:rsidRPr="004C38B0">
        <w:rPr>
          <w:rFonts w:ascii="Times New Roman" w:eastAsia="宋体" w:hAnsi="Times New Roman" w:cs="Times New Roman"/>
        </w:rPr>
        <w:object w:dxaOrig="5650" w:dyaOrig="660">
          <v:shape id="_x0000_i1483" type="#_x0000_t75" alt="eqIdad1247f765994c31c3f77b49fcbec6ec" style="width:282.75pt;height:33pt" o:ole="">
            <v:imagedata r:id="rId224" o:title="eqIdad1247f765994c31c3f77b49fcbec6ec"/>
          </v:shape>
          <o:OLEObject Type="Embed" ProgID="Equation.DSMT4" ShapeID="_x0000_i1483" DrawAspect="Content" ObjectID="_1771234979" r:id="rId225"/>
        </w:object>
      </w:r>
      <w:r w:rsidRPr="004C38B0">
        <w:rPr>
          <w:rFonts w:ascii="Times New Roman" w:eastAsia="宋体" w:hAnsi="Times New Roman" w:cs="Times New Roman"/>
        </w:rPr>
        <w:t>．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object w:dxaOrig="5562" w:dyaOrig="825">
          <v:shape id="_x0000_i1484" type="#_x0000_t75" alt="eqId50d1b3085e860d69ff6919d603d37272" style="width:278.25pt;height:41.25pt" o:ole="">
            <v:imagedata r:id="rId226" o:title="eqId50d1b3085e860d69ff6919d603d37272"/>
          </v:shape>
          <o:OLEObject Type="Embed" ProgID="Equation.DSMT4" ShapeID="_x0000_i1484" DrawAspect="Content" ObjectID="_1771234980" r:id="rId227"/>
        </w:object>
      </w:r>
      <w:r w:rsidRPr="004C38B0">
        <w:rPr>
          <w:rFonts w:ascii="Times New Roman" w:eastAsia="宋体" w:hAnsi="Times New Roman" w:cs="Times New Roman"/>
        </w:rPr>
        <w:object w:dxaOrig="1918" w:dyaOrig="582">
          <v:shape id="_x0000_i1485" type="#_x0000_t75" alt="eqIdc647b4fb20fe522bc7108d922e692cb0" style="width:96pt;height:29.25pt" o:ole="">
            <v:imagedata r:id="rId228" o:title="eqIdc647b4fb20fe522bc7108d922e692cb0"/>
          </v:shape>
          <o:OLEObject Type="Embed" ProgID="Equation.DSMT4" ShapeID="_x0000_i1485" DrawAspect="Content" ObjectID="_1771234981" r:id="rId229"/>
        </w:object>
      </w:r>
      <w:r w:rsidRPr="004C38B0">
        <w:rPr>
          <w:rFonts w:ascii="Times New Roman" w:eastAsia="宋体" w:hAnsi="Times New Roman" w:cs="Times New Roman"/>
        </w:rPr>
        <w:t>．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（</w:t>
      </w:r>
      <w:r w:rsidRPr="004C38B0">
        <w:rPr>
          <w:rFonts w:ascii="Times New Roman" w:eastAsia="宋体" w:hAnsi="Times New Roman" w:cs="Times New Roman"/>
        </w:rPr>
        <w:t>2</w:t>
      </w:r>
      <w:r w:rsidRPr="004C38B0">
        <w:rPr>
          <w:rFonts w:ascii="Times New Roman" w:eastAsia="宋体" w:hAnsi="Times New Roman" w:cs="Times New Roman"/>
        </w:rPr>
        <w:t>）由题意可知：</w:t>
      </w:r>
      <w:r w:rsidRPr="004C38B0">
        <w:rPr>
          <w:rFonts w:ascii="Times New Roman" w:eastAsia="宋体" w:hAnsi="Times New Roman" w:cs="Times New Roman"/>
        </w:rPr>
        <w:object w:dxaOrig="3731" w:dyaOrig="593">
          <v:shape id="_x0000_i1477" type="#_x0000_t75" alt="eqId9a9a3970dbe7ed64b7d29e60297fb4c1" style="width:186.75pt;height:30pt" o:ole="">
            <v:imagedata r:id="rId230" o:title="eqId9a9a3970dbe7ed64b7d29e60297fb4c1"/>
          </v:shape>
          <o:OLEObject Type="Embed" ProgID="Equation.DSMT4" ShapeID="_x0000_i1477" DrawAspect="Content" ObjectID="_1771234982" r:id="rId231"/>
        </w:object>
      </w:r>
      <w:r w:rsidRPr="004C38B0">
        <w:rPr>
          <w:rFonts w:ascii="宋体" w:eastAsia="宋体" w:hAnsi="宋体" w:cs="宋体" w:hint="eastAsia"/>
        </w:rPr>
        <w:t>∴</w:t>
      </w:r>
      <w:r w:rsidRPr="004C38B0">
        <w:rPr>
          <w:rFonts w:ascii="Times New Roman" w:eastAsia="宋体" w:hAnsi="Times New Roman" w:cs="Times New Roman"/>
        </w:rPr>
        <w:object w:dxaOrig="1285" w:dyaOrig="596">
          <v:shape id="_x0000_i1478" type="#_x0000_t75" alt="eqId080acf8356948d74dde86509b4112f54" style="width:64.5pt;height:30pt" o:ole="">
            <v:imagedata r:id="rId232" o:title="eqId080acf8356948d74dde86509b4112f54"/>
          </v:shape>
          <o:OLEObject Type="Embed" ProgID="Equation.DSMT4" ShapeID="_x0000_i1478" DrawAspect="Content" ObjectID="_1771234983" r:id="rId233"/>
        </w:object>
      </w:r>
      <w:r w:rsidRPr="004C38B0">
        <w:rPr>
          <w:rFonts w:ascii="Times New Roman" w:eastAsia="宋体" w:hAnsi="Times New Roman" w:cs="Times New Roman"/>
        </w:rPr>
        <w:t>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宋体" w:eastAsia="宋体" w:hAnsi="宋体" w:cs="宋体" w:hint="eastAsia"/>
        </w:rPr>
        <w:t>∴</w:t>
      </w:r>
      <w:r w:rsidRPr="004C38B0">
        <w:rPr>
          <w:rFonts w:ascii="Times New Roman" w:eastAsia="宋体" w:hAnsi="Times New Roman" w:cs="Times New Roman"/>
        </w:rPr>
        <w:object w:dxaOrig="1513" w:dyaOrig="539">
          <v:shape id="_x0000_i1479" type="#_x0000_t75" alt="eqIdecb83db8fe7c0e20873c33766e40c6dd" style="width:75.75pt;height:27pt" o:ole="">
            <v:imagedata r:id="rId234" o:title="eqIdecb83db8fe7c0e20873c33766e40c6dd"/>
          </v:shape>
          <o:OLEObject Type="Embed" ProgID="Equation.DSMT4" ShapeID="_x0000_i1479" DrawAspect="Content" ObjectID="_1771234984" r:id="rId235"/>
        </w:object>
      </w:r>
      <w:r w:rsidRPr="004C38B0">
        <w:rPr>
          <w:rFonts w:ascii="Times New Roman" w:eastAsia="宋体" w:hAnsi="Times New Roman" w:cs="Times New Roman"/>
        </w:rPr>
        <w:object w:dxaOrig="5192" w:dyaOrig="357">
          <v:shape id="_x0000_i1480" type="#_x0000_t75" alt="eqIdf1dd09ca87982255beed21ccf37718d0" style="width:259.5pt;height:18pt" o:ole="">
            <v:imagedata r:id="rId236" o:title="eqIdf1dd09ca87982255beed21ccf37718d0"/>
          </v:shape>
          <o:OLEObject Type="Embed" ProgID="Equation.DSMT4" ShapeID="_x0000_i1480" DrawAspect="Content" ObjectID="_1771234985" r:id="rId237"/>
        </w:object>
      </w:r>
      <w:r w:rsidRPr="004C38B0">
        <w:rPr>
          <w:rFonts w:ascii="Times New Roman" w:eastAsia="宋体" w:hAnsi="Times New Roman" w:cs="Times New Roman"/>
        </w:rPr>
        <w:object w:dxaOrig="2939" w:dyaOrig="640">
          <v:shape id="_x0000_i1481" type="#_x0000_t75" alt="eqId8953b0cc1596d77e590761584ebb1f11" style="width:147pt;height:32.25pt" o:ole="">
            <v:imagedata r:id="rId238" o:title="eqId8953b0cc1596d77e590761584ebb1f11"/>
          </v:shape>
          <o:OLEObject Type="Embed" ProgID="Equation.DSMT4" ShapeID="_x0000_i1481" DrawAspect="Content" ObjectID="_1771234986" r:id="rId239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宋体" w:eastAsia="宋体" w:hAnsi="宋体" w:cs="宋体" w:hint="eastAsia"/>
        </w:rPr>
        <w:t>∴</w:t>
      </w:r>
      <w:r w:rsidRPr="004C38B0">
        <w:rPr>
          <w:rFonts w:ascii="Times New Roman" w:eastAsia="宋体" w:hAnsi="Times New Roman" w:cs="Times New Roman"/>
        </w:rPr>
        <w:object w:dxaOrig="3802" w:dyaOrig="541">
          <v:shape id="_x0000_i1482" type="#_x0000_t75" alt="eqId353ddece107aefa5ade0e6699a9c0488" style="width:189.75pt;height:27pt" o:ole="">
            <v:imagedata r:id="rId240" o:title="eqId353ddece107aefa5ade0e6699a9c0488"/>
          </v:shape>
          <o:OLEObject Type="Embed" ProgID="Equation.DSMT4" ShapeID="_x0000_i1482" DrawAspect="Content" ObjectID="_1771234987" r:id="rId241"/>
        </w:object>
      </w:r>
      <w:r w:rsidRPr="004C38B0">
        <w:rPr>
          <w:rFonts w:ascii="Times New Roman" w:eastAsia="宋体" w:hAnsi="Times New Roman" w:cs="Times New Roman"/>
        </w:rPr>
        <w:t>.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18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(1)</w:t>
      </w:r>
      <w:r w:rsidRPr="004C38B0">
        <w:rPr>
          <w:rFonts w:ascii="Times New Roman" w:eastAsia="宋体" w:hAnsi="Times New Roman" w:cs="Times New Roman"/>
        </w:rPr>
        <w:object w:dxaOrig="352" w:dyaOrig="548">
          <v:shape id="_x0000_i1281" type="#_x0000_t75" alt="eqIdaf6ddf31b7d9225a4239883af72d153b" style="width:17.25pt;height:27.75pt" o:ole="">
            <v:imagedata r:id="rId242" o:title="eqIdaf6ddf31b7d9225a4239883af72d153b"/>
          </v:shape>
          <o:OLEObject Type="Embed" ProgID="Equation.DSMT4" ShapeID="_x0000_i1281" DrawAspect="Content" ObjectID="_1771234988" r:id="rId243"/>
        </w:object>
      </w:r>
      <w:r>
        <w:rPr>
          <w:rFonts w:ascii="Times New Roman" w:eastAsia="宋体" w:hAnsi="Times New Roman" w:cs="Times New Roman"/>
        </w:rPr>
        <w:t xml:space="preserve">  </w:t>
      </w:r>
      <w:r w:rsidRPr="004C38B0">
        <w:rPr>
          <w:rFonts w:ascii="Times New Roman" w:eastAsia="宋体" w:hAnsi="Times New Roman" w:cs="Times New Roman"/>
        </w:rPr>
        <w:t>(2)</w:t>
      </w:r>
      <w:r>
        <w:rPr>
          <w:rFonts w:ascii="Times New Roman" w:eastAsia="宋体" w:hAnsi="Times New Roman" w:cs="Times New Roman"/>
        </w:rPr>
        <w:t xml:space="preserve"> </w:t>
      </w:r>
      <w:r w:rsidRPr="004C38B0">
        <w:rPr>
          <w:rFonts w:ascii="Times New Roman" w:eastAsia="宋体" w:hAnsi="Times New Roman" w:cs="Times New Roman"/>
        </w:rPr>
        <w:object w:dxaOrig="510" w:dyaOrig="322">
          <v:shape id="_x0000_i1282" type="#_x0000_t75" alt="eqId38acfaa0f912c2598cc341ec98da8a08" style="width:25.5pt;height:15.75pt" o:ole="">
            <v:imagedata r:id="rId244" o:title="eqId38acfaa0f912c2598cc341ec98da8a08"/>
          </v:shape>
          <o:OLEObject Type="Embed" ProgID="Equation.DSMT4" ShapeID="_x0000_i1282" DrawAspect="Content" ObjectID="_1771234989" r:id="rId245"/>
        </w:object>
      </w:r>
      <w:r>
        <w:rPr>
          <w:rFonts w:ascii="Times New Roman" w:eastAsia="宋体" w:hAnsi="Times New Roman" w:cs="Times New Roman"/>
        </w:rPr>
        <w:t xml:space="preserve">  </w:t>
      </w:r>
      <w:r w:rsidRPr="004C38B0">
        <w:rPr>
          <w:rFonts w:ascii="Times New Roman" w:eastAsia="宋体" w:hAnsi="Times New Roman" w:cs="Times New Roman"/>
        </w:rPr>
        <w:t>(3)12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（</w:t>
      </w:r>
      <w:r w:rsidRPr="004C38B0">
        <w:rPr>
          <w:rFonts w:ascii="Times New Roman" w:eastAsia="宋体" w:hAnsi="Times New Roman" w:cs="Times New Roman"/>
        </w:rPr>
        <w:t>1</w:t>
      </w:r>
      <w:r w:rsidRPr="004C38B0">
        <w:rPr>
          <w:rFonts w:ascii="Times New Roman" w:eastAsia="宋体" w:hAnsi="Times New Roman" w:cs="Times New Roman"/>
        </w:rPr>
        <w:t>）因为</w:t>
      </w:r>
      <w:r w:rsidRPr="004C38B0">
        <w:rPr>
          <w:rFonts w:ascii="Times New Roman" w:eastAsia="宋体" w:hAnsi="Times New Roman" w:cs="Times New Roman"/>
        </w:rPr>
        <w:object w:dxaOrig="1003" w:dyaOrig="422">
          <v:shape id="_x0000_i1283" type="#_x0000_t75" alt="eqIdd2355300703b9d8754853c7b822d1b6d" style="width:50.25pt;height:21pt" o:ole="">
            <v:imagedata r:id="rId246" o:title="eqIdd2355300703b9d8754853c7b822d1b6d"/>
          </v:shape>
          <o:OLEObject Type="Embed" ProgID="Equation.DSMT4" ShapeID="_x0000_i1283" DrawAspect="Content" ObjectID="_1771234990" r:id="rId247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2129" w:dyaOrig="423">
          <v:shape id="_x0000_i1284" type="#_x0000_t75" alt="eqId9e249b117fdf591b71cfa33bfe40efc8" style="width:106.5pt;height:21pt" o:ole="">
            <v:imagedata r:id="rId248" o:title="eqId9e249b117fdf591b71cfa33bfe40efc8"/>
          </v:shape>
          <o:OLEObject Type="Embed" ProgID="Equation.DSMT4" ShapeID="_x0000_i1284" DrawAspect="Content" ObjectID="_1771234991" r:id="rId249"/>
        </w:object>
      </w:r>
      <w:r w:rsidRPr="004C38B0">
        <w:rPr>
          <w:rFonts w:ascii="Times New Roman" w:eastAsia="宋体" w:hAnsi="Times New Roman" w:cs="Times New Roman"/>
        </w:rPr>
        <w:t>，又</w:t>
      </w:r>
      <w:r w:rsidRPr="004C38B0">
        <w:rPr>
          <w:rFonts w:ascii="Times New Roman" w:eastAsia="宋体" w:hAnsi="Times New Roman" w:cs="Times New Roman"/>
        </w:rPr>
        <w:object w:dxaOrig="563" w:dyaOrig="353">
          <v:shape id="_x0000_i1285" type="#_x0000_t75" alt="eqId4f9f06edba76f131282dbec552d83225" style="width:28.5pt;height:18pt" o:ole="">
            <v:imagedata r:id="rId250" o:title="eqId4f9f06edba76f131282dbec552d83225"/>
          </v:shape>
          <o:OLEObject Type="Embed" ProgID="Equation.DSMT4" ShapeID="_x0000_i1285" DrawAspect="Content" ObjectID="_1771234992" r:id="rId251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563" w:dyaOrig="419">
          <v:shape id="_x0000_i1286" type="#_x0000_t75" alt="eqId98d6adb1944e97f196b672e54498d416" style="width:28.5pt;height:21pt" o:ole="">
            <v:imagedata r:id="rId252" o:title="eqId98d6adb1944e97f196b672e54498d416"/>
          </v:shape>
          <o:OLEObject Type="Embed" ProgID="Equation.DSMT4" ShapeID="_x0000_i1286" DrawAspect="Content" ObjectID="_1771234993" r:id="rId253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1901" w:dyaOrig="330">
          <v:shape id="_x0000_i1287" type="#_x0000_t75" alt="eqId2081ffef341af6308c7bb3d2c265ded9" style="width:95.25pt;height:16.5pt" o:ole="">
            <v:imagedata r:id="rId254" o:title="eqId2081ffef341af6308c7bb3d2c265ded9"/>
          </v:shape>
          <o:OLEObject Type="Embed" ProgID="Equation.DSMT4" ShapeID="_x0000_i1287" DrawAspect="Content" ObjectID="_1771234994" r:id="rId255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1179" w:dyaOrig="543">
          <v:shape id="_x0000_i1288" type="#_x0000_t75" alt="eqId1075928ac78451b279174a6ddd9b949f" style="width:59.25pt;height:27pt" o:ole="">
            <v:imagedata r:id="rId256" o:title="eqId1075928ac78451b279174a6ddd9b949f"/>
          </v:shape>
          <o:OLEObject Type="Embed" ProgID="Equation.DSMT4" ShapeID="_x0000_i1288" DrawAspect="Content" ObjectID="_1771234995" r:id="rId257"/>
        </w:object>
      </w:r>
      <w:r w:rsidR="00DE624C">
        <w:rPr>
          <w:rFonts w:ascii="Times New Roman" w:eastAsia="宋体" w:hAnsi="Times New Roman" w:cs="Times New Roman"/>
        </w:rPr>
        <w:t>.</w:t>
      </w:r>
      <w:r w:rsidRPr="004C38B0">
        <w:rPr>
          <w:rFonts w:ascii="Times New Roman" w:eastAsia="宋体" w:hAnsi="Times New Roman" w:cs="Times New Roman"/>
        </w:rPr>
        <w:t>（</w:t>
      </w:r>
      <w:r w:rsidRPr="004C38B0">
        <w:rPr>
          <w:rFonts w:ascii="Times New Roman" w:eastAsia="宋体" w:hAnsi="Times New Roman" w:cs="Times New Roman"/>
        </w:rPr>
        <w:t>2</w:t>
      </w:r>
      <w:r w:rsidRPr="004C38B0">
        <w:rPr>
          <w:rFonts w:ascii="Times New Roman" w:eastAsia="宋体" w:hAnsi="Times New Roman" w:cs="Times New Roman"/>
        </w:rPr>
        <w:t>）由（</w:t>
      </w:r>
      <w:r w:rsidRPr="004C38B0">
        <w:rPr>
          <w:rFonts w:ascii="Times New Roman" w:eastAsia="宋体" w:hAnsi="Times New Roman" w:cs="Times New Roman"/>
        </w:rPr>
        <w:t>1</w:t>
      </w:r>
      <w:r w:rsidRPr="004C38B0">
        <w:rPr>
          <w:rFonts w:ascii="Times New Roman" w:eastAsia="宋体" w:hAnsi="Times New Roman" w:cs="Times New Roman"/>
        </w:rPr>
        <w:t>）知</w:t>
      </w:r>
      <w:r w:rsidRPr="004C38B0">
        <w:rPr>
          <w:rFonts w:ascii="Times New Roman" w:eastAsia="宋体" w:hAnsi="Times New Roman" w:cs="Times New Roman"/>
        </w:rPr>
        <w:object w:dxaOrig="1443" w:dyaOrig="395">
          <v:shape id="_x0000_i1289" type="#_x0000_t75" alt="eqId7b9f7ffaa375763429d600efca93f2c8" style="width:1in;height:19.5pt" o:ole="">
            <v:imagedata r:id="rId258" o:title="eqId7b9f7ffaa375763429d600efca93f2c8"/>
          </v:shape>
          <o:OLEObject Type="Embed" ProgID="Equation.DSMT4" ShapeID="_x0000_i1289" DrawAspect="Content" ObjectID="_1771234996" r:id="rId259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4752" w:dyaOrig="462">
          <v:shape id="_x0000_i1290" type="#_x0000_t75" alt="eqIdb73b1df0f443f6fcd9ac370ce7f943b8" style="width:237.75pt;height:23.25pt" o:ole="">
            <v:imagedata r:id="rId260" o:title="eqIdb73b1df0f443f6fcd9ac370ce7f943b8"/>
          </v:shape>
          <o:OLEObject Type="Embed" ProgID="Equation.DSMT4" ShapeID="_x0000_i1290" DrawAspect="Content" ObjectID="_1771234997" r:id="rId261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1337" w:dyaOrig="424">
          <v:shape id="_x0000_i1291" type="#_x0000_t75" alt="eqId7bc0f1b1982af627b182fd8152ce3185" style="width:66.75pt;height:21pt" o:ole="">
            <v:imagedata r:id="rId262" o:title="eqId7bc0f1b1982af627b182fd8152ce3185"/>
          </v:shape>
          <o:OLEObject Type="Embed" ProgID="Equation.DSMT4" ShapeID="_x0000_i1291" DrawAspect="Content" ObjectID="_1771234998" r:id="rId263"/>
        </w:object>
      </w:r>
      <w:r w:rsidRPr="004C38B0">
        <w:rPr>
          <w:rFonts w:ascii="Times New Roman" w:eastAsia="宋体" w:hAnsi="Times New Roman" w:cs="Times New Roman"/>
        </w:rPr>
        <w:t>．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（</w:t>
      </w:r>
      <w:r w:rsidRPr="004C38B0">
        <w:rPr>
          <w:rFonts w:ascii="Times New Roman" w:eastAsia="宋体" w:hAnsi="Times New Roman" w:cs="Times New Roman"/>
        </w:rPr>
        <w:t>3</w:t>
      </w:r>
      <w:r w:rsidRPr="004C38B0">
        <w:rPr>
          <w:rFonts w:ascii="Times New Roman" w:eastAsia="宋体" w:hAnsi="Times New Roman" w:cs="Times New Roman"/>
        </w:rPr>
        <w:t>）由（</w:t>
      </w:r>
      <w:r w:rsidRPr="004C38B0">
        <w:rPr>
          <w:rFonts w:ascii="Times New Roman" w:eastAsia="宋体" w:hAnsi="Times New Roman" w:cs="Times New Roman"/>
        </w:rPr>
        <w:t>1</w:t>
      </w:r>
      <w:r w:rsidRPr="004C38B0">
        <w:rPr>
          <w:rFonts w:ascii="Times New Roman" w:eastAsia="宋体" w:hAnsi="Times New Roman" w:cs="Times New Roman"/>
        </w:rPr>
        <w:t>）知</w:t>
      </w:r>
      <w:r w:rsidRPr="004C38B0">
        <w:rPr>
          <w:rFonts w:ascii="Times New Roman" w:eastAsia="宋体" w:hAnsi="Times New Roman" w:cs="Times New Roman"/>
        </w:rPr>
        <w:object w:dxaOrig="1179" w:dyaOrig="543">
          <v:shape id="_x0000_i1292" type="#_x0000_t75" alt="eqId1075928ac78451b279174a6ddd9b949f" style="width:59.25pt;height:27pt" o:ole="">
            <v:imagedata r:id="rId256" o:title="eqId1075928ac78451b279174a6ddd9b949f"/>
          </v:shape>
          <o:OLEObject Type="Embed" ProgID="Equation.DSMT4" ShapeID="_x0000_i1292" DrawAspect="Content" ObjectID="_1771234999" r:id="rId264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1021" w:dyaOrig="331">
          <v:shape id="_x0000_i1293" type="#_x0000_t75" alt="eqId7886ee03ed550b31bb4e3d66bcd92216" style="width:51pt;height:16.5pt" o:ole="">
            <v:imagedata r:id="rId265" o:title="eqId7886ee03ed550b31bb4e3d66bcd92216"/>
          </v:shape>
          <o:OLEObject Type="Embed" ProgID="Equation.DSMT4" ShapeID="_x0000_i1293" DrawAspect="Content" ObjectID="_1771235000" r:id="rId266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2200" w:dyaOrig="698">
          <v:shape id="_x0000_i1294" type="#_x0000_t75" alt="eqId47d03982593859b25525caae293e0d19" style="width:110.25pt;height:35.25pt" o:ole="">
            <v:imagedata r:id="rId267" o:title="eqId47d03982593859b25525caae293e0d19"/>
          </v:shape>
          <o:OLEObject Type="Embed" ProgID="Equation.DSMT4" ShapeID="_x0000_i1294" DrawAspect="Content" ObjectID="_1771235001" r:id="rId268"/>
        </w:object>
      </w:r>
      <w:r w:rsidRPr="004C38B0">
        <w:rPr>
          <w:rFonts w:ascii="Times New Roman" w:eastAsia="宋体" w:hAnsi="Times New Roman" w:cs="Times New Roman"/>
        </w:rPr>
        <w:t>，所以平行四边形</w:t>
      </w:r>
      <w:r w:rsidRPr="004C38B0">
        <w:rPr>
          <w:rFonts w:ascii="Times New Roman" w:eastAsia="Times New Roman" w:hAnsi="Times New Roman" w:cs="Times New Roman"/>
          <w:i/>
        </w:rPr>
        <w:t>ABCD</w:t>
      </w:r>
      <w:r w:rsidRPr="004C38B0">
        <w:rPr>
          <w:rFonts w:ascii="Times New Roman" w:eastAsia="宋体" w:hAnsi="Times New Roman" w:cs="Times New Roman"/>
        </w:rPr>
        <w:t>的面积为</w:t>
      </w:r>
      <w:r w:rsidRPr="004C38B0">
        <w:rPr>
          <w:rFonts w:ascii="Times New Roman" w:eastAsia="宋体" w:hAnsi="Times New Roman" w:cs="Times New Roman"/>
        </w:rPr>
        <w:object w:dxaOrig="2358" w:dyaOrig="540">
          <v:shape id="_x0000_i1295" type="#_x0000_t75" alt="eqId119c16102f2dd15e91893e5cd5ab598c" style="width:117.75pt;height:27pt" o:ole="">
            <v:imagedata r:id="rId269" o:title="eqId119c16102f2dd15e91893e5cd5ab598c"/>
          </v:shape>
          <o:OLEObject Type="Embed" ProgID="Equation.DSMT4" ShapeID="_x0000_i1295" DrawAspect="Content" ObjectID="_1771235002" r:id="rId270"/>
        </w:object>
      </w:r>
      <w:r w:rsidRPr="004C38B0">
        <w:rPr>
          <w:rFonts w:ascii="Times New Roman" w:eastAsia="宋体" w:hAnsi="Times New Roman" w:cs="Times New Roman"/>
        </w:rPr>
        <w:t>．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lastRenderedPageBreak/>
        <w:t>19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(1)</w:t>
      </w:r>
      <w:r w:rsidRPr="004C38B0">
        <w:rPr>
          <w:rFonts w:ascii="Times New Roman" w:eastAsia="宋体" w:hAnsi="Times New Roman" w:cs="Times New Roman"/>
        </w:rPr>
        <w:object w:dxaOrig="2376" w:dyaOrig="594">
          <v:shape id="_x0000_i1296" type="#_x0000_t75" alt="eqId3456e3a6f4990a94333cc9d4ce2869b4" style="width:118.5pt;height:30pt" o:ole="">
            <v:imagedata r:id="rId271" o:title="eqId3456e3a6f4990a94333cc9d4ce2869b4"/>
          </v:shape>
          <o:OLEObject Type="Embed" ProgID="Equation.DSMT4" ShapeID="_x0000_i1296" DrawAspect="Content" ObjectID="_1771235003" r:id="rId272"/>
        </w:object>
      </w:r>
      <w:r>
        <w:rPr>
          <w:rFonts w:ascii="Times New Roman" w:eastAsia="宋体" w:hAnsi="Times New Roman" w:cs="Times New Roman" w:hint="eastAsia"/>
        </w:rPr>
        <w:t xml:space="preserve">   </w:t>
      </w:r>
      <w:r w:rsidRPr="004C38B0">
        <w:rPr>
          <w:rFonts w:ascii="Times New Roman" w:eastAsia="宋体" w:hAnsi="Times New Roman" w:cs="Times New Roman"/>
        </w:rPr>
        <w:t>(2)</w:t>
      </w:r>
      <w:r w:rsidRPr="004C38B0">
        <w:rPr>
          <w:rFonts w:ascii="Times New Roman" w:eastAsia="宋体" w:hAnsi="Times New Roman" w:cs="Times New Roman"/>
        </w:rPr>
        <w:object w:dxaOrig="1971" w:dyaOrig="595">
          <v:shape id="_x0000_i1297" type="#_x0000_t75" alt="eqIdd5f2abdac98e5b4822f14b6022405ff8" style="width:98.25pt;height:30pt" o:ole="">
            <v:imagedata r:id="rId273" o:title="eqIdd5f2abdac98e5b4822f14b6022405ff8"/>
          </v:shape>
          <o:OLEObject Type="Embed" ProgID="Equation.DSMT4" ShapeID="_x0000_i1297" DrawAspect="Content" ObjectID="_1771235004" r:id="rId274"/>
        </w:object>
      </w:r>
      <w:r>
        <w:rPr>
          <w:rFonts w:ascii="Times New Roman" w:eastAsia="宋体" w:hAnsi="Times New Roman" w:cs="Times New Roman" w:hint="eastAsia"/>
        </w:rPr>
        <w:t xml:space="preserve">   </w:t>
      </w:r>
      <w:r w:rsidRPr="004C38B0">
        <w:rPr>
          <w:rFonts w:ascii="Times New Roman" w:eastAsia="宋体" w:hAnsi="Times New Roman" w:cs="Times New Roman"/>
        </w:rPr>
        <w:t>(3)</w:t>
      </w:r>
      <w:r w:rsidRPr="004C38B0">
        <w:rPr>
          <w:rFonts w:ascii="Times New Roman" w:eastAsia="宋体" w:hAnsi="Times New Roman" w:cs="Times New Roman"/>
        </w:rPr>
        <w:object w:dxaOrig="915" w:dyaOrig="597">
          <v:shape id="_x0000_i1298" type="#_x0000_t75" alt="eqId4cb0dc635a694851f2b3e965dbe31d44" style="width:45.75pt;height:30pt" o:ole="">
            <v:imagedata r:id="rId275" o:title="eqId4cb0dc635a694851f2b3e965dbe31d44"/>
          </v:shape>
          <o:OLEObject Type="Embed" ProgID="Equation.DSMT4" ShapeID="_x0000_i1298" DrawAspect="Content" ObjectID="_1771235005" r:id="rId276"/>
        </w:object>
      </w:r>
      <w:r w:rsidRPr="004C38B0">
        <w:rPr>
          <w:rFonts w:ascii="Times New Roman" w:eastAsia="宋体" w:hAnsi="Times New Roman" w:cs="Times New Roman"/>
        </w:rPr>
        <w:t>．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（</w:t>
      </w:r>
      <w:r w:rsidRPr="004C38B0">
        <w:rPr>
          <w:rFonts w:ascii="Times New Roman" w:eastAsia="宋体" w:hAnsi="Times New Roman" w:cs="Times New Roman"/>
        </w:rPr>
        <w:t>1</w:t>
      </w:r>
      <w:r w:rsidRPr="004C38B0">
        <w:rPr>
          <w:rFonts w:ascii="Times New Roman" w:eastAsia="宋体" w:hAnsi="Times New Roman" w:cs="Times New Roman"/>
        </w:rPr>
        <w:t>）因为</w:t>
      </w:r>
      <w:r w:rsidRPr="004C38B0">
        <w:rPr>
          <w:rFonts w:ascii="Times New Roman" w:eastAsia="宋体" w:hAnsi="Times New Roman" w:cs="Times New Roman"/>
        </w:rPr>
        <w:object w:dxaOrig="3379" w:dyaOrig="370">
          <v:shape id="_x0000_i1302" type="#_x0000_t75" alt="eqId0ebcfdd0d5319310d79ec9b056775da3" style="width:168.75pt;height:18.75pt" o:ole="">
            <v:imagedata r:id="rId277" o:title="eqId0ebcfdd0d5319310d79ec9b056775da3"/>
          </v:shape>
          <o:OLEObject Type="Embed" ProgID="Equation.DSMT4" ShapeID="_x0000_i1302" DrawAspect="Content" ObjectID="_1771235006" r:id="rId278"/>
        </w:object>
      </w:r>
      <w:r w:rsidRPr="004C38B0">
        <w:rPr>
          <w:rFonts w:ascii="Times New Roman" w:eastAsia="宋体" w:hAnsi="Times New Roman" w:cs="Times New Roman"/>
        </w:rPr>
        <w:object w:dxaOrig="3115" w:dyaOrig="383">
          <v:shape id="_x0000_i1303" type="#_x0000_t75" alt="eqId948d6d77b34c1a20108a3a5ebe783966" style="width:156pt;height:19.5pt" o:ole="">
            <v:imagedata r:id="rId279" o:title="eqId948d6d77b34c1a20108a3a5ebe783966"/>
          </v:shape>
          <o:OLEObject Type="Embed" ProgID="Equation.DSMT4" ShapeID="_x0000_i1303" DrawAspect="Content" ObjectID="_1771235007" r:id="rId280"/>
        </w:object>
      </w:r>
      <w:r w:rsidRPr="004C38B0">
        <w:rPr>
          <w:rFonts w:ascii="Times New Roman" w:eastAsia="宋体" w:hAnsi="Times New Roman" w:cs="Times New Roman"/>
        </w:rPr>
        <w:t xml:space="preserve"> 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object w:dxaOrig="2165" w:dyaOrig="317">
          <v:shape id="_x0000_i1304" type="#_x0000_t75" alt="eqId7f23beda465455729f912857232d6343" style="width:108pt;height:15.75pt" o:ole="">
            <v:imagedata r:id="rId281" o:title="eqId7f23beda465455729f912857232d6343"/>
          </v:shape>
          <o:OLEObject Type="Embed" ProgID="Equation.DSMT4" ShapeID="_x0000_i1304" DrawAspect="Content" ObjectID="_1771235008" r:id="rId282"/>
        </w:object>
      </w:r>
      <w:r w:rsidRPr="004C38B0">
        <w:rPr>
          <w:rFonts w:ascii="Times New Roman" w:eastAsia="宋体" w:hAnsi="Times New Roman" w:cs="Times New Roman"/>
        </w:rPr>
        <w:object w:dxaOrig="2693" w:dyaOrig="700">
          <v:shape id="_x0000_i1305" type="#_x0000_t75" alt="eqId0043ed7d93e41215fe99ff3f42219dcc" style="width:135pt;height:35.25pt" o:ole="">
            <v:imagedata r:id="rId283" o:title="eqId0043ed7d93e41215fe99ff3f42219dcc"/>
          </v:shape>
          <o:OLEObject Type="Embed" ProgID="Equation.DSMT4" ShapeID="_x0000_i1305" DrawAspect="Content" ObjectID="_1771235009" r:id="rId284"/>
        </w:object>
      </w:r>
      <w:r w:rsidRPr="004C38B0">
        <w:rPr>
          <w:rFonts w:ascii="Times New Roman" w:eastAsia="宋体" w:hAnsi="Times New Roman" w:cs="Times New Roman"/>
        </w:rPr>
        <w:object w:dxaOrig="1848" w:dyaOrig="594">
          <v:shape id="_x0000_i1306" type="#_x0000_t75" alt="eqId57439628c9d6fb8bf13590460becab34" style="width:92.25pt;height:30pt" o:ole="">
            <v:imagedata r:id="rId285" o:title="eqId57439628c9d6fb8bf13590460becab34"/>
          </v:shape>
          <o:OLEObject Type="Embed" ProgID="Equation.DSMT4" ShapeID="_x0000_i1306" DrawAspect="Content" ObjectID="_1771235010" r:id="rId286"/>
        </w:object>
      </w:r>
      <w:r w:rsidRPr="004C38B0">
        <w:rPr>
          <w:rFonts w:ascii="Times New Roman" w:eastAsia="宋体" w:hAnsi="Times New Roman" w:cs="Times New Roman"/>
        </w:rPr>
        <w:t>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由</w:t>
      </w:r>
      <w:r w:rsidRPr="004C38B0">
        <w:rPr>
          <w:rFonts w:ascii="Times New Roman" w:eastAsia="宋体" w:hAnsi="Times New Roman" w:cs="Times New Roman"/>
        </w:rPr>
        <w:object w:dxaOrig="3080" w:dyaOrig="556">
          <v:shape id="_x0000_i1307" type="#_x0000_t75" alt="eqIdb84d032c48efd9585c0bbd6882cc28af" style="width:153.75pt;height:27.75pt" o:ole="">
            <v:imagedata r:id="rId287" o:title="eqIdb84d032c48efd9585c0bbd6882cc28af"/>
          </v:shape>
          <o:OLEObject Type="Embed" ProgID="Equation.DSMT4" ShapeID="_x0000_i1307" DrawAspect="Content" ObjectID="_1771235011" r:id="rId288"/>
        </w:object>
      </w:r>
      <w:r w:rsidRPr="004C38B0">
        <w:rPr>
          <w:rFonts w:ascii="Times New Roman" w:eastAsia="宋体" w:hAnsi="Times New Roman" w:cs="Times New Roman"/>
        </w:rPr>
        <w:t>，得</w:t>
      </w:r>
      <w:r w:rsidRPr="004C38B0">
        <w:rPr>
          <w:rFonts w:ascii="Times New Roman" w:eastAsia="宋体" w:hAnsi="Times New Roman" w:cs="Times New Roman"/>
        </w:rPr>
        <w:object w:dxaOrig="2605" w:dyaOrig="556">
          <v:shape id="_x0000_i1308" type="#_x0000_t75" alt="eqId1ec128933ac279a1e592fea529f92c9c" style="width:130.5pt;height:27.75pt" o:ole="">
            <v:imagedata r:id="rId289" o:title="eqId1ec128933ac279a1e592fea529f92c9c"/>
          </v:shape>
          <o:OLEObject Type="Embed" ProgID="Equation.DSMT4" ShapeID="_x0000_i1308" DrawAspect="Content" ObjectID="_1771235012" r:id="rId290"/>
        </w:object>
      </w:r>
      <w:r w:rsidRPr="004C38B0">
        <w:rPr>
          <w:rFonts w:ascii="Times New Roman" w:eastAsia="宋体" w:hAnsi="Times New Roman" w:cs="Times New Roman"/>
        </w:rPr>
        <w:t>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所以</w:t>
      </w:r>
      <w:r w:rsidRPr="004C38B0">
        <w:rPr>
          <w:rFonts w:ascii="Times New Roman" w:eastAsia="宋体" w:hAnsi="Times New Roman" w:cs="Times New Roman"/>
        </w:rPr>
        <w:object w:dxaOrig="423" w:dyaOrig="257">
          <v:shape id="_x0000_i1309" type="#_x0000_t75" alt="eqId4fe7d5809da02c15a43a0e9a898b9086" style="width:21pt;height:12.75pt" o:ole="">
            <v:imagedata r:id="rId291" o:title="eqId4fe7d5809da02c15a43a0e9a898b9086"/>
          </v:shape>
          <o:OLEObject Type="Embed" ProgID="Equation.DSMT4" ShapeID="_x0000_i1309" DrawAspect="Content" ObjectID="_1771235013" r:id="rId292"/>
        </w:object>
      </w:r>
      <w:r w:rsidRPr="004C38B0">
        <w:rPr>
          <w:rFonts w:ascii="Times New Roman" w:eastAsia="宋体" w:hAnsi="Times New Roman" w:cs="Times New Roman"/>
        </w:rPr>
        <w:t>的单调递增区间为</w:t>
      </w:r>
      <w:r w:rsidRPr="004C38B0">
        <w:rPr>
          <w:rFonts w:ascii="Times New Roman" w:eastAsia="宋体" w:hAnsi="Times New Roman" w:cs="Times New Roman"/>
        </w:rPr>
        <w:object w:dxaOrig="2464" w:dyaOrig="598">
          <v:shape id="_x0000_i1310" type="#_x0000_t75" alt="eqId95c87bf67315577c63c5f0994473a62d" style="width:123pt;height:30pt" o:ole="">
            <v:imagedata r:id="rId293" o:title="eqId95c87bf67315577c63c5f0994473a62d"/>
          </v:shape>
          <o:OLEObject Type="Embed" ProgID="Equation.DSMT4" ShapeID="_x0000_i1310" DrawAspect="Content" ObjectID="_1771235014" r:id="rId294"/>
        </w:object>
      </w:r>
      <w:r w:rsidRPr="004C38B0">
        <w:rPr>
          <w:rFonts w:ascii="Times New Roman" w:eastAsia="宋体" w:hAnsi="Times New Roman" w:cs="Times New Roman"/>
        </w:rPr>
        <w:t>．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（</w:t>
      </w:r>
      <w:r w:rsidRPr="004C38B0">
        <w:rPr>
          <w:rFonts w:ascii="Times New Roman" w:eastAsia="宋体" w:hAnsi="Times New Roman" w:cs="Times New Roman"/>
        </w:rPr>
        <w:t>2</w:t>
      </w:r>
      <w:r w:rsidRPr="004C38B0">
        <w:rPr>
          <w:rFonts w:ascii="Times New Roman" w:eastAsia="宋体" w:hAnsi="Times New Roman" w:cs="Times New Roman"/>
        </w:rPr>
        <w:t>）令</w:t>
      </w:r>
      <w:r w:rsidRPr="004C38B0">
        <w:rPr>
          <w:rFonts w:ascii="Times New Roman" w:eastAsia="宋体" w:hAnsi="Times New Roman" w:cs="Times New Roman"/>
        </w:rPr>
        <w:object w:dxaOrig="1672" w:dyaOrig="540">
          <v:shape id="_x0000_i1311" type="#_x0000_t75" alt="eqIdf977223e29b10dfe53d7052d7b7f5fb3" style="width:83.25pt;height:27pt" o:ole="">
            <v:imagedata r:id="rId295" o:title="eqIdf977223e29b10dfe53d7052d7b7f5fb3"/>
          </v:shape>
          <o:OLEObject Type="Embed" ProgID="Equation.DSMT4" ShapeID="_x0000_i1311" DrawAspect="Content" ObjectID="_1771235015" r:id="rId296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t xml:space="preserve"> </w:t>
      </w:r>
      <w:r w:rsidRPr="004C38B0">
        <w:rPr>
          <w:rFonts w:ascii="Times New Roman" w:eastAsia="宋体" w:hAnsi="Times New Roman" w:cs="Times New Roman"/>
        </w:rPr>
        <w:t>得</w:t>
      </w:r>
      <w:r w:rsidRPr="004C38B0">
        <w:rPr>
          <w:rFonts w:ascii="Times New Roman" w:eastAsia="宋体" w:hAnsi="Times New Roman" w:cs="Times New Roman"/>
        </w:rPr>
        <w:object w:dxaOrig="1742" w:dyaOrig="557">
          <v:shape id="_x0000_i1312" type="#_x0000_t75" alt="eqId5443de101ab7db0be80be9f699086578" style="width:87pt;height:27.75pt" o:ole="">
            <v:imagedata r:id="rId297" o:title="eqId5443de101ab7db0be80be9f699086578"/>
          </v:shape>
          <o:OLEObject Type="Embed" ProgID="Equation.DSMT4" ShapeID="_x0000_i1312" DrawAspect="Content" ObjectID="_1771235016" r:id="rId298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t xml:space="preserve"> </w:t>
      </w:r>
      <w:r w:rsidRPr="004C38B0">
        <w:rPr>
          <w:rFonts w:ascii="Times New Roman" w:eastAsia="宋体" w:hAnsi="Times New Roman" w:cs="Times New Roman"/>
        </w:rPr>
        <w:t>所以</w:t>
      </w:r>
      <w:r w:rsidRPr="004C38B0">
        <w:rPr>
          <w:rFonts w:ascii="Times New Roman" w:eastAsia="宋体" w:hAnsi="Times New Roman" w:cs="Times New Roman"/>
        </w:rPr>
        <w:object w:dxaOrig="423" w:dyaOrig="257">
          <v:shape id="_x0000_i1313" type="#_x0000_t75" alt="eqId4fe7d5809da02c15a43a0e9a898b9086" style="width:21pt;height:12.75pt" o:ole="">
            <v:imagedata r:id="rId291" o:title="eqId4fe7d5809da02c15a43a0e9a898b9086"/>
          </v:shape>
          <o:OLEObject Type="Embed" ProgID="Equation.DSMT4" ShapeID="_x0000_i1313" DrawAspect="Content" ObjectID="_1771235017" r:id="rId299"/>
        </w:object>
      </w:r>
      <w:r w:rsidRPr="004C38B0">
        <w:rPr>
          <w:rFonts w:ascii="Times New Roman" w:eastAsia="宋体" w:hAnsi="Times New Roman" w:cs="Times New Roman"/>
        </w:rPr>
        <w:t>图象的对称中心的坐标为</w:t>
      </w:r>
      <w:r w:rsidRPr="004C38B0">
        <w:rPr>
          <w:rFonts w:ascii="Times New Roman" w:eastAsia="宋体" w:hAnsi="Times New Roman" w:cs="Times New Roman"/>
        </w:rPr>
        <w:object w:dxaOrig="1971" w:dyaOrig="595">
          <v:shape id="_x0000_i1314" type="#_x0000_t75" alt="eqIdd5f2abdac98e5b4822f14b6022405ff8" style="width:98.25pt;height:30pt" o:ole="">
            <v:imagedata r:id="rId273" o:title="eqIdd5f2abdac98e5b4822f14b6022405ff8"/>
          </v:shape>
          <o:OLEObject Type="Embed" ProgID="Equation.DSMT4" ShapeID="_x0000_i1314" DrawAspect="Content" ObjectID="_1771235018" r:id="rId300"/>
        </w:object>
      </w:r>
      <w:r w:rsidRPr="004C38B0">
        <w:rPr>
          <w:rFonts w:ascii="Times New Roman" w:eastAsia="宋体" w:hAnsi="Times New Roman" w:cs="Times New Roman"/>
        </w:rPr>
        <w:t>．（</w:t>
      </w:r>
      <w:r w:rsidRPr="004C38B0">
        <w:rPr>
          <w:rFonts w:ascii="Times New Roman" w:eastAsia="宋体" w:hAnsi="Times New Roman" w:cs="Times New Roman"/>
        </w:rPr>
        <w:t>3</w:t>
      </w:r>
      <w:r w:rsidRPr="004C38B0">
        <w:rPr>
          <w:rFonts w:ascii="Times New Roman" w:eastAsia="宋体" w:hAnsi="Times New Roman" w:cs="Times New Roman"/>
        </w:rPr>
        <w:t>）由</w:t>
      </w:r>
      <w:r w:rsidRPr="004C38B0">
        <w:rPr>
          <w:rFonts w:ascii="Times New Roman" w:eastAsia="宋体" w:hAnsi="Times New Roman" w:cs="Times New Roman"/>
        </w:rPr>
        <w:object w:dxaOrig="1214" w:dyaOrig="647">
          <v:shape id="_x0000_i1315" type="#_x0000_t75" alt="eqId9c9743d130339394486bc012f178b7fd" style="width:60.75pt;height:32.25pt" o:ole="">
            <v:imagedata r:id="rId301" o:title="eqId9c9743d130339394486bc012f178b7fd"/>
          </v:shape>
          <o:OLEObject Type="Embed" ProgID="Equation.DSMT4" ShapeID="_x0000_i1315" DrawAspect="Content" ObjectID="_1771235019" r:id="rId302"/>
        </w:object>
      </w:r>
      <w:r w:rsidRPr="004C38B0">
        <w:rPr>
          <w:rFonts w:ascii="Times New Roman" w:eastAsia="宋体" w:hAnsi="Times New Roman" w:cs="Times New Roman"/>
        </w:rPr>
        <w:t>，得</w:t>
      </w:r>
      <w:r w:rsidRPr="004C38B0">
        <w:rPr>
          <w:rFonts w:ascii="Times New Roman" w:eastAsia="宋体" w:hAnsi="Times New Roman" w:cs="Times New Roman"/>
        </w:rPr>
        <w:object w:dxaOrig="2200" w:dyaOrig="632">
          <v:shape id="_x0000_i1316" type="#_x0000_t75" alt="eqId48d78afb2c35b88a57b9198dbc6fe55c" style="width:110.25pt;height:31.5pt" o:ole="">
            <v:imagedata r:id="rId303" o:title="eqId48d78afb2c35b88a57b9198dbc6fe55c"/>
          </v:shape>
          <o:OLEObject Type="Embed" ProgID="Equation.DSMT4" ShapeID="_x0000_i1316" DrawAspect="Content" ObjectID="_1771235020" r:id="rId304"/>
        </w:object>
      </w:r>
      <w:r w:rsidRPr="004C38B0">
        <w:rPr>
          <w:rFonts w:ascii="Times New Roman" w:eastAsia="宋体" w:hAnsi="Times New Roman" w:cs="Times New Roman"/>
        </w:rPr>
        <w:t>，则</w:t>
      </w:r>
      <w:r w:rsidRPr="004C38B0">
        <w:rPr>
          <w:rFonts w:ascii="Times New Roman" w:eastAsia="宋体" w:hAnsi="Times New Roman" w:cs="Times New Roman"/>
        </w:rPr>
        <w:object w:dxaOrig="1531" w:dyaOrig="634">
          <v:shape id="_x0000_i1317" type="#_x0000_t75" alt="eqId5ee521121462e9c83bf95230ed130e53" style="width:76.5pt;height:31.5pt" o:ole="">
            <v:imagedata r:id="rId305" o:title="eqId5ee521121462e9c83bf95230ed130e53"/>
          </v:shape>
          <o:OLEObject Type="Embed" ProgID="Equation.DSMT4" ShapeID="_x0000_i1317" DrawAspect="Content" ObjectID="_1771235021" r:id="rId306"/>
        </w:object>
      </w:r>
      <w:r w:rsidRPr="004C38B0">
        <w:rPr>
          <w:rFonts w:ascii="Times New Roman" w:eastAsia="宋体" w:hAnsi="Times New Roman" w:cs="Times New Roman"/>
        </w:rPr>
        <w:t>．因为</w:t>
      </w:r>
      <w:r w:rsidRPr="004C38B0">
        <w:rPr>
          <w:rFonts w:ascii="Times New Roman" w:eastAsia="宋体" w:hAnsi="Times New Roman" w:cs="Times New Roman"/>
        </w:rPr>
        <w:object w:dxaOrig="1126" w:dyaOrig="592">
          <v:shape id="_x0000_i1318" type="#_x0000_t75" alt="eqId8fd4d809facb6c5ce594e86fcc1d1a3c" style="width:56.25pt;height:29.25pt" o:ole="">
            <v:imagedata r:id="rId307" o:title="eqId8fd4d809facb6c5ce594e86fcc1d1a3c"/>
          </v:shape>
          <o:OLEObject Type="Embed" ProgID="Equation.DSMT4" ShapeID="_x0000_i1318" DrawAspect="Content" ObjectID="_1771235022" r:id="rId308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1319" w:dyaOrig="594">
          <v:shape id="_x0000_i1319" type="#_x0000_t75" alt="eqId10f45c69de85db917d6f732a07b24b12" style="width:66pt;height:30pt" o:ole="">
            <v:imagedata r:id="rId309" o:title="eqId10f45c69de85db917d6f732a07b24b12"/>
          </v:shape>
          <o:OLEObject Type="Embed" ProgID="Equation.DSMT4" ShapeID="_x0000_i1319" DrawAspect="Content" ObjectID="_1771235023" r:id="rId310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1795" w:dyaOrig="634">
          <v:shape id="_x0000_i1320" type="#_x0000_t75" alt="eqId23e926a321af63a4aab4304fe9f41217" style="width:90pt;height:31.5pt" o:ole="">
            <v:imagedata r:id="rId311" o:title="eqId23e926a321af63a4aab4304fe9f41217"/>
          </v:shape>
          <o:OLEObject Type="Embed" ProgID="Equation.DSMT4" ShapeID="_x0000_i1320" DrawAspect="Content" ObjectID="_1771235024" r:id="rId312"/>
        </w:object>
      </w:r>
      <w:r w:rsidRPr="004C38B0">
        <w:rPr>
          <w:rFonts w:ascii="Times New Roman" w:eastAsia="宋体" w:hAnsi="Times New Roman" w:cs="Times New Roman"/>
        </w:rPr>
        <w:t>．所以</w:t>
      </w:r>
      <w:r w:rsidRPr="004C38B0">
        <w:rPr>
          <w:rFonts w:ascii="Times New Roman" w:eastAsia="宋体" w:hAnsi="Times New Roman" w:cs="Times New Roman"/>
        </w:rPr>
        <w:object w:dxaOrig="6160" w:dyaOrig="633">
          <v:shape id="_x0000_i1321" type="#_x0000_t75" alt="eqId2b689969d7584539d1b60c7caf3f7ca7" style="width:308.25pt;height:31.5pt" o:ole="">
            <v:imagedata r:id="rId313" o:title="eqId2b689969d7584539d1b60c7caf3f7ca7"/>
          </v:shape>
          <o:OLEObject Type="Embed" ProgID="Equation.DSMT4" ShapeID="_x0000_i1321" DrawAspect="Content" ObjectID="_1771235025" r:id="rId314"/>
        </w:objec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object w:dxaOrig="3221" w:dyaOrig="607">
          <v:shape id="_x0000_i1322" type="#_x0000_t75" alt="eqId606a1122b87da5235c8296cc9cc1a95b" style="width:161.25pt;height:30pt" o:ole="">
            <v:imagedata r:id="rId315" o:title="eqId606a1122b87da5235c8296cc9cc1a95b"/>
          </v:shape>
          <o:OLEObject Type="Embed" ProgID="Equation.DSMT4" ShapeID="_x0000_i1322" DrawAspect="Content" ObjectID="_1771235026" r:id="rId316"/>
        </w:object>
      </w:r>
      <w:r w:rsidRPr="004C38B0">
        <w:rPr>
          <w:rFonts w:ascii="Times New Roman" w:eastAsia="宋体" w:hAnsi="Times New Roman" w:cs="Times New Roman"/>
        </w:rPr>
        <w:t>．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 w:hint="eastAsia"/>
        </w:rPr>
      </w:pPr>
      <w:r w:rsidRPr="004C38B0">
        <w:rPr>
          <w:rFonts w:ascii="Times New Roman" w:eastAsia="宋体" w:hAnsi="Times New Roman" w:cs="Times New Roman"/>
        </w:rPr>
        <w:t>20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(1)</w:t>
      </w:r>
      <w:r w:rsidRPr="004C38B0">
        <w:rPr>
          <w:rFonts w:ascii="Times New Roman" w:eastAsia="宋体" w:hAnsi="Times New Roman" w:cs="Times New Roman"/>
        </w:rPr>
        <w:object w:dxaOrig="809" w:dyaOrig="546">
          <v:shape id="_x0000_i1323" type="#_x0000_t75" alt="eqId89dd9a6abb393add4e814e7130757100" style="width:40.5pt;height:27pt" o:ole="">
            <v:imagedata r:id="rId317" o:title="eqId89dd9a6abb393add4e814e7130757100"/>
          </v:shape>
          <o:OLEObject Type="Embed" ProgID="Equation.DSMT4" ShapeID="_x0000_i1323" DrawAspect="Content" ObjectID="_1771235027" r:id="rId318"/>
        </w:object>
      </w:r>
      <w:r>
        <w:rPr>
          <w:rFonts w:ascii="Times New Roman" w:eastAsia="宋体" w:hAnsi="Times New Roman" w:cs="Times New Roman" w:hint="eastAsia"/>
        </w:rPr>
        <w:t xml:space="preserve">   </w:t>
      </w:r>
      <w:r w:rsidRPr="004C38B0">
        <w:rPr>
          <w:rFonts w:ascii="Times New Roman" w:eastAsia="宋体" w:hAnsi="Times New Roman" w:cs="Times New Roman"/>
        </w:rPr>
        <w:t>(2)3</w:t>
      </w:r>
      <w:r>
        <w:rPr>
          <w:rFonts w:ascii="Times New Roman" w:eastAsia="宋体" w:hAnsi="Times New Roman" w:cs="Times New Roman" w:hint="eastAsia"/>
        </w:rPr>
        <w:t xml:space="preserve">    </w:t>
      </w:r>
      <w:r w:rsidRPr="004C38B0">
        <w:rPr>
          <w:rFonts w:ascii="Times New Roman" w:eastAsia="宋体" w:hAnsi="Times New Roman" w:cs="Times New Roman"/>
        </w:rPr>
        <w:t>(3)</w:t>
      </w:r>
      <w:r w:rsidRPr="004C38B0">
        <w:rPr>
          <w:rFonts w:ascii="Times New Roman" w:eastAsia="宋体" w:hAnsi="Times New Roman" w:cs="Times New Roman"/>
        </w:rPr>
        <w:object w:dxaOrig="211" w:dyaOrig="533">
          <v:shape id="_x0000_i1324" type="#_x0000_t75" alt="eqId7ab44a7dc9c035687a33f6e065392359" style="width:10.5pt;height:27pt" o:ole="">
            <v:imagedata r:id="rId319" o:title="eqId7ab44a7dc9c035687a33f6e065392359"/>
          </v:shape>
          <o:OLEObject Type="Embed" ProgID="Equation.DSMT4" ShapeID="_x0000_i1324" DrawAspect="Content" ObjectID="_1771235028" r:id="rId320"/>
        </w:objec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（</w:t>
      </w:r>
      <w:r w:rsidRPr="004C38B0">
        <w:rPr>
          <w:rFonts w:ascii="Times New Roman" w:eastAsia="宋体" w:hAnsi="Times New Roman" w:cs="Times New Roman"/>
        </w:rPr>
        <w:t>1</w:t>
      </w:r>
      <w:r w:rsidRPr="004C38B0">
        <w:rPr>
          <w:rFonts w:ascii="Times New Roman" w:eastAsia="宋体" w:hAnsi="Times New Roman" w:cs="Times New Roman"/>
        </w:rPr>
        <w:t>）因为</w:t>
      </w:r>
      <w:r w:rsidRPr="004C38B0">
        <w:rPr>
          <w:rFonts w:ascii="Times New Roman" w:eastAsia="宋体" w:hAnsi="Times New Roman" w:cs="Times New Roman"/>
        </w:rPr>
        <w:object w:dxaOrig="1020" w:dyaOrig="542">
          <v:shape id="_x0000_i1329" type="#_x0000_t75" alt="eqId0019a40382ab3b0ed0b127f75eabe48b" style="width:51pt;height:27pt" o:ole="">
            <v:imagedata r:id="rId321" o:title="eqId0019a40382ab3b0ed0b127f75eabe48b"/>
          </v:shape>
          <o:OLEObject Type="Embed" ProgID="Equation.DSMT4" ShapeID="_x0000_i1329" DrawAspect="Content" ObjectID="_1771235029" r:id="rId322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6336" w:dyaOrig="549">
          <v:shape id="_x0000_i1330" type="#_x0000_t75" alt="eqId01a35a4f1b99dcc30677efb8320da4f8" style="width:316.5pt;height:27.75pt" o:ole="">
            <v:imagedata r:id="rId323" o:title="eqId01a35a4f1b99dcc30677efb8320da4f8"/>
          </v:shape>
          <o:OLEObject Type="Embed" ProgID="Equation.DSMT4" ShapeID="_x0000_i1330" DrawAspect="Content" ObjectID="_1771235030" r:id="rId324"/>
        </w:objec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 w:hint="eastAsia"/>
        </w:rPr>
      </w:pPr>
      <w:r w:rsidRPr="004C38B0">
        <w:rPr>
          <w:rFonts w:ascii="Times New Roman" w:eastAsia="宋体" w:hAnsi="Times New Roman" w:cs="Times New Roman"/>
        </w:rPr>
        <w:object w:dxaOrig="3502" w:dyaOrig="549">
          <v:shape id="_x0000_i1331" type="#_x0000_t75" alt="eqId4c4f8d559577220b773b9e459c1ea8b4" style="width:174.75pt;height:27.75pt" o:ole="">
            <v:imagedata r:id="rId325" o:title="eqId4c4f8d559577220b773b9e459c1ea8b4"/>
          </v:shape>
          <o:OLEObject Type="Embed" ProgID="Equation.DSMT4" ShapeID="_x0000_i1331" DrawAspect="Content" ObjectID="_1771235031" r:id="rId326"/>
        </w:object>
      </w:r>
      <w:r w:rsidRPr="004C38B0">
        <w:rPr>
          <w:rFonts w:ascii="Times New Roman" w:eastAsia="宋体" w:hAnsi="Times New Roman" w:cs="Times New Roman"/>
        </w:rPr>
        <w:t>；（</w:t>
      </w:r>
      <w:r w:rsidRPr="004C38B0">
        <w:rPr>
          <w:rFonts w:ascii="Times New Roman" w:eastAsia="宋体" w:hAnsi="Times New Roman" w:cs="Times New Roman"/>
        </w:rPr>
        <w:t>2</w:t>
      </w:r>
      <w:r w:rsidRPr="004C38B0">
        <w:rPr>
          <w:rFonts w:ascii="Times New Roman" w:eastAsia="宋体" w:hAnsi="Times New Roman" w:cs="Times New Roman"/>
        </w:rPr>
        <w:t>）因为</w:t>
      </w:r>
      <w:r w:rsidRPr="004C38B0">
        <w:rPr>
          <w:rFonts w:ascii="Times New Roman" w:eastAsia="宋体" w:hAnsi="Times New Roman" w:cs="Times New Roman"/>
        </w:rPr>
        <w:object w:dxaOrig="879" w:dyaOrig="249">
          <v:shape id="_x0000_i1332" type="#_x0000_t75" alt="eqId316c97c5b6f7c0fbdf7b9e4b9fccb661" style="width:44.25pt;height:12.75pt" o:ole="">
            <v:imagedata r:id="rId327" o:title="eqId316c97c5b6f7c0fbdf7b9e4b9fccb661"/>
          </v:shape>
          <o:OLEObject Type="Embed" ProgID="Equation.DSMT4" ShapeID="_x0000_i1332" DrawAspect="Content" ObjectID="_1771235032" r:id="rId328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3221" w:dyaOrig="594">
          <v:shape id="_x0000_i1333" type="#_x0000_t75" alt="eqIddd0e94d18f0b262cb619c5676665ede7" style="width:161.25pt;height:30pt" o:ole="">
            <v:imagedata r:id="rId329" o:title="eqIddd0e94d18f0b262cb619c5676665ede7"/>
          </v:shape>
          <o:OLEObject Type="Embed" ProgID="Equation.DSMT4" ShapeID="_x0000_i1333" DrawAspect="Content" ObjectID="_1771235033" r:id="rId330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1443" w:dyaOrig="543">
          <v:shape id="_x0000_i1334" type="#_x0000_t75" alt="eqId391dc2a8d59fdfd728307022787eb56f" style="width:1in;height:27pt" o:ole="">
            <v:imagedata r:id="rId331" o:title="eqId391dc2a8d59fdfd728307022787eb56f"/>
          </v:shape>
          <o:OLEObject Type="Embed" ProgID="Equation.DSMT4" ShapeID="_x0000_i1334" DrawAspect="Content" ObjectID="_1771235034" r:id="rId332"/>
        </w:object>
      </w:r>
      <w:r w:rsidRPr="004C38B0">
        <w:rPr>
          <w:rFonts w:ascii="Times New Roman" w:eastAsia="宋体" w:hAnsi="Times New Roman" w:cs="Times New Roman"/>
        </w:rPr>
        <w:t>，由</w:t>
      </w:r>
      <w:r w:rsidRPr="004C38B0">
        <w:rPr>
          <w:rFonts w:ascii="Times New Roman" w:eastAsia="宋体" w:hAnsi="Times New Roman" w:cs="Times New Roman"/>
        </w:rPr>
        <w:object w:dxaOrig="563" w:dyaOrig="441">
          <v:shape id="_x0000_i1335" type="#_x0000_t75" alt="eqId29276b43a2950ed71f0f9629a35dfa74" style="width:28.5pt;height:21.75pt" o:ole="">
            <v:imagedata r:id="rId333" o:title="eqId29276b43a2950ed71f0f9629a35dfa74"/>
          </v:shape>
          <o:OLEObject Type="Embed" ProgID="Equation.DSMT4" ShapeID="_x0000_i1335" DrawAspect="Content" ObjectID="_1771235035" r:id="rId334"/>
        </w:object>
      </w:r>
      <w:r w:rsidRPr="004C38B0">
        <w:rPr>
          <w:rFonts w:ascii="Times New Roman" w:eastAsia="宋体" w:hAnsi="Times New Roman" w:cs="Times New Roman"/>
        </w:rPr>
        <w:t>，可得</w:t>
      </w:r>
      <w:r w:rsidRPr="004C38B0">
        <w:rPr>
          <w:rFonts w:ascii="Times New Roman" w:eastAsia="宋体" w:hAnsi="Times New Roman" w:cs="Times New Roman"/>
        </w:rPr>
        <w:object w:dxaOrig="545" w:dyaOrig="430">
          <v:shape id="_x0000_i1336" type="#_x0000_t75" alt="eqId8ff265969988f1f138700129e5d7a6d2" style="width:27pt;height:21.75pt" o:ole="">
            <v:imagedata r:id="rId335" o:title="eqId8ff265969988f1f138700129e5d7a6d2"/>
          </v:shape>
          <o:OLEObject Type="Embed" ProgID="Equation.DSMT4" ShapeID="_x0000_i1336" DrawAspect="Content" ObjectID="_1771235036" r:id="rId336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352" w:dyaOrig="248">
          <v:shape id="_x0000_i1337" type="#_x0000_t75" alt="eqId0dc5c9827dfd0be5a9c85962d6ccbfb1" style="width:17.25pt;height:12.75pt" o:ole="">
            <v:imagedata r:id="rId23" o:title="eqId0dc5c9827dfd0be5a9c85962d6ccbfb1"/>
          </v:shape>
          <o:OLEObject Type="Embed" ProgID="Equation.DSMT4" ShapeID="_x0000_i1337" DrawAspect="Content" ObjectID="_1771235037" r:id="rId337"/>
        </w:object>
      </w:r>
      <w:r w:rsidRPr="004C38B0">
        <w:rPr>
          <w:rFonts w:ascii="Times New Roman" w:eastAsia="宋体" w:hAnsi="Times New Roman" w:cs="Times New Roman"/>
        </w:rPr>
        <w:t>的长为</w:t>
      </w:r>
      <w:r w:rsidRPr="004C38B0">
        <w:rPr>
          <w:rFonts w:ascii="Times New Roman" w:eastAsia="宋体" w:hAnsi="Times New Roman" w:cs="Times New Roman"/>
        </w:rPr>
        <w:object w:dxaOrig="158" w:dyaOrig="238">
          <v:shape id="_x0000_i1338" type="#_x0000_t75" alt="eqId5ca7d1107389675d32b56ec097464c14" style="width:8.25pt;height:12pt" o:ole="">
            <v:imagedata r:id="rId338" o:title="eqId5ca7d1107389675d32b56ec097464c14"/>
          </v:shape>
          <o:OLEObject Type="Embed" ProgID="Equation.DSMT4" ShapeID="_x0000_i1338" DrawAspect="Content" ObjectID="_1771235038" r:id="rId339"/>
        </w:object>
      </w:r>
      <w:r w:rsidRPr="004C38B0">
        <w:rPr>
          <w:rFonts w:ascii="Times New Roman" w:eastAsia="宋体" w:hAnsi="Times New Roman" w:cs="Times New Roman"/>
        </w:rPr>
        <w:t>．（</w:t>
      </w:r>
      <w:r w:rsidRPr="004C38B0">
        <w:rPr>
          <w:rFonts w:ascii="Times New Roman" w:eastAsia="宋体" w:hAnsi="Times New Roman" w:cs="Times New Roman"/>
        </w:rPr>
        <w:t>3</w:t>
      </w:r>
      <w:r w:rsidRPr="004C38B0">
        <w:rPr>
          <w:rFonts w:ascii="Times New Roman" w:eastAsia="宋体" w:hAnsi="Times New Roman" w:cs="Times New Roman"/>
        </w:rPr>
        <w:t>）因为</w:t>
      </w:r>
      <w:r w:rsidRPr="004C38B0">
        <w:rPr>
          <w:rFonts w:ascii="Times New Roman" w:eastAsia="宋体" w:hAnsi="Times New Roman" w:cs="Times New Roman"/>
        </w:rPr>
        <w:object w:dxaOrig="1020" w:dyaOrig="542">
          <v:shape id="_x0000_i1339" type="#_x0000_t75" alt="eqId0019a40382ab3b0ed0b127f75eabe48b" style="width:51pt;height:27pt" o:ole="">
            <v:imagedata r:id="rId321" o:title="eqId0019a40382ab3b0ed0b127f75eabe48b"/>
          </v:shape>
          <o:OLEObject Type="Embed" ProgID="Equation.DSMT4" ShapeID="_x0000_i1339" DrawAspect="Content" ObjectID="_1771235039" r:id="rId340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2059" w:dyaOrig="549">
          <v:shape id="_x0000_i1340" type="#_x0000_t75" alt="eqId2227300fb2f99f121f73cabd9cf9101f" style="width:102.75pt;height:27.75pt" o:ole="">
            <v:imagedata r:id="rId341" o:title="eqId2227300fb2f99f121f73cabd9cf9101f"/>
          </v:shape>
          <o:OLEObject Type="Embed" ProgID="Equation.DSMT4" ShapeID="_x0000_i1340" DrawAspect="Content" ObjectID="_1771235040" r:id="rId342"/>
        </w:object>
      </w:r>
      <w:r w:rsidRPr="004C38B0">
        <w:rPr>
          <w:rFonts w:ascii="Times New Roman" w:eastAsia="宋体" w:hAnsi="Times New Roman" w:cs="Times New Roman"/>
        </w:rPr>
        <w:t>,</w:t>
      </w:r>
      <w:r w:rsidRPr="004C38B0">
        <w:rPr>
          <w:rFonts w:ascii="Times New Roman" w:eastAsia="宋体" w:hAnsi="Times New Roman" w:cs="Times New Roman"/>
        </w:rPr>
        <w:t>整理得：</w:t>
      </w:r>
      <w:r w:rsidRPr="004C38B0">
        <w:rPr>
          <w:rFonts w:ascii="Times New Roman" w:eastAsia="宋体" w:hAnsi="Times New Roman" w:cs="Times New Roman"/>
        </w:rPr>
        <w:object w:dxaOrig="1602" w:dyaOrig="551">
          <v:shape id="_x0000_i1341" type="#_x0000_t75" alt="eqIde4db9954a8eaf5c7fa38a0f25e0f3d20" style="width:80.25pt;height:27.75pt" o:ole="">
            <v:imagedata r:id="rId343" o:title="eqIde4db9954a8eaf5c7fa38a0f25e0f3d20"/>
          </v:shape>
          <o:OLEObject Type="Embed" ProgID="Equation.DSMT4" ShapeID="_x0000_i1341" DrawAspect="Content" ObjectID="_1771235041" r:id="rId344"/>
        </w:object>
      </w:r>
      <w:r w:rsidRPr="004C38B0">
        <w:rPr>
          <w:rFonts w:ascii="Times New Roman" w:eastAsia="宋体" w:hAnsi="Times New Roman" w:cs="Times New Roman"/>
        </w:rPr>
        <w:t>，设</w:t>
      </w:r>
      <w:r w:rsidRPr="004C38B0">
        <w:rPr>
          <w:rFonts w:ascii="Times New Roman" w:eastAsia="宋体" w:hAnsi="Times New Roman" w:cs="Times New Roman"/>
        </w:rPr>
        <w:object w:dxaOrig="1003" w:dyaOrig="300">
          <v:shape id="_x0000_i1342" type="#_x0000_t75" alt="eqIdc898f98000344cbedb9182b0da52bccd" style="width:50.25pt;height:15pt" o:ole="">
            <v:imagedata r:id="rId345" o:title="eqIdc898f98000344cbedb9182b0da52bccd"/>
          </v:shape>
          <o:OLEObject Type="Embed" ProgID="Equation.DSMT4" ShapeID="_x0000_i1342" DrawAspect="Content" ObjectID="_1771235042" r:id="rId346"/>
        </w:object>
      </w:r>
      <w:r w:rsidR="00DE624C">
        <w:rPr>
          <w:rFonts w:ascii="Times New Roman" w:eastAsia="宋体" w:hAnsi="Times New Roman" w:cs="Times New Roman"/>
        </w:rPr>
        <w:t>,</w:t>
      </w:r>
      <w:r w:rsidRPr="004C38B0">
        <w:rPr>
          <w:rFonts w:ascii="Times New Roman" w:eastAsia="宋体" w:hAnsi="Times New Roman" w:cs="Times New Roman"/>
        </w:rPr>
        <w:t>所以</w:t>
      </w:r>
      <w:r w:rsidRPr="004C38B0">
        <w:rPr>
          <w:rFonts w:ascii="Times New Roman" w:eastAsia="宋体" w:hAnsi="Times New Roman" w:cs="Times New Roman"/>
        </w:rPr>
        <w:object w:dxaOrig="3520" w:dyaOrig="599">
          <v:shape id="_x0000_i1343" type="#_x0000_t75" alt="eqId093dc7bf48f9b107b1880747661c8b87" style="width:176.25pt;height:30pt" o:ole="">
            <v:imagedata r:id="rId347" o:title="eqId093dc7bf48f9b107b1880747661c8b87"/>
          </v:shape>
          <o:OLEObject Type="Embed" ProgID="Equation.DSMT4" ShapeID="_x0000_i1343" DrawAspect="Content" ObjectID="_1771235043" r:id="rId348"/>
        </w:object>
      </w:r>
      <w:r w:rsidRPr="004C38B0">
        <w:rPr>
          <w:rFonts w:ascii="Times New Roman" w:eastAsia="宋体" w:hAnsi="Times New Roman" w:cs="Times New Roman"/>
        </w:rPr>
        <w:t>,</w:t>
      </w:r>
      <w:r w:rsidRPr="004C38B0">
        <w:rPr>
          <w:rFonts w:ascii="Times New Roman" w:eastAsia="宋体" w:hAnsi="Times New Roman" w:cs="Times New Roman"/>
        </w:rPr>
        <w:t>又因为</w:t>
      </w:r>
      <w:r w:rsidRPr="004C38B0">
        <w:rPr>
          <w:rFonts w:ascii="Times New Roman" w:eastAsia="宋体" w:hAnsi="Times New Roman" w:cs="Times New Roman"/>
        </w:rPr>
        <w:object w:dxaOrig="686" w:dyaOrig="273">
          <v:shape id="_x0000_i1344" type="#_x0000_t75" alt="eqId5fadb75d3985c7cf99cc8e794ae2d7b8" style="width:34.5pt;height:13.5pt" o:ole="">
            <v:imagedata r:id="rId349" o:title="eqId5fadb75d3985c7cf99cc8e794ae2d7b8"/>
          </v:shape>
          <o:OLEObject Type="Embed" ProgID="Equation.DSMT4" ShapeID="_x0000_i1344" DrawAspect="Content" ObjectID="_1771235044" r:id="rId350"/>
        </w:object>
      </w:r>
      <w:r w:rsidRPr="004C38B0">
        <w:rPr>
          <w:rFonts w:ascii="Times New Roman" w:eastAsia="宋体" w:hAnsi="Times New Roman" w:cs="Times New Roman"/>
        </w:rPr>
        <w:t>三点共线，所以</w:t>
      </w:r>
      <w:r w:rsidRPr="004C38B0">
        <w:rPr>
          <w:rFonts w:ascii="Times New Roman" w:eastAsia="宋体" w:hAnsi="Times New Roman" w:cs="Times New Roman"/>
        </w:rPr>
        <w:object w:dxaOrig="1073" w:dyaOrig="550">
          <v:shape id="_x0000_i1345" type="#_x0000_t75" alt="eqId55f1202b3a35c8c751eea43b0c794651" style="width:54pt;height:27.75pt" o:ole="">
            <v:imagedata r:id="rId351" o:title="eqId55f1202b3a35c8c751eea43b0c794651"/>
          </v:shape>
          <o:OLEObject Type="Embed" ProgID="Equation.DSMT4" ShapeID="_x0000_i1345" DrawAspect="Content" ObjectID="_1771235045" r:id="rId352"/>
        </w:object>
      </w:r>
      <w:r w:rsidRPr="004C38B0">
        <w:rPr>
          <w:rFonts w:ascii="Times New Roman" w:eastAsia="宋体" w:hAnsi="Times New Roman" w:cs="Times New Roman"/>
        </w:rPr>
        <w:t>，解得</w:t>
      </w:r>
      <w:r w:rsidRPr="004C38B0">
        <w:rPr>
          <w:rFonts w:ascii="Times New Roman" w:eastAsia="宋体" w:hAnsi="Times New Roman" w:cs="Times New Roman"/>
        </w:rPr>
        <w:t xml:space="preserve">: </w:t>
      </w:r>
      <w:r w:rsidRPr="004C38B0">
        <w:rPr>
          <w:rFonts w:ascii="Times New Roman" w:eastAsia="宋体" w:hAnsi="Times New Roman" w:cs="Times New Roman"/>
        </w:rPr>
        <w:object w:dxaOrig="633" w:dyaOrig="541">
          <v:shape id="_x0000_i1346" type="#_x0000_t75" alt="eqId618d40156e70d9a8db0b0abcca04f17b" style="width:31.5pt;height:27pt" o:ole="">
            <v:imagedata r:id="rId353" o:title="eqId618d40156e70d9a8db0b0abcca04f17b"/>
          </v:shape>
          <o:OLEObject Type="Embed" ProgID="Equation.DSMT4" ShapeID="_x0000_i1346" DrawAspect="Content" ObjectID="_1771235046" r:id="rId354"/>
        </w:object>
      </w:r>
      <w:r w:rsidRPr="004C38B0">
        <w:rPr>
          <w:rFonts w:ascii="Times New Roman" w:eastAsia="宋体" w:hAnsi="Times New Roman" w:cs="Times New Roman"/>
        </w:rPr>
        <w:t>.</w:t>
      </w:r>
      <w:r w:rsidRPr="004C38B0">
        <w:rPr>
          <w:rFonts w:ascii="Times New Roman" w:eastAsia="宋体" w:hAnsi="Times New Roman" w:cs="Times New Roman"/>
        </w:rPr>
        <w:t>所以</w:t>
      </w:r>
      <w:r w:rsidRPr="004C38B0">
        <w:rPr>
          <w:rFonts w:ascii="Times New Roman" w:eastAsia="宋体" w:hAnsi="Times New Roman" w:cs="Times New Roman"/>
        </w:rPr>
        <w:object w:dxaOrig="756" w:dyaOrig="544">
          <v:shape id="_x0000_i1347" type="#_x0000_t75" alt="eqId7a1bfe8d2efd0a049a8e19107d099653" style="width:37.5pt;height:27pt" o:ole="">
            <v:imagedata r:id="rId355" o:title="eqId7a1bfe8d2efd0a049a8e19107d099653"/>
          </v:shape>
          <o:OLEObject Type="Embed" ProgID="Equation.DSMT4" ShapeID="_x0000_i1347" DrawAspect="Content" ObjectID="_1771235047" r:id="rId356"/>
        </w:object>
      </w:r>
      <w:r w:rsidRPr="004C38B0">
        <w:rPr>
          <w:rFonts w:ascii="Times New Roman" w:eastAsia="宋体" w:hAnsi="Times New Roman" w:cs="Times New Roman"/>
        </w:rPr>
        <w:t>.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21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(1)</w:t>
      </w:r>
      <w:r w:rsidRPr="004C38B0">
        <w:rPr>
          <w:rFonts w:ascii="Times New Roman" w:eastAsia="宋体" w:hAnsi="Times New Roman" w:cs="Times New Roman"/>
        </w:rPr>
        <w:object w:dxaOrig="2323" w:dyaOrig="579">
          <v:shape id="_x0000_i1348" type="#_x0000_t75" alt="eqId6ed18dcc6025f6ee1f19ec6101288817" style="width:116.25pt;height:29.25pt" o:ole="">
            <v:imagedata r:id="rId357" o:title="eqId6ed18dcc6025f6ee1f19ec6101288817"/>
          </v:shape>
          <o:OLEObject Type="Embed" ProgID="Equation.DSMT4" ShapeID="_x0000_i1348" DrawAspect="Content" ObjectID="_1771235048" r:id="rId358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1056" w:dyaOrig="581">
          <v:shape id="_x0000_i1349" type="#_x0000_t75" alt="eqIda768c27286250cc7ec3bdac6ef301def" style="width:52.5pt;height:29.25pt" o:ole="">
            <v:imagedata r:id="rId359" o:title="eqIda768c27286250cc7ec3bdac6ef301def"/>
          </v:shape>
          <o:OLEObject Type="Embed" ProgID="Equation.DSMT4" ShapeID="_x0000_i1349" DrawAspect="Content" ObjectID="_1771235049" r:id="rId360"/>
        </w:objec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(2)</w:t>
      </w:r>
      <w:r w:rsidRPr="004C38B0">
        <w:rPr>
          <w:rFonts w:ascii="Times New Roman" w:eastAsia="宋体" w:hAnsi="Times New Roman" w:cs="Times New Roman"/>
        </w:rPr>
        <w:t>长度不能超过</w:t>
      </w:r>
      <w:r w:rsidRPr="004C38B0">
        <w:rPr>
          <w:rFonts w:ascii="Times New Roman" w:eastAsia="宋体" w:hAnsi="Times New Roman" w:cs="Times New Roman"/>
        </w:rPr>
        <w:object w:dxaOrig="721" w:dyaOrig="302">
          <v:shape id="_x0000_i1350" type="#_x0000_t75" alt="eqIdae3e87b95fb3987159a0468c9f6953bd" style="width:36pt;height:15pt" o:ole="">
            <v:imagedata r:id="rId361" o:title="eqIdae3e87b95fb3987159a0468c9f6953bd"/>
          </v:shape>
          <o:OLEObject Type="Embed" ProgID="Equation.DSMT4" ShapeID="_x0000_i1350" DrawAspect="Content" ObjectID="_1771235050" r:id="rId362"/>
        </w:object>
      </w:r>
      <w:r w:rsidRPr="004C38B0">
        <w:rPr>
          <w:rFonts w:ascii="Times New Roman" w:eastAsia="宋体" w:hAnsi="Times New Roman" w:cs="Times New Roman"/>
        </w:rPr>
        <w:t>米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（</w:t>
      </w:r>
      <w:r w:rsidRPr="004C38B0">
        <w:rPr>
          <w:rFonts w:ascii="Times New Roman" w:eastAsia="宋体" w:hAnsi="Times New Roman" w:cs="Times New Roman"/>
        </w:rPr>
        <w:t>1</w:t>
      </w:r>
      <w:r w:rsidRPr="004C38B0">
        <w:rPr>
          <w:rFonts w:ascii="Times New Roman" w:eastAsia="宋体" w:hAnsi="Times New Roman" w:cs="Times New Roman"/>
        </w:rPr>
        <w:t>）</w:t>
      </w:r>
      <w:r w:rsidRPr="004C38B0">
        <w:rPr>
          <w:rFonts w:ascii="Times New Roman" w:eastAsia="宋体" w:hAnsi="Times New Roman" w:cs="Times New Roman"/>
        </w:rPr>
        <w:object w:dxaOrig="1725" w:dyaOrig="540">
          <v:shape id="_x0000_i1360" type="#_x0000_t75" alt="eqId1deff3587bf39072277ccd64293e3a02" style="width:86.25pt;height:27pt" o:ole="">
            <v:imagedata r:id="rId363" o:title="eqId1deff3587bf39072277ccd64293e3a02"/>
          </v:shape>
          <o:OLEObject Type="Embed" ProgID="Equation.DSMT4" ShapeID="_x0000_i1360" DrawAspect="Content" ObjectID="_1771235051" r:id="rId364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1056" w:dyaOrig="541">
          <v:shape id="_x0000_i1361" type="#_x0000_t75" alt="eqId5b0e3afa0a325115ca161b1be3991d27" style="width:52.5pt;height:27pt" o:ole="">
            <v:imagedata r:id="rId365" o:title="eqId5b0e3afa0a325115ca161b1be3991d27"/>
          </v:shape>
          <o:OLEObject Type="Embed" ProgID="Equation.DSMT4" ShapeID="_x0000_i1361" DrawAspect="Content" ObjectID="_1771235052" r:id="rId366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1742" w:dyaOrig="541">
          <v:shape id="_x0000_i1362" type="#_x0000_t75" alt="eqIdeee41b582319dcebe336b8687eeaf670" style="width:87pt;height:27pt" o:ole="">
            <v:imagedata r:id="rId367" o:title="eqIdeee41b582319dcebe336b8687eeaf670"/>
          </v:shape>
          <o:OLEObject Type="Embed" ProgID="Equation.DSMT4" ShapeID="_x0000_i1362" DrawAspect="Content" ObjectID="_1771235053" r:id="rId368"/>
        </w:object>
      </w:r>
      <w:r w:rsidRPr="004C38B0">
        <w:rPr>
          <w:rFonts w:ascii="Times New Roman" w:eastAsia="宋体" w:hAnsi="Times New Roman" w:cs="Times New Roman"/>
        </w:rPr>
        <w:t>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object w:dxaOrig="1918" w:dyaOrig="251">
          <v:shape id="_x0000_i1363" type="#_x0000_t75" alt="eqIdb36358b6e612180cb51d76c65c768b00" style="width:96pt;height:12.75pt" o:ole="">
            <v:imagedata r:id="rId369" o:title="eqIdb36358b6e612180cb51d76c65c768b00"/>
          </v:shape>
          <o:OLEObject Type="Embed" ProgID="Equation.DSMT4" ShapeID="_x0000_i1363" DrawAspect="Content" ObjectID="_1771235054" r:id="rId370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 w:rsidR="00DE624C"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          </w:t>
      </w:r>
      <w:r w:rsidRPr="004C38B0">
        <w:rPr>
          <w:rFonts w:ascii="Times New Roman" w:eastAsia="宋体" w:hAnsi="Times New Roman" w:cs="Times New Roman"/>
        </w:rPr>
        <w:object w:dxaOrig="5456" w:dyaOrig="542">
          <v:shape id="_x0000_i1364" type="#_x0000_t75" alt="eqId729c3c6aaef09df9e63c3650b1b919e1" style="width:273pt;height:27pt" o:ole="">
            <v:imagedata r:id="rId371" o:title="eqId729c3c6aaef09df9e63c3650b1b919e1"/>
          </v:shape>
          <o:OLEObject Type="Embed" ProgID="Equation.DSMT4" ShapeID="_x0000_i1364" DrawAspect="Content" ObjectID="_1771235055" r:id="rId372"/>
        </w:objec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object w:dxaOrig="5491" w:dyaOrig="581">
          <v:shape id="_x0000_i1365" type="#_x0000_t75" alt="eqIdd7d0c685e49ddf75f7031973c49b2203" style="width:274.5pt;height:29.25pt" o:ole="">
            <v:imagedata r:id="rId373" o:title="eqIdd7d0c685e49ddf75f7031973c49b2203"/>
          </v:shape>
          <o:OLEObject Type="Embed" ProgID="Equation.DSMT4" ShapeID="_x0000_i1365" DrawAspect="Content" ObjectID="_1771235056" r:id="rId374"/>
        </w:objec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object w:dxaOrig="4875" w:dyaOrig="647">
          <v:shape id="_x0000_i1366" type="#_x0000_t75" alt="eqIded6120074ce9e65032633271a063430a" style="width:243.75pt;height:32.25pt" o:ole="">
            <v:imagedata r:id="rId375" o:title="eqIded6120074ce9e65032633271a063430a"/>
          </v:shape>
          <o:OLEObject Type="Embed" ProgID="Equation.DSMT4" ShapeID="_x0000_i1366" DrawAspect="Content" ObjectID="_1771235057" r:id="rId376"/>
        </w:objec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所以</w:t>
      </w:r>
      <w:r w:rsidRPr="004C38B0">
        <w:rPr>
          <w:rFonts w:ascii="Times New Roman" w:eastAsia="宋体" w:hAnsi="Times New Roman" w:cs="Times New Roman"/>
        </w:rPr>
        <w:object w:dxaOrig="2323" w:dyaOrig="579">
          <v:shape id="_x0000_i1367" type="#_x0000_t75" alt="eqId6ed18dcc6025f6ee1f19ec6101288817" style="width:116.25pt;height:29.25pt" o:ole="">
            <v:imagedata r:id="rId357" o:title="eqId6ed18dcc6025f6ee1f19ec6101288817"/>
          </v:shape>
          <o:OLEObject Type="Embed" ProgID="Equation.DSMT4" ShapeID="_x0000_i1367" DrawAspect="Content" ObjectID="_1771235058" r:id="rId377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1056" w:dyaOrig="581">
          <v:shape id="_x0000_i1368" type="#_x0000_t75" alt="eqIda768c27286250cc7ec3bdac6ef301def" style="width:52.5pt;height:29.25pt" o:ole="">
            <v:imagedata r:id="rId359" o:title="eqIda768c27286250cc7ec3bdac6ef301def"/>
          </v:shape>
          <o:OLEObject Type="Embed" ProgID="Equation.DSMT4" ShapeID="_x0000_i1368" DrawAspect="Content" ObjectID="_1771235059" r:id="rId378"/>
        </w:objec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（</w:t>
      </w:r>
      <w:r w:rsidRPr="004C38B0">
        <w:rPr>
          <w:rFonts w:ascii="Times New Roman" w:eastAsia="宋体" w:hAnsi="Times New Roman" w:cs="Times New Roman"/>
        </w:rPr>
        <w:t>2</w:t>
      </w:r>
      <w:r w:rsidRPr="004C38B0">
        <w:rPr>
          <w:rFonts w:ascii="Times New Roman" w:eastAsia="宋体" w:hAnsi="Times New Roman" w:cs="Times New Roman"/>
        </w:rPr>
        <w:t>）</w:t>
      </w:r>
      <w:r w:rsidRPr="004C38B0">
        <w:rPr>
          <w:rFonts w:ascii="Times New Roman" w:eastAsia="宋体" w:hAnsi="Times New Roman" w:cs="Times New Roman"/>
        </w:rPr>
        <w:t>“</w:t>
      </w:r>
      <w:r w:rsidRPr="004C38B0">
        <w:rPr>
          <w:rFonts w:ascii="Times New Roman" w:eastAsia="宋体" w:hAnsi="Times New Roman" w:cs="Times New Roman"/>
        </w:rPr>
        <w:t>平板车要想顺利通过直角走廊</w:t>
      </w:r>
      <w:r w:rsidRPr="004C38B0">
        <w:rPr>
          <w:rFonts w:ascii="Times New Roman" w:eastAsia="宋体" w:hAnsi="Times New Roman" w:cs="Times New Roman"/>
        </w:rPr>
        <w:t>”</w:t>
      </w:r>
      <w:r w:rsidRPr="004C38B0">
        <w:rPr>
          <w:rFonts w:ascii="Times New Roman" w:eastAsia="宋体" w:hAnsi="Times New Roman" w:cs="Times New Roman"/>
        </w:rPr>
        <w:t>即对任意角</w:t>
      </w:r>
      <w:r w:rsidRPr="004C38B0">
        <w:rPr>
          <w:rFonts w:ascii="Times New Roman" w:eastAsia="宋体" w:hAnsi="Times New Roman" w:cs="Times New Roman"/>
        </w:rPr>
        <w:object w:dxaOrig="844" w:dyaOrig="541">
          <v:shape id="_x0000_i1369" type="#_x0000_t75" alt="eqIdb992104248a854e6e033c26602aff813" style="width:42pt;height:27pt" o:ole="">
            <v:imagedata r:id="rId379" o:title="eqIdb992104248a854e6e033c26602aff813"/>
          </v:shape>
          <o:OLEObject Type="Embed" ProgID="Equation.DSMT4" ShapeID="_x0000_i1369" DrawAspect="Content" ObjectID="_1771235060" r:id="rId380"/>
        </w:object>
      </w:r>
      <w:r w:rsidRPr="004C38B0">
        <w:rPr>
          <w:rFonts w:ascii="Times New Roman" w:eastAsia="宋体" w:hAnsi="Times New Roman" w:cs="Times New Roman"/>
        </w:rPr>
        <w:t>，平板车的长度</w:t>
      </w:r>
      <w:r w:rsidRPr="004C38B0">
        <w:rPr>
          <w:rFonts w:ascii="Times New Roman" w:eastAsia="宋体" w:hAnsi="Times New Roman" w:cs="Times New Roman"/>
        </w:rPr>
        <w:object w:dxaOrig="880" w:dyaOrig="354">
          <v:shape id="_x0000_i1370" type="#_x0000_t75" alt="eqId067da4395feb05bf89475856a0151243" style="width:44.25pt;height:18pt" o:ole="">
            <v:imagedata r:id="rId381" o:title="eqId067da4395feb05bf89475856a0151243"/>
          </v:shape>
          <o:OLEObject Type="Embed" ProgID="Equation.DSMT4" ShapeID="_x0000_i1370" DrawAspect="Content" ObjectID="_1771235061" r:id="rId382"/>
        </w:object>
      </w:r>
      <w:r w:rsidRPr="004C38B0">
        <w:rPr>
          <w:rFonts w:ascii="Times New Roman" w:eastAsia="宋体" w:hAnsi="Times New Roman" w:cs="Times New Roman"/>
        </w:rPr>
        <w:t>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lastRenderedPageBreak/>
        <w:t>记</w:t>
      </w:r>
      <w:r w:rsidRPr="004C38B0">
        <w:rPr>
          <w:rFonts w:ascii="Times New Roman" w:eastAsia="宋体" w:hAnsi="Times New Roman" w:cs="Times New Roman"/>
        </w:rPr>
        <w:object w:dxaOrig="2798" w:dyaOrig="594">
          <v:shape id="_x0000_i1371" type="#_x0000_t75" alt="eqIde5ef3b0affe439229c4315c6194339d4" style="width:140.25pt;height:30pt" o:ole="">
            <v:imagedata r:id="rId383" o:title="eqIde5ef3b0affe439229c4315c6194339d4"/>
          </v:shape>
          <o:OLEObject Type="Embed" ProgID="Equation.DSMT4" ShapeID="_x0000_i1371" DrawAspect="Content" ObjectID="_1771235062" r:id="rId384"/>
        </w:object>
      </w:r>
      <w:r w:rsidRPr="004C38B0">
        <w:rPr>
          <w:rFonts w:ascii="Times New Roman" w:eastAsia="宋体" w:hAnsi="Times New Roman" w:cs="Times New Roman"/>
        </w:rPr>
        <w:t xml:space="preserve"> </w:t>
      </w:r>
      <w:r w:rsidRPr="004C38B0">
        <w:rPr>
          <w:rFonts w:ascii="Times New Roman" w:eastAsia="宋体" w:hAnsi="Times New Roman" w:cs="Times New Roman"/>
        </w:rPr>
        <w:t>，则</w:t>
      </w:r>
      <w:r w:rsidRPr="004C38B0">
        <w:rPr>
          <w:rFonts w:ascii="Times New Roman" w:eastAsia="宋体" w:hAnsi="Times New Roman" w:cs="Times New Roman"/>
        </w:rPr>
        <w:object w:dxaOrig="915" w:dyaOrig="252">
          <v:shape id="_x0000_i1372" type="#_x0000_t75" alt="eqId5685f200fb12b6ba919ed935358f0c89" style="width:45.75pt;height:12.75pt" o:ole="">
            <v:imagedata r:id="rId385" o:title="eqId5685f200fb12b6ba919ed935358f0c89"/>
          </v:shape>
          <o:OLEObject Type="Embed" ProgID="Equation.DSMT4" ShapeID="_x0000_i1372" DrawAspect="Content" ObjectID="_1771235063" r:id="rId386"/>
        </w:object>
      </w:r>
      <w:r w:rsidRPr="004C38B0">
        <w:rPr>
          <w:rFonts w:ascii="Times New Roman" w:eastAsia="宋体" w:hAnsi="Times New Roman" w:cs="Times New Roman"/>
        </w:rPr>
        <w:t>=</w:t>
      </w:r>
      <w:r w:rsidRPr="004C38B0">
        <w:rPr>
          <w:rFonts w:ascii="Times New Roman" w:eastAsia="宋体" w:hAnsi="Times New Roman" w:cs="Times New Roman"/>
        </w:rPr>
        <w:object w:dxaOrig="510" w:dyaOrig="581">
          <v:shape id="_x0000_i1373" type="#_x0000_t75" alt="eqId376ffc721dc2459a396dd7d20d511952" style="width:25.5pt;height:29.25pt" o:ole="">
            <v:imagedata r:id="rId387" o:title="eqId376ffc721dc2459a396dd7d20d511952"/>
          </v:shape>
          <o:OLEObject Type="Embed" ProgID="Equation.DSMT4" ShapeID="_x0000_i1373" DrawAspect="Content" ObjectID="_1771235064" r:id="rId388"/>
        </w:object>
      </w:r>
      <w:r w:rsidRPr="004C38B0">
        <w:rPr>
          <w:rFonts w:ascii="Times New Roman" w:eastAsia="宋体" w:hAnsi="Times New Roman" w:cs="Times New Roman"/>
        </w:rPr>
        <w:t>，又</w:t>
      </w:r>
      <w:r w:rsidRPr="004C38B0">
        <w:rPr>
          <w:rFonts w:ascii="Times New Roman" w:eastAsia="宋体" w:hAnsi="Times New Roman" w:cs="Times New Roman"/>
        </w:rPr>
        <w:object w:dxaOrig="844" w:dyaOrig="541">
          <v:shape id="_x0000_i1374" type="#_x0000_t75" alt="eqIdb992104248a854e6e033c26602aff813" style="width:42pt;height:27pt" o:ole="">
            <v:imagedata r:id="rId379" o:title="eqIdb992104248a854e6e033c26602aff813"/>
          </v:shape>
          <o:OLEObject Type="Embed" ProgID="Equation.DSMT4" ShapeID="_x0000_i1374" DrawAspect="Content" ObjectID="_1771235065" r:id="rId389"/>
        </w:object>
      </w:r>
      <w:r w:rsidRPr="004C38B0">
        <w:rPr>
          <w:rFonts w:ascii="Times New Roman" w:eastAsia="宋体" w:hAnsi="Times New Roman" w:cs="Times New Roman"/>
        </w:rPr>
        <w:t>则</w:t>
      </w:r>
      <w:r w:rsidRPr="004C38B0">
        <w:rPr>
          <w:rFonts w:ascii="Times New Roman" w:eastAsia="宋体" w:hAnsi="Times New Roman" w:cs="Times New Roman"/>
        </w:rPr>
        <w:object w:dxaOrig="1338" w:dyaOrig="548">
          <v:shape id="_x0000_i1375" type="#_x0000_t75" alt="eqId722900e8ef5ab459bab5c86763229fdf" style="width:66.75pt;height:27.75pt" o:ole="">
            <v:imagedata r:id="rId390" o:title="eqId722900e8ef5ab459bab5c86763229fdf"/>
          </v:shape>
          <o:OLEObject Type="Embed" ProgID="Equation.DSMT4" ShapeID="_x0000_i1375" DrawAspect="Content" ObjectID="_1771235066" r:id="rId391"/>
        </w:object>
      </w:r>
      <w:r w:rsidRPr="004C38B0">
        <w:rPr>
          <w:rFonts w:ascii="Times New Roman" w:eastAsia="宋体" w:hAnsi="Times New Roman" w:cs="Times New Roman"/>
        </w:rPr>
        <w:t>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所以</w:t>
      </w:r>
      <w:r w:rsidRPr="004C38B0">
        <w:rPr>
          <w:rFonts w:ascii="Times New Roman" w:eastAsia="宋体" w:hAnsi="Times New Roman" w:cs="Times New Roman"/>
        </w:rPr>
        <w:object w:dxaOrig="1795" w:dyaOrig="634">
          <v:shape id="_x0000_i1376" type="#_x0000_t75" alt="eqId7842758ef0d296203d09dc4d1f7239de" style="width:90pt;height:31.5pt" o:ole="">
            <v:imagedata r:id="rId392" o:title="eqId7842758ef0d296203d09dc4d1f7239de"/>
          </v:shape>
          <o:OLEObject Type="Embed" ProgID="Equation.DSMT4" ShapeID="_x0000_i1376" DrawAspect="Content" ObjectID="_1771235067" r:id="rId393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2042" w:dyaOrig="593">
          <v:shape id="_x0000_i1377" type="#_x0000_t75" alt="eqId10fb2c712df42575adba6cb535e44f95" style="width:102pt;height:30pt" o:ole="">
            <v:imagedata r:id="rId394" o:title="eqId10fb2c712df42575adba6cb535e44f95"/>
          </v:shape>
          <o:OLEObject Type="Embed" ProgID="Equation.DSMT4" ShapeID="_x0000_i1377" DrawAspect="Content" ObjectID="_1771235068" r:id="rId395"/>
        </w:object>
      </w:r>
      <w:r w:rsidRPr="004C38B0">
        <w:rPr>
          <w:rFonts w:ascii="Times New Roman" w:eastAsia="宋体" w:hAnsi="Times New Roman" w:cs="Times New Roman"/>
        </w:rPr>
        <w:t>，即</w:t>
      </w:r>
      <w:r w:rsidRPr="004C38B0">
        <w:rPr>
          <w:rFonts w:ascii="Times New Roman" w:eastAsia="宋体" w:hAnsi="Times New Roman" w:cs="Times New Roman"/>
        </w:rPr>
        <w:object w:dxaOrig="774" w:dyaOrig="276">
          <v:shape id="_x0000_i1378" type="#_x0000_t75" alt="eqId2ecf7adf79e83f3d28807681d45bc770" style="width:39pt;height:13.5pt" o:ole="">
            <v:imagedata r:id="rId396" o:title="eqId2ecf7adf79e83f3d28807681d45bc770"/>
          </v:shape>
          <o:OLEObject Type="Embed" ProgID="Equation.DSMT4" ShapeID="_x0000_i1378" DrawAspect="Content" ObjectID="_1771235069" r:id="rId397"/>
        </w:object>
      </w:r>
      <w:r w:rsidRPr="004C38B0">
        <w:rPr>
          <w:rFonts w:ascii="Times New Roman" w:eastAsia="宋体" w:hAnsi="Times New Roman" w:cs="Times New Roman"/>
        </w:rPr>
        <w:t>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则</w:t>
      </w:r>
      <w:r w:rsidRPr="004C38B0">
        <w:rPr>
          <w:rFonts w:ascii="Times New Roman" w:eastAsia="宋体" w:hAnsi="Times New Roman" w:cs="Times New Roman"/>
        </w:rPr>
        <w:object w:dxaOrig="4101" w:dyaOrig="580">
          <v:shape id="_x0000_i1379" type="#_x0000_t75" alt="eqId02a3a430775cb9571fd6af6434c7401e" style="width:204.75pt;height:29.25pt" o:ole="">
            <v:imagedata r:id="rId398" o:title="eqId02a3a430775cb9571fd6af6434c7401e"/>
          </v:shape>
          <o:OLEObject Type="Embed" ProgID="Equation.DSMT4" ShapeID="_x0000_i1379" DrawAspect="Content" ObjectID="_1771235070" r:id="rId399"/>
        </w:objec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记</w:t>
      </w:r>
      <w:r w:rsidRPr="004C38B0">
        <w:rPr>
          <w:rFonts w:ascii="Times New Roman" w:eastAsia="宋体" w:hAnsi="Times New Roman" w:cs="Times New Roman"/>
        </w:rPr>
        <w:object w:dxaOrig="897" w:dyaOrig="251">
          <v:shape id="_x0000_i1380" type="#_x0000_t75" alt="eqId961efcca1813a9f935d15891fe7366f3" style="width:45pt;height:12.75pt" o:ole="">
            <v:imagedata r:id="rId400" o:title="eqId961efcca1813a9f935d15891fe7366f3"/>
          </v:shape>
          <o:OLEObject Type="Embed" ProgID="Equation.DSMT4" ShapeID="_x0000_i1380" DrawAspect="Content" ObjectID="_1771235071" r:id="rId401"/>
        </w:object>
      </w:r>
      <w:r w:rsidRPr="004C38B0">
        <w:rPr>
          <w:rFonts w:ascii="Times New Roman" w:eastAsia="宋体" w:hAnsi="Times New Roman" w:cs="Times New Roman"/>
        </w:rPr>
        <w:t>，</w:t>
      </w:r>
      <w:r w:rsidRPr="004C38B0">
        <w:rPr>
          <w:rFonts w:ascii="Times New Roman" w:eastAsia="宋体" w:hAnsi="Times New Roman" w:cs="Times New Roman"/>
        </w:rPr>
        <w:object w:dxaOrig="2076" w:dyaOrig="304">
          <v:shape id="_x0000_i1381" type="#_x0000_t75" alt="eqId30d3521a895f597f46c0dc39f727dd88" style="width:103.5pt;height:15pt" o:ole="">
            <v:imagedata r:id="rId402" o:title="eqId30d3521a895f597f46c0dc39f727dd88"/>
          </v:shape>
          <o:OLEObject Type="Embed" ProgID="Equation.DSMT4" ShapeID="_x0000_i1381" DrawAspect="Content" ObjectID="_1771235072" r:id="rId403"/>
        </w:object>
      </w:r>
      <w:r w:rsidRPr="004C38B0">
        <w:rPr>
          <w:rFonts w:ascii="Times New Roman" w:eastAsia="宋体" w:hAnsi="Times New Roman" w:cs="Times New Roman"/>
        </w:rPr>
        <w:t>，则</w:t>
      </w:r>
      <w:r w:rsidRPr="004C38B0">
        <w:rPr>
          <w:rFonts w:ascii="Times New Roman" w:eastAsia="宋体" w:hAnsi="Times New Roman" w:cs="Times New Roman"/>
        </w:rPr>
        <w:object w:dxaOrig="827" w:dyaOrig="538">
          <v:shape id="_x0000_i1382" type="#_x0000_t75" alt="eqId219387900719571647c0a93007021835" style="width:41.25pt;height:27pt" o:ole="">
            <v:imagedata r:id="rId404" o:title="eqId219387900719571647c0a93007021835"/>
          </v:shape>
          <o:OLEObject Type="Embed" ProgID="Equation.DSMT4" ShapeID="_x0000_i1382" DrawAspect="Content" ObjectID="_1771235073" r:id="rId405"/>
        </w:object>
      </w:r>
      <w:r w:rsidRPr="004C38B0">
        <w:rPr>
          <w:rFonts w:ascii="Times New Roman" w:eastAsia="宋体" w:hAnsi="Times New Roman" w:cs="Times New Roman"/>
        </w:rPr>
        <w:t>，函数</w:t>
      </w:r>
      <w:r w:rsidRPr="004C38B0">
        <w:rPr>
          <w:rFonts w:ascii="Times New Roman" w:eastAsia="宋体" w:hAnsi="Times New Roman" w:cs="Times New Roman"/>
        </w:rPr>
        <w:object w:dxaOrig="3274" w:dyaOrig="805">
          <v:shape id="_x0000_i1383" type="#_x0000_t75" alt="eqId4e3ed555c4cd3e1a7e4bccca657f2e0d" style="width:163.5pt;height:40.5pt" o:ole="">
            <v:imagedata r:id="rId406" o:title="eqId4e3ed555c4cd3e1a7e4bccca657f2e0d"/>
          </v:shape>
          <o:OLEObject Type="Embed" ProgID="Equation.DSMT4" ShapeID="_x0000_i1383" DrawAspect="Content" ObjectID="_1771235074" r:id="rId407"/>
        </w:objec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因为</w:t>
      </w:r>
      <w:r w:rsidRPr="004C38B0">
        <w:rPr>
          <w:rFonts w:ascii="Times New Roman" w:eastAsia="宋体" w:hAnsi="Times New Roman" w:cs="Times New Roman"/>
        </w:rPr>
        <w:object w:dxaOrig="1338" w:dyaOrig="543">
          <v:shape id="_x0000_i1384" type="#_x0000_t75" alt="eqId0ffdbe7e4b0a4880d9cb16f03ef912ed" style="width:66.75pt;height:27pt" o:ole="">
            <v:imagedata r:id="rId408" o:title="eqId0ffdbe7e4b0a4880d9cb16f03ef912ed"/>
          </v:shape>
          <o:OLEObject Type="Embed" ProgID="Equation.DSMT4" ShapeID="_x0000_i1384" DrawAspect="Content" ObjectID="_1771235075" r:id="rId409"/>
        </w:object>
      </w:r>
      <w:r w:rsidRPr="004C38B0">
        <w:rPr>
          <w:rFonts w:ascii="Times New Roman" w:eastAsia="宋体" w:hAnsi="Times New Roman" w:cs="Times New Roman"/>
        </w:rPr>
        <w:t>在</w:t>
      </w:r>
      <w:r w:rsidRPr="004C38B0">
        <w:rPr>
          <w:rFonts w:ascii="Times New Roman" w:eastAsia="宋体" w:hAnsi="Times New Roman" w:cs="Times New Roman"/>
        </w:rPr>
        <w:object w:dxaOrig="563" w:dyaOrig="353">
          <v:shape id="_x0000_i1385" type="#_x0000_t75" alt="eqId92f10d71072fe8e819858003883b8b8f" style="width:28.5pt;height:18pt" o:ole="">
            <v:imagedata r:id="rId410" o:title="eqId92f10d71072fe8e819858003883b8b8f"/>
          </v:shape>
          <o:OLEObject Type="Embed" ProgID="Equation.DSMT4" ShapeID="_x0000_i1385" DrawAspect="Content" ObjectID="_1771235076" r:id="rId411"/>
        </w:object>
      </w:r>
      <w:r w:rsidRPr="004C38B0">
        <w:rPr>
          <w:rFonts w:ascii="Times New Roman" w:eastAsia="宋体" w:hAnsi="Times New Roman" w:cs="Times New Roman"/>
        </w:rPr>
        <w:t>上都递增，所以</w:t>
      </w:r>
      <w:r w:rsidRPr="004C38B0">
        <w:rPr>
          <w:rFonts w:ascii="Times New Roman" w:eastAsia="宋体" w:hAnsi="Times New Roman" w:cs="Times New Roman"/>
        </w:rPr>
        <w:object w:dxaOrig="1249" w:dyaOrig="539">
          <v:shape id="_x0000_i1386" type="#_x0000_t75" alt="eqId3af3e774f7db899caad3b84efc761f63" style="width:62.25pt;height:27pt" o:ole="">
            <v:imagedata r:id="rId412" o:title="eqId3af3e774f7db899caad3b84efc761f63"/>
          </v:shape>
          <o:OLEObject Type="Embed" ProgID="Equation.DSMT4" ShapeID="_x0000_i1386" DrawAspect="Content" ObjectID="_1771235077" r:id="rId413"/>
        </w:object>
      </w:r>
      <w:r w:rsidRPr="004C38B0">
        <w:rPr>
          <w:rFonts w:ascii="Times New Roman" w:eastAsia="宋体" w:hAnsi="Times New Roman" w:cs="Times New Roman"/>
        </w:rPr>
        <w:t>在</w:t>
      </w:r>
      <w:r w:rsidRPr="004C38B0">
        <w:rPr>
          <w:rFonts w:ascii="Times New Roman" w:eastAsia="宋体" w:hAnsi="Times New Roman" w:cs="Times New Roman"/>
        </w:rPr>
        <w:object w:dxaOrig="563" w:dyaOrig="353">
          <v:shape id="_x0000_i1387" type="#_x0000_t75" alt="eqId92f10d71072fe8e819858003883b8b8f" style="width:28.5pt;height:18pt" o:ole="">
            <v:imagedata r:id="rId410" o:title="eqId92f10d71072fe8e819858003883b8b8f"/>
          </v:shape>
          <o:OLEObject Type="Embed" ProgID="Equation.DSMT4" ShapeID="_x0000_i1387" DrawAspect="Content" ObjectID="_1771235078" r:id="rId414"/>
        </w:object>
      </w:r>
      <w:r w:rsidRPr="004C38B0">
        <w:rPr>
          <w:rFonts w:ascii="Times New Roman" w:eastAsia="宋体" w:hAnsi="Times New Roman" w:cs="Times New Roman"/>
        </w:rPr>
        <w:t>上都递增，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所以</w:t>
      </w:r>
      <w:r w:rsidRPr="004C38B0">
        <w:rPr>
          <w:rFonts w:ascii="Times New Roman" w:eastAsia="宋体" w:hAnsi="Times New Roman" w:cs="Times New Roman"/>
        </w:rPr>
        <w:object w:dxaOrig="3274" w:dyaOrig="805">
          <v:shape id="_x0000_i1388" type="#_x0000_t75" alt="eqId4e3ed555c4cd3e1a7e4bccca657f2e0d" style="width:163.5pt;height:40.5pt" o:ole="">
            <v:imagedata r:id="rId406" o:title="eqId4e3ed555c4cd3e1a7e4bccca657f2e0d"/>
          </v:shape>
          <o:OLEObject Type="Embed" ProgID="Equation.DSMT4" ShapeID="_x0000_i1388" DrawAspect="Content" ObjectID="_1771235079" r:id="rId415"/>
        </w:object>
      </w:r>
      <w:r w:rsidRPr="004C38B0">
        <w:rPr>
          <w:rFonts w:ascii="Times New Roman" w:eastAsia="宋体" w:hAnsi="Times New Roman" w:cs="Times New Roman"/>
        </w:rPr>
        <w:t>在</w:t>
      </w:r>
      <w:r w:rsidRPr="004C38B0">
        <w:rPr>
          <w:rFonts w:ascii="Times New Roman" w:eastAsia="宋体" w:hAnsi="Times New Roman" w:cs="Times New Roman"/>
        </w:rPr>
        <w:object w:dxaOrig="1091" w:dyaOrig="421">
          <v:shape id="_x0000_i1389" type="#_x0000_t75" alt="eqId85e9ff9d0f073760f1f6ecb193fc385c" style="width:54.75pt;height:21pt" o:ole="">
            <v:imagedata r:id="rId416" o:title="eqId85e9ff9d0f073760f1f6ecb193fc385c"/>
          </v:shape>
          <o:OLEObject Type="Embed" ProgID="Equation.DSMT4" ShapeID="_x0000_i1389" DrawAspect="Content" ObjectID="_1771235080" r:id="rId417"/>
        </w:object>
      </w:r>
      <w:r w:rsidRPr="004C38B0">
        <w:rPr>
          <w:rFonts w:ascii="Times New Roman" w:eastAsia="宋体" w:hAnsi="Times New Roman" w:cs="Times New Roman"/>
        </w:rPr>
        <w:t>上的单调递减；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当</w:t>
      </w:r>
      <w:r w:rsidRPr="004C38B0">
        <w:rPr>
          <w:rFonts w:ascii="Times New Roman" w:eastAsia="宋体" w:hAnsi="Times New Roman" w:cs="Times New Roman"/>
        </w:rPr>
        <w:object w:dxaOrig="1091" w:dyaOrig="302">
          <v:shape id="_x0000_i1390" type="#_x0000_t75" alt="eqId81b6c10b052ee043933007115cdae8ac" style="width:54.75pt;height:15pt" o:ole="">
            <v:imagedata r:id="rId418" o:title="eqId81b6c10b052ee043933007115cdae8ac"/>
          </v:shape>
          <o:OLEObject Type="Embed" ProgID="Equation.DSMT4" ShapeID="_x0000_i1390" DrawAspect="Content" ObjectID="_1771235081" r:id="rId419"/>
        </w:object>
      </w:r>
      <w:r w:rsidRPr="004C38B0">
        <w:rPr>
          <w:rFonts w:ascii="Times New Roman" w:eastAsia="宋体" w:hAnsi="Times New Roman" w:cs="Times New Roman"/>
        </w:rPr>
        <w:t>时取得最小值</w:t>
      </w:r>
      <w:r w:rsidRPr="004C38B0">
        <w:rPr>
          <w:rFonts w:ascii="Times New Roman" w:eastAsia="宋体" w:hAnsi="Times New Roman" w:cs="Times New Roman"/>
        </w:rPr>
        <w:object w:dxaOrig="721" w:dyaOrig="302">
          <v:shape id="_x0000_i1391" type="#_x0000_t75" alt="eqIdae3e87b95fb3987159a0468c9f6953bd" style="width:36pt;height:15pt" o:ole="">
            <v:imagedata r:id="rId361" o:title="eqIdae3e87b95fb3987159a0468c9f6953bd"/>
          </v:shape>
          <o:OLEObject Type="Embed" ProgID="Equation.DSMT4" ShapeID="_x0000_i1391" DrawAspect="Content" ObjectID="_1771235082" r:id="rId420"/>
        </w:object>
      </w:r>
      <w:r w:rsidRPr="004C38B0">
        <w:rPr>
          <w:rFonts w:ascii="Times New Roman" w:eastAsia="宋体" w:hAnsi="Times New Roman" w:cs="Times New Roman"/>
        </w:rPr>
        <w:t>.</w:t>
      </w:r>
      <w:r w:rsidRPr="004C38B0">
        <w:rPr>
          <w:rFonts w:ascii="Times New Roman" w:eastAsia="宋体" w:hAnsi="Times New Roman" w:cs="Times New Roman"/>
        </w:rPr>
        <w:t>所以长度不能超过</w:t>
      </w:r>
      <w:r w:rsidRPr="004C38B0">
        <w:rPr>
          <w:rFonts w:ascii="Times New Roman" w:eastAsia="宋体" w:hAnsi="Times New Roman" w:cs="Times New Roman"/>
        </w:rPr>
        <w:object w:dxaOrig="721" w:dyaOrig="302">
          <v:shape id="_x0000_i1392" type="#_x0000_t75" alt="eqIdae3e87b95fb3987159a0468c9f6953bd" style="width:36pt;height:15pt" o:ole="">
            <v:imagedata r:id="rId361" o:title="eqIdae3e87b95fb3987159a0468c9f6953bd"/>
          </v:shape>
          <o:OLEObject Type="Embed" ProgID="Equation.DSMT4" ShapeID="_x0000_i1392" DrawAspect="Content" ObjectID="_1771235083" r:id="rId421"/>
        </w:object>
      </w:r>
      <w:r w:rsidRPr="004C38B0">
        <w:rPr>
          <w:rFonts w:ascii="Times New Roman" w:eastAsia="宋体" w:hAnsi="Times New Roman" w:cs="Times New Roman"/>
        </w:rPr>
        <w:t>米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22</w:t>
      </w:r>
      <w:r w:rsidRPr="004C38B0">
        <w:rPr>
          <w:rFonts w:ascii="Times New Roman" w:eastAsia="宋体" w:hAnsi="Times New Roman" w:cs="Times New Roman"/>
        </w:rPr>
        <w:t>．</w:t>
      </w:r>
      <w:r w:rsidRPr="004C38B0">
        <w:rPr>
          <w:rFonts w:ascii="Times New Roman" w:eastAsia="宋体" w:hAnsi="Times New Roman" w:cs="Times New Roman"/>
        </w:rPr>
        <w:t>(1)</w:t>
      </w:r>
      <w:r w:rsidRPr="004C38B0">
        <w:rPr>
          <w:rFonts w:ascii="Times New Roman" w:eastAsia="宋体" w:hAnsi="Times New Roman" w:cs="Times New Roman"/>
        </w:rPr>
        <w:object w:dxaOrig="211" w:dyaOrig="422">
          <v:shape id="_x0000_i1393" type="#_x0000_t75" alt="eqIdf89eef3148f2d4d09379767b4af69132" style="width:10.5pt;height:21pt" o:ole="">
            <v:imagedata r:id="rId422" o:title="eqIdf89eef3148f2d4d09379767b4af69132"/>
          </v:shape>
          <o:OLEObject Type="Embed" ProgID="Equation.DSMT4" ShapeID="_x0000_i1393" DrawAspect="Content" ObjectID="_1771235084" r:id="rId423"/>
        </w:object>
      </w:r>
      <w:r>
        <w:rPr>
          <w:rFonts w:ascii="Times New Roman" w:eastAsia="宋体" w:hAnsi="Times New Roman" w:cs="Times New Roman" w:hint="eastAsia"/>
        </w:rPr>
        <w:t xml:space="preserve">  </w:t>
      </w:r>
      <w:r w:rsidRPr="004C38B0">
        <w:rPr>
          <w:rFonts w:ascii="Times New Roman" w:eastAsia="宋体" w:hAnsi="Times New Roman" w:cs="Times New Roman"/>
        </w:rPr>
        <w:t>(2)</w:t>
      </w:r>
      <w:r w:rsidRPr="004C38B0">
        <w:rPr>
          <w:rFonts w:ascii="Times New Roman" w:eastAsia="宋体" w:hAnsi="Times New Roman" w:cs="Times New Roman"/>
        </w:rPr>
        <w:object w:dxaOrig="457" w:dyaOrig="222">
          <v:shape id="_x0000_i1394" type="#_x0000_t75" alt="eqId9912db7ab9e6a35c3993fabce4f87178" style="width:22.5pt;height:11.25pt" o:ole="">
            <v:imagedata r:id="rId424" o:title="eqId9912db7ab9e6a35c3993fabce4f87178"/>
          </v:shape>
          <o:OLEObject Type="Embed" ProgID="Equation.DSMT4" ShapeID="_x0000_i1394" DrawAspect="Content" ObjectID="_1771235085" r:id="rId425"/>
        </w:object>
      </w:r>
      <w:r>
        <w:rPr>
          <w:rFonts w:ascii="Times New Roman" w:eastAsia="宋体" w:hAnsi="Times New Roman" w:cs="Times New Roman" w:hint="eastAsia"/>
        </w:rPr>
        <w:t xml:space="preserve">   </w:t>
      </w:r>
      <w:r w:rsidRPr="004C38B0">
        <w:rPr>
          <w:rFonts w:ascii="Times New Roman" w:eastAsia="宋体" w:hAnsi="Times New Roman" w:cs="Times New Roman"/>
        </w:rPr>
        <w:t>(3)</w:t>
      </w:r>
      <w:r w:rsidRPr="004C38B0">
        <w:rPr>
          <w:rFonts w:ascii="Times New Roman" w:eastAsia="宋体" w:hAnsi="Times New Roman" w:cs="Times New Roman"/>
        </w:rPr>
        <w:object w:dxaOrig="915" w:dyaOrig="252">
          <v:shape id="_x0000_i1395" type="#_x0000_t75" alt="eqId876ec51382c11cddaf703f566ead4128" style="width:45.75pt;height:12.75pt" o:ole="">
            <v:imagedata r:id="rId426" o:title="eqId876ec51382c11cddaf703f566ead4128"/>
          </v:shape>
          <o:OLEObject Type="Embed" ProgID="Equation.DSMT4" ShapeID="_x0000_i1395" DrawAspect="Content" ObjectID="_1771235086" r:id="rId427"/>
        </w:objec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（</w:t>
      </w:r>
      <w:r w:rsidRPr="004C38B0">
        <w:rPr>
          <w:rFonts w:ascii="Times New Roman" w:eastAsia="宋体" w:hAnsi="Times New Roman" w:cs="Times New Roman"/>
        </w:rPr>
        <w:t>1</w:t>
      </w:r>
      <w:r w:rsidRPr="004C38B0">
        <w:rPr>
          <w:rFonts w:ascii="Times New Roman" w:eastAsia="宋体" w:hAnsi="Times New Roman" w:cs="Times New Roman"/>
        </w:rPr>
        <w:t>）因为函数</w:t>
      </w:r>
      <w:r w:rsidRPr="004C38B0">
        <w:rPr>
          <w:rFonts w:ascii="Times New Roman" w:eastAsia="宋体" w:hAnsi="Times New Roman" w:cs="Times New Roman"/>
        </w:rPr>
        <w:object w:dxaOrig="1549" w:dyaOrig="582">
          <v:shape id="_x0000_i1406" type="#_x0000_t75" alt="eqId8df6d7465eb4039127d971fbdd70c2a7" style="width:77.25pt;height:29.25pt" o:ole="">
            <v:imagedata r:id="rId428" o:title="eqId8df6d7465eb4039127d971fbdd70c2a7"/>
          </v:shape>
          <o:OLEObject Type="Embed" ProgID="Equation.DSMT4" ShapeID="_x0000_i1406" DrawAspect="Content" ObjectID="_1771235087" r:id="rId429"/>
        </w:object>
      </w:r>
      <w:r w:rsidRPr="004C38B0">
        <w:rPr>
          <w:rFonts w:ascii="Times New Roman" w:eastAsia="宋体" w:hAnsi="Times New Roman" w:cs="Times New Roman"/>
        </w:rPr>
        <w:t>为奇函数，所以</w:t>
      </w:r>
      <w:r w:rsidRPr="004C38B0">
        <w:rPr>
          <w:rFonts w:ascii="Times New Roman" w:eastAsia="宋体" w:hAnsi="Times New Roman" w:cs="Times New Roman"/>
        </w:rPr>
        <w:object w:dxaOrig="5280" w:dyaOrig="1056">
          <v:shape id="_x0000_i1407" type="#_x0000_t75" alt="eqId5e4be6e8ea43073753a05fd32af50be3" style="width:264pt;height:52.5pt" o:ole="">
            <v:imagedata r:id="rId430" o:title="eqId5e4be6e8ea43073753a05fd32af50be3"/>
          </v:shape>
          <o:OLEObject Type="Embed" ProgID="Equation.DSMT4" ShapeID="_x0000_i1407" DrawAspect="Content" ObjectID="_1771235088" r:id="rId431"/>
        </w:object>
      </w:r>
      <w:r w:rsidRPr="004C38B0">
        <w:rPr>
          <w:rFonts w:ascii="Times New Roman" w:eastAsia="宋体" w:hAnsi="Times New Roman" w:cs="Times New Roman"/>
        </w:rPr>
        <w:t>，即</w:t>
      </w:r>
      <w:r w:rsidRPr="004C38B0">
        <w:rPr>
          <w:rFonts w:ascii="Times New Roman" w:eastAsia="宋体" w:hAnsi="Times New Roman" w:cs="Times New Roman"/>
        </w:rPr>
        <w:object w:dxaOrig="1725" w:dyaOrig="575">
          <v:shape id="_x0000_i1408" type="#_x0000_t75" alt="eqIde2f6204a905b7edd1d49921130723351" style="width:86.25pt;height:28.5pt" o:ole="">
            <v:imagedata r:id="rId432" o:title="eqIde2f6204a905b7edd1d49921130723351"/>
          </v:shape>
          <o:OLEObject Type="Embed" ProgID="Equation.DSMT4" ShapeID="_x0000_i1408" DrawAspect="Content" ObjectID="_1771235089" r:id="rId433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1636" w:dyaOrig="274">
          <v:shape id="_x0000_i1409" type="#_x0000_t75" alt="eqId3de35de0eef32b7660bfa4713635da8b" style="width:81.75pt;height:13.5pt" o:ole="">
            <v:imagedata r:id="rId434" o:title="eqId3de35de0eef32b7660bfa4713635da8b"/>
          </v:shape>
          <o:OLEObject Type="Embed" ProgID="Equation.DSMT4" ShapeID="_x0000_i1409" DrawAspect="Content" ObjectID="_1771235090" r:id="rId435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563" w:dyaOrig="244">
          <v:shape id="_x0000_i1410" type="#_x0000_t75" alt="eqIdaf9eb443348b499ecab658f2bebac8db" style="width:28.5pt;height:12pt" o:ole="">
            <v:imagedata r:id="rId436" o:title="eqIdaf9eb443348b499ecab658f2bebac8db"/>
          </v:shape>
          <o:OLEObject Type="Embed" ProgID="Equation.DSMT4" ShapeID="_x0000_i1410" DrawAspect="Content" ObjectID="_1771235091" r:id="rId437"/>
        </w:object>
      </w:r>
      <w:r w:rsidRPr="004C38B0">
        <w:rPr>
          <w:rFonts w:ascii="Times New Roman" w:eastAsia="宋体" w:hAnsi="Times New Roman" w:cs="Times New Roman"/>
        </w:rPr>
        <w:t>，解得</w:t>
      </w:r>
      <w:r w:rsidRPr="004C38B0">
        <w:rPr>
          <w:rFonts w:ascii="Times New Roman" w:eastAsia="宋体" w:hAnsi="Times New Roman" w:cs="Times New Roman"/>
        </w:rPr>
        <w:object w:dxaOrig="528" w:dyaOrig="541">
          <v:shape id="_x0000_i1411" type="#_x0000_t75" alt="eqId200f24e682c93e02a87f3f9d57dc5d40" style="width:26.25pt;height:27pt" o:ole="">
            <v:imagedata r:id="rId438" o:title="eqId200f24e682c93e02a87f3f9d57dc5d40"/>
          </v:shape>
          <o:OLEObject Type="Embed" ProgID="Equation.DSMT4" ShapeID="_x0000_i1411" DrawAspect="Content" ObjectID="_1771235092" r:id="rId439"/>
        </w:object>
      </w:r>
      <w:r w:rsidR="00DE624C">
        <w:rPr>
          <w:rFonts w:ascii="Times New Roman" w:eastAsia="宋体" w:hAnsi="Times New Roman" w:cs="Times New Roman"/>
        </w:rPr>
        <w:t>.</w:t>
      </w:r>
      <w:r w:rsidRPr="004C38B0">
        <w:rPr>
          <w:rFonts w:ascii="Times New Roman" w:eastAsia="宋体" w:hAnsi="Times New Roman" w:cs="Times New Roman"/>
        </w:rPr>
        <w:t>（</w:t>
      </w:r>
      <w:r w:rsidRPr="004C38B0">
        <w:rPr>
          <w:rFonts w:ascii="Times New Roman" w:eastAsia="宋体" w:hAnsi="Times New Roman" w:cs="Times New Roman"/>
        </w:rPr>
        <w:t>2</w:t>
      </w:r>
      <w:r w:rsidRPr="004C38B0">
        <w:rPr>
          <w:rFonts w:ascii="Times New Roman" w:eastAsia="宋体" w:hAnsi="Times New Roman" w:cs="Times New Roman"/>
        </w:rPr>
        <w:t>）由（</w:t>
      </w:r>
      <w:r w:rsidRPr="004C38B0">
        <w:rPr>
          <w:rFonts w:ascii="Times New Roman" w:eastAsia="宋体" w:hAnsi="Times New Roman" w:cs="Times New Roman"/>
        </w:rPr>
        <w:t>1</w:t>
      </w:r>
      <w:r w:rsidRPr="004C38B0">
        <w:rPr>
          <w:rFonts w:ascii="Times New Roman" w:eastAsia="宋体" w:hAnsi="Times New Roman" w:cs="Times New Roman"/>
        </w:rPr>
        <w:t>）知</w:t>
      </w:r>
      <w:r w:rsidRPr="004C38B0">
        <w:rPr>
          <w:rFonts w:ascii="Times New Roman" w:eastAsia="宋体" w:hAnsi="Times New Roman" w:cs="Times New Roman"/>
        </w:rPr>
        <w:object w:dxaOrig="2429" w:dyaOrig="581">
          <v:shape id="_x0000_i1412" type="#_x0000_t75" alt="eqId3e46e341c757747b42a0059a4644becf" style="width:121.5pt;height:29.25pt" o:ole="">
            <v:imagedata r:id="rId440" o:title="eqId3e46e341c757747b42a0059a4644becf"/>
          </v:shape>
          <o:OLEObject Type="Embed" ProgID="Equation.DSMT4" ShapeID="_x0000_i1412" DrawAspect="Content" ObjectID="_1771235093" r:id="rId441"/>
        </w:object>
      </w:r>
      <w:r w:rsidRPr="004C38B0">
        <w:rPr>
          <w:rFonts w:ascii="Times New Roman" w:eastAsia="宋体" w:hAnsi="Times New Roman" w:cs="Times New Roman"/>
        </w:rPr>
        <w:t>，则</w:t>
      </w:r>
      <w:r w:rsidRPr="004C38B0">
        <w:rPr>
          <w:rFonts w:ascii="Times New Roman" w:eastAsia="宋体" w:hAnsi="Times New Roman" w:cs="Times New Roman"/>
        </w:rPr>
        <w:object w:dxaOrig="1232" w:dyaOrig="581">
          <v:shape id="_x0000_i1413" type="#_x0000_t75" alt="eqIdab224f1f5f7ff6d5297e397860ae9279" style="width:61.5pt;height:29.25pt" o:ole="">
            <v:imagedata r:id="rId442" o:title="eqIdab224f1f5f7ff6d5297e397860ae9279"/>
          </v:shape>
          <o:OLEObject Type="Embed" ProgID="Equation.DSMT4" ShapeID="_x0000_i1413" DrawAspect="Content" ObjectID="_1771235094" r:id="rId443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1179" w:dyaOrig="580">
          <v:shape id="_x0000_i1414" type="#_x0000_t75" alt="eqId2f5e798aafe64163c0f9e6b9487499d2" style="width:59.25pt;height:29.25pt" o:ole="">
            <v:imagedata r:id="rId444" o:title="eqId2f5e798aafe64163c0f9e6b9487499d2"/>
          </v:shape>
          <o:OLEObject Type="Embed" ProgID="Equation.DSMT4" ShapeID="_x0000_i1414" DrawAspect="Content" ObjectID="_1771235095" r:id="rId445"/>
        </w:object>
      </w:r>
      <w:r w:rsidRPr="004C38B0">
        <w:rPr>
          <w:rFonts w:ascii="Times New Roman" w:eastAsia="宋体" w:hAnsi="Times New Roman" w:cs="Times New Roman"/>
        </w:rPr>
        <w:t>，故</w:t>
      </w:r>
      <w:r w:rsidRPr="004C38B0">
        <w:rPr>
          <w:rFonts w:ascii="Times New Roman" w:eastAsia="宋体" w:hAnsi="Times New Roman" w:cs="Times New Roman"/>
        </w:rPr>
        <w:object w:dxaOrig="1249" w:dyaOrig="684">
          <v:shape id="_x0000_i1415" type="#_x0000_t75" alt="eqIda655b3566ed932fe705ed0ba6cfa4d06" style="width:62.25pt;height:34.5pt" o:ole="">
            <v:imagedata r:id="rId446" o:title="eqIda655b3566ed932fe705ed0ba6cfa4d06"/>
          </v:shape>
          <o:OLEObject Type="Embed" ProgID="Equation.DSMT4" ShapeID="_x0000_i1415" DrawAspect="Content" ObjectID="_1771235096" r:id="rId447"/>
        </w:object>
      </w:r>
      <w:r w:rsidRPr="004C38B0">
        <w:rPr>
          <w:rFonts w:ascii="Times New Roman" w:eastAsia="宋体" w:hAnsi="Times New Roman" w:cs="Times New Roman"/>
        </w:rPr>
        <w:t>在</w:t>
      </w:r>
      <w:r w:rsidRPr="004C38B0">
        <w:rPr>
          <w:rFonts w:ascii="Times New Roman" w:eastAsia="宋体" w:hAnsi="Times New Roman" w:cs="Times New Roman"/>
        </w:rPr>
        <w:object w:dxaOrig="774" w:dyaOrig="354">
          <v:shape id="_x0000_i1416" type="#_x0000_t75" alt="eqIda89c2336e46cbbe2b978d7d8fcd340be" style="width:39pt;height:18pt" o:ole="">
            <v:imagedata r:id="rId448" o:title="eqIda89c2336e46cbbe2b978d7d8fcd340be"/>
          </v:shape>
          <o:OLEObject Type="Embed" ProgID="Equation.DSMT4" ShapeID="_x0000_i1416" DrawAspect="Content" ObjectID="_1771235097" r:id="rId449"/>
        </w:object>
      </w:r>
      <w:r w:rsidRPr="004C38B0">
        <w:rPr>
          <w:rFonts w:ascii="Times New Roman" w:eastAsia="宋体" w:hAnsi="Times New Roman" w:cs="Times New Roman"/>
        </w:rPr>
        <w:t>上恒成立，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令</w:t>
      </w:r>
      <w:r w:rsidRPr="004C38B0">
        <w:rPr>
          <w:rFonts w:ascii="Times New Roman" w:eastAsia="宋体" w:hAnsi="Times New Roman" w:cs="Times New Roman"/>
        </w:rPr>
        <w:object w:dxaOrig="792" w:dyaOrig="282">
          <v:shape id="_x0000_i1417" type="#_x0000_t75" alt="eqId6ed1c4e4a8c2d891281a2294a47c2cec" style="width:39.75pt;height:14.25pt" o:ole="">
            <v:imagedata r:id="rId450" o:title="eqId6ed1c4e4a8c2d891281a2294a47c2cec"/>
          </v:shape>
          <o:OLEObject Type="Embed" ProgID="Equation.DSMT4" ShapeID="_x0000_i1417" DrawAspect="Content" ObjectID="_1771235098" r:id="rId451"/>
        </w:object>
      </w:r>
      <w:r w:rsidRPr="004C38B0">
        <w:rPr>
          <w:rFonts w:ascii="Times New Roman" w:eastAsia="宋体" w:hAnsi="Times New Roman" w:cs="Times New Roman"/>
        </w:rPr>
        <w:t>，则</w:t>
      </w:r>
      <w:r w:rsidRPr="004C38B0">
        <w:rPr>
          <w:rFonts w:ascii="Times New Roman" w:eastAsia="宋体" w:hAnsi="Times New Roman" w:cs="Times New Roman"/>
        </w:rPr>
        <w:object w:dxaOrig="792" w:dyaOrig="277">
          <v:shape id="_x0000_i1418" type="#_x0000_t75" alt="eqId4281491cea98f402a715f262a7e068a6" style="width:39.75pt;height:13.5pt" o:ole="">
            <v:imagedata r:id="rId452" o:title="eqId4281491cea98f402a715f262a7e068a6"/>
          </v:shape>
          <o:OLEObject Type="Embed" ProgID="Equation.DSMT4" ShapeID="_x0000_i1418" DrawAspect="Content" ObjectID="_1771235099" r:id="rId453"/>
        </w:object>
      </w:r>
      <w:r w:rsidRPr="004C38B0">
        <w:rPr>
          <w:rFonts w:ascii="Times New Roman" w:eastAsia="宋体" w:hAnsi="Times New Roman" w:cs="Times New Roman"/>
        </w:rPr>
        <w:t>，且</w:t>
      </w:r>
      <w:r w:rsidRPr="004C38B0">
        <w:rPr>
          <w:rFonts w:ascii="Times New Roman" w:eastAsia="宋体" w:hAnsi="Times New Roman" w:cs="Times New Roman"/>
        </w:rPr>
        <w:object w:dxaOrig="721" w:dyaOrig="354">
          <v:shape id="_x0000_i1419" type="#_x0000_t75" alt="eqIdb695c650ed1a5402930703512ca1cfee" style="width:36pt;height:18pt" o:ole="">
            <v:imagedata r:id="rId454" o:title="eqIdb695c650ed1a5402930703512ca1cfee"/>
          </v:shape>
          <o:OLEObject Type="Embed" ProgID="Equation.DSMT4" ShapeID="_x0000_i1419" DrawAspect="Content" ObjectID="_1771235100" r:id="rId455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2376" w:dyaOrig="579">
          <v:shape id="_x0000_i1420" type="#_x0000_t75" alt="eqId1322a280da396a37d4b7d70425db3a12" style="width:118.5pt;height:29.25pt" o:ole="">
            <v:imagedata r:id="rId456" o:title="eqId1322a280da396a37d4b7d70425db3a12"/>
          </v:shape>
          <o:OLEObject Type="Embed" ProgID="Equation.DSMT4" ShapeID="_x0000_i1420" DrawAspect="Content" ObjectID="_1771235101" r:id="rId457"/>
        </w:object>
      </w:r>
      <w:r w:rsidRPr="004C38B0">
        <w:rPr>
          <w:rFonts w:ascii="Times New Roman" w:eastAsia="宋体" w:hAnsi="Times New Roman" w:cs="Times New Roman"/>
        </w:rPr>
        <w:t>，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令</w:t>
      </w:r>
      <w:r w:rsidRPr="004C38B0">
        <w:rPr>
          <w:rFonts w:ascii="Times New Roman" w:eastAsia="宋体" w:hAnsi="Times New Roman" w:cs="Times New Roman"/>
        </w:rPr>
        <w:object w:dxaOrig="1338" w:dyaOrig="543">
          <v:shape id="_x0000_i1421" type="#_x0000_t75" alt="eqIdd8b9651e738e2a6e7ae23ae8a67906cc" style="width:66.75pt;height:27pt" o:ole="">
            <v:imagedata r:id="rId458" o:title="eqIdd8b9651e738e2a6e7ae23ae8a67906cc"/>
          </v:shape>
          <o:OLEObject Type="Embed" ProgID="Equation.DSMT4" ShapeID="_x0000_i1421" DrawAspect="Content" ObjectID="_1771235102" r:id="rId459"/>
        </w:object>
      </w:r>
      <w:r w:rsidRPr="004C38B0">
        <w:rPr>
          <w:rFonts w:ascii="Times New Roman" w:eastAsia="宋体" w:hAnsi="Times New Roman" w:cs="Times New Roman"/>
        </w:rPr>
        <w:t>，则函数</w:t>
      </w:r>
      <w:r w:rsidRPr="004C38B0">
        <w:rPr>
          <w:rFonts w:ascii="Times New Roman" w:eastAsia="宋体" w:hAnsi="Times New Roman" w:cs="Times New Roman"/>
        </w:rPr>
        <w:object w:dxaOrig="457" w:dyaOrig="353">
          <v:shape id="_x0000_i1422" type="#_x0000_t75" alt="eqId667c4923ac23ec536f06edc10fb0160d" style="width:22.5pt;height:18pt" o:ole="">
            <v:imagedata r:id="rId460" o:title="eqId667c4923ac23ec536f06edc10fb0160d"/>
          </v:shape>
          <o:OLEObject Type="Embed" ProgID="Equation.DSMT4" ShapeID="_x0000_i1422" DrawAspect="Content" ObjectID="_1771235103" r:id="rId461"/>
        </w:object>
      </w:r>
      <w:r w:rsidRPr="004C38B0">
        <w:rPr>
          <w:rFonts w:ascii="Times New Roman" w:eastAsia="宋体" w:hAnsi="Times New Roman" w:cs="Times New Roman"/>
        </w:rPr>
        <w:t>在</w:t>
      </w:r>
      <w:r w:rsidRPr="004C38B0">
        <w:rPr>
          <w:rFonts w:ascii="Times New Roman" w:eastAsia="宋体" w:hAnsi="Times New Roman" w:cs="Times New Roman"/>
        </w:rPr>
        <w:object w:dxaOrig="721" w:dyaOrig="354">
          <v:shape id="_x0000_i1423" type="#_x0000_t75" alt="eqIdb695c650ed1a5402930703512ca1cfee" style="width:36pt;height:18pt" o:ole="">
            <v:imagedata r:id="rId454" o:title="eqIdb695c650ed1a5402930703512ca1cfee"/>
          </v:shape>
          <o:OLEObject Type="Embed" ProgID="Equation.DSMT4" ShapeID="_x0000_i1423" DrawAspect="Content" ObjectID="_1771235104" r:id="rId462"/>
        </w:object>
      </w:r>
      <w:r w:rsidRPr="004C38B0">
        <w:rPr>
          <w:rFonts w:ascii="Times New Roman" w:eastAsia="宋体" w:hAnsi="Times New Roman" w:cs="Times New Roman"/>
        </w:rPr>
        <w:t>上为减函数，所以</w:t>
      </w:r>
      <w:r w:rsidRPr="004C38B0">
        <w:rPr>
          <w:rFonts w:ascii="Times New Roman" w:eastAsia="宋体" w:hAnsi="Times New Roman" w:cs="Times New Roman"/>
        </w:rPr>
        <w:object w:dxaOrig="1355" w:dyaOrig="355">
          <v:shape id="_x0000_i2520" type="#_x0000_t75" alt="eqIdea32d0ea0cca8154dafe4d14744b9d84" style="width:67.5pt;height:18pt" o:ole="">
            <v:imagedata r:id="rId463" o:title="eqIdea32d0ea0cca8154dafe4d14744b9d84"/>
          </v:shape>
          <o:OLEObject Type="Embed" ProgID="Equation.DSMT4" ShapeID="_x0000_i2520" DrawAspect="Content" ObjectID="_1771235105" r:id="rId464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457" w:dyaOrig="222">
          <v:shape id="_x0000_i2521" type="#_x0000_t75" alt="eqId9912db7ab9e6a35c3993fabce4f87178" style="width:22.5pt;height:11.25pt" o:ole="">
            <v:imagedata r:id="rId424" o:title="eqId9912db7ab9e6a35c3993fabce4f87178"/>
          </v:shape>
          <o:OLEObject Type="Embed" ProgID="Equation.DSMT4" ShapeID="_x0000_i2521" DrawAspect="Content" ObjectID="_1771235106" r:id="rId465"/>
        </w:object>
      </w:r>
      <w:r w:rsidRPr="004C38B0">
        <w:rPr>
          <w:rFonts w:ascii="Times New Roman" w:eastAsia="宋体" w:hAnsi="Times New Roman" w:cs="Times New Roman"/>
        </w:rPr>
        <w:t>.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（</w:t>
      </w:r>
      <w:r w:rsidRPr="004C38B0">
        <w:rPr>
          <w:rFonts w:ascii="Times New Roman" w:eastAsia="宋体" w:hAnsi="Times New Roman" w:cs="Times New Roman"/>
        </w:rPr>
        <w:t>3</w:t>
      </w:r>
      <w:r w:rsidRPr="004C38B0">
        <w:rPr>
          <w:rFonts w:ascii="Times New Roman" w:eastAsia="宋体" w:hAnsi="Times New Roman" w:cs="Times New Roman"/>
        </w:rPr>
        <w:t>）若</w:t>
      </w:r>
      <w:r w:rsidRPr="004C38B0">
        <w:rPr>
          <w:rFonts w:ascii="Times New Roman" w:eastAsia="宋体" w:hAnsi="Times New Roman" w:cs="Times New Roman"/>
        </w:rPr>
        <w:object w:dxaOrig="2358" w:dyaOrig="593">
          <v:shape id="_x0000_i1426" type="#_x0000_t75" alt="eqId499d55cfee4b09dc5876d4cae37a3b34" style="width:117.75pt;height:30pt" o:ole="">
            <v:imagedata r:id="rId466" o:title="eqId499d55cfee4b09dc5876d4cae37a3b34"/>
          </v:shape>
          <o:OLEObject Type="Embed" ProgID="Equation.DSMT4" ShapeID="_x0000_i1426" DrawAspect="Content" ObjectID="_1771235107" r:id="rId467"/>
        </w:object>
      </w:r>
      <w:r w:rsidRPr="004C38B0">
        <w:rPr>
          <w:rFonts w:ascii="Times New Roman" w:eastAsia="宋体" w:hAnsi="Times New Roman" w:cs="Times New Roman"/>
        </w:rPr>
        <w:t>，使得</w:t>
      </w:r>
      <w:r w:rsidRPr="004C38B0">
        <w:rPr>
          <w:rFonts w:ascii="Times New Roman" w:eastAsia="宋体" w:hAnsi="Times New Roman" w:cs="Times New Roman"/>
        </w:rPr>
        <w:object w:dxaOrig="1284" w:dyaOrig="357">
          <v:shape id="_x0000_i1427" type="#_x0000_t75" alt="eqId31d05a3877d1df7d36d5b85c090b3995" style="width:64.5pt;height:18pt" o:ole="">
            <v:imagedata r:id="rId468" o:title="eqId31d05a3877d1df7d36d5b85c090b3995"/>
          </v:shape>
          <o:OLEObject Type="Embed" ProgID="Equation.DSMT4" ShapeID="_x0000_i1427" DrawAspect="Content" ObjectID="_1771235108" r:id="rId469"/>
        </w:object>
      </w:r>
      <w:r w:rsidRPr="004C38B0">
        <w:rPr>
          <w:rFonts w:ascii="Times New Roman" w:eastAsia="宋体" w:hAnsi="Times New Roman" w:cs="Times New Roman"/>
        </w:rPr>
        <w:t>成立，则函数</w:t>
      </w:r>
      <w:r w:rsidRPr="004C38B0">
        <w:rPr>
          <w:rFonts w:ascii="Times New Roman" w:eastAsia="宋体" w:hAnsi="Times New Roman" w:cs="Times New Roman"/>
        </w:rPr>
        <w:object w:dxaOrig="492" w:dyaOrig="359">
          <v:shape id="_x0000_i1428" type="#_x0000_t75" alt="eqId028517e8bebe634441e0a5c79828e88a" style="width:24.75pt;height:18pt" o:ole="">
            <v:imagedata r:id="rId470" o:title="eqId028517e8bebe634441e0a5c79828e88a"/>
          </v:shape>
          <o:OLEObject Type="Embed" ProgID="Equation.DSMT4" ShapeID="_x0000_i1428" DrawAspect="Content" ObjectID="_1771235109" r:id="rId471"/>
        </w:object>
      </w:r>
      <w:r w:rsidRPr="004C38B0">
        <w:rPr>
          <w:rFonts w:ascii="Times New Roman" w:eastAsia="宋体" w:hAnsi="Times New Roman" w:cs="Times New Roman"/>
        </w:rPr>
        <w:t>的值域为函数</w:t>
      </w:r>
      <w:r w:rsidRPr="004C38B0">
        <w:rPr>
          <w:rFonts w:ascii="Times New Roman" w:eastAsia="宋体" w:hAnsi="Times New Roman" w:cs="Times New Roman"/>
        </w:rPr>
        <w:object w:dxaOrig="510" w:dyaOrig="353">
          <v:shape id="_x0000_i1429" type="#_x0000_t75" alt="eqIdd275fbb3ee5cd1177ca5a2ceecbbef0f" style="width:25.5pt;height:18pt" o:ole="">
            <v:imagedata r:id="rId472" o:title="eqIdd275fbb3ee5cd1177ca5a2ceecbbef0f"/>
          </v:shape>
          <o:OLEObject Type="Embed" ProgID="Equation.DSMT4" ShapeID="_x0000_i1429" DrawAspect="Content" ObjectID="_1771235110" r:id="rId473"/>
        </w:object>
      </w:r>
      <w:r w:rsidRPr="004C38B0">
        <w:rPr>
          <w:rFonts w:ascii="Times New Roman" w:eastAsia="宋体" w:hAnsi="Times New Roman" w:cs="Times New Roman"/>
        </w:rPr>
        <w:t>值域的子集，</w:t>
      </w:r>
      <w:r w:rsidRPr="004C38B0">
        <w:rPr>
          <w:rFonts w:ascii="Times New Roman" w:eastAsia="宋体" w:hAnsi="Times New Roman" w:cs="Times New Roman"/>
        </w:rPr>
        <w:object w:dxaOrig="2165" w:dyaOrig="581">
          <v:shape id="_x0000_i1430" type="#_x0000_t75" alt="eqId30101a9e4396bfa9689e9f4025dab01d" style="width:108pt;height:29.25pt" o:ole="">
            <v:imagedata r:id="rId474" o:title="eqId30101a9e4396bfa9689e9f4025dab01d"/>
          </v:shape>
          <o:OLEObject Type="Embed" ProgID="Equation.DSMT4" ShapeID="_x0000_i1430" DrawAspect="Content" ObjectID="_1771235111" r:id="rId475"/>
        </w:object>
      </w:r>
      <w:r w:rsidRPr="004C38B0">
        <w:rPr>
          <w:rFonts w:ascii="Times New Roman" w:eastAsia="宋体" w:hAnsi="Times New Roman" w:cs="Times New Roman"/>
        </w:rPr>
        <w:t>，则函数</w:t>
      </w:r>
      <w:r w:rsidRPr="004C38B0">
        <w:rPr>
          <w:rFonts w:ascii="Times New Roman" w:eastAsia="宋体" w:hAnsi="Times New Roman" w:cs="Times New Roman"/>
        </w:rPr>
        <w:object w:dxaOrig="510" w:dyaOrig="353">
          <v:shape id="_x0000_i1431" type="#_x0000_t75" alt="eqIdd275fbb3ee5cd1177ca5a2ceecbbef0f" style="width:25.5pt;height:18pt" o:ole="">
            <v:imagedata r:id="rId472" o:title="eqIdd275fbb3ee5cd1177ca5a2ceecbbef0f"/>
          </v:shape>
          <o:OLEObject Type="Embed" ProgID="Equation.DSMT4" ShapeID="_x0000_i1431" DrawAspect="Content" ObjectID="_1771235112" r:id="rId476"/>
        </w:object>
      </w:r>
      <w:r w:rsidRPr="004C38B0">
        <w:rPr>
          <w:rFonts w:ascii="Times New Roman" w:eastAsia="宋体" w:hAnsi="Times New Roman" w:cs="Times New Roman"/>
        </w:rPr>
        <w:t>在</w:t>
      </w:r>
      <w:r w:rsidRPr="004C38B0">
        <w:rPr>
          <w:rFonts w:ascii="Times New Roman" w:eastAsia="宋体" w:hAnsi="Times New Roman" w:cs="Times New Roman"/>
        </w:rPr>
        <w:object w:dxaOrig="950" w:dyaOrig="356">
          <v:shape id="_x0000_i1432" type="#_x0000_t75" alt="eqIdafdf7c8f771c4605d81e519e13c6dc87" style="width:47.25pt;height:18pt" o:ole="">
            <v:imagedata r:id="rId477" o:title="eqIdafdf7c8f771c4605d81e519e13c6dc87"/>
          </v:shape>
          <o:OLEObject Type="Embed" ProgID="Equation.DSMT4" ShapeID="_x0000_i1432" DrawAspect="Content" ObjectID="_1771235113" r:id="rId478"/>
        </w:object>
      </w:r>
      <w:r w:rsidRPr="004C38B0">
        <w:rPr>
          <w:rFonts w:ascii="Times New Roman" w:eastAsia="宋体" w:hAnsi="Times New Roman" w:cs="Times New Roman"/>
        </w:rPr>
        <w:t>上为减函数，所以</w:t>
      </w:r>
      <w:r w:rsidRPr="004C38B0">
        <w:rPr>
          <w:rFonts w:ascii="Times New Roman" w:eastAsia="宋体" w:hAnsi="Times New Roman" w:cs="Times New Roman"/>
        </w:rPr>
        <w:object w:dxaOrig="1038" w:dyaOrig="285">
          <v:shape id="_x0000_i1433" type="#_x0000_t75" alt="eqId5871f6bf69444e4bc8ac6b4e3cbf349e" style="width:51.75pt;height:14.25pt" o:ole="">
            <v:imagedata r:id="rId479" o:title="eqId5871f6bf69444e4bc8ac6b4e3cbf349e"/>
          </v:shape>
          <o:OLEObject Type="Embed" ProgID="Equation.DSMT4" ShapeID="_x0000_i1433" DrawAspect="Content" ObjectID="_1771235114" r:id="rId480"/>
        </w:object>
      </w:r>
      <w:r w:rsidRPr="004C38B0">
        <w:rPr>
          <w:rFonts w:ascii="Times New Roman" w:eastAsia="宋体" w:hAnsi="Times New Roman" w:cs="Times New Roman"/>
        </w:rPr>
        <w:t>.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因为</w:t>
      </w:r>
      <w:r w:rsidRPr="004C38B0">
        <w:rPr>
          <w:rFonts w:ascii="Times New Roman" w:eastAsia="宋体" w:hAnsi="Times New Roman" w:cs="Times New Roman"/>
        </w:rPr>
        <w:object w:dxaOrig="844" w:dyaOrig="541">
          <v:shape id="_x0000_i1434" type="#_x0000_t75" alt="eqId05c71530294b40b7e295b268cd0bab6c" style="width:42pt;height:27pt" o:ole="">
            <v:imagedata r:id="rId481" o:title="eqId05c71530294b40b7e295b268cd0bab6c"/>
          </v:shape>
          <o:OLEObject Type="Embed" ProgID="Equation.DSMT4" ShapeID="_x0000_i1434" DrawAspect="Content" ObjectID="_1771235115" r:id="rId482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1584" w:dyaOrig="554">
          <v:shape id="_x0000_i1435" type="#_x0000_t75" alt="eqIdfd0f8f06261c223b3ef4276e3330842a" style="width:79.5pt;height:27.75pt" o:ole="">
            <v:imagedata r:id="rId483" o:title="eqIdfd0f8f06261c223b3ef4276e3330842a"/>
          </v:shape>
          <o:OLEObject Type="Embed" ProgID="Equation.DSMT4" ShapeID="_x0000_i1435" DrawAspect="Content" ObjectID="_1771235116" r:id="rId484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1901" w:dyaOrig="594">
          <v:shape id="_x0000_i1436" type="#_x0000_t75" alt="eqId3d40bbf501ebbbeb7f57cb1f18575c10" style="width:95.25pt;height:30pt" o:ole="">
            <v:imagedata r:id="rId485" o:title="eqId3d40bbf501ebbbeb7f57cb1f18575c10"/>
          </v:shape>
          <o:OLEObject Type="Embed" ProgID="Equation.DSMT4" ShapeID="_x0000_i1436" DrawAspect="Content" ObjectID="_1771235117" r:id="rId486"/>
        </w:object>
      </w:r>
      <w:r w:rsidRPr="004C38B0">
        <w:rPr>
          <w:rFonts w:ascii="Times New Roman" w:eastAsia="宋体" w:hAnsi="Times New Roman" w:cs="Times New Roman"/>
        </w:rPr>
        <w:t>，当</w:t>
      </w:r>
      <w:r w:rsidRPr="004C38B0">
        <w:rPr>
          <w:rFonts w:ascii="Times New Roman" w:eastAsia="宋体" w:hAnsi="Times New Roman" w:cs="Times New Roman"/>
        </w:rPr>
        <w:object w:dxaOrig="528" w:dyaOrig="251">
          <v:shape id="_x0000_i1437" type="#_x0000_t75" alt="eqId58b140e221ddf537b8964fff8557cca0" style="width:26.25pt;height:12.75pt" o:ole="">
            <v:imagedata r:id="rId487" o:title="eqId58b140e221ddf537b8964fff8557cca0"/>
          </v:shape>
          <o:OLEObject Type="Embed" ProgID="Equation.DSMT4" ShapeID="_x0000_i1437" DrawAspect="Content" ObjectID="_1771235118" r:id="rId488"/>
        </w:object>
      </w:r>
      <w:r w:rsidRPr="004C38B0">
        <w:rPr>
          <w:rFonts w:ascii="Times New Roman" w:eastAsia="宋体" w:hAnsi="Times New Roman" w:cs="Times New Roman"/>
        </w:rPr>
        <w:t>时，</w:t>
      </w:r>
      <w:r w:rsidRPr="004C38B0">
        <w:rPr>
          <w:rFonts w:ascii="Times New Roman" w:eastAsia="宋体" w:hAnsi="Times New Roman" w:cs="Times New Roman"/>
        </w:rPr>
        <w:object w:dxaOrig="1830" w:dyaOrig="540">
          <v:shape id="_x0000_i1438" type="#_x0000_t75" alt="eqIdad1a453f09cf3522a13734ceef662efa" style="width:91.5pt;height:27pt" o:ole="">
            <v:imagedata r:id="rId489" o:title="eqIdad1a453f09cf3522a13734ceef662efa"/>
          </v:shape>
          <o:OLEObject Type="Embed" ProgID="Equation.DSMT4" ShapeID="_x0000_i1438" DrawAspect="Content" ObjectID="_1771235119" r:id="rId490"/>
        </w:object>
      </w:r>
      <w:r w:rsidRPr="004C38B0">
        <w:rPr>
          <w:rFonts w:ascii="Times New Roman" w:eastAsia="宋体" w:hAnsi="Times New Roman" w:cs="Times New Roman"/>
        </w:rPr>
        <w:t>，则</w:t>
      </w:r>
      <w:r w:rsidRPr="004C38B0">
        <w:rPr>
          <w:rFonts w:ascii="Times New Roman" w:eastAsia="宋体" w:hAnsi="Times New Roman" w:cs="Times New Roman"/>
        </w:rPr>
        <w:object w:dxaOrig="1918" w:dyaOrig="595">
          <v:shape id="_x0000_i1439" type="#_x0000_t75" alt="eqIdf19f07f2bcb62194d4a6e036de309fde" style="width:96pt;height:30pt" o:ole="">
            <v:imagedata r:id="rId491" o:title="eqIdf19f07f2bcb62194d4a6e036de309fde"/>
          </v:shape>
          <o:OLEObject Type="Embed" ProgID="Equation.DSMT4" ShapeID="_x0000_i1439" DrawAspect="Content" ObjectID="_1771235120" r:id="rId492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932" w:dyaOrig="1221">
          <v:shape id="_x0000_i1440" type="#_x0000_t75" alt="eqId1efd8e5ee6cd829bfe16d25ae36ca1b7" style="width:46.5pt;height:60.75pt" o:ole="">
            <v:imagedata r:id="rId493" o:title="eqId1efd8e5ee6cd829bfe16d25ae36ca1b7"/>
          </v:shape>
          <o:OLEObject Type="Embed" ProgID="Equation.DSMT4" ShapeID="_x0000_i1440" DrawAspect="Content" ObjectID="_1771235121" r:id="rId494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809" w:dyaOrig="253">
          <v:shape id="_x0000_i1441" type="#_x0000_t75" alt="eqId9977b59a789b7cfdd49185deb2b1b0d7" style="width:40.5pt;height:12.75pt" o:ole="">
            <v:imagedata r:id="rId495" o:title="eqId9977b59a789b7cfdd49185deb2b1b0d7"/>
          </v:shape>
          <o:OLEObject Type="Embed" ProgID="Equation.DSMT4" ShapeID="_x0000_i1441" DrawAspect="Content" ObjectID="_1771235122" r:id="rId496"/>
        </w:object>
      </w:r>
      <w:r w:rsidRPr="004C38B0">
        <w:rPr>
          <w:rFonts w:ascii="Times New Roman" w:eastAsia="宋体" w:hAnsi="Times New Roman" w:cs="Times New Roman"/>
        </w:rPr>
        <w:t>；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当</w:t>
      </w:r>
      <w:r w:rsidRPr="004C38B0">
        <w:rPr>
          <w:rFonts w:ascii="Times New Roman" w:eastAsia="宋体" w:hAnsi="Times New Roman" w:cs="Times New Roman"/>
        </w:rPr>
        <w:object w:dxaOrig="528" w:dyaOrig="237">
          <v:shape id="_x0000_i1442" type="#_x0000_t75" alt="eqId4f4c78214e43a8b93f2a57072033cbcf" style="width:26.25pt;height:12pt" o:ole="">
            <v:imagedata r:id="rId497" o:title="eqId4f4c78214e43a8b93f2a57072033cbcf"/>
          </v:shape>
          <o:OLEObject Type="Embed" ProgID="Equation.DSMT4" ShapeID="_x0000_i1442" DrawAspect="Content" ObjectID="_1771235123" r:id="rId498"/>
        </w:object>
      </w:r>
      <w:r w:rsidRPr="004C38B0">
        <w:rPr>
          <w:rFonts w:ascii="Times New Roman" w:eastAsia="宋体" w:hAnsi="Times New Roman" w:cs="Times New Roman"/>
        </w:rPr>
        <w:t>时，</w:t>
      </w:r>
      <w:r w:rsidRPr="004C38B0">
        <w:rPr>
          <w:rFonts w:ascii="Times New Roman" w:eastAsia="宋体" w:hAnsi="Times New Roman" w:cs="Times New Roman"/>
        </w:rPr>
        <w:object w:dxaOrig="1830" w:dyaOrig="540">
          <v:shape id="_x0000_i1443" type="#_x0000_t75" alt="eqIdc2268113ba637d34a8fa4243ee3d861b" style="width:91.5pt;height:27pt" o:ole="">
            <v:imagedata r:id="rId499" o:title="eqIdc2268113ba637d34a8fa4243ee3d861b"/>
          </v:shape>
          <o:OLEObject Type="Embed" ProgID="Equation.DSMT4" ShapeID="_x0000_i1443" DrawAspect="Content" ObjectID="_1771235124" r:id="rId500"/>
        </w:object>
      </w:r>
      <w:r w:rsidRPr="004C38B0">
        <w:rPr>
          <w:rFonts w:ascii="Times New Roman" w:eastAsia="宋体" w:hAnsi="Times New Roman" w:cs="Times New Roman"/>
        </w:rPr>
        <w:t>，则</w:t>
      </w:r>
      <w:r w:rsidRPr="004C38B0">
        <w:rPr>
          <w:rFonts w:ascii="Times New Roman" w:eastAsia="宋体" w:hAnsi="Times New Roman" w:cs="Times New Roman"/>
        </w:rPr>
        <w:object w:dxaOrig="1882" w:dyaOrig="592">
          <v:shape id="_x0000_i1444" type="#_x0000_t75" alt="eqIdb32f0cea8e91178b77c012fefaad961f" style="width:93.75pt;height:29.25pt" o:ole="">
            <v:imagedata r:id="rId501" o:title="eqIdb32f0cea8e91178b77c012fefaad961f"/>
          </v:shape>
          <o:OLEObject Type="Embed" ProgID="Equation.DSMT4" ShapeID="_x0000_i1444" DrawAspect="Content" ObjectID="_1771235125" r:id="rId502"/>
        </w:object>
      </w:r>
      <w:r w:rsidRPr="004C38B0">
        <w:rPr>
          <w:rFonts w:ascii="Times New Roman" w:eastAsia="宋体" w:hAnsi="Times New Roman" w:cs="Times New Roman"/>
        </w:rPr>
        <w:t>，</w:t>
      </w:r>
      <w:bookmarkStart w:id="0" w:name="_GoBack"/>
      <w:bookmarkEnd w:id="0"/>
      <w:r w:rsidRPr="004C38B0">
        <w:rPr>
          <w:rFonts w:ascii="Times New Roman" w:eastAsia="宋体" w:hAnsi="Times New Roman" w:cs="Times New Roman"/>
        </w:rPr>
        <w:t>所以</w:t>
      </w:r>
      <w:r w:rsidRPr="004C38B0">
        <w:rPr>
          <w:rFonts w:ascii="Times New Roman" w:eastAsia="宋体" w:hAnsi="Times New Roman" w:cs="Times New Roman"/>
        </w:rPr>
        <w:object w:dxaOrig="950" w:dyaOrig="1228">
          <v:shape id="_x0000_i1445" type="#_x0000_t75" alt="eqIdfc32581d7d9e8d425c0a6667fe389177" style="width:47.25pt;height:61.5pt" o:ole="">
            <v:imagedata r:id="rId503" o:title="eqIdfc32581d7d9e8d425c0a6667fe389177"/>
          </v:shape>
          <o:OLEObject Type="Embed" ProgID="Equation.DSMT4" ShapeID="_x0000_i1445" DrawAspect="Content" ObjectID="_1771235126" r:id="rId504"/>
        </w:object>
      </w:r>
      <w:r w:rsidRPr="004C38B0">
        <w:rPr>
          <w:rFonts w:ascii="Times New Roman" w:eastAsia="宋体" w:hAnsi="Times New Roman" w:cs="Times New Roman"/>
        </w:rPr>
        <w:t>，所以</w:t>
      </w:r>
      <w:r w:rsidRPr="004C38B0">
        <w:rPr>
          <w:rFonts w:ascii="Times New Roman" w:eastAsia="宋体" w:hAnsi="Times New Roman" w:cs="Times New Roman"/>
        </w:rPr>
        <w:object w:dxaOrig="950" w:dyaOrig="237">
          <v:shape id="_x0000_i1446" type="#_x0000_t75" alt="eqId232961f0b0cbe58baf7522762876dfbc" style="width:47.25pt;height:12pt" o:ole="">
            <v:imagedata r:id="rId505" o:title="eqId232961f0b0cbe58baf7522762876dfbc"/>
          </v:shape>
          <o:OLEObject Type="Embed" ProgID="Equation.DSMT4" ShapeID="_x0000_i1446" DrawAspect="Content" ObjectID="_1771235127" r:id="rId506"/>
        </w:object>
      </w:r>
      <w:r w:rsidRPr="004C38B0">
        <w:rPr>
          <w:rFonts w:ascii="Times New Roman" w:eastAsia="宋体" w:hAnsi="Times New Roman" w:cs="Times New Roman"/>
        </w:rPr>
        <w:t>；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当</w:t>
      </w:r>
      <w:r w:rsidRPr="004C38B0">
        <w:rPr>
          <w:rFonts w:ascii="Times New Roman" w:eastAsia="宋体" w:hAnsi="Times New Roman" w:cs="Times New Roman"/>
        </w:rPr>
        <w:object w:dxaOrig="528" w:dyaOrig="239">
          <v:shape id="_x0000_i1447" type="#_x0000_t75" alt="eqIdfd876a2ed79c64bacc3e64b8ee92735e" style="width:26.25pt;height:12pt" o:ole="">
            <v:imagedata r:id="rId507" o:title="eqIdfd876a2ed79c64bacc3e64b8ee92735e"/>
          </v:shape>
          <o:OLEObject Type="Embed" ProgID="Equation.DSMT4" ShapeID="_x0000_i1447" DrawAspect="Content" ObjectID="_1771235128" r:id="rId508"/>
        </w:object>
      </w:r>
      <w:r w:rsidRPr="004C38B0">
        <w:rPr>
          <w:rFonts w:ascii="Times New Roman" w:eastAsia="宋体" w:hAnsi="Times New Roman" w:cs="Times New Roman"/>
        </w:rPr>
        <w:t>时，</w:t>
      </w:r>
      <w:r w:rsidRPr="004C38B0">
        <w:rPr>
          <w:rFonts w:ascii="Times New Roman" w:eastAsia="宋体" w:hAnsi="Times New Roman" w:cs="Times New Roman"/>
        </w:rPr>
        <w:object w:dxaOrig="809" w:dyaOrig="358">
          <v:shape id="_x0000_i1448" type="#_x0000_t75" alt="eqIdd9bf5620fe2f9a67e5c5ae6e6e3509ce" style="width:40.5pt;height:18pt" o:ole="">
            <v:imagedata r:id="rId509" o:title="eqIdd9bf5620fe2f9a67e5c5ae6e6e3509ce"/>
          </v:shape>
          <o:OLEObject Type="Embed" ProgID="Equation.DSMT4" ShapeID="_x0000_i1448" DrawAspect="Content" ObjectID="_1771235129" r:id="rId510"/>
        </w:object>
      </w:r>
      <w:r w:rsidRPr="004C38B0">
        <w:rPr>
          <w:rFonts w:ascii="Times New Roman" w:eastAsia="宋体" w:hAnsi="Times New Roman" w:cs="Times New Roman"/>
        </w:rPr>
        <w:t>，显然成立</w:t>
      </w:r>
      <w:r w:rsidRPr="004C38B0">
        <w:rPr>
          <w:rFonts w:ascii="Times New Roman" w:eastAsia="宋体" w:hAnsi="Times New Roman" w:cs="Times New Roman"/>
        </w:rPr>
        <w:t>.</w:t>
      </w:r>
    </w:p>
    <w:p w:rsidR="004C38B0" w:rsidRPr="004C38B0" w:rsidRDefault="004C38B0" w:rsidP="004C38B0">
      <w:pPr>
        <w:shd w:val="clear" w:color="auto" w:fill="FFFFFF"/>
        <w:spacing w:line="0" w:lineRule="atLeast"/>
        <w:jc w:val="left"/>
        <w:textAlignment w:val="center"/>
        <w:rPr>
          <w:rFonts w:ascii="Times New Roman" w:eastAsia="宋体" w:hAnsi="Times New Roman" w:cs="Times New Roman"/>
        </w:rPr>
      </w:pPr>
      <w:r w:rsidRPr="004C38B0">
        <w:rPr>
          <w:rFonts w:ascii="Times New Roman" w:eastAsia="宋体" w:hAnsi="Times New Roman" w:cs="Times New Roman"/>
        </w:rPr>
        <w:t>综上可知</w:t>
      </w:r>
      <w:r w:rsidRPr="004C38B0">
        <w:rPr>
          <w:rFonts w:ascii="Times New Roman" w:eastAsia="宋体" w:hAnsi="Times New Roman" w:cs="Times New Roman"/>
        </w:rPr>
        <w:object w:dxaOrig="915" w:dyaOrig="252">
          <v:shape id="_x0000_i1449" type="#_x0000_t75" alt="eqId876ec51382c11cddaf703f566ead4128" style="width:45.75pt;height:12.75pt" o:ole="">
            <v:imagedata r:id="rId426" o:title="eqId876ec51382c11cddaf703f566ead4128"/>
          </v:shape>
          <o:OLEObject Type="Embed" ProgID="Equation.DSMT4" ShapeID="_x0000_i1449" DrawAspect="Content" ObjectID="_1771235130" r:id="rId511"/>
        </w:object>
      </w:r>
      <w:r w:rsidRPr="004C38B0">
        <w:rPr>
          <w:rFonts w:ascii="Times New Roman" w:eastAsia="宋体" w:hAnsi="Times New Roman" w:cs="Times New Roman"/>
        </w:rPr>
        <w:t>.</w:t>
      </w:r>
    </w:p>
    <w:p w:rsidR="002264D6" w:rsidRDefault="002264D6" w:rsidP="004C38B0">
      <w:pPr>
        <w:spacing w:line="0" w:lineRule="atLeast"/>
      </w:pPr>
    </w:p>
    <w:sectPr w:rsidR="002264D6" w:rsidSect="004C38B0">
      <w:footerReference w:type="even" r:id="rId512"/>
      <w:footerReference w:type="default" r:id="rId513"/>
      <w:pgSz w:w="11906" w:h="16838" w:code="9"/>
      <w:pgMar w:top="907" w:right="1474" w:bottom="907" w:left="147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24C" w:rsidRDefault="00DE624C" w:rsidP="00DE624C">
      <w:r>
        <w:separator/>
      </w:r>
    </w:p>
  </w:endnote>
  <w:endnote w:type="continuationSeparator" w:id="0">
    <w:p w:rsidR="00DE624C" w:rsidRDefault="00DE624C" w:rsidP="00DE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8B0" w:rsidRPr="0064153B" w:rsidRDefault="004C38B0" w:rsidP="004C38B0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fldSimple w:instr=" sectionpages ">
      <w:r>
        <w:rPr>
          <w:noProof/>
        </w:rPr>
        <w:instrText>15</w:instrText>
      </w:r>
    </w:fldSimple>
    <w:r>
      <w:instrText xml:space="preserve"> </w:instrText>
    </w:r>
    <w:r>
      <w:fldChar w:fldCharType="separate"/>
    </w:r>
    <w:r>
      <w:rPr>
        <w:noProof/>
      </w:rPr>
      <w:t>15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8B0" w:rsidRPr="0064153B" w:rsidRDefault="004C38B0" w:rsidP="004C38B0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DE624C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DE624C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fldSimple w:instr=" sectionpages ">
      <w:r w:rsidR="00DE624C">
        <w:rPr>
          <w:noProof/>
        </w:rPr>
        <w:instrText>4</w:instrText>
      </w:r>
    </w:fldSimple>
    <w:r>
      <w:instrText xml:space="preserve"> </w:instrText>
    </w:r>
    <w:r>
      <w:fldChar w:fldCharType="separate"/>
    </w:r>
    <w:r w:rsidR="00DE624C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24C" w:rsidRDefault="00DE624C" w:rsidP="00DE624C">
      <w:r>
        <w:separator/>
      </w:r>
    </w:p>
  </w:footnote>
  <w:footnote w:type="continuationSeparator" w:id="0">
    <w:p w:rsidR="00DE624C" w:rsidRDefault="00DE624C" w:rsidP="00DE62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B0"/>
    <w:rsid w:val="002264D6"/>
    <w:rsid w:val="004C38B0"/>
    <w:rsid w:val="00DE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8134B3-FCC9-4C92-9D50-C97F51AF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4C38B0"/>
  </w:style>
  <w:style w:type="paragraph" w:styleId="a3">
    <w:name w:val="header"/>
    <w:basedOn w:val="a"/>
    <w:link w:val="Char"/>
    <w:uiPriority w:val="99"/>
    <w:unhideWhenUsed/>
    <w:rsid w:val="004C3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38B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38B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38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21" Type="http://schemas.openxmlformats.org/officeDocument/2006/relationships/image" Target="media/image8.wmf"/><Relationship Id="rId63" Type="http://schemas.openxmlformats.org/officeDocument/2006/relationships/oleObject" Target="embeddings/oleObject31.bin"/><Relationship Id="rId159" Type="http://schemas.openxmlformats.org/officeDocument/2006/relationships/image" Target="media/image71.wmf"/><Relationship Id="rId324" Type="http://schemas.openxmlformats.org/officeDocument/2006/relationships/oleObject" Target="embeddings/oleObject168.bin"/><Relationship Id="rId366" Type="http://schemas.openxmlformats.org/officeDocument/2006/relationships/oleObject" Target="embeddings/oleObject190.bin"/><Relationship Id="rId170" Type="http://schemas.openxmlformats.org/officeDocument/2006/relationships/image" Target="media/image76.wmf"/><Relationship Id="rId226" Type="http://schemas.openxmlformats.org/officeDocument/2006/relationships/image" Target="media/image104.wmf"/><Relationship Id="rId433" Type="http://schemas.openxmlformats.org/officeDocument/2006/relationships/oleObject" Target="embeddings/oleObject227.bin"/><Relationship Id="rId268" Type="http://schemas.openxmlformats.org/officeDocument/2006/relationships/oleObject" Target="embeddings/oleObject139.bin"/><Relationship Id="rId475" Type="http://schemas.openxmlformats.org/officeDocument/2006/relationships/oleObject" Target="embeddings/oleObject249.bin"/><Relationship Id="rId32" Type="http://schemas.openxmlformats.org/officeDocument/2006/relationships/oleObject" Target="embeddings/oleObject14.bin"/><Relationship Id="rId74" Type="http://schemas.openxmlformats.org/officeDocument/2006/relationships/image" Target="media/image33.wmf"/><Relationship Id="rId128" Type="http://schemas.openxmlformats.org/officeDocument/2006/relationships/image" Target="media/image56.wmf"/><Relationship Id="rId335" Type="http://schemas.openxmlformats.org/officeDocument/2006/relationships/image" Target="media/image157.wmf"/><Relationship Id="rId377" Type="http://schemas.openxmlformats.org/officeDocument/2006/relationships/oleObject" Target="embeddings/oleObject196.bin"/><Relationship Id="rId500" Type="http://schemas.openxmlformats.org/officeDocument/2006/relationships/oleObject" Target="embeddings/oleObject262.bin"/><Relationship Id="rId5" Type="http://schemas.openxmlformats.org/officeDocument/2006/relationships/endnotes" Target="endnotes.xml"/><Relationship Id="rId181" Type="http://schemas.openxmlformats.org/officeDocument/2006/relationships/oleObject" Target="embeddings/oleObject95.bin"/><Relationship Id="rId237" Type="http://schemas.openxmlformats.org/officeDocument/2006/relationships/oleObject" Target="embeddings/oleObject123.bin"/><Relationship Id="rId402" Type="http://schemas.openxmlformats.org/officeDocument/2006/relationships/image" Target="media/image188.wmf"/><Relationship Id="rId279" Type="http://schemas.openxmlformats.org/officeDocument/2006/relationships/image" Target="media/image130.wmf"/><Relationship Id="rId444" Type="http://schemas.openxmlformats.org/officeDocument/2006/relationships/image" Target="media/image207.wmf"/><Relationship Id="rId486" Type="http://schemas.openxmlformats.org/officeDocument/2006/relationships/oleObject" Target="embeddings/oleObject255.bin"/><Relationship Id="rId43" Type="http://schemas.openxmlformats.org/officeDocument/2006/relationships/oleObject" Target="embeddings/oleObject21.bin"/><Relationship Id="rId139" Type="http://schemas.openxmlformats.org/officeDocument/2006/relationships/image" Target="media/image61.wmf"/><Relationship Id="rId290" Type="http://schemas.openxmlformats.org/officeDocument/2006/relationships/oleObject" Target="embeddings/oleObject150.bin"/><Relationship Id="rId304" Type="http://schemas.openxmlformats.org/officeDocument/2006/relationships/oleObject" Target="embeddings/oleObject158.bin"/><Relationship Id="rId346" Type="http://schemas.openxmlformats.org/officeDocument/2006/relationships/oleObject" Target="embeddings/oleObject180.bin"/><Relationship Id="rId388" Type="http://schemas.openxmlformats.org/officeDocument/2006/relationships/oleObject" Target="embeddings/oleObject202.bin"/><Relationship Id="rId511" Type="http://schemas.openxmlformats.org/officeDocument/2006/relationships/oleObject" Target="embeddings/oleObject268.bin"/><Relationship Id="rId85" Type="http://schemas.openxmlformats.org/officeDocument/2006/relationships/oleObject" Target="embeddings/oleObject44.bin"/><Relationship Id="rId150" Type="http://schemas.openxmlformats.org/officeDocument/2006/relationships/oleObject" Target="embeddings/oleObject79.bin"/><Relationship Id="rId192" Type="http://schemas.openxmlformats.org/officeDocument/2006/relationships/image" Target="media/image87.wmf"/><Relationship Id="rId206" Type="http://schemas.openxmlformats.org/officeDocument/2006/relationships/image" Target="media/image94.wmf"/><Relationship Id="rId413" Type="http://schemas.openxmlformats.org/officeDocument/2006/relationships/oleObject" Target="embeddings/oleObject215.bin"/><Relationship Id="rId248" Type="http://schemas.openxmlformats.org/officeDocument/2006/relationships/image" Target="media/image115.wmf"/><Relationship Id="rId455" Type="http://schemas.openxmlformats.org/officeDocument/2006/relationships/oleObject" Target="embeddings/oleObject238.bin"/><Relationship Id="rId497" Type="http://schemas.openxmlformats.org/officeDocument/2006/relationships/image" Target="media/image232.wmf"/><Relationship Id="rId12" Type="http://schemas.openxmlformats.org/officeDocument/2006/relationships/image" Target="media/image4.wmf"/><Relationship Id="rId108" Type="http://schemas.openxmlformats.org/officeDocument/2006/relationships/oleObject" Target="embeddings/oleObject57.bin"/><Relationship Id="rId315" Type="http://schemas.openxmlformats.org/officeDocument/2006/relationships/image" Target="media/image147.wmf"/><Relationship Id="rId357" Type="http://schemas.openxmlformats.org/officeDocument/2006/relationships/image" Target="media/image167.wmf"/><Relationship Id="rId54" Type="http://schemas.openxmlformats.org/officeDocument/2006/relationships/image" Target="media/image23.wmf"/><Relationship Id="rId96" Type="http://schemas.openxmlformats.org/officeDocument/2006/relationships/image" Target="media/image41.wmf"/><Relationship Id="rId161" Type="http://schemas.openxmlformats.org/officeDocument/2006/relationships/image" Target="media/image72.wmf"/><Relationship Id="rId217" Type="http://schemas.openxmlformats.org/officeDocument/2006/relationships/oleObject" Target="embeddings/oleObject113.bin"/><Relationship Id="rId399" Type="http://schemas.openxmlformats.org/officeDocument/2006/relationships/oleObject" Target="embeddings/oleObject208.bin"/><Relationship Id="rId259" Type="http://schemas.openxmlformats.org/officeDocument/2006/relationships/oleObject" Target="embeddings/oleObject134.bin"/><Relationship Id="rId424" Type="http://schemas.openxmlformats.org/officeDocument/2006/relationships/image" Target="media/image197.wmf"/><Relationship Id="rId466" Type="http://schemas.openxmlformats.org/officeDocument/2006/relationships/image" Target="media/image217.wmf"/><Relationship Id="rId23" Type="http://schemas.openxmlformats.org/officeDocument/2006/relationships/image" Target="media/image9.wmf"/><Relationship Id="rId119" Type="http://schemas.openxmlformats.org/officeDocument/2006/relationships/oleObject" Target="embeddings/oleObject63.bin"/><Relationship Id="rId270" Type="http://schemas.openxmlformats.org/officeDocument/2006/relationships/oleObject" Target="embeddings/oleObject140.bin"/><Relationship Id="rId326" Type="http://schemas.openxmlformats.org/officeDocument/2006/relationships/oleObject" Target="embeddings/oleObject169.bin"/><Relationship Id="rId65" Type="http://schemas.openxmlformats.org/officeDocument/2006/relationships/oleObject" Target="embeddings/oleObject32.bin"/><Relationship Id="rId130" Type="http://schemas.openxmlformats.org/officeDocument/2006/relationships/oleObject" Target="embeddings/oleObject69.bin"/><Relationship Id="rId368" Type="http://schemas.openxmlformats.org/officeDocument/2006/relationships/oleObject" Target="embeddings/oleObject191.bin"/><Relationship Id="rId172" Type="http://schemas.openxmlformats.org/officeDocument/2006/relationships/image" Target="media/image77.wmf"/><Relationship Id="rId228" Type="http://schemas.openxmlformats.org/officeDocument/2006/relationships/image" Target="media/image105.wmf"/><Relationship Id="rId435" Type="http://schemas.openxmlformats.org/officeDocument/2006/relationships/oleObject" Target="embeddings/oleObject228.bin"/><Relationship Id="rId477" Type="http://schemas.openxmlformats.org/officeDocument/2006/relationships/image" Target="media/image222.wmf"/><Relationship Id="rId281" Type="http://schemas.openxmlformats.org/officeDocument/2006/relationships/image" Target="media/image131.wmf"/><Relationship Id="rId337" Type="http://schemas.openxmlformats.org/officeDocument/2006/relationships/oleObject" Target="embeddings/oleObject175.bin"/><Relationship Id="rId502" Type="http://schemas.openxmlformats.org/officeDocument/2006/relationships/oleObject" Target="embeddings/oleObject263.bin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38.bin"/><Relationship Id="rId141" Type="http://schemas.openxmlformats.org/officeDocument/2006/relationships/image" Target="media/image62.wmf"/><Relationship Id="rId379" Type="http://schemas.openxmlformats.org/officeDocument/2006/relationships/image" Target="media/image177.wmf"/><Relationship Id="rId7" Type="http://schemas.openxmlformats.org/officeDocument/2006/relationships/oleObject" Target="embeddings/oleObject1.bin"/><Relationship Id="rId183" Type="http://schemas.openxmlformats.org/officeDocument/2006/relationships/oleObject" Target="embeddings/oleObject96.bin"/><Relationship Id="rId239" Type="http://schemas.openxmlformats.org/officeDocument/2006/relationships/oleObject" Target="embeddings/oleObject124.bin"/><Relationship Id="rId390" Type="http://schemas.openxmlformats.org/officeDocument/2006/relationships/image" Target="media/image182.wmf"/><Relationship Id="rId404" Type="http://schemas.openxmlformats.org/officeDocument/2006/relationships/image" Target="media/image189.wmf"/><Relationship Id="rId446" Type="http://schemas.openxmlformats.org/officeDocument/2006/relationships/image" Target="media/image208.wmf"/><Relationship Id="rId250" Type="http://schemas.openxmlformats.org/officeDocument/2006/relationships/image" Target="media/image116.wmf"/><Relationship Id="rId292" Type="http://schemas.openxmlformats.org/officeDocument/2006/relationships/oleObject" Target="embeddings/oleObject151.bin"/><Relationship Id="rId306" Type="http://schemas.openxmlformats.org/officeDocument/2006/relationships/oleObject" Target="embeddings/oleObject159.bin"/><Relationship Id="rId488" Type="http://schemas.openxmlformats.org/officeDocument/2006/relationships/oleObject" Target="embeddings/oleObject256.bin"/><Relationship Id="rId45" Type="http://schemas.openxmlformats.org/officeDocument/2006/relationships/oleObject" Target="embeddings/oleObject22.bin"/><Relationship Id="rId87" Type="http://schemas.openxmlformats.org/officeDocument/2006/relationships/oleObject" Target="embeddings/oleObject45.bin"/><Relationship Id="rId110" Type="http://schemas.openxmlformats.org/officeDocument/2006/relationships/oleObject" Target="embeddings/oleObject58.bin"/><Relationship Id="rId348" Type="http://schemas.openxmlformats.org/officeDocument/2006/relationships/oleObject" Target="embeddings/oleObject181.bin"/><Relationship Id="rId513" Type="http://schemas.openxmlformats.org/officeDocument/2006/relationships/footer" Target="footer2.xml"/><Relationship Id="rId152" Type="http://schemas.openxmlformats.org/officeDocument/2006/relationships/oleObject" Target="embeddings/oleObject80.bin"/><Relationship Id="rId194" Type="http://schemas.openxmlformats.org/officeDocument/2006/relationships/image" Target="media/image88.wmf"/><Relationship Id="rId208" Type="http://schemas.openxmlformats.org/officeDocument/2006/relationships/image" Target="media/image95.wmf"/><Relationship Id="rId415" Type="http://schemas.openxmlformats.org/officeDocument/2006/relationships/oleObject" Target="embeddings/oleObject217.bin"/><Relationship Id="rId457" Type="http://schemas.openxmlformats.org/officeDocument/2006/relationships/oleObject" Target="embeddings/oleObject239.bin"/><Relationship Id="rId261" Type="http://schemas.openxmlformats.org/officeDocument/2006/relationships/oleObject" Target="embeddings/oleObject135.bin"/><Relationship Id="rId499" Type="http://schemas.openxmlformats.org/officeDocument/2006/relationships/image" Target="media/image233.wmf"/><Relationship Id="rId14" Type="http://schemas.openxmlformats.org/officeDocument/2006/relationships/image" Target="media/image5.wmf"/><Relationship Id="rId56" Type="http://schemas.openxmlformats.org/officeDocument/2006/relationships/image" Target="media/image24.wmf"/><Relationship Id="rId317" Type="http://schemas.openxmlformats.org/officeDocument/2006/relationships/image" Target="media/image148.wmf"/><Relationship Id="rId359" Type="http://schemas.openxmlformats.org/officeDocument/2006/relationships/image" Target="media/image168.wmf"/><Relationship Id="rId98" Type="http://schemas.openxmlformats.org/officeDocument/2006/relationships/image" Target="media/image42.wmf"/><Relationship Id="rId121" Type="http://schemas.openxmlformats.org/officeDocument/2006/relationships/oleObject" Target="embeddings/oleObject64.bin"/><Relationship Id="rId163" Type="http://schemas.openxmlformats.org/officeDocument/2006/relationships/image" Target="media/image73.wmf"/><Relationship Id="rId219" Type="http://schemas.openxmlformats.org/officeDocument/2006/relationships/oleObject" Target="embeddings/oleObject114.bin"/><Relationship Id="rId370" Type="http://schemas.openxmlformats.org/officeDocument/2006/relationships/oleObject" Target="embeddings/oleObject192.bin"/><Relationship Id="rId426" Type="http://schemas.openxmlformats.org/officeDocument/2006/relationships/image" Target="media/image198.wmf"/><Relationship Id="rId230" Type="http://schemas.openxmlformats.org/officeDocument/2006/relationships/image" Target="media/image106.wmf"/><Relationship Id="rId468" Type="http://schemas.openxmlformats.org/officeDocument/2006/relationships/image" Target="media/image218.wmf"/><Relationship Id="rId25" Type="http://schemas.openxmlformats.org/officeDocument/2006/relationships/image" Target="media/image10.wmf"/><Relationship Id="rId67" Type="http://schemas.openxmlformats.org/officeDocument/2006/relationships/oleObject" Target="embeddings/oleObject33.bin"/><Relationship Id="rId272" Type="http://schemas.openxmlformats.org/officeDocument/2006/relationships/oleObject" Target="embeddings/oleObject141.bin"/><Relationship Id="rId328" Type="http://schemas.openxmlformats.org/officeDocument/2006/relationships/oleObject" Target="embeddings/oleObject170.bin"/><Relationship Id="rId132" Type="http://schemas.openxmlformats.org/officeDocument/2006/relationships/oleObject" Target="embeddings/oleObject70.bin"/><Relationship Id="rId174" Type="http://schemas.openxmlformats.org/officeDocument/2006/relationships/image" Target="media/image78.wmf"/><Relationship Id="rId381" Type="http://schemas.openxmlformats.org/officeDocument/2006/relationships/image" Target="media/image178.wmf"/><Relationship Id="rId241" Type="http://schemas.openxmlformats.org/officeDocument/2006/relationships/oleObject" Target="embeddings/oleObject125.bin"/><Relationship Id="rId437" Type="http://schemas.openxmlformats.org/officeDocument/2006/relationships/oleObject" Target="embeddings/oleObject229.bin"/><Relationship Id="rId479" Type="http://schemas.openxmlformats.org/officeDocument/2006/relationships/image" Target="media/image223.wmf"/><Relationship Id="rId36" Type="http://schemas.openxmlformats.org/officeDocument/2006/relationships/image" Target="media/image15.wmf"/><Relationship Id="rId283" Type="http://schemas.openxmlformats.org/officeDocument/2006/relationships/image" Target="media/image132.wmf"/><Relationship Id="rId339" Type="http://schemas.openxmlformats.org/officeDocument/2006/relationships/oleObject" Target="embeddings/oleObject176.bin"/><Relationship Id="rId490" Type="http://schemas.openxmlformats.org/officeDocument/2006/relationships/oleObject" Target="embeddings/oleObject257.bin"/><Relationship Id="rId504" Type="http://schemas.openxmlformats.org/officeDocument/2006/relationships/oleObject" Target="embeddings/oleObject264.bin"/><Relationship Id="rId78" Type="http://schemas.openxmlformats.org/officeDocument/2006/relationships/oleObject" Target="embeddings/oleObject40.bin"/><Relationship Id="rId101" Type="http://schemas.openxmlformats.org/officeDocument/2006/relationships/oleObject" Target="embeddings/oleObject53.bin"/><Relationship Id="rId143" Type="http://schemas.openxmlformats.org/officeDocument/2006/relationships/image" Target="media/image63.wmf"/><Relationship Id="rId185" Type="http://schemas.openxmlformats.org/officeDocument/2006/relationships/oleObject" Target="embeddings/oleObject97.bin"/><Relationship Id="rId350" Type="http://schemas.openxmlformats.org/officeDocument/2006/relationships/oleObject" Target="embeddings/oleObject182.bin"/><Relationship Id="rId406" Type="http://schemas.openxmlformats.org/officeDocument/2006/relationships/image" Target="media/image190.wmf"/><Relationship Id="rId9" Type="http://schemas.openxmlformats.org/officeDocument/2006/relationships/oleObject" Target="embeddings/oleObject2.bin"/><Relationship Id="rId210" Type="http://schemas.openxmlformats.org/officeDocument/2006/relationships/image" Target="media/image96.wmf"/><Relationship Id="rId392" Type="http://schemas.openxmlformats.org/officeDocument/2006/relationships/image" Target="media/image183.wmf"/><Relationship Id="rId448" Type="http://schemas.openxmlformats.org/officeDocument/2006/relationships/image" Target="media/image209.wmf"/><Relationship Id="rId252" Type="http://schemas.openxmlformats.org/officeDocument/2006/relationships/image" Target="media/image117.wmf"/><Relationship Id="rId294" Type="http://schemas.openxmlformats.org/officeDocument/2006/relationships/oleObject" Target="embeddings/oleObject152.bin"/><Relationship Id="rId308" Type="http://schemas.openxmlformats.org/officeDocument/2006/relationships/oleObject" Target="embeddings/oleObject160.bin"/><Relationship Id="rId515" Type="http://schemas.openxmlformats.org/officeDocument/2006/relationships/theme" Target="theme/theme1.xml"/><Relationship Id="rId47" Type="http://schemas.openxmlformats.org/officeDocument/2006/relationships/oleObject" Target="embeddings/oleObject23.bin"/><Relationship Id="rId89" Type="http://schemas.openxmlformats.org/officeDocument/2006/relationships/oleObject" Target="embeddings/oleObject47.bin"/><Relationship Id="rId112" Type="http://schemas.openxmlformats.org/officeDocument/2006/relationships/oleObject" Target="embeddings/oleObject59.bin"/><Relationship Id="rId154" Type="http://schemas.openxmlformats.org/officeDocument/2006/relationships/oleObject" Target="embeddings/oleObject81.bin"/><Relationship Id="rId361" Type="http://schemas.openxmlformats.org/officeDocument/2006/relationships/image" Target="media/image169.wmf"/><Relationship Id="rId196" Type="http://schemas.openxmlformats.org/officeDocument/2006/relationships/image" Target="media/image89.wmf"/><Relationship Id="rId417" Type="http://schemas.openxmlformats.org/officeDocument/2006/relationships/oleObject" Target="embeddings/oleObject218.bin"/><Relationship Id="rId459" Type="http://schemas.openxmlformats.org/officeDocument/2006/relationships/oleObject" Target="embeddings/oleObject240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15.bin"/><Relationship Id="rId263" Type="http://schemas.openxmlformats.org/officeDocument/2006/relationships/oleObject" Target="embeddings/oleObject136.bin"/><Relationship Id="rId319" Type="http://schemas.openxmlformats.org/officeDocument/2006/relationships/image" Target="media/image149.wmf"/><Relationship Id="rId470" Type="http://schemas.openxmlformats.org/officeDocument/2006/relationships/image" Target="media/image219.wmf"/><Relationship Id="rId58" Type="http://schemas.openxmlformats.org/officeDocument/2006/relationships/image" Target="media/image25.wmf"/><Relationship Id="rId123" Type="http://schemas.openxmlformats.org/officeDocument/2006/relationships/oleObject" Target="embeddings/oleObject65.bin"/><Relationship Id="rId330" Type="http://schemas.openxmlformats.org/officeDocument/2006/relationships/oleObject" Target="embeddings/oleObject171.bin"/><Relationship Id="rId165" Type="http://schemas.openxmlformats.org/officeDocument/2006/relationships/image" Target="media/image74.wmf"/><Relationship Id="rId372" Type="http://schemas.openxmlformats.org/officeDocument/2006/relationships/oleObject" Target="embeddings/oleObject193.bin"/><Relationship Id="rId428" Type="http://schemas.openxmlformats.org/officeDocument/2006/relationships/image" Target="media/image199.wmf"/><Relationship Id="rId232" Type="http://schemas.openxmlformats.org/officeDocument/2006/relationships/image" Target="media/image107.wmf"/><Relationship Id="rId274" Type="http://schemas.openxmlformats.org/officeDocument/2006/relationships/oleObject" Target="embeddings/oleObject142.bin"/><Relationship Id="rId481" Type="http://schemas.openxmlformats.org/officeDocument/2006/relationships/image" Target="media/image224.wmf"/><Relationship Id="rId27" Type="http://schemas.openxmlformats.org/officeDocument/2006/relationships/image" Target="media/image11.wmf"/><Relationship Id="rId69" Type="http://schemas.openxmlformats.org/officeDocument/2006/relationships/oleObject" Target="embeddings/oleObject34.bin"/><Relationship Id="rId134" Type="http://schemas.openxmlformats.org/officeDocument/2006/relationships/oleObject" Target="embeddings/oleObject71.bin"/><Relationship Id="rId80" Type="http://schemas.openxmlformats.org/officeDocument/2006/relationships/image" Target="media/image34.wmf"/><Relationship Id="rId176" Type="http://schemas.openxmlformats.org/officeDocument/2006/relationships/image" Target="media/image79.wmf"/><Relationship Id="rId341" Type="http://schemas.openxmlformats.org/officeDocument/2006/relationships/image" Target="media/image159.wmf"/><Relationship Id="rId383" Type="http://schemas.openxmlformats.org/officeDocument/2006/relationships/image" Target="media/image179.wmf"/><Relationship Id="rId439" Type="http://schemas.openxmlformats.org/officeDocument/2006/relationships/oleObject" Target="embeddings/oleObject230.bin"/><Relationship Id="rId201" Type="http://schemas.openxmlformats.org/officeDocument/2006/relationships/oleObject" Target="embeddings/oleObject105.bin"/><Relationship Id="rId243" Type="http://schemas.openxmlformats.org/officeDocument/2006/relationships/oleObject" Target="embeddings/oleObject126.bin"/><Relationship Id="rId285" Type="http://schemas.openxmlformats.org/officeDocument/2006/relationships/image" Target="media/image133.wmf"/><Relationship Id="rId450" Type="http://schemas.openxmlformats.org/officeDocument/2006/relationships/image" Target="media/image210.wmf"/><Relationship Id="rId506" Type="http://schemas.openxmlformats.org/officeDocument/2006/relationships/oleObject" Target="embeddings/oleObject265.bin"/><Relationship Id="rId38" Type="http://schemas.openxmlformats.org/officeDocument/2006/relationships/oleObject" Target="embeddings/oleObject18.bin"/><Relationship Id="rId103" Type="http://schemas.openxmlformats.org/officeDocument/2006/relationships/image" Target="media/image44.wmf"/><Relationship Id="rId310" Type="http://schemas.openxmlformats.org/officeDocument/2006/relationships/oleObject" Target="embeddings/oleObject161.bin"/><Relationship Id="rId492" Type="http://schemas.openxmlformats.org/officeDocument/2006/relationships/oleObject" Target="embeddings/oleObject258.bin"/><Relationship Id="rId91" Type="http://schemas.openxmlformats.org/officeDocument/2006/relationships/oleObject" Target="embeddings/oleObject48.bin"/><Relationship Id="rId145" Type="http://schemas.openxmlformats.org/officeDocument/2006/relationships/image" Target="media/image64.wmf"/><Relationship Id="rId187" Type="http://schemas.openxmlformats.org/officeDocument/2006/relationships/oleObject" Target="embeddings/oleObject98.bin"/><Relationship Id="rId352" Type="http://schemas.openxmlformats.org/officeDocument/2006/relationships/oleObject" Target="embeddings/oleObject183.bin"/><Relationship Id="rId394" Type="http://schemas.openxmlformats.org/officeDocument/2006/relationships/image" Target="media/image184.wmf"/><Relationship Id="rId408" Type="http://schemas.openxmlformats.org/officeDocument/2006/relationships/image" Target="media/image191.wmf"/><Relationship Id="rId212" Type="http://schemas.openxmlformats.org/officeDocument/2006/relationships/image" Target="media/image97.wmf"/><Relationship Id="rId254" Type="http://schemas.openxmlformats.org/officeDocument/2006/relationships/image" Target="media/image118.wmf"/><Relationship Id="rId49" Type="http://schemas.openxmlformats.org/officeDocument/2006/relationships/oleObject" Target="embeddings/oleObject24.bin"/><Relationship Id="rId114" Type="http://schemas.openxmlformats.org/officeDocument/2006/relationships/image" Target="media/image49.wmf"/><Relationship Id="rId296" Type="http://schemas.openxmlformats.org/officeDocument/2006/relationships/oleObject" Target="embeddings/oleObject153.bin"/><Relationship Id="rId461" Type="http://schemas.openxmlformats.org/officeDocument/2006/relationships/oleObject" Target="embeddings/oleObject241.bin"/><Relationship Id="rId60" Type="http://schemas.openxmlformats.org/officeDocument/2006/relationships/image" Target="media/image26.wmf"/><Relationship Id="rId156" Type="http://schemas.openxmlformats.org/officeDocument/2006/relationships/oleObject" Target="embeddings/oleObject82.bin"/><Relationship Id="rId198" Type="http://schemas.openxmlformats.org/officeDocument/2006/relationships/image" Target="media/image90.wmf"/><Relationship Id="rId321" Type="http://schemas.openxmlformats.org/officeDocument/2006/relationships/image" Target="media/image150.wmf"/><Relationship Id="rId363" Type="http://schemas.openxmlformats.org/officeDocument/2006/relationships/image" Target="media/image170.wmf"/><Relationship Id="rId419" Type="http://schemas.openxmlformats.org/officeDocument/2006/relationships/oleObject" Target="embeddings/oleObject219.bin"/><Relationship Id="rId223" Type="http://schemas.openxmlformats.org/officeDocument/2006/relationships/oleObject" Target="embeddings/oleObject116.bin"/><Relationship Id="rId430" Type="http://schemas.openxmlformats.org/officeDocument/2006/relationships/image" Target="media/image200.wmf"/><Relationship Id="rId18" Type="http://schemas.openxmlformats.org/officeDocument/2006/relationships/oleObject" Target="embeddings/oleObject7.bin"/><Relationship Id="rId265" Type="http://schemas.openxmlformats.org/officeDocument/2006/relationships/image" Target="media/image123.wmf"/><Relationship Id="rId472" Type="http://schemas.openxmlformats.org/officeDocument/2006/relationships/image" Target="media/image220.wmf"/><Relationship Id="rId125" Type="http://schemas.openxmlformats.org/officeDocument/2006/relationships/oleObject" Target="embeddings/oleObject66.bin"/><Relationship Id="rId167" Type="http://schemas.openxmlformats.org/officeDocument/2006/relationships/oleObject" Target="embeddings/oleObject88.bin"/><Relationship Id="rId332" Type="http://schemas.openxmlformats.org/officeDocument/2006/relationships/oleObject" Target="embeddings/oleObject172.bin"/><Relationship Id="rId374" Type="http://schemas.openxmlformats.org/officeDocument/2006/relationships/oleObject" Target="embeddings/oleObject194.bin"/><Relationship Id="rId71" Type="http://schemas.openxmlformats.org/officeDocument/2006/relationships/oleObject" Target="embeddings/oleObject35.bin"/><Relationship Id="rId234" Type="http://schemas.openxmlformats.org/officeDocument/2006/relationships/image" Target="media/image108.wmf"/><Relationship Id="rId2" Type="http://schemas.openxmlformats.org/officeDocument/2006/relationships/settings" Target="setting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43.bin"/><Relationship Id="rId441" Type="http://schemas.openxmlformats.org/officeDocument/2006/relationships/oleObject" Target="embeddings/oleObject231.bin"/><Relationship Id="rId483" Type="http://schemas.openxmlformats.org/officeDocument/2006/relationships/image" Target="media/image225.wmf"/><Relationship Id="rId40" Type="http://schemas.openxmlformats.org/officeDocument/2006/relationships/image" Target="media/image16.wmf"/><Relationship Id="rId136" Type="http://schemas.openxmlformats.org/officeDocument/2006/relationships/oleObject" Target="embeddings/oleObject72.bin"/><Relationship Id="rId178" Type="http://schemas.openxmlformats.org/officeDocument/2006/relationships/image" Target="media/image80.wmf"/><Relationship Id="rId301" Type="http://schemas.openxmlformats.org/officeDocument/2006/relationships/image" Target="media/image140.wmf"/><Relationship Id="rId343" Type="http://schemas.openxmlformats.org/officeDocument/2006/relationships/image" Target="media/image160.wmf"/><Relationship Id="rId82" Type="http://schemas.openxmlformats.org/officeDocument/2006/relationships/image" Target="media/image35.wmf"/><Relationship Id="rId203" Type="http://schemas.openxmlformats.org/officeDocument/2006/relationships/oleObject" Target="embeddings/oleObject106.bin"/><Relationship Id="rId385" Type="http://schemas.openxmlformats.org/officeDocument/2006/relationships/image" Target="media/image180.wmf"/><Relationship Id="rId245" Type="http://schemas.openxmlformats.org/officeDocument/2006/relationships/oleObject" Target="embeddings/oleObject127.bin"/><Relationship Id="rId287" Type="http://schemas.openxmlformats.org/officeDocument/2006/relationships/image" Target="media/image134.wmf"/><Relationship Id="rId410" Type="http://schemas.openxmlformats.org/officeDocument/2006/relationships/image" Target="media/image192.wmf"/><Relationship Id="rId452" Type="http://schemas.openxmlformats.org/officeDocument/2006/relationships/image" Target="media/image211.wmf"/><Relationship Id="rId494" Type="http://schemas.openxmlformats.org/officeDocument/2006/relationships/oleObject" Target="embeddings/oleObject259.bin"/><Relationship Id="rId508" Type="http://schemas.openxmlformats.org/officeDocument/2006/relationships/oleObject" Target="embeddings/oleObject266.bin"/><Relationship Id="rId105" Type="http://schemas.openxmlformats.org/officeDocument/2006/relationships/image" Target="media/image45.wmf"/><Relationship Id="rId147" Type="http://schemas.openxmlformats.org/officeDocument/2006/relationships/image" Target="media/image65.wmf"/><Relationship Id="rId312" Type="http://schemas.openxmlformats.org/officeDocument/2006/relationships/oleObject" Target="embeddings/oleObject162.bin"/><Relationship Id="rId354" Type="http://schemas.openxmlformats.org/officeDocument/2006/relationships/oleObject" Target="embeddings/oleObject184.bin"/><Relationship Id="rId51" Type="http://schemas.openxmlformats.org/officeDocument/2006/relationships/oleObject" Target="embeddings/oleObject25.bin"/><Relationship Id="rId93" Type="http://schemas.openxmlformats.org/officeDocument/2006/relationships/oleObject" Target="embeddings/oleObject49.bin"/><Relationship Id="rId189" Type="http://schemas.openxmlformats.org/officeDocument/2006/relationships/oleObject" Target="embeddings/oleObject99.bin"/><Relationship Id="rId396" Type="http://schemas.openxmlformats.org/officeDocument/2006/relationships/image" Target="media/image185.wmf"/><Relationship Id="rId214" Type="http://schemas.openxmlformats.org/officeDocument/2006/relationships/image" Target="media/image98.wmf"/><Relationship Id="rId256" Type="http://schemas.openxmlformats.org/officeDocument/2006/relationships/image" Target="media/image119.wmf"/><Relationship Id="rId298" Type="http://schemas.openxmlformats.org/officeDocument/2006/relationships/oleObject" Target="embeddings/oleObject154.bin"/><Relationship Id="rId421" Type="http://schemas.openxmlformats.org/officeDocument/2006/relationships/oleObject" Target="embeddings/oleObject221.bin"/><Relationship Id="rId463" Type="http://schemas.openxmlformats.org/officeDocument/2006/relationships/image" Target="media/image216.wmf"/><Relationship Id="rId116" Type="http://schemas.openxmlformats.org/officeDocument/2006/relationships/image" Target="media/image50.wmf"/><Relationship Id="rId158" Type="http://schemas.openxmlformats.org/officeDocument/2006/relationships/oleObject" Target="embeddings/oleObject83.bin"/><Relationship Id="rId323" Type="http://schemas.openxmlformats.org/officeDocument/2006/relationships/image" Target="media/image151.wmf"/><Relationship Id="rId20" Type="http://schemas.openxmlformats.org/officeDocument/2006/relationships/oleObject" Target="embeddings/oleObject8.bin"/><Relationship Id="rId62" Type="http://schemas.openxmlformats.org/officeDocument/2006/relationships/image" Target="media/image27.wmf"/><Relationship Id="rId365" Type="http://schemas.openxmlformats.org/officeDocument/2006/relationships/image" Target="media/image171.wmf"/><Relationship Id="rId225" Type="http://schemas.openxmlformats.org/officeDocument/2006/relationships/oleObject" Target="embeddings/oleObject117.bin"/><Relationship Id="rId267" Type="http://schemas.openxmlformats.org/officeDocument/2006/relationships/image" Target="media/image124.wmf"/><Relationship Id="rId432" Type="http://schemas.openxmlformats.org/officeDocument/2006/relationships/image" Target="media/image201.wmf"/><Relationship Id="rId474" Type="http://schemas.openxmlformats.org/officeDocument/2006/relationships/image" Target="media/image221.wmf"/><Relationship Id="rId127" Type="http://schemas.openxmlformats.org/officeDocument/2006/relationships/oleObject" Target="embeddings/oleObject67.bin"/><Relationship Id="rId31" Type="http://schemas.openxmlformats.org/officeDocument/2006/relationships/image" Target="media/image13.wmf"/><Relationship Id="rId73" Type="http://schemas.openxmlformats.org/officeDocument/2006/relationships/oleObject" Target="embeddings/oleObject36.bin"/><Relationship Id="rId169" Type="http://schemas.openxmlformats.org/officeDocument/2006/relationships/oleObject" Target="embeddings/oleObject89.bin"/><Relationship Id="rId334" Type="http://schemas.openxmlformats.org/officeDocument/2006/relationships/oleObject" Target="embeddings/oleObject173.bin"/><Relationship Id="rId376" Type="http://schemas.openxmlformats.org/officeDocument/2006/relationships/oleObject" Target="embeddings/oleObject195.bin"/><Relationship Id="rId4" Type="http://schemas.openxmlformats.org/officeDocument/2006/relationships/footnotes" Target="footnotes.xml"/><Relationship Id="rId180" Type="http://schemas.openxmlformats.org/officeDocument/2006/relationships/image" Target="media/image81.wmf"/><Relationship Id="rId236" Type="http://schemas.openxmlformats.org/officeDocument/2006/relationships/image" Target="media/image109.wmf"/><Relationship Id="rId278" Type="http://schemas.openxmlformats.org/officeDocument/2006/relationships/oleObject" Target="embeddings/oleObject144.bin"/><Relationship Id="rId401" Type="http://schemas.openxmlformats.org/officeDocument/2006/relationships/oleObject" Target="embeddings/oleObject209.bin"/><Relationship Id="rId443" Type="http://schemas.openxmlformats.org/officeDocument/2006/relationships/oleObject" Target="embeddings/oleObject232.bin"/><Relationship Id="rId303" Type="http://schemas.openxmlformats.org/officeDocument/2006/relationships/image" Target="media/image141.wmf"/><Relationship Id="rId485" Type="http://schemas.openxmlformats.org/officeDocument/2006/relationships/image" Target="media/image226.wmf"/><Relationship Id="rId42" Type="http://schemas.openxmlformats.org/officeDocument/2006/relationships/image" Target="media/image17.wmf"/><Relationship Id="rId84" Type="http://schemas.openxmlformats.org/officeDocument/2006/relationships/image" Target="media/image36.wmf"/><Relationship Id="rId138" Type="http://schemas.openxmlformats.org/officeDocument/2006/relationships/oleObject" Target="embeddings/oleObject73.bin"/><Relationship Id="rId345" Type="http://schemas.openxmlformats.org/officeDocument/2006/relationships/image" Target="media/image161.wmf"/><Relationship Id="rId387" Type="http://schemas.openxmlformats.org/officeDocument/2006/relationships/image" Target="media/image181.wmf"/><Relationship Id="rId510" Type="http://schemas.openxmlformats.org/officeDocument/2006/relationships/oleObject" Target="embeddings/oleObject267.bin"/><Relationship Id="rId191" Type="http://schemas.openxmlformats.org/officeDocument/2006/relationships/oleObject" Target="embeddings/oleObject100.bin"/><Relationship Id="rId205" Type="http://schemas.openxmlformats.org/officeDocument/2006/relationships/oleObject" Target="embeddings/oleObject107.bin"/><Relationship Id="rId247" Type="http://schemas.openxmlformats.org/officeDocument/2006/relationships/oleObject" Target="embeddings/oleObject128.bin"/><Relationship Id="rId412" Type="http://schemas.openxmlformats.org/officeDocument/2006/relationships/image" Target="media/image193.wmf"/><Relationship Id="rId107" Type="http://schemas.openxmlformats.org/officeDocument/2006/relationships/image" Target="media/image46.wmf"/><Relationship Id="rId289" Type="http://schemas.openxmlformats.org/officeDocument/2006/relationships/image" Target="media/image135.wmf"/><Relationship Id="rId454" Type="http://schemas.openxmlformats.org/officeDocument/2006/relationships/image" Target="media/image212.wmf"/><Relationship Id="rId496" Type="http://schemas.openxmlformats.org/officeDocument/2006/relationships/oleObject" Target="embeddings/oleObject260.bin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6.bin"/><Relationship Id="rId149" Type="http://schemas.openxmlformats.org/officeDocument/2006/relationships/image" Target="media/image66.wmf"/><Relationship Id="rId314" Type="http://schemas.openxmlformats.org/officeDocument/2006/relationships/oleObject" Target="embeddings/oleObject163.bin"/><Relationship Id="rId356" Type="http://schemas.openxmlformats.org/officeDocument/2006/relationships/oleObject" Target="embeddings/oleObject185.bin"/><Relationship Id="rId398" Type="http://schemas.openxmlformats.org/officeDocument/2006/relationships/image" Target="media/image186.wmf"/><Relationship Id="rId95" Type="http://schemas.openxmlformats.org/officeDocument/2006/relationships/oleObject" Target="embeddings/oleObject50.bin"/><Relationship Id="rId160" Type="http://schemas.openxmlformats.org/officeDocument/2006/relationships/oleObject" Target="embeddings/oleObject84.bin"/><Relationship Id="rId216" Type="http://schemas.openxmlformats.org/officeDocument/2006/relationships/image" Target="media/image99.wmf"/><Relationship Id="rId423" Type="http://schemas.openxmlformats.org/officeDocument/2006/relationships/oleObject" Target="embeddings/oleObject222.bin"/><Relationship Id="rId258" Type="http://schemas.openxmlformats.org/officeDocument/2006/relationships/image" Target="media/image120.wmf"/><Relationship Id="rId465" Type="http://schemas.openxmlformats.org/officeDocument/2006/relationships/oleObject" Target="embeddings/oleObject244.bin"/><Relationship Id="rId22" Type="http://schemas.openxmlformats.org/officeDocument/2006/relationships/oleObject" Target="embeddings/oleObject9.bin"/><Relationship Id="rId64" Type="http://schemas.openxmlformats.org/officeDocument/2006/relationships/image" Target="media/image28.wmf"/><Relationship Id="rId118" Type="http://schemas.openxmlformats.org/officeDocument/2006/relationships/image" Target="media/image51.wmf"/><Relationship Id="rId325" Type="http://schemas.openxmlformats.org/officeDocument/2006/relationships/image" Target="media/image152.wmf"/><Relationship Id="rId367" Type="http://schemas.openxmlformats.org/officeDocument/2006/relationships/image" Target="media/image172.wmf"/><Relationship Id="rId171" Type="http://schemas.openxmlformats.org/officeDocument/2006/relationships/oleObject" Target="embeddings/oleObject90.bin"/><Relationship Id="rId227" Type="http://schemas.openxmlformats.org/officeDocument/2006/relationships/oleObject" Target="embeddings/oleObject118.bin"/><Relationship Id="rId269" Type="http://schemas.openxmlformats.org/officeDocument/2006/relationships/image" Target="media/image125.wmf"/><Relationship Id="rId434" Type="http://schemas.openxmlformats.org/officeDocument/2006/relationships/image" Target="media/image202.wmf"/><Relationship Id="rId476" Type="http://schemas.openxmlformats.org/officeDocument/2006/relationships/oleObject" Target="embeddings/oleObject250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8.bin"/><Relationship Id="rId280" Type="http://schemas.openxmlformats.org/officeDocument/2006/relationships/oleObject" Target="embeddings/oleObject145.bin"/><Relationship Id="rId336" Type="http://schemas.openxmlformats.org/officeDocument/2006/relationships/oleObject" Target="embeddings/oleObject174.bin"/><Relationship Id="rId501" Type="http://schemas.openxmlformats.org/officeDocument/2006/relationships/image" Target="media/image234.wmf"/><Relationship Id="rId75" Type="http://schemas.openxmlformats.org/officeDocument/2006/relationships/oleObject" Target="embeddings/oleObject37.bin"/><Relationship Id="rId140" Type="http://schemas.openxmlformats.org/officeDocument/2006/relationships/oleObject" Target="embeddings/oleObject74.bin"/><Relationship Id="rId182" Type="http://schemas.openxmlformats.org/officeDocument/2006/relationships/image" Target="media/image82.wmf"/><Relationship Id="rId378" Type="http://schemas.openxmlformats.org/officeDocument/2006/relationships/oleObject" Target="embeddings/oleObject197.bin"/><Relationship Id="rId403" Type="http://schemas.openxmlformats.org/officeDocument/2006/relationships/oleObject" Target="embeddings/oleObject210.bin"/><Relationship Id="rId6" Type="http://schemas.openxmlformats.org/officeDocument/2006/relationships/image" Target="media/image1.wmf"/><Relationship Id="rId238" Type="http://schemas.openxmlformats.org/officeDocument/2006/relationships/image" Target="media/image110.wmf"/><Relationship Id="rId445" Type="http://schemas.openxmlformats.org/officeDocument/2006/relationships/oleObject" Target="embeddings/oleObject233.bin"/><Relationship Id="rId487" Type="http://schemas.openxmlformats.org/officeDocument/2006/relationships/image" Target="media/image227.wmf"/><Relationship Id="rId291" Type="http://schemas.openxmlformats.org/officeDocument/2006/relationships/image" Target="media/image136.wmf"/><Relationship Id="rId305" Type="http://schemas.openxmlformats.org/officeDocument/2006/relationships/image" Target="media/image142.wmf"/><Relationship Id="rId347" Type="http://schemas.openxmlformats.org/officeDocument/2006/relationships/image" Target="media/image162.wmf"/><Relationship Id="rId512" Type="http://schemas.openxmlformats.org/officeDocument/2006/relationships/footer" Target="footer1.xml"/><Relationship Id="rId44" Type="http://schemas.openxmlformats.org/officeDocument/2006/relationships/image" Target="media/image18.wmf"/><Relationship Id="rId86" Type="http://schemas.openxmlformats.org/officeDocument/2006/relationships/image" Target="media/image37.wmf"/><Relationship Id="rId151" Type="http://schemas.openxmlformats.org/officeDocument/2006/relationships/image" Target="media/image67.wmf"/><Relationship Id="rId389" Type="http://schemas.openxmlformats.org/officeDocument/2006/relationships/oleObject" Target="embeddings/oleObject203.bin"/><Relationship Id="rId193" Type="http://schemas.openxmlformats.org/officeDocument/2006/relationships/oleObject" Target="embeddings/oleObject101.bin"/><Relationship Id="rId207" Type="http://schemas.openxmlformats.org/officeDocument/2006/relationships/oleObject" Target="embeddings/oleObject108.bin"/><Relationship Id="rId249" Type="http://schemas.openxmlformats.org/officeDocument/2006/relationships/oleObject" Target="embeddings/oleObject129.bin"/><Relationship Id="rId414" Type="http://schemas.openxmlformats.org/officeDocument/2006/relationships/oleObject" Target="embeddings/oleObject216.bin"/><Relationship Id="rId456" Type="http://schemas.openxmlformats.org/officeDocument/2006/relationships/image" Target="media/image213.wmf"/><Relationship Id="rId498" Type="http://schemas.openxmlformats.org/officeDocument/2006/relationships/oleObject" Target="embeddings/oleObject261.bin"/><Relationship Id="rId13" Type="http://schemas.openxmlformats.org/officeDocument/2006/relationships/oleObject" Target="embeddings/oleObject4.bin"/><Relationship Id="rId109" Type="http://schemas.openxmlformats.org/officeDocument/2006/relationships/image" Target="media/image47.wmf"/><Relationship Id="rId260" Type="http://schemas.openxmlformats.org/officeDocument/2006/relationships/image" Target="media/image121.wmf"/><Relationship Id="rId316" Type="http://schemas.openxmlformats.org/officeDocument/2006/relationships/oleObject" Target="embeddings/oleObject164.bin"/><Relationship Id="rId55" Type="http://schemas.openxmlformats.org/officeDocument/2006/relationships/oleObject" Target="embeddings/oleObject27.bin"/><Relationship Id="rId97" Type="http://schemas.openxmlformats.org/officeDocument/2006/relationships/oleObject" Target="embeddings/oleObject51.bin"/><Relationship Id="rId120" Type="http://schemas.openxmlformats.org/officeDocument/2006/relationships/image" Target="media/image52.wmf"/><Relationship Id="rId358" Type="http://schemas.openxmlformats.org/officeDocument/2006/relationships/oleObject" Target="embeddings/oleObject186.bin"/><Relationship Id="rId162" Type="http://schemas.openxmlformats.org/officeDocument/2006/relationships/oleObject" Target="embeddings/oleObject85.bin"/><Relationship Id="rId218" Type="http://schemas.openxmlformats.org/officeDocument/2006/relationships/image" Target="media/image100.wmf"/><Relationship Id="rId425" Type="http://schemas.openxmlformats.org/officeDocument/2006/relationships/oleObject" Target="embeddings/oleObject223.bin"/><Relationship Id="rId467" Type="http://schemas.openxmlformats.org/officeDocument/2006/relationships/oleObject" Target="embeddings/oleObject245.bin"/><Relationship Id="rId271" Type="http://schemas.openxmlformats.org/officeDocument/2006/relationships/image" Target="media/image126.wmf"/><Relationship Id="rId24" Type="http://schemas.openxmlformats.org/officeDocument/2006/relationships/oleObject" Target="embeddings/oleObject10.bin"/><Relationship Id="rId66" Type="http://schemas.openxmlformats.org/officeDocument/2006/relationships/image" Target="media/image29.wmf"/><Relationship Id="rId131" Type="http://schemas.openxmlformats.org/officeDocument/2006/relationships/image" Target="media/image57.wmf"/><Relationship Id="rId327" Type="http://schemas.openxmlformats.org/officeDocument/2006/relationships/image" Target="media/image153.wmf"/><Relationship Id="rId369" Type="http://schemas.openxmlformats.org/officeDocument/2006/relationships/image" Target="media/image173.wmf"/><Relationship Id="rId173" Type="http://schemas.openxmlformats.org/officeDocument/2006/relationships/oleObject" Target="embeddings/oleObject91.bin"/><Relationship Id="rId229" Type="http://schemas.openxmlformats.org/officeDocument/2006/relationships/oleObject" Target="embeddings/oleObject119.bin"/><Relationship Id="rId380" Type="http://schemas.openxmlformats.org/officeDocument/2006/relationships/oleObject" Target="embeddings/oleObject198.bin"/><Relationship Id="rId436" Type="http://schemas.openxmlformats.org/officeDocument/2006/relationships/image" Target="media/image203.wmf"/><Relationship Id="rId240" Type="http://schemas.openxmlformats.org/officeDocument/2006/relationships/image" Target="media/image111.wmf"/><Relationship Id="rId478" Type="http://schemas.openxmlformats.org/officeDocument/2006/relationships/oleObject" Target="embeddings/oleObject251.bin"/><Relationship Id="rId35" Type="http://schemas.openxmlformats.org/officeDocument/2006/relationships/oleObject" Target="embeddings/oleObject16.bin"/><Relationship Id="rId77" Type="http://schemas.openxmlformats.org/officeDocument/2006/relationships/oleObject" Target="embeddings/oleObject39.bin"/><Relationship Id="rId100" Type="http://schemas.openxmlformats.org/officeDocument/2006/relationships/image" Target="media/image43.wmf"/><Relationship Id="rId282" Type="http://schemas.openxmlformats.org/officeDocument/2006/relationships/oleObject" Target="embeddings/oleObject146.bin"/><Relationship Id="rId338" Type="http://schemas.openxmlformats.org/officeDocument/2006/relationships/image" Target="media/image158.wmf"/><Relationship Id="rId503" Type="http://schemas.openxmlformats.org/officeDocument/2006/relationships/image" Target="media/image235.wmf"/><Relationship Id="rId8" Type="http://schemas.openxmlformats.org/officeDocument/2006/relationships/image" Target="media/image2.wmf"/><Relationship Id="rId142" Type="http://schemas.openxmlformats.org/officeDocument/2006/relationships/oleObject" Target="embeddings/oleObject75.bin"/><Relationship Id="rId184" Type="http://schemas.openxmlformats.org/officeDocument/2006/relationships/image" Target="media/image83.wmf"/><Relationship Id="rId391" Type="http://schemas.openxmlformats.org/officeDocument/2006/relationships/oleObject" Target="embeddings/oleObject204.bin"/><Relationship Id="rId405" Type="http://schemas.openxmlformats.org/officeDocument/2006/relationships/oleObject" Target="embeddings/oleObject211.bin"/><Relationship Id="rId447" Type="http://schemas.openxmlformats.org/officeDocument/2006/relationships/oleObject" Target="embeddings/oleObject234.bin"/><Relationship Id="rId251" Type="http://schemas.openxmlformats.org/officeDocument/2006/relationships/oleObject" Target="embeddings/oleObject130.bin"/><Relationship Id="rId489" Type="http://schemas.openxmlformats.org/officeDocument/2006/relationships/image" Target="media/image228.wmf"/><Relationship Id="rId46" Type="http://schemas.openxmlformats.org/officeDocument/2006/relationships/image" Target="media/image19.wmf"/><Relationship Id="rId293" Type="http://schemas.openxmlformats.org/officeDocument/2006/relationships/image" Target="media/image137.wmf"/><Relationship Id="rId307" Type="http://schemas.openxmlformats.org/officeDocument/2006/relationships/image" Target="media/image143.wmf"/><Relationship Id="rId349" Type="http://schemas.openxmlformats.org/officeDocument/2006/relationships/image" Target="media/image163.wmf"/><Relationship Id="rId514" Type="http://schemas.openxmlformats.org/officeDocument/2006/relationships/fontTable" Target="fontTable.xml"/><Relationship Id="rId88" Type="http://schemas.openxmlformats.org/officeDocument/2006/relationships/oleObject" Target="embeddings/oleObject46.bin"/><Relationship Id="rId111" Type="http://schemas.openxmlformats.org/officeDocument/2006/relationships/image" Target="media/image48.wmf"/><Relationship Id="rId153" Type="http://schemas.openxmlformats.org/officeDocument/2006/relationships/image" Target="media/image68.wmf"/><Relationship Id="rId195" Type="http://schemas.openxmlformats.org/officeDocument/2006/relationships/oleObject" Target="embeddings/oleObject102.bin"/><Relationship Id="rId209" Type="http://schemas.openxmlformats.org/officeDocument/2006/relationships/oleObject" Target="embeddings/oleObject109.bin"/><Relationship Id="rId360" Type="http://schemas.openxmlformats.org/officeDocument/2006/relationships/oleObject" Target="embeddings/oleObject187.bin"/><Relationship Id="rId416" Type="http://schemas.openxmlformats.org/officeDocument/2006/relationships/image" Target="media/image194.wmf"/><Relationship Id="rId220" Type="http://schemas.openxmlformats.org/officeDocument/2006/relationships/image" Target="media/image101.wmf"/><Relationship Id="rId458" Type="http://schemas.openxmlformats.org/officeDocument/2006/relationships/image" Target="media/image214.wmf"/><Relationship Id="rId15" Type="http://schemas.openxmlformats.org/officeDocument/2006/relationships/oleObject" Target="embeddings/oleObject5.bin"/><Relationship Id="rId57" Type="http://schemas.openxmlformats.org/officeDocument/2006/relationships/oleObject" Target="embeddings/oleObject28.bin"/><Relationship Id="rId262" Type="http://schemas.openxmlformats.org/officeDocument/2006/relationships/image" Target="media/image122.wmf"/><Relationship Id="rId318" Type="http://schemas.openxmlformats.org/officeDocument/2006/relationships/oleObject" Target="embeddings/oleObject165.bin"/><Relationship Id="rId99" Type="http://schemas.openxmlformats.org/officeDocument/2006/relationships/oleObject" Target="embeddings/oleObject52.bin"/><Relationship Id="rId122" Type="http://schemas.openxmlformats.org/officeDocument/2006/relationships/image" Target="media/image53.wmf"/><Relationship Id="rId164" Type="http://schemas.openxmlformats.org/officeDocument/2006/relationships/oleObject" Target="embeddings/oleObject86.bin"/><Relationship Id="rId371" Type="http://schemas.openxmlformats.org/officeDocument/2006/relationships/image" Target="media/image174.wmf"/><Relationship Id="rId427" Type="http://schemas.openxmlformats.org/officeDocument/2006/relationships/oleObject" Target="embeddings/oleObject224.bin"/><Relationship Id="rId469" Type="http://schemas.openxmlformats.org/officeDocument/2006/relationships/oleObject" Target="embeddings/oleObject246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20.bin"/><Relationship Id="rId273" Type="http://schemas.openxmlformats.org/officeDocument/2006/relationships/image" Target="media/image127.wmf"/><Relationship Id="rId329" Type="http://schemas.openxmlformats.org/officeDocument/2006/relationships/image" Target="media/image154.wmf"/><Relationship Id="rId480" Type="http://schemas.openxmlformats.org/officeDocument/2006/relationships/oleObject" Target="embeddings/oleObject252.bin"/><Relationship Id="rId68" Type="http://schemas.openxmlformats.org/officeDocument/2006/relationships/image" Target="media/image30.wmf"/><Relationship Id="rId133" Type="http://schemas.openxmlformats.org/officeDocument/2006/relationships/image" Target="media/image58.wmf"/><Relationship Id="rId175" Type="http://schemas.openxmlformats.org/officeDocument/2006/relationships/oleObject" Target="embeddings/oleObject92.bin"/><Relationship Id="rId340" Type="http://schemas.openxmlformats.org/officeDocument/2006/relationships/oleObject" Target="embeddings/oleObject177.bin"/><Relationship Id="rId200" Type="http://schemas.openxmlformats.org/officeDocument/2006/relationships/image" Target="media/image91.wmf"/><Relationship Id="rId382" Type="http://schemas.openxmlformats.org/officeDocument/2006/relationships/oleObject" Target="embeddings/oleObject199.bin"/><Relationship Id="rId438" Type="http://schemas.openxmlformats.org/officeDocument/2006/relationships/image" Target="media/image204.wmf"/><Relationship Id="rId242" Type="http://schemas.openxmlformats.org/officeDocument/2006/relationships/image" Target="media/image112.wmf"/><Relationship Id="rId284" Type="http://schemas.openxmlformats.org/officeDocument/2006/relationships/oleObject" Target="embeddings/oleObject147.bin"/><Relationship Id="rId491" Type="http://schemas.openxmlformats.org/officeDocument/2006/relationships/image" Target="media/image229.wmf"/><Relationship Id="rId505" Type="http://schemas.openxmlformats.org/officeDocument/2006/relationships/image" Target="media/image236.wmf"/><Relationship Id="rId37" Type="http://schemas.openxmlformats.org/officeDocument/2006/relationships/oleObject" Target="embeddings/oleObject17.bin"/><Relationship Id="rId79" Type="http://schemas.openxmlformats.org/officeDocument/2006/relationships/oleObject" Target="embeddings/oleObject41.bin"/><Relationship Id="rId102" Type="http://schemas.openxmlformats.org/officeDocument/2006/relationships/oleObject" Target="embeddings/oleObject54.bin"/><Relationship Id="rId144" Type="http://schemas.openxmlformats.org/officeDocument/2006/relationships/oleObject" Target="embeddings/oleObject76.bin"/><Relationship Id="rId90" Type="http://schemas.openxmlformats.org/officeDocument/2006/relationships/image" Target="media/image38.wmf"/><Relationship Id="rId186" Type="http://schemas.openxmlformats.org/officeDocument/2006/relationships/image" Target="media/image84.wmf"/><Relationship Id="rId351" Type="http://schemas.openxmlformats.org/officeDocument/2006/relationships/image" Target="media/image164.wmf"/><Relationship Id="rId393" Type="http://schemas.openxmlformats.org/officeDocument/2006/relationships/oleObject" Target="embeddings/oleObject205.bin"/><Relationship Id="rId407" Type="http://schemas.openxmlformats.org/officeDocument/2006/relationships/oleObject" Target="embeddings/oleObject212.bin"/><Relationship Id="rId449" Type="http://schemas.openxmlformats.org/officeDocument/2006/relationships/oleObject" Target="embeddings/oleObject235.bin"/><Relationship Id="rId211" Type="http://schemas.openxmlformats.org/officeDocument/2006/relationships/oleObject" Target="embeddings/oleObject110.bin"/><Relationship Id="rId253" Type="http://schemas.openxmlformats.org/officeDocument/2006/relationships/oleObject" Target="embeddings/oleObject131.bin"/><Relationship Id="rId295" Type="http://schemas.openxmlformats.org/officeDocument/2006/relationships/image" Target="media/image138.wmf"/><Relationship Id="rId309" Type="http://schemas.openxmlformats.org/officeDocument/2006/relationships/image" Target="media/image144.wmf"/><Relationship Id="rId460" Type="http://schemas.openxmlformats.org/officeDocument/2006/relationships/image" Target="media/image215.wmf"/><Relationship Id="rId48" Type="http://schemas.openxmlformats.org/officeDocument/2006/relationships/image" Target="media/image20.wmf"/><Relationship Id="rId113" Type="http://schemas.openxmlformats.org/officeDocument/2006/relationships/oleObject" Target="embeddings/oleObject60.bin"/><Relationship Id="rId320" Type="http://schemas.openxmlformats.org/officeDocument/2006/relationships/oleObject" Target="embeddings/oleObject166.bin"/><Relationship Id="rId155" Type="http://schemas.openxmlformats.org/officeDocument/2006/relationships/image" Target="media/image69.wmf"/><Relationship Id="rId197" Type="http://schemas.openxmlformats.org/officeDocument/2006/relationships/oleObject" Target="embeddings/oleObject103.bin"/><Relationship Id="rId362" Type="http://schemas.openxmlformats.org/officeDocument/2006/relationships/oleObject" Target="embeddings/oleObject188.bin"/><Relationship Id="rId418" Type="http://schemas.openxmlformats.org/officeDocument/2006/relationships/image" Target="media/image195.wmf"/><Relationship Id="rId222" Type="http://schemas.openxmlformats.org/officeDocument/2006/relationships/image" Target="media/image102.wmf"/><Relationship Id="rId264" Type="http://schemas.openxmlformats.org/officeDocument/2006/relationships/oleObject" Target="embeddings/oleObject137.bin"/><Relationship Id="rId471" Type="http://schemas.openxmlformats.org/officeDocument/2006/relationships/oleObject" Target="embeddings/oleObject247.bin"/><Relationship Id="rId17" Type="http://schemas.openxmlformats.org/officeDocument/2006/relationships/oleObject" Target="embeddings/oleObject6.bin"/><Relationship Id="rId59" Type="http://schemas.openxmlformats.org/officeDocument/2006/relationships/oleObject" Target="embeddings/oleObject29.bin"/><Relationship Id="rId124" Type="http://schemas.openxmlformats.org/officeDocument/2006/relationships/image" Target="media/image54.wmf"/><Relationship Id="rId70" Type="http://schemas.openxmlformats.org/officeDocument/2006/relationships/image" Target="media/image31.wmf"/><Relationship Id="rId166" Type="http://schemas.openxmlformats.org/officeDocument/2006/relationships/oleObject" Target="embeddings/oleObject87.bin"/><Relationship Id="rId331" Type="http://schemas.openxmlformats.org/officeDocument/2006/relationships/image" Target="media/image155.wmf"/><Relationship Id="rId373" Type="http://schemas.openxmlformats.org/officeDocument/2006/relationships/image" Target="media/image175.wmf"/><Relationship Id="rId429" Type="http://schemas.openxmlformats.org/officeDocument/2006/relationships/oleObject" Target="embeddings/oleObject225.bin"/><Relationship Id="rId1" Type="http://schemas.openxmlformats.org/officeDocument/2006/relationships/styles" Target="styles.xml"/><Relationship Id="rId233" Type="http://schemas.openxmlformats.org/officeDocument/2006/relationships/oleObject" Target="embeddings/oleObject121.bin"/><Relationship Id="rId440" Type="http://schemas.openxmlformats.org/officeDocument/2006/relationships/image" Target="media/image205.wmf"/><Relationship Id="rId28" Type="http://schemas.openxmlformats.org/officeDocument/2006/relationships/oleObject" Target="embeddings/oleObject12.bin"/><Relationship Id="rId275" Type="http://schemas.openxmlformats.org/officeDocument/2006/relationships/image" Target="media/image128.wmf"/><Relationship Id="rId300" Type="http://schemas.openxmlformats.org/officeDocument/2006/relationships/oleObject" Target="embeddings/oleObject156.bin"/><Relationship Id="rId482" Type="http://schemas.openxmlformats.org/officeDocument/2006/relationships/oleObject" Target="embeddings/oleObject253.bin"/><Relationship Id="rId81" Type="http://schemas.openxmlformats.org/officeDocument/2006/relationships/oleObject" Target="embeddings/oleObject42.bin"/><Relationship Id="rId135" Type="http://schemas.openxmlformats.org/officeDocument/2006/relationships/image" Target="media/image59.wmf"/><Relationship Id="rId177" Type="http://schemas.openxmlformats.org/officeDocument/2006/relationships/oleObject" Target="embeddings/oleObject93.bin"/><Relationship Id="rId342" Type="http://schemas.openxmlformats.org/officeDocument/2006/relationships/oleObject" Target="embeddings/oleObject178.bin"/><Relationship Id="rId384" Type="http://schemas.openxmlformats.org/officeDocument/2006/relationships/oleObject" Target="embeddings/oleObject200.bin"/><Relationship Id="rId202" Type="http://schemas.openxmlformats.org/officeDocument/2006/relationships/image" Target="media/image92.wmf"/><Relationship Id="rId244" Type="http://schemas.openxmlformats.org/officeDocument/2006/relationships/image" Target="media/image113.wmf"/><Relationship Id="rId39" Type="http://schemas.openxmlformats.org/officeDocument/2006/relationships/oleObject" Target="embeddings/oleObject19.bin"/><Relationship Id="rId286" Type="http://schemas.openxmlformats.org/officeDocument/2006/relationships/oleObject" Target="embeddings/oleObject148.bin"/><Relationship Id="rId451" Type="http://schemas.openxmlformats.org/officeDocument/2006/relationships/oleObject" Target="embeddings/oleObject236.bin"/><Relationship Id="rId493" Type="http://schemas.openxmlformats.org/officeDocument/2006/relationships/image" Target="media/image230.wmf"/><Relationship Id="rId507" Type="http://schemas.openxmlformats.org/officeDocument/2006/relationships/image" Target="media/image237.wmf"/><Relationship Id="rId50" Type="http://schemas.openxmlformats.org/officeDocument/2006/relationships/image" Target="media/image21.wmf"/><Relationship Id="rId104" Type="http://schemas.openxmlformats.org/officeDocument/2006/relationships/oleObject" Target="embeddings/oleObject55.bin"/><Relationship Id="rId146" Type="http://schemas.openxmlformats.org/officeDocument/2006/relationships/oleObject" Target="embeddings/oleObject77.bin"/><Relationship Id="rId188" Type="http://schemas.openxmlformats.org/officeDocument/2006/relationships/image" Target="media/image85.wmf"/><Relationship Id="rId311" Type="http://schemas.openxmlformats.org/officeDocument/2006/relationships/image" Target="media/image145.wmf"/><Relationship Id="rId353" Type="http://schemas.openxmlformats.org/officeDocument/2006/relationships/image" Target="media/image165.wmf"/><Relationship Id="rId395" Type="http://schemas.openxmlformats.org/officeDocument/2006/relationships/oleObject" Target="embeddings/oleObject206.bin"/><Relationship Id="rId409" Type="http://schemas.openxmlformats.org/officeDocument/2006/relationships/oleObject" Target="embeddings/oleObject213.bin"/><Relationship Id="rId92" Type="http://schemas.openxmlformats.org/officeDocument/2006/relationships/image" Target="media/image39.wmf"/><Relationship Id="rId213" Type="http://schemas.openxmlformats.org/officeDocument/2006/relationships/oleObject" Target="embeddings/oleObject111.bin"/><Relationship Id="rId420" Type="http://schemas.openxmlformats.org/officeDocument/2006/relationships/oleObject" Target="embeddings/oleObject220.bin"/><Relationship Id="rId255" Type="http://schemas.openxmlformats.org/officeDocument/2006/relationships/oleObject" Target="embeddings/oleObject132.bin"/><Relationship Id="rId297" Type="http://schemas.openxmlformats.org/officeDocument/2006/relationships/image" Target="media/image139.wmf"/><Relationship Id="rId462" Type="http://schemas.openxmlformats.org/officeDocument/2006/relationships/oleObject" Target="embeddings/oleObject242.bin"/><Relationship Id="rId115" Type="http://schemas.openxmlformats.org/officeDocument/2006/relationships/oleObject" Target="embeddings/oleObject61.bin"/><Relationship Id="rId157" Type="http://schemas.openxmlformats.org/officeDocument/2006/relationships/image" Target="media/image70.wmf"/><Relationship Id="rId322" Type="http://schemas.openxmlformats.org/officeDocument/2006/relationships/oleObject" Target="embeddings/oleObject167.bin"/><Relationship Id="rId364" Type="http://schemas.openxmlformats.org/officeDocument/2006/relationships/oleObject" Target="embeddings/oleObject189.bin"/><Relationship Id="rId61" Type="http://schemas.openxmlformats.org/officeDocument/2006/relationships/oleObject" Target="embeddings/oleObject30.bin"/><Relationship Id="rId199" Type="http://schemas.openxmlformats.org/officeDocument/2006/relationships/oleObject" Target="embeddings/oleObject104.bin"/><Relationship Id="rId19" Type="http://schemas.openxmlformats.org/officeDocument/2006/relationships/image" Target="media/image7.wmf"/><Relationship Id="rId224" Type="http://schemas.openxmlformats.org/officeDocument/2006/relationships/image" Target="media/image103.wmf"/><Relationship Id="rId266" Type="http://schemas.openxmlformats.org/officeDocument/2006/relationships/oleObject" Target="embeddings/oleObject138.bin"/><Relationship Id="rId431" Type="http://schemas.openxmlformats.org/officeDocument/2006/relationships/oleObject" Target="embeddings/oleObject226.bin"/><Relationship Id="rId473" Type="http://schemas.openxmlformats.org/officeDocument/2006/relationships/oleObject" Target="embeddings/oleObject248.bin"/><Relationship Id="rId30" Type="http://schemas.openxmlformats.org/officeDocument/2006/relationships/oleObject" Target="embeddings/oleObject13.bin"/><Relationship Id="rId126" Type="http://schemas.openxmlformats.org/officeDocument/2006/relationships/image" Target="media/image55.wmf"/><Relationship Id="rId168" Type="http://schemas.openxmlformats.org/officeDocument/2006/relationships/image" Target="media/image75.wmf"/><Relationship Id="rId333" Type="http://schemas.openxmlformats.org/officeDocument/2006/relationships/image" Target="media/image156.wmf"/><Relationship Id="rId72" Type="http://schemas.openxmlformats.org/officeDocument/2006/relationships/image" Target="media/image32.wmf"/><Relationship Id="rId375" Type="http://schemas.openxmlformats.org/officeDocument/2006/relationships/image" Target="media/image176.wmf"/><Relationship Id="rId3" Type="http://schemas.openxmlformats.org/officeDocument/2006/relationships/webSettings" Target="webSettings.xml"/><Relationship Id="rId235" Type="http://schemas.openxmlformats.org/officeDocument/2006/relationships/oleObject" Target="embeddings/oleObject122.bin"/><Relationship Id="rId277" Type="http://schemas.openxmlformats.org/officeDocument/2006/relationships/image" Target="media/image129.wmf"/><Relationship Id="rId400" Type="http://schemas.openxmlformats.org/officeDocument/2006/relationships/image" Target="media/image187.wmf"/><Relationship Id="rId442" Type="http://schemas.openxmlformats.org/officeDocument/2006/relationships/image" Target="media/image206.wmf"/><Relationship Id="rId484" Type="http://schemas.openxmlformats.org/officeDocument/2006/relationships/oleObject" Target="embeddings/oleObject254.bin"/><Relationship Id="rId137" Type="http://schemas.openxmlformats.org/officeDocument/2006/relationships/image" Target="media/image60.wmf"/><Relationship Id="rId302" Type="http://schemas.openxmlformats.org/officeDocument/2006/relationships/oleObject" Target="embeddings/oleObject157.bin"/><Relationship Id="rId344" Type="http://schemas.openxmlformats.org/officeDocument/2006/relationships/oleObject" Target="embeddings/oleObject179.bin"/><Relationship Id="rId41" Type="http://schemas.openxmlformats.org/officeDocument/2006/relationships/oleObject" Target="embeddings/oleObject20.bin"/><Relationship Id="rId83" Type="http://schemas.openxmlformats.org/officeDocument/2006/relationships/oleObject" Target="embeddings/oleObject43.bin"/><Relationship Id="rId179" Type="http://schemas.openxmlformats.org/officeDocument/2006/relationships/oleObject" Target="embeddings/oleObject94.bin"/><Relationship Id="rId386" Type="http://schemas.openxmlformats.org/officeDocument/2006/relationships/oleObject" Target="embeddings/oleObject201.bin"/><Relationship Id="rId190" Type="http://schemas.openxmlformats.org/officeDocument/2006/relationships/image" Target="media/image86.wmf"/><Relationship Id="rId204" Type="http://schemas.openxmlformats.org/officeDocument/2006/relationships/image" Target="media/image93.wmf"/><Relationship Id="rId246" Type="http://schemas.openxmlformats.org/officeDocument/2006/relationships/image" Target="media/image114.wmf"/><Relationship Id="rId288" Type="http://schemas.openxmlformats.org/officeDocument/2006/relationships/oleObject" Target="embeddings/oleObject149.bin"/><Relationship Id="rId411" Type="http://schemas.openxmlformats.org/officeDocument/2006/relationships/oleObject" Target="embeddings/oleObject214.bin"/><Relationship Id="rId453" Type="http://schemas.openxmlformats.org/officeDocument/2006/relationships/oleObject" Target="embeddings/oleObject237.bin"/><Relationship Id="rId509" Type="http://schemas.openxmlformats.org/officeDocument/2006/relationships/image" Target="media/image238.wmf"/><Relationship Id="rId106" Type="http://schemas.openxmlformats.org/officeDocument/2006/relationships/oleObject" Target="embeddings/oleObject56.bin"/><Relationship Id="rId313" Type="http://schemas.openxmlformats.org/officeDocument/2006/relationships/image" Target="media/image146.wmf"/><Relationship Id="rId495" Type="http://schemas.openxmlformats.org/officeDocument/2006/relationships/image" Target="media/image231.wmf"/><Relationship Id="rId10" Type="http://schemas.openxmlformats.org/officeDocument/2006/relationships/image" Target="media/image3.wmf"/><Relationship Id="rId52" Type="http://schemas.openxmlformats.org/officeDocument/2006/relationships/image" Target="media/image22.wmf"/><Relationship Id="rId94" Type="http://schemas.openxmlformats.org/officeDocument/2006/relationships/image" Target="media/image40.wmf"/><Relationship Id="rId148" Type="http://schemas.openxmlformats.org/officeDocument/2006/relationships/oleObject" Target="embeddings/oleObject78.bin"/><Relationship Id="rId355" Type="http://schemas.openxmlformats.org/officeDocument/2006/relationships/image" Target="media/image166.wmf"/><Relationship Id="rId397" Type="http://schemas.openxmlformats.org/officeDocument/2006/relationships/oleObject" Target="embeddings/oleObject207.bin"/><Relationship Id="rId215" Type="http://schemas.openxmlformats.org/officeDocument/2006/relationships/oleObject" Target="embeddings/oleObject112.bin"/><Relationship Id="rId257" Type="http://schemas.openxmlformats.org/officeDocument/2006/relationships/oleObject" Target="embeddings/oleObject133.bin"/><Relationship Id="rId422" Type="http://schemas.openxmlformats.org/officeDocument/2006/relationships/image" Target="media/image196.wmf"/><Relationship Id="rId464" Type="http://schemas.openxmlformats.org/officeDocument/2006/relationships/oleObject" Target="embeddings/oleObject243.bin"/><Relationship Id="rId299" Type="http://schemas.openxmlformats.org/officeDocument/2006/relationships/oleObject" Target="embeddings/oleObject155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8780A540</Template>
  <TotalTime>16</TotalTime>
  <Pages>4</Pages>
  <Words>1244</Words>
  <Characters>7093</Characters>
  <Application>Microsoft Office Word</Application>
  <DocSecurity>0</DocSecurity>
  <Lines>59</Lines>
  <Paragraphs>16</Paragraphs>
  <ScaleCrop>false</ScaleCrop>
  <Company/>
  <LinksUpToDate>false</LinksUpToDate>
  <CharactersWithSpaces>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刘凤</dc:creator>
  <cp:keywords/>
  <dc:description/>
  <cp:lastModifiedBy>刘凤</cp:lastModifiedBy>
  <cp:revision>1</cp:revision>
  <dcterms:created xsi:type="dcterms:W3CDTF">2024-03-06T04:21:00Z</dcterms:created>
  <dcterms:modified xsi:type="dcterms:W3CDTF">2024-03-06T04:37:00Z</dcterms:modified>
</cp:coreProperties>
</file>