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058" w:rsidRDefault="00C30058" w:rsidP="00C30058">
      <w:pPr>
        <w:widowControl/>
        <w:shd w:val="clear" w:color="auto" w:fill="FFFFFF"/>
        <w:overflowPunct w:val="0"/>
        <w:spacing w:line="20" w:lineRule="atLeast"/>
        <w:jc w:val="center"/>
        <w:rPr>
          <w:b/>
          <w:bCs/>
          <w:kern w:val="0"/>
          <w:sz w:val="30"/>
          <w:szCs w:val="30"/>
        </w:rPr>
      </w:pPr>
      <w:r>
        <w:rPr>
          <w:rFonts w:hint="eastAsia"/>
          <w:b/>
          <w:bCs/>
          <w:kern w:val="0"/>
          <w:sz w:val="30"/>
          <w:szCs w:val="30"/>
        </w:rPr>
        <w:t>高一数学下学期学生自主测试</w:t>
      </w:r>
      <w:r>
        <w:rPr>
          <w:b/>
          <w:bCs/>
          <w:kern w:val="0"/>
          <w:sz w:val="30"/>
          <w:szCs w:val="30"/>
        </w:rPr>
        <w:t>7</w:t>
      </w:r>
    </w:p>
    <w:p w:rsidR="00C30058" w:rsidRDefault="00C30058" w:rsidP="00C30058">
      <w:pPr>
        <w:widowControl/>
        <w:shd w:val="clear" w:color="auto" w:fill="FFFFFF"/>
        <w:overflowPunct w:val="0"/>
        <w:spacing w:line="2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命制</w:t>
      </w:r>
      <w:r>
        <w:rPr>
          <w:sz w:val="18"/>
          <w:szCs w:val="18"/>
        </w:rPr>
        <w:t>：周霄汉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审核</w:t>
      </w:r>
      <w:r>
        <w:rPr>
          <w:sz w:val="18"/>
          <w:szCs w:val="18"/>
        </w:rPr>
        <w:t>：张兴致</w:t>
      </w:r>
    </w:p>
    <w:p w:rsidR="00C30058" w:rsidRDefault="00C30058" w:rsidP="00C30058">
      <w:pPr>
        <w:spacing w:line="20" w:lineRule="atLeast"/>
        <w:rPr>
          <w:szCs w:val="21"/>
        </w:rPr>
      </w:pPr>
      <w:r>
        <w:rPr>
          <w:b/>
          <w:szCs w:val="21"/>
        </w:rPr>
        <w:t>一、单选题：本题共</w:t>
      </w:r>
      <w:r>
        <w:rPr>
          <w:b/>
          <w:szCs w:val="21"/>
        </w:rPr>
        <w:t>8</w:t>
      </w:r>
      <w:r>
        <w:rPr>
          <w:b/>
          <w:szCs w:val="21"/>
        </w:rPr>
        <w:t>小题，每小题</w:t>
      </w:r>
      <w:r>
        <w:rPr>
          <w:b/>
          <w:szCs w:val="21"/>
        </w:rPr>
        <w:t>5</w:t>
      </w:r>
      <w:r>
        <w:rPr>
          <w:b/>
          <w:szCs w:val="21"/>
        </w:rPr>
        <w:t>分，共</w:t>
      </w:r>
      <w:r>
        <w:rPr>
          <w:b/>
          <w:szCs w:val="21"/>
        </w:rPr>
        <w:t>40</w:t>
      </w:r>
      <w:r>
        <w:rPr>
          <w:b/>
          <w:szCs w:val="21"/>
        </w:rPr>
        <w:t>分</w:t>
      </w:r>
      <w:r>
        <w:rPr>
          <w:b/>
          <w:szCs w:val="21"/>
        </w:rPr>
        <w:t>.</w:t>
      </w:r>
      <w:r>
        <w:rPr>
          <w:b/>
          <w:szCs w:val="21"/>
        </w:rPr>
        <w:t>在每小题给出的四个选项中，只有一项是符合题目要求的</w:t>
      </w:r>
      <w:r>
        <w:rPr>
          <w:b/>
          <w:szCs w:val="21"/>
        </w:rPr>
        <w:t>.</w:t>
      </w:r>
    </w:p>
    <w:p w:rsidR="00C42FCC" w:rsidRDefault="00456B34">
      <w:pPr>
        <w:spacing w:line="360" w:lineRule="auto"/>
        <w:jc w:val="left"/>
        <w:textAlignment w:val="center"/>
      </w:pPr>
      <w:r>
        <w:t>1</w:t>
      </w:r>
      <w:r>
        <w:t>．复数</w:t>
      </w:r>
      <w:r>
        <w:object w:dxaOrig="721" w:dyaOrig="5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f5660534ca9b11d00de13ebba1fcbce9" style="width:36pt;height:27.75pt" o:ole="">
            <v:imagedata r:id="rId7" o:title="eqIdf5660534ca9b11d00de13ebba1fcbce9"/>
          </v:shape>
          <o:OLEObject Type="Embed" ProgID="Equation.DSMT4" ShapeID="_x0000_i1025" DrawAspect="Content" ObjectID="_1775410364" r:id="rId8"/>
        </w:object>
      </w:r>
      <w:r>
        <w:t>，其中</w:t>
      </w:r>
      <w:r>
        <w:object w:dxaOrig="123" w:dyaOrig="232">
          <v:shape id="_x0000_i1026" type="#_x0000_t75" alt="eqId3a7035cd4adda5d72a9fc9f9fda75995" style="width:6pt;height:11.25pt" o:ole="">
            <v:imagedata r:id="rId9" o:title="eqId3a7035cd4adda5d72a9fc9f9fda75995"/>
          </v:shape>
          <o:OLEObject Type="Embed" ProgID="Equation.DSMT4" ShapeID="_x0000_i1026" DrawAspect="Content" ObjectID="_1775410365" r:id="rId10"/>
        </w:object>
      </w:r>
      <w:r>
        <w:t>为虚数单位，则</w:t>
      </w:r>
      <w:r>
        <w:object w:dxaOrig="158" w:dyaOrig="158">
          <v:shape id="_x0000_i1027" type="#_x0000_t75" alt="eqIde81e59019989b7dc2fb59b037ef6e010" style="width:8.25pt;height:8.25pt" o:ole="">
            <v:imagedata r:id="rId11" o:title="eqIde81e59019989b7dc2fb59b037ef6e010"/>
          </v:shape>
          <o:OLEObject Type="Embed" ProgID="Equation.DSMT4" ShapeID="_x0000_i1027" DrawAspect="Content" ObjectID="_1775410366" r:id="rId12"/>
        </w:object>
      </w:r>
      <w:r>
        <w:t>在复平面对应的点的坐标为（</w:t>
      </w:r>
      <w:r>
        <w:t xml:space="preserve">    </w:t>
      </w:r>
      <w:r>
        <w:t>）</w:t>
      </w:r>
    </w:p>
    <w:p w:rsidR="00C42FCC" w:rsidRDefault="00456B34" w:rsidP="00C30058">
      <w:pPr>
        <w:tabs>
          <w:tab w:val="left" w:pos="4365"/>
        </w:tabs>
        <w:spacing w:line="360" w:lineRule="auto"/>
        <w:ind w:left="300"/>
        <w:jc w:val="left"/>
        <w:textAlignment w:val="center"/>
      </w:pPr>
      <w:r>
        <w:t>A</w:t>
      </w:r>
      <w:r>
        <w:t>．</w:t>
      </w:r>
      <w:r>
        <w:object w:dxaOrig="598" w:dyaOrig="306">
          <v:shape id="_x0000_i1028" type="#_x0000_t75" alt="eqId584840ffcdaba5690ad7dd926e40db2b" style="width:30pt;height:15pt" o:ole="">
            <v:imagedata r:id="rId13" o:title="eqId584840ffcdaba5690ad7dd926e40db2b"/>
          </v:shape>
          <o:OLEObject Type="Embed" ProgID="Equation.DSMT4" ShapeID="_x0000_i1028" DrawAspect="Content" ObjectID="_1775410367" r:id="rId14"/>
        </w:object>
      </w:r>
      <w:r w:rsidR="00C30058">
        <w:t xml:space="preserve">   </w:t>
      </w:r>
      <w:r>
        <w:t>B</w:t>
      </w:r>
      <w:r>
        <w:t>．</w:t>
      </w:r>
      <w:r>
        <w:object w:dxaOrig="457" w:dyaOrig="274">
          <v:shape id="_x0000_i1029" type="#_x0000_t75" alt="eqId25dc6cdd9d2be8223612a35a1a9637fb" style="width:22.5pt;height:13.5pt" o:ole="">
            <v:imagedata r:id="rId15" o:title="eqId25dc6cdd9d2be8223612a35a1a9637fb"/>
          </v:shape>
          <o:OLEObject Type="Embed" ProgID="Equation.DSMT4" ShapeID="_x0000_i1029" DrawAspect="Content" ObjectID="_1775410368" r:id="rId16"/>
        </w:object>
      </w:r>
      <w:r w:rsidR="00C30058">
        <w:rPr>
          <w:rFonts w:eastAsia="Times New Roman"/>
          <w:noProof/>
          <w:kern w:val="0"/>
          <w:sz w:val="24"/>
          <w:szCs w:val="24"/>
        </w:rPr>
        <w:drawing>
          <wp:anchor distT="0" distB="0" distL="114300" distR="114300" simplePos="0" relativeHeight="251667968" behindDoc="0" locked="0" layoutInCell="1" allowOverlap="1" wp14:anchorId="7B829762" wp14:editId="5BF686AE">
            <wp:simplePos x="0" y="0"/>
            <wp:positionH relativeFrom="column">
              <wp:posOffset>4304665</wp:posOffset>
            </wp:positionH>
            <wp:positionV relativeFrom="paragraph">
              <wp:posOffset>135255</wp:posOffset>
            </wp:positionV>
            <wp:extent cx="1457325" cy="843915"/>
            <wp:effectExtent l="0" t="0" r="9525" b="0"/>
            <wp:wrapSquare wrapText="bothSides"/>
            <wp:docPr id="100003" name="图片 100003" descr="@@@994053f4-e04a-4a8b-a437-ecdc1d210a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0058">
        <w:rPr>
          <w:rFonts w:hint="eastAsia"/>
        </w:rPr>
        <w:t xml:space="preserve"> </w:t>
      </w:r>
      <w:r w:rsidR="00C30058">
        <w:t xml:space="preserve">    </w:t>
      </w:r>
      <w:r>
        <w:t>C</w:t>
      </w:r>
      <w:r>
        <w:t>．</w:t>
      </w:r>
      <w:r>
        <w:object w:dxaOrig="651" w:dyaOrig="306">
          <v:shape id="_x0000_i1030" type="#_x0000_t75" alt="eqIdc40a9f8645982ef4b8ebbf10435d4476" style="width:32.25pt;height:15pt" o:ole="">
            <v:imagedata r:id="rId18" o:title="eqIdc40a9f8645982ef4b8ebbf10435d4476"/>
          </v:shape>
          <o:OLEObject Type="Embed" ProgID="Equation.DSMT4" ShapeID="_x0000_i1030" DrawAspect="Content" ObjectID="_1775410369" r:id="rId19"/>
        </w:object>
      </w:r>
      <w:r>
        <w:tab/>
        <w:t>D</w:t>
      </w:r>
      <w:r>
        <w:t>．</w:t>
      </w:r>
      <w:r>
        <w:object w:dxaOrig="457" w:dyaOrig="301">
          <v:shape id="_x0000_i1031" type="#_x0000_t75" alt="eqIdf3b4620865b23f689d0ac6904bd90c2a" style="width:22.5pt;height:15pt" o:ole="">
            <v:imagedata r:id="rId20" o:title="eqIdf3b4620865b23f689d0ac6904bd90c2a"/>
          </v:shape>
          <o:OLEObject Type="Embed" ProgID="Equation.DSMT4" ShapeID="_x0000_i1031" DrawAspect="Content" ObjectID="_1775410370" r:id="rId21"/>
        </w:object>
      </w:r>
    </w:p>
    <w:p w:rsidR="00C30058" w:rsidRDefault="00456B34">
      <w:pPr>
        <w:spacing w:line="360" w:lineRule="auto"/>
        <w:jc w:val="left"/>
        <w:textAlignment w:val="center"/>
      </w:pPr>
      <w:r>
        <w:t>2</w:t>
      </w:r>
      <w:r w:rsidR="00C30058">
        <w:t>．如图</w:t>
      </w:r>
      <w:r>
        <w:t>，</w:t>
      </w:r>
      <w:r>
        <w:object w:dxaOrig="598" w:dyaOrig="252">
          <v:shape id="_x0000_i1035" type="#_x0000_t75" alt="eqId15c0dbe3c080c4c4636c64803e5c1f76" style="width:30pt;height:12.75pt" o:ole="">
            <v:imagedata r:id="rId22" o:title="eqId15c0dbe3c080c4c4636c64803e5c1f76"/>
          </v:shape>
          <o:OLEObject Type="Embed" ProgID="Equation.DSMT4" ShapeID="_x0000_i1035" DrawAspect="Content" ObjectID="_1775410371" r:id="rId23"/>
        </w:object>
      </w:r>
      <w:r>
        <w:t>中，点</w:t>
      </w:r>
      <w:r>
        <w:rPr>
          <w:rFonts w:eastAsia="Times New Roman"/>
          <w:i/>
        </w:rPr>
        <w:t>D</w:t>
      </w:r>
      <w:r>
        <w:t>是线段</w:t>
      </w:r>
      <w:r>
        <w:object w:dxaOrig="352" w:dyaOrig="248">
          <v:shape id="_x0000_i1036" type="#_x0000_t75" alt="eqId0dc5c9827dfd0be5a9c85962d6ccbfb1" style="width:17.25pt;height:12.75pt" o:ole="">
            <v:imagedata r:id="rId24" o:title="eqId0dc5c9827dfd0be5a9c85962d6ccbfb1"/>
          </v:shape>
          <o:OLEObject Type="Embed" ProgID="Equation.DSMT4" ShapeID="_x0000_i1036" DrawAspect="Content" ObjectID="_1775410372" r:id="rId25"/>
        </w:object>
      </w:r>
      <w:r>
        <w:t>的中点，</w:t>
      </w:r>
      <w:r>
        <w:rPr>
          <w:rFonts w:eastAsia="Times New Roman"/>
          <w:i/>
        </w:rPr>
        <w:t>E</w:t>
      </w:r>
      <w:r>
        <w:t>是线段</w:t>
      </w:r>
      <w:r>
        <w:object w:dxaOrig="369" w:dyaOrig="224">
          <v:shape id="_x0000_i1037" type="#_x0000_t75" alt="eqId03902478df1a55bc99703210bccab910" style="width:18.75pt;height:11.25pt" o:ole="">
            <v:imagedata r:id="rId26" o:title="eqId03902478df1a55bc99703210bccab910"/>
          </v:shape>
          <o:OLEObject Type="Embed" ProgID="Equation.DSMT4" ShapeID="_x0000_i1037" DrawAspect="Content" ObjectID="_1775410373" r:id="rId27"/>
        </w:object>
      </w:r>
      <w:r>
        <w:t>的靠近</w:t>
      </w:r>
      <w:r>
        <w:rPr>
          <w:rFonts w:eastAsia="Times New Roman"/>
          <w:i/>
        </w:rPr>
        <w:t>A</w:t>
      </w:r>
      <w:r>
        <w:t>的</w:t>
      </w:r>
    </w:p>
    <w:p w:rsidR="00C42FCC" w:rsidRPr="00C30058" w:rsidRDefault="00456B34">
      <w:pPr>
        <w:spacing w:line="360" w:lineRule="auto"/>
        <w:jc w:val="left"/>
        <w:textAlignment w:val="center"/>
        <w:rPr>
          <w:rFonts w:hint="eastAsia"/>
        </w:rPr>
      </w:pPr>
      <w:r>
        <w:t>三等分点，则</w:t>
      </w:r>
      <w:r>
        <w:object w:dxaOrig="510" w:dyaOrig="302">
          <v:shape id="_x0000_i1038" type="#_x0000_t75" alt="eqId9769839f35c2b7002b9f5e62f40b34de" style="width:25.5pt;height:15pt" o:ole="">
            <v:imagedata r:id="rId28" o:title="eqId9769839f35c2b7002b9f5e62f40b34de"/>
          </v:shape>
          <o:OLEObject Type="Embed" ProgID="Equation.DSMT4" ShapeID="_x0000_i1038" DrawAspect="Content" ObjectID="_1775410374" r:id="rId29"/>
        </w:object>
      </w:r>
      <w:r>
        <w:t>（</w:t>
      </w:r>
      <w:r>
        <w:rPr>
          <w:rFonts w:eastAsia="Times New Roman"/>
          <w:kern w:val="0"/>
          <w:sz w:val="24"/>
          <w:szCs w:val="24"/>
        </w:rPr>
        <w:t> </w:t>
      </w:r>
      <w:r w:rsidR="00C30058">
        <w:rPr>
          <w:rFonts w:eastAsia="Times New Roman"/>
          <w:kern w:val="0"/>
          <w:sz w:val="24"/>
          <w:szCs w:val="24"/>
        </w:rPr>
        <w:t xml:space="preserve">   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 w:rsidR="00C42FCC" w:rsidRDefault="00456B34" w:rsidP="00C30058">
      <w:pPr>
        <w:tabs>
          <w:tab w:val="left" w:pos="1455"/>
          <w:tab w:val="left" w:pos="3420"/>
          <w:tab w:val="left" w:pos="6234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 w:dxaOrig="1108" w:dyaOrig="541">
          <v:shape id="_x0000_i1039" type="#_x0000_t75" alt="eqId824743d6261146fbf790145c658206ad" style="width:55.5pt;height:27pt" o:ole="">
            <v:imagedata r:id="rId30" o:title="eqId824743d6261146fbf790145c658206ad"/>
          </v:shape>
          <o:OLEObject Type="Embed" ProgID="Equation.DSMT4" ShapeID="_x0000_i1039" DrawAspect="Content" ObjectID="_1775410375" r:id="rId31"/>
        </w:object>
      </w:r>
      <w:r w:rsidR="00C30058">
        <w:t xml:space="preserve">  </w:t>
      </w:r>
      <w:r>
        <w:t>B</w:t>
      </w:r>
      <w:r>
        <w:t>．</w:t>
      </w:r>
      <w:r>
        <w:object w:dxaOrig="1144" w:dyaOrig="539">
          <v:shape id="_x0000_i1040" type="#_x0000_t75" alt="eqId840f85eda30b2677f43f219b766e0658" style="width:57pt;height:27pt" o:ole="">
            <v:imagedata r:id="rId32" o:title="eqId840f85eda30b2677f43f219b766e0658"/>
          </v:shape>
          <o:OLEObject Type="Embed" ProgID="Equation.DSMT4" ShapeID="_x0000_i1040" DrawAspect="Content" ObjectID="_1775410376" r:id="rId33"/>
        </w:object>
      </w:r>
      <w:r>
        <w:tab/>
        <w:t>C</w:t>
      </w:r>
      <w:r>
        <w:t>．</w:t>
      </w:r>
      <w:r>
        <w:object w:dxaOrig="1109" w:dyaOrig="541">
          <v:shape id="_x0000_i1041" type="#_x0000_t75" alt="eqId182232f5781d7916284d573e3a7d726c" style="width:55.5pt;height:27pt" o:ole="">
            <v:imagedata r:id="rId34" o:title="eqId182232f5781d7916284d573e3a7d726c"/>
          </v:shape>
          <o:OLEObject Type="Embed" ProgID="Equation.DSMT4" ShapeID="_x0000_i1041" DrawAspect="Content" ObjectID="_1775410377" r:id="rId35"/>
        </w:object>
      </w:r>
      <w:r w:rsidR="00C30058">
        <w:t xml:space="preserve">  </w:t>
      </w:r>
      <w:r>
        <w:t>D</w:t>
      </w:r>
      <w:r>
        <w:t>．</w:t>
      </w:r>
      <w:r>
        <w:object w:dxaOrig="1108" w:dyaOrig="541">
          <v:shape id="_x0000_i1042" type="#_x0000_t75" alt="eqId2e57f840e61db5486f7f895ff4d88ae5" style="width:55.5pt;height:27pt" o:ole="">
            <v:imagedata r:id="rId36" o:title="eqId2e57f840e61db5486f7f895ff4d88ae5"/>
          </v:shape>
          <o:OLEObject Type="Embed" ProgID="Equation.DSMT4" ShapeID="_x0000_i1042" DrawAspect="Content" ObjectID="_1775410378" r:id="rId37"/>
        </w:object>
      </w:r>
    </w:p>
    <w:p w:rsidR="00456B34" w:rsidRDefault="00456B34" w:rsidP="00456B34">
      <w:pPr>
        <w:spacing w:line="360" w:lineRule="auto"/>
        <w:jc w:val="left"/>
        <w:textAlignment w:val="center"/>
      </w:pPr>
      <w:r>
        <w:t>3</w:t>
      </w:r>
      <w:r>
        <w:t>．正三棱锥</w:t>
      </w:r>
      <w:r>
        <w:object w:dxaOrig="844" w:dyaOrig="237">
          <v:shape id="_x0000_i1048" type="#_x0000_t75" alt="eqId4278c0911e7df78965e78cff69cac5f5" style="width:42pt;height:12pt" o:ole="">
            <v:imagedata r:id="rId38" o:title="eqId4278c0911e7df78965e78cff69cac5f5"/>
          </v:shape>
          <o:OLEObject Type="Embed" ProgID="Equation.DSMT4" ShapeID="_x0000_i1048" DrawAspect="Content" ObjectID="_1775410379" r:id="rId39"/>
        </w:object>
      </w:r>
      <w:proofErr w:type="gramStart"/>
      <w:r>
        <w:t>的侧棱长为</w:t>
      </w:r>
      <w:proofErr w:type="gramEnd"/>
      <w:r>
        <w:object w:dxaOrig="176" w:dyaOrig="242">
          <v:shape id="_x0000_i1049" type="#_x0000_t75" alt="eqIdb8860d9787671b53b1ab68b3d526f5ca" style="width:9pt;height:12pt" o:ole="">
            <v:imagedata r:id="rId40" o:title="eqIdb8860d9787671b53b1ab68b3d526f5ca"/>
          </v:shape>
          <o:OLEObject Type="Embed" ProgID="Equation.DSMT4" ShapeID="_x0000_i1049" DrawAspect="Content" ObjectID="_1775410380" r:id="rId41"/>
        </w:object>
      </w:r>
      <w:r>
        <w:t>，底面边长为</w:t>
      </w:r>
      <w:r>
        <w:object w:dxaOrig="158" w:dyaOrig="252">
          <v:shape id="_x0000_i1050" type="#_x0000_t75" alt="eqId6f8c4c029e552954bd493b49aeab82d5" style="width:8.25pt;height:12.75pt" o:ole="">
            <v:imagedata r:id="rId42" o:title="eqId6f8c4c029e552954bd493b49aeab82d5"/>
          </v:shape>
          <o:OLEObject Type="Embed" ProgID="Equation.DSMT4" ShapeID="_x0000_i1050" DrawAspect="Content" ObjectID="_1775410381" r:id="rId43"/>
        </w:object>
      </w:r>
      <w:r>
        <w:t>，则顶点</w:t>
      </w:r>
      <w:r>
        <w:object w:dxaOrig="211" w:dyaOrig="250">
          <v:shape id="_x0000_i1051" type="#_x0000_t75" alt="eqId1dde8112e8eb968fd042418dd632759e" style="width:10.5pt;height:12.75pt" o:ole="">
            <v:imagedata r:id="rId44" o:title="eqId1dde8112e8eb968fd042418dd632759e"/>
          </v:shape>
          <o:OLEObject Type="Embed" ProgID="Equation.DSMT4" ShapeID="_x0000_i1051" DrawAspect="Content" ObjectID="_1775410382" r:id="rId45"/>
        </w:object>
      </w:r>
      <w:r>
        <w:t>到底面</w:t>
      </w:r>
      <w:r>
        <w:object w:dxaOrig="492" w:dyaOrig="253">
          <v:shape id="_x0000_i1052" type="#_x0000_t75" alt="eqId7bef5239ddbb0972700ce01daf9ee7cf" style="width:24.75pt;height:12.75pt" o:ole="">
            <v:imagedata r:id="rId46" o:title="eqId7bef5239ddbb0972700ce01daf9ee7cf"/>
          </v:shape>
          <o:OLEObject Type="Embed" ProgID="Equation.DSMT4" ShapeID="_x0000_i1052" DrawAspect="Content" ObjectID="_1775410383" r:id="rId47"/>
        </w:object>
      </w:r>
      <w:r>
        <w:t>的距离为（</w:t>
      </w:r>
      <w:r>
        <w:rPr>
          <w:rFonts w:eastAsia="Times New Roman"/>
          <w:kern w:val="0"/>
          <w:sz w:val="24"/>
          <w:szCs w:val="24"/>
        </w:rPr>
        <w:t>     </w:t>
      </w:r>
      <w:r>
        <w:t>）</w:t>
      </w:r>
    </w:p>
    <w:p w:rsidR="00456B34" w:rsidRDefault="00456B34" w:rsidP="00456B34">
      <w:pPr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</w:t>
      </w:r>
      <w:r>
        <w:t>．</w:t>
      </w:r>
      <w:r>
        <w:object w:dxaOrig="123" w:dyaOrig="230">
          <v:shape id="_x0000_i1053" type="#_x0000_t75" alt="eqIdbdaa19de263700a15fcf213d64a8cd57" style="width:6pt;height:11.25pt" o:ole="">
            <v:imagedata r:id="rId48" o:title="eqIdbdaa19de263700a15fcf213d64a8cd57"/>
          </v:shape>
          <o:OLEObject Type="Embed" ProgID="Equation.DSMT4" ShapeID="_x0000_i1053" DrawAspect="Content" ObjectID="_1775410384" r:id="rId49"/>
        </w:object>
      </w:r>
      <w:r>
        <w:tab/>
        <w:t>B</w:t>
      </w:r>
      <w:r>
        <w:t>．</w:t>
      </w:r>
      <w:r>
        <w:object w:dxaOrig="176" w:dyaOrig="230">
          <v:shape id="_x0000_i1054" type="#_x0000_t75" alt="eqId61128ab996360a038e6e64d82fcba004" style="width:9pt;height:11.25pt" o:ole="">
            <v:imagedata r:id="rId50" o:title="eqId61128ab996360a038e6e64d82fcba004"/>
          </v:shape>
          <o:OLEObject Type="Embed" ProgID="Equation.DSMT4" ShapeID="_x0000_i1054" DrawAspect="Content" ObjectID="_1775410385" r:id="rId51"/>
        </w:object>
      </w:r>
      <w:r>
        <w:tab/>
        <w:t>C</w:t>
      </w:r>
      <w:r>
        <w:t>．</w:t>
      </w:r>
      <w:r>
        <w:object w:dxaOrig="158" w:dyaOrig="238">
          <v:shape id="_x0000_i1055" type="#_x0000_t75" alt="eqId5ca7d1107389675d32b56ec097464c14" style="width:8.25pt;height:12pt" o:ole="">
            <v:imagedata r:id="rId52" o:title="eqId5ca7d1107389675d32b56ec097464c14"/>
          </v:shape>
          <o:OLEObject Type="Embed" ProgID="Equation.DSMT4" ShapeID="_x0000_i1055" DrawAspect="Content" ObjectID="_1775410386" r:id="rId53"/>
        </w:object>
      </w:r>
      <w:r>
        <w:tab/>
        <w:t>D</w:t>
      </w:r>
      <w:r>
        <w:t>．</w:t>
      </w:r>
      <w:r>
        <w:object w:dxaOrig="176" w:dyaOrig="242">
          <v:shape id="_x0000_i1056" type="#_x0000_t75" alt="eqIdb8860d9787671b53b1ab68b3d526f5ca" style="width:9pt;height:12pt" o:ole="">
            <v:imagedata r:id="rId40" o:title="eqIdb8860d9787671b53b1ab68b3d526f5ca"/>
          </v:shape>
          <o:OLEObject Type="Embed" ProgID="Equation.DSMT4" ShapeID="_x0000_i1056" DrawAspect="Content" ObjectID="_1775410387" r:id="rId54"/>
        </w:object>
      </w:r>
    </w:p>
    <w:p w:rsidR="00456B34" w:rsidRDefault="00456B34" w:rsidP="00456B34">
      <w:pPr>
        <w:spacing w:line="360" w:lineRule="auto"/>
        <w:jc w:val="left"/>
        <w:textAlignment w:val="center"/>
      </w:pPr>
      <w:r>
        <w:t>4</w:t>
      </w:r>
      <w:r>
        <w:t>．设非零向量</w:t>
      </w:r>
      <w:r>
        <w:object w:dxaOrig="228" w:dyaOrig="241">
          <v:shape id="_x0000_i1099" type="#_x0000_t75" alt="eqId4f7a1df960feef63dec4790d63f52279" style="width:11.25pt;height:12pt" o:ole="">
            <v:imagedata r:id="rId55" o:title="eqId4f7a1df960feef63dec4790d63f52279"/>
          </v:shape>
          <o:OLEObject Type="Embed" ProgID="Equation.DSMT4" ShapeID="_x0000_i1099" DrawAspect="Content" ObjectID="_1775410388" r:id="rId56"/>
        </w:object>
      </w:r>
      <w:r>
        <w:t>，</w:t>
      </w:r>
      <w:r>
        <w:object w:dxaOrig="176" w:dyaOrig="245">
          <v:shape id="_x0000_i1100" type="#_x0000_t75" alt="eqIdd1b8a88a16125366536cb4ad658e0cf1" style="width:9pt;height:12pt" o:ole="">
            <v:imagedata r:id="rId57" o:title="eqIdd1b8a88a16125366536cb4ad658e0cf1"/>
          </v:shape>
          <o:OLEObject Type="Embed" ProgID="Equation.DSMT4" ShapeID="_x0000_i1100" DrawAspect="Content" ObjectID="_1775410389" r:id="rId58"/>
        </w:object>
      </w:r>
      <w:r>
        <w:t>满足</w:t>
      </w:r>
      <w:r>
        <w:object w:dxaOrig="545" w:dyaOrig="300">
          <v:shape id="_x0000_i1101" type="#_x0000_t75" alt="eqIdeec379611f9ef776a69db92b88648c25" style="width:27pt;height:15pt" o:ole="">
            <v:imagedata r:id="rId59" o:title="eqIdeec379611f9ef776a69db92b88648c25"/>
          </v:shape>
          <o:OLEObject Type="Embed" ProgID="Equation.DSMT4" ShapeID="_x0000_i1101" DrawAspect="Content" ObjectID="_1775410390" r:id="rId60"/>
        </w:object>
      </w:r>
      <w:r>
        <w:t>，</w:t>
      </w:r>
      <w:r>
        <w:object w:dxaOrig="492" w:dyaOrig="305">
          <v:shape id="_x0000_i1102" type="#_x0000_t75" alt="eqId523bbf46e2350c9340654672414df3a2" style="width:24.75pt;height:15pt" o:ole="">
            <v:imagedata r:id="rId61" o:title="eqId523bbf46e2350c9340654672414df3a2"/>
          </v:shape>
          <o:OLEObject Type="Embed" ProgID="Equation.DSMT4" ShapeID="_x0000_i1102" DrawAspect="Content" ObjectID="_1775410391" r:id="rId62"/>
        </w:object>
      </w:r>
      <w:r>
        <w:t>，</w:t>
      </w:r>
      <w:r>
        <w:object w:dxaOrig="1161" w:dyaOrig="365">
          <v:shape id="_x0000_i1103" type="#_x0000_t75" alt="eqId6136b37f8098d35149b546bd53b99931" style="width:57.75pt;height:18pt" o:ole="">
            <v:imagedata r:id="rId63" o:title="eqId6136b37f8098d35149b546bd53b99931"/>
          </v:shape>
          <o:OLEObject Type="Embed" ProgID="Equation.DSMT4" ShapeID="_x0000_i1103" DrawAspect="Content" ObjectID="_1775410392" r:id="rId64"/>
        </w:object>
      </w:r>
      <w:r>
        <w:t>，则</w:t>
      </w:r>
      <w:r>
        <w:object w:dxaOrig="228" w:dyaOrig="241">
          <v:shape id="_x0000_i1104" type="#_x0000_t75" alt="eqId4f7a1df960feef63dec4790d63f52279" style="width:11.25pt;height:12pt" o:ole="">
            <v:imagedata r:id="rId55" o:title="eqId4f7a1df960feef63dec4790d63f52279"/>
          </v:shape>
          <o:OLEObject Type="Embed" ProgID="Equation.DSMT4" ShapeID="_x0000_i1104" DrawAspect="Content" ObjectID="_1775410393" r:id="rId65"/>
        </w:object>
      </w:r>
      <w:r>
        <w:t>在</w:t>
      </w:r>
      <w:r>
        <w:object w:dxaOrig="176" w:dyaOrig="245">
          <v:shape id="_x0000_i1105" type="#_x0000_t75" alt="eqIdd1b8a88a16125366536cb4ad658e0cf1" style="width:9pt;height:12pt" o:ole="">
            <v:imagedata r:id="rId57" o:title="eqIdd1b8a88a16125366536cb4ad658e0cf1"/>
          </v:shape>
          <o:OLEObject Type="Embed" ProgID="Equation.DSMT4" ShapeID="_x0000_i1105" DrawAspect="Content" ObjectID="_1775410394" r:id="rId66"/>
        </w:object>
      </w:r>
      <w:r>
        <w:t>方向上的投影向量为（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 w:rsidR="00456B34" w:rsidRDefault="00456B34" w:rsidP="00456B34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</w:t>
      </w:r>
      <w:r>
        <w:t>．</w:t>
      </w:r>
      <w:r>
        <w:object w:dxaOrig="581" w:dyaOrig="551">
          <v:shape id="_x0000_i1106" type="#_x0000_t75" alt="eqIdedb112965feeed5ca694f213f58a6240" style="width:29.25pt;height:27.75pt" o:ole="">
            <v:imagedata r:id="rId67" o:title="eqIdedb112965feeed5ca694f213f58a6240"/>
          </v:shape>
          <o:OLEObject Type="Embed" ProgID="Equation.DSMT4" ShapeID="_x0000_i1106" DrawAspect="Content" ObjectID="_1775410395" r:id="rId68"/>
        </w:object>
      </w:r>
      <w:r>
        <w:tab/>
        <w:t>B</w:t>
      </w:r>
      <w:r>
        <w:t>．</w:t>
      </w:r>
      <w:r>
        <w:object w:dxaOrig="422" w:dyaOrig="545">
          <v:shape id="_x0000_i1107" type="#_x0000_t75" alt="eqId7d3973215441842b2786b86543e0dbea" style="width:21pt;height:27pt" o:ole="">
            <v:imagedata r:id="rId69" o:title="eqId7d3973215441842b2786b86543e0dbea"/>
          </v:shape>
          <o:OLEObject Type="Embed" ProgID="Equation.DSMT4" ShapeID="_x0000_i1107" DrawAspect="Content" ObjectID="_1775410396" r:id="rId70"/>
        </w:object>
      </w:r>
      <w:r>
        <w:tab/>
        <w:t>C</w:t>
      </w:r>
      <w:r>
        <w:t>．</w:t>
      </w:r>
      <w:r>
        <w:object w:dxaOrig="528" w:dyaOrig="550">
          <v:shape id="_x0000_i1108" type="#_x0000_t75" alt="eqId0b7bbea1f64a4baef51bfec5cfe3e4e2" style="width:26.25pt;height:27.75pt" o:ole="">
            <v:imagedata r:id="rId71" o:title="eqId0b7bbea1f64a4baef51bfec5cfe3e4e2"/>
          </v:shape>
          <o:OLEObject Type="Embed" ProgID="Equation.DSMT4" ShapeID="_x0000_i1108" DrawAspect="Content" ObjectID="_1775410397" r:id="rId72"/>
        </w:object>
      </w:r>
      <w:r>
        <w:tab/>
        <w:t>D</w:t>
      </w:r>
      <w:r>
        <w:t>．</w:t>
      </w:r>
      <w:r>
        <w:object w:dxaOrig="369" w:dyaOrig="554">
          <v:shape id="_x0000_i1109" type="#_x0000_t75" alt="eqId8b2326707155c71898c0af529b4ef051" style="width:18.75pt;height:27.75pt" o:ole="">
            <v:imagedata r:id="rId73" o:title="eqId8b2326707155c71898c0af529b4ef051"/>
          </v:shape>
          <o:OLEObject Type="Embed" ProgID="Equation.DSMT4" ShapeID="_x0000_i1109" DrawAspect="Content" ObjectID="_1775410398" r:id="rId74"/>
        </w:object>
      </w:r>
    </w:p>
    <w:p w:rsidR="00456B34" w:rsidRDefault="00456B34" w:rsidP="00456B34">
      <w:pPr>
        <w:spacing w:line="360" w:lineRule="auto"/>
        <w:jc w:val="left"/>
        <w:textAlignment w:val="center"/>
      </w:pPr>
      <w:r>
        <w:t>5</w:t>
      </w:r>
      <w:r>
        <w:t>．</w:t>
      </w:r>
      <w:proofErr w:type="gramStart"/>
      <w:r>
        <w:t>一</w:t>
      </w:r>
      <w:proofErr w:type="gramEnd"/>
      <w:r>
        <w:t>海轮从</w:t>
      </w:r>
      <w:r>
        <w:rPr>
          <w:rFonts w:eastAsia="Times New Roman"/>
          <w:i/>
        </w:rPr>
        <w:t>A</w:t>
      </w:r>
      <w:r>
        <w:t>处出发，以每小时</w:t>
      </w:r>
      <w:r>
        <w:t>40</w:t>
      </w:r>
      <w:r>
        <w:t>海里的速度沿南偏东</w:t>
      </w:r>
      <w:r>
        <w:object w:dxaOrig="352" w:dyaOrig="240">
          <v:shape id="_x0000_i1118" type="#_x0000_t75" alt="eqIdf1845ed03ec08feac9adee161aab3449" style="width:17.25pt;height:12pt" o:ole="">
            <v:imagedata r:id="rId75" o:title="eqIdf1845ed03ec08feac9adee161aab3449"/>
          </v:shape>
          <o:OLEObject Type="Embed" ProgID="Equation.DSMT4" ShapeID="_x0000_i1118" DrawAspect="Content" ObjectID="_1775410399" r:id="rId76"/>
        </w:object>
      </w:r>
      <w:r>
        <w:t>的方向直线航行，</w:t>
      </w:r>
      <w:r>
        <w:t>30</w:t>
      </w:r>
      <w:r>
        <w:t>分钟后到达</w:t>
      </w:r>
      <w:r>
        <w:rPr>
          <w:rFonts w:eastAsia="Times New Roman"/>
          <w:i/>
        </w:rPr>
        <w:t>B</w:t>
      </w:r>
      <w:r>
        <w:t>处，在</w:t>
      </w:r>
      <w:r>
        <w:rPr>
          <w:rFonts w:eastAsia="Times New Roman"/>
          <w:i/>
        </w:rPr>
        <w:t>C</w:t>
      </w:r>
      <w:r>
        <w:t>处有一座灯塔，海轮在</w:t>
      </w:r>
      <w:r>
        <w:rPr>
          <w:rFonts w:eastAsia="Times New Roman"/>
          <w:i/>
        </w:rPr>
        <w:t>A</w:t>
      </w:r>
      <w:r>
        <w:t>处观察灯塔，其方向是南偏东</w:t>
      </w:r>
      <w:r>
        <w:object w:dxaOrig="352" w:dyaOrig="246">
          <v:shape id="_x0000_i1119" type="#_x0000_t75" alt="eqId225803a7818b0985a1b96d8e0a627251" style="width:17.25pt;height:12pt" o:ole="">
            <v:imagedata r:id="rId77" o:title="eqId225803a7818b0985a1b96d8e0a627251"/>
          </v:shape>
          <o:OLEObject Type="Embed" ProgID="Equation.DSMT4" ShapeID="_x0000_i1119" DrawAspect="Content" ObjectID="_1775410400" r:id="rId78"/>
        </w:object>
      </w:r>
      <w:r>
        <w:t>，在</w:t>
      </w:r>
      <w:r>
        <w:rPr>
          <w:rFonts w:eastAsia="Times New Roman"/>
          <w:i/>
        </w:rPr>
        <w:t>B</w:t>
      </w:r>
      <w:r>
        <w:t>处观察灯塔，其方向是北偏东</w:t>
      </w:r>
      <w:r>
        <w:object w:dxaOrig="352" w:dyaOrig="246">
          <v:shape id="_x0000_i1120" type="#_x0000_t75" alt="eqId16aa0b9869db50a9ab48cc32925d8e96" style="width:17.25pt;height:12pt" o:ole="">
            <v:imagedata r:id="rId79" o:title="eqId16aa0b9869db50a9ab48cc32925d8e96"/>
          </v:shape>
          <o:OLEObject Type="Embed" ProgID="Equation.DSMT4" ShapeID="_x0000_i1120" DrawAspect="Content" ObjectID="_1775410401" r:id="rId80"/>
        </w:object>
      </w:r>
      <w:r>
        <w:t>，那么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两点间的距离是（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 w:rsidR="00456B34" w:rsidRDefault="00456B34" w:rsidP="00CA4737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eastAsia"/>
        </w:rPr>
      </w:pPr>
      <w:r>
        <w:t>A</w:t>
      </w:r>
      <w:r>
        <w:t>．</w:t>
      </w:r>
      <w:r>
        <w:object w:dxaOrig="510" w:dyaOrig="314">
          <v:shape id="_x0000_i1121" type="#_x0000_t75" alt="eqId1d1137bd3216389e0ebc81f6cef8b947" style="width:25.5pt;height:15.75pt" o:ole="">
            <v:imagedata r:id="rId81" o:title="eqId1d1137bd3216389e0ebc81f6cef8b947"/>
          </v:shape>
          <o:OLEObject Type="Embed" ProgID="Equation.DSMT4" ShapeID="_x0000_i1121" DrawAspect="Content" ObjectID="_1775410402" r:id="rId82"/>
        </w:object>
      </w:r>
      <w:r>
        <w:t>海里</w:t>
      </w:r>
      <w:r>
        <w:tab/>
        <w:t>B</w:t>
      </w:r>
      <w:r>
        <w:t>．</w:t>
      </w:r>
      <w:r>
        <w:object w:dxaOrig="528" w:dyaOrig="317">
          <v:shape id="_x0000_i1122" type="#_x0000_t75" alt="eqId395424943f098d2c9a83d80039018429" style="width:26.25pt;height:15.75pt" o:ole="">
            <v:imagedata r:id="rId83" o:title="eqId395424943f098d2c9a83d80039018429"/>
          </v:shape>
          <o:OLEObject Type="Embed" ProgID="Equation.DSMT4" ShapeID="_x0000_i1122" DrawAspect="Content" ObjectID="_1775410403" r:id="rId84"/>
        </w:object>
      </w:r>
      <w:r>
        <w:t>海里</w:t>
      </w:r>
      <w:r>
        <w:tab/>
        <w:t>C</w:t>
      </w:r>
      <w:r>
        <w:t>．</w:t>
      </w:r>
      <w:r>
        <w:object w:dxaOrig="528" w:dyaOrig="303">
          <v:shape id="_x0000_i1123" type="#_x0000_t75" alt="eqId0e7fdaf9c9ae3eb3d4077ea8aa38dd90" style="width:26.25pt;height:15pt" o:ole="">
            <v:imagedata r:id="rId85" o:title="eqId0e7fdaf9c9ae3eb3d4077ea8aa38dd90"/>
          </v:shape>
          <o:OLEObject Type="Embed" ProgID="Equation.DSMT4" ShapeID="_x0000_i1123" DrawAspect="Content" ObjectID="_1775410404" r:id="rId86"/>
        </w:object>
      </w:r>
      <w:r>
        <w:t>海里</w:t>
      </w:r>
      <w:r>
        <w:tab/>
        <w:t>D</w:t>
      </w:r>
      <w:r>
        <w:t>．</w:t>
      </w:r>
      <w:r>
        <w:object w:dxaOrig="545" w:dyaOrig="291">
          <v:shape id="_x0000_i1124" type="#_x0000_t75" alt="eqId4c3e2512b546bfe371f78fe2b71c52aa" style="width:27pt;height:14.25pt" o:ole="">
            <v:imagedata r:id="rId87" o:title="eqId4c3e2512b546bfe371f78fe2b71c52aa"/>
          </v:shape>
          <o:OLEObject Type="Embed" ProgID="Equation.DSMT4" ShapeID="_x0000_i1124" DrawAspect="Content" ObjectID="_1775410405" r:id="rId88"/>
        </w:object>
      </w:r>
      <w:r>
        <w:t>海里</w:t>
      </w:r>
    </w:p>
    <w:p w:rsidR="00456B34" w:rsidRDefault="00456B34" w:rsidP="00456B34">
      <w:pPr>
        <w:spacing w:line="360" w:lineRule="auto"/>
        <w:jc w:val="left"/>
        <w:textAlignment w:val="center"/>
      </w:pPr>
      <w:r>
        <w:t>6</w:t>
      </w:r>
      <w:r>
        <w:t>．已知</w:t>
      </w:r>
      <w:r>
        <w:object w:dxaOrig="1584" w:dyaOrig="594">
          <v:shape id="_x0000_i1134" type="#_x0000_t75" alt="eqIdbd96880f293c76ae56746b5c9af3d65f" style="width:79.5pt;height:30pt" o:ole="">
            <v:imagedata r:id="rId89" o:title="eqIdbd96880f293c76ae56746b5c9af3d65f"/>
          </v:shape>
          <o:OLEObject Type="Embed" ProgID="Equation.DSMT4" ShapeID="_x0000_i1134" DrawAspect="Content" ObjectID="_1775410406" r:id="rId90"/>
        </w:object>
      </w:r>
      <w:r>
        <w:t>，</w:t>
      </w:r>
      <w:r>
        <w:object w:dxaOrig="932" w:dyaOrig="591">
          <v:shape id="_x0000_i1135" type="#_x0000_t75" alt="eqId60b3231bb281a893c69a6f470e7fbe92" style="width:46.5pt;height:29.25pt" o:ole="">
            <v:imagedata r:id="rId91" o:title="eqId60b3231bb281a893c69a6f470e7fbe92"/>
          </v:shape>
          <o:OLEObject Type="Embed" ProgID="Equation.DSMT4" ShapeID="_x0000_i1135" DrawAspect="Content" ObjectID="_1775410407" r:id="rId92"/>
        </w:object>
      </w:r>
      <w:r>
        <w:t>，则</w:t>
      </w:r>
      <w:r>
        <w:object w:dxaOrig="1267" w:dyaOrig="594">
          <v:shape id="_x0000_i1136" type="#_x0000_t75" alt="eqId3a5f3eefd0ef8797edf8eeaf71e7ea6a" style="width:63pt;height:30pt" o:ole="">
            <v:imagedata r:id="rId93" o:title="eqId3a5f3eefd0ef8797edf8eeaf71e7ea6a"/>
          </v:shape>
          <o:OLEObject Type="Embed" ProgID="Equation.DSMT4" ShapeID="_x0000_i1136" DrawAspect="Content" ObjectID="_1775410408" r:id="rId94"/>
        </w:object>
      </w:r>
      <w:r>
        <w:t>的值为（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 w:rsidR="00456B34" w:rsidRDefault="00456B34" w:rsidP="00C30058">
      <w:pPr>
        <w:tabs>
          <w:tab w:val="left" w:pos="4156"/>
        </w:tabs>
        <w:spacing w:line="360" w:lineRule="auto"/>
        <w:ind w:left="300"/>
        <w:jc w:val="left"/>
        <w:textAlignment w:val="center"/>
        <w:rPr>
          <w:rFonts w:hint="eastAsia"/>
        </w:rPr>
      </w:pPr>
      <w:r>
        <w:t>A</w:t>
      </w:r>
      <w:r>
        <w:t>．</w:t>
      </w:r>
      <w:r>
        <w:object w:dxaOrig="317" w:dyaOrig="534">
          <v:shape id="_x0000_i1137" type="#_x0000_t75" alt="eqId4bfe975874e9c8ac38a8c0e3354e1024" style="width:15.75pt;height:27pt" o:ole="">
            <v:imagedata r:id="rId95" o:title="eqId4bfe975874e9c8ac38a8c0e3354e1024"/>
          </v:shape>
          <o:OLEObject Type="Embed" ProgID="Equation.DSMT4" ShapeID="_x0000_i1137" DrawAspect="Content" ObjectID="_1775410409" r:id="rId96"/>
        </w:object>
      </w:r>
      <w:r w:rsidR="00C30058">
        <w:t xml:space="preserve">       </w:t>
      </w:r>
      <w:r>
        <w:t>B</w:t>
      </w:r>
      <w:r>
        <w:t>．</w:t>
      </w:r>
      <w:r>
        <w:object w:dxaOrig="457" w:dyaOrig="536">
          <v:shape id="_x0000_i1138" type="#_x0000_t75" alt="eqId7e6157b82654bf4421d4f5c75ec61bab" style="width:22.5pt;height:27pt" o:ole="">
            <v:imagedata r:id="rId97" o:title="eqId7e6157b82654bf4421d4f5c75ec61bab"/>
          </v:shape>
          <o:OLEObject Type="Embed" ProgID="Equation.DSMT4" ShapeID="_x0000_i1138" DrawAspect="Content" ObjectID="_1775410410" r:id="rId98"/>
        </w:object>
      </w:r>
      <w:r w:rsidR="00C30058">
        <w:t xml:space="preserve">        </w:t>
      </w:r>
      <w:r>
        <w:t>C</w:t>
      </w:r>
      <w:r>
        <w:t>．</w:t>
      </w:r>
      <w:r>
        <w:object w:dxaOrig="282" w:dyaOrig="501">
          <v:shape id="_x0000_i1139" type="#_x0000_t75" alt="eqIdd63d1200ef5de2c40f2022af10a87b74" style="width:14.25pt;height:24.75pt" o:ole="">
            <v:imagedata r:id="rId99" o:title="eqIdd63d1200ef5de2c40f2022af10a87b74"/>
          </v:shape>
          <o:OLEObject Type="Embed" ProgID="Equation.DSMT4" ShapeID="_x0000_i1139" DrawAspect="Content" ObjectID="_1775410411" r:id="rId100"/>
        </w:object>
      </w:r>
      <w:r>
        <w:tab/>
      </w:r>
      <w:r w:rsidR="00C30058">
        <w:t xml:space="preserve">      </w:t>
      </w:r>
      <w:r>
        <w:t>D</w:t>
      </w:r>
      <w:r>
        <w:t>．</w:t>
      </w:r>
      <w:r>
        <w:object w:dxaOrig="440" w:dyaOrig="550">
          <v:shape id="_x0000_i1140" type="#_x0000_t75" alt="eqId47f3077d603cfe0ddf1ea896f0cbab6e" style="width:21.75pt;height:27.75pt" o:ole="">
            <v:imagedata r:id="rId101" o:title="eqId47f3077d603cfe0ddf1ea896f0cbab6e"/>
          </v:shape>
          <o:OLEObject Type="Embed" ProgID="Equation.DSMT4" ShapeID="_x0000_i1140" DrawAspect="Content" ObjectID="_1775410412" r:id="rId102"/>
        </w:object>
      </w:r>
    </w:p>
    <w:p w:rsidR="00C42FCC" w:rsidRDefault="00456B34">
      <w:pPr>
        <w:spacing w:line="360" w:lineRule="auto"/>
        <w:jc w:val="left"/>
        <w:textAlignment w:val="center"/>
      </w:pPr>
      <w:r>
        <w:t>7</w:t>
      </w:r>
      <w:r>
        <w:t>．将函数</w:t>
      </w:r>
      <w:r>
        <w:object w:dxaOrig="2373" w:dyaOrig="299">
          <v:shape id="_x0000_i1670" type="#_x0000_t75" alt="eqId74b5bce03495a70862bf92df7bf36166" style="width:118.5pt;height:15pt" o:ole="">
            <v:imagedata r:id="rId103" o:title="eqId74b5bce03495a70862bf92df7bf36166"/>
          </v:shape>
          <o:OLEObject Type="Embed" ProgID="Equation.DSMT4" ShapeID="_x0000_i1670" DrawAspect="Content" ObjectID="_1775410413" r:id="rId104"/>
        </w:object>
      </w:r>
      <w:r>
        <w:t>的</w:t>
      </w:r>
      <w:proofErr w:type="gramStart"/>
      <w:r>
        <w:t>图象</w:t>
      </w:r>
      <w:proofErr w:type="gramEnd"/>
      <w:r>
        <w:t>向右平移</w:t>
      </w:r>
      <w:r>
        <w:object w:dxaOrig="229" w:dyaOrig="551">
          <v:shape id="_x0000_i1671" type="#_x0000_t75" alt="eqId5c487fec20bd809e0baf5cb39afe8979" style="width:11.25pt;height:27.75pt" o:ole="">
            <v:imagedata r:id="rId105" o:title="eqId5c487fec20bd809e0baf5cb39afe8979"/>
          </v:shape>
          <o:OLEObject Type="Embed" ProgID="Equation.DSMT4" ShapeID="_x0000_i1671" DrawAspect="Content" ObjectID="_1775410414" r:id="rId106"/>
        </w:object>
      </w:r>
      <w:proofErr w:type="gramStart"/>
      <w:r>
        <w:t>个</w:t>
      </w:r>
      <w:proofErr w:type="gramEnd"/>
      <w:r>
        <w:t>单位长度后，得到函数的</w:t>
      </w:r>
      <w:proofErr w:type="gramStart"/>
      <w:r>
        <w:t>图象</w:t>
      </w:r>
      <w:proofErr w:type="gramEnd"/>
      <w:r>
        <w:t>关于直线</w:t>
      </w:r>
      <w:r>
        <w:object w:dxaOrig="545" w:dyaOrig="545">
          <v:shape id="_x0000_i1672" type="#_x0000_t75" alt="eqId4f56a20bc5fce6b02217627b42249854" style="width:27pt;height:27pt" o:ole="">
            <v:imagedata r:id="rId107" o:title="eqId4f56a20bc5fce6b02217627b42249854"/>
          </v:shape>
          <o:OLEObject Type="Embed" ProgID="Equation.DSMT4" ShapeID="_x0000_i1672" DrawAspect="Content" ObjectID="_1775410415" r:id="rId108"/>
        </w:object>
      </w:r>
      <w:r>
        <w:t>对称，则函数</w:t>
      </w:r>
      <w:r>
        <w:object w:dxaOrig="510" w:dyaOrig="352">
          <v:shape id="_x0000_i1673" type="#_x0000_t75" alt="eqId09f86f37ec8e15846bd731ab4fcdbacd" style="width:25.5pt;height:17.25pt" o:ole="">
            <v:imagedata r:id="rId109" o:title="eqId09f86f37ec8e15846bd731ab4fcdbacd"/>
          </v:shape>
          <o:OLEObject Type="Embed" ProgID="Equation.DSMT4" ShapeID="_x0000_i1673" DrawAspect="Content" ObjectID="_1775410416" r:id="rId110"/>
        </w:object>
      </w:r>
      <w:r>
        <w:t>在</w:t>
      </w:r>
      <w:r>
        <w:object w:dxaOrig="845" w:dyaOrig="594">
          <v:shape id="_x0000_i1674" type="#_x0000_t75" alt="eqId64b3e5b268133c064351f4a9e426bd67" style="width:42pt;height:30pt" o:ole="">
            <v:imagedata r:id="rId111" o:title="eqId64b3e5b268133c064351f4a9e426bd67"/>
          </v:shape>
          <o:OLEObject Type="Embed" ProgID="Equation.DSMT4" ShapeID="_x0000_i1674" DrawAspect="Content" ObjectID="_1775410417" r:id="rId112"/>
        </w:object>
      </w:r>
      <w:r>
        <w:t>上的值域是（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 w:rsidR="00C42FCC" w:rsidRDefault="00456B34" w:rsidP="00C30058">
      <w:pPr>
        <w:tabs>
          <w:tab w:val="left" w:pos="4156"/>
        </w:tabs>
        <w:spacing w:line="360" w:lineRule="auto"/>
        <w:ind w:left="300"/>
        <w:jc w:val="left"/>
        <w:textAlignment w:val="center"/>
      </w:pPr>
      <w:r>
        <w:t>A</w:t>
      </w:r>
      <w:r>
        <w:t>．</w:t>
      </w:r>
      <w:r>
        <w:object w:dxaOrig="845" w:dyaOrig="704">
          <v:shape id="_x0000_i1675" type="#_x0000_t75" alt="eqId7d13d0b65cccde33e57652fc87471c1f" style="width:42pt;height:35.25pt" o:ole="">
            <v:imagedata r:id="rId113" o:title="eqId7d13d0b65cccde33e57652fc87471c1f"/>
          </v:shape>
          <o:OLEObject Type="Embed" ProgID="Equation.DSMT4" ShapeID="_x0000_i1675" DrawAspect="Content" ObjectID="_1775410418" r:id="rId114"/>
        </w:object>
      </w:r>
      <w:r w:rsidR="00C30058">
        <w:t xml:space="preserve">    </w:t>
      </w:r>
      <w:r>
        <w:t>B</w:t>
      </w:r>
      <w:r>
        <w:t>．</w:t>
      </w:r>
      <w:r>
        <w:object w:dxaOrig="809" w:dyaOrig="425">
          <v:shape id="_x0000_i1676" type="#_x0000_t75" alt="eqId33d9cc4f9340d3146c4f95df91460a4e" style="width:40.5pt;height:21pt" o:ole="">
            <v:imagedata r:id="rId115" o:title="eqId33d9cc4f9340d3146c4f95df91460a4e"/>
          </v:shape>
          <o:OLEObject Type="Embed" ProgID="Equation.DSMT4" ShapeID="_x0000_i1676" DrawAspect="Content" ObjectID="_1775410419" r:id="rId116"/>
        </w:object>
      </w:r>
      <w:r w:rsidR="00C30058">
        <w:t xml:space="preserve">     </w:t>
      </w:r>
      <w:r>
        <w:t>C</w:t>
      </w:r>
      <w:r>
        <w:t>．</w:t>
      </w:r>
      <w:r>
        <w:object w:dxaOrig="862" w:dyaOrig="747">
          <v:shape id="_x0000_i1677" type="#_x0000_t75" alt="eqId6cde0811a32842d01f772b5c23464f80" style="width:42.75pt;height:37.5pt;mso-position-horizontal-relative:page;mso-position-vertical-relative:page" o:ole="">
            <v:imagedata r:id="rId117" o:title="eqId6cde0811a32842d01f772b5c23464f80"/>
          </v:shape>
          <o:OLEObject Type="Embed" ProgID="Equation.DSMT4" ShapeID="_x0000_i1677" DrawAspect="Content" ObjectID="_1775410420" r:id="rId118"/>
        </w:object>
      </w:r>
      <w:r>
        <w:tab/>
        <w:t>D</w:t>
      </w:r>
      <w:r>
        <w:t>．</w:t>
      </w:r>
      <w:r>
        <w:object w:dxaOrig="827" w:dyaOrig="428">
          <v:shape id="_x0000_i1678" type="#_x0000_t75" alt="eqIdfb080b551d0ee5604542f773f23cc275" style="width:41.25pt;height:21.75pt" o:ole="">
            <v:imagedata r:id="rId119" o:title="eqIdfb080b551d0ee5604542f773f23cc275"/>
          </v:shape>
          <o:OLEObject Type="Embed" ProgID="Equation.DSMT4" ShapeID="_x0000_i1678" DrawAspect="Content" ObjectID="_1775410421" r:id="rId120"/>
        </w:object>
      </w:r>
    </w:p>
    <w:p w:rsidR="00C42FCC" w:rsidRDefault="00456B34">
      <w:pPr>
        <w:spacing w:line="360" w:lineRule="auto"/>
        <w:jc w:val="left"/>
        <w:textAlignment w:val="center"/>
      </w:pPr>
      <w:r>
        <w:t>8</w:t>
      </w:r>
      <w:r>
        <w:t>．已知</w:t>
      </w:r>
      <w:r>
        <w:object w:dxaOrig="598" w:dyaOrig="252">
          <v:shape id="_x0000_i1170" type="#_x0000_t75" alt="eqId15c0dbe3c080c4c4636c64803e5c1f76" style="width:30pt;height:12.75pt" o:ole="">
            <v:imagedata r:id="rId22" o:title="eqId15c0dbe3c080c4c4636c64803e5c1f76"/>
          </v:shape>
          <o:OLEObject Type="Embed" ProgID="Equation.DSMT4" ShapeID="_x0000_i1170" DrawAspect="Content" ObjectID="_1775410422" r:id="rId121"/>
        </w:object>
      </w:r>
      <w:r>
        <w:t>外接圆圆心为</w:t>
      </w:r>
      <w:r>
        <w:object w:dxaOrig="211" w:dyaOrig="250">
          <v:shape id="_x0000_i1171" type="#_x0000_t75" alt="eqId1dde8112e8eb968fd042418dd632759e" style="width:10.5pt;height:12.75pt" o:ole="">
            <v:imagedata r:id="rId44" o:title="eqId1dde8112e8eb968fd042418dd632759e"/>
          </v:shape>
          <o:OLEObject Type="Embed" ProgID="Equation.DSMT4" ShapeID="_x0000_i1171" DrawAspect="Content" ObjectID="_1775410423" r:id="rId122"/>
        </w:object>
      </w:r>
      <w:r>
        <w:t>，</w:t>
      </w:r>
      <w:r>
        <w:rPr>
          <w:i/>
        </w:rPr>
        <w:t xml:space="preserve"> G</w:t>
      </w:r>
      <w:r>
        <w:t>为</w:t>
      </w:r>
      <w:r>
        <w:object w:dxaOrig="598" w:dyaOrig="252">
          <v:shape id="_x0000_i1172" type="#_x0000_t75" alt="eqId15c0dbe3c080c4c4636c64803e5c1f76" style="width:30pt;height:12.75pt" o:ole="">
            <v:imagedata r:id="rId22" o:title="eqId15c0dbe3c080c4c4636c64803e5c1f76"/>
          </v:shape>
          <o:OLEObject Type="Embed" ProgID="Equation.DSMT4" ShapeID="_x0000_i1172" DrawAspect="Content" ObjectID="_1775410424" r:id="rId123"/>
        </w:object>
      </w:r>
      <w:r>
        <w:t>所在平面内一点，且</w:t>
      </w:r>
      <w:r>
        <w:object w:dxaOrig="1602" w:dyaOrig="299">
          <v:shape id="_x0000_i1173" type="#_x0000_t75" alt="eqId44436523265ad286fb1a478887b1b1d2" style="width:80.25pt;height:15pt" o:ole="">
            <v:imagedata r:id="rId124" o:title="eqId44436523265ad286fb1a478887b1b1d2"/>
          </v:shape>
          <o:OLEObject Type="Embed" ProgID="Equation.DSMT4" ShapeID="_x0000_i1173" DrawAspect="Content" ObjectID="_1775410425" r:id="rId125"/>
        </w:object>
      </w:r>
      <w:r>
        <w:t>．若</w:t>
      </w:r>
      <w:r>
        <w:object w:dxaOrig="990" w:dyaOrig="304">
          <v:shape id="_x0000_i1174" type="#_x0000_t75" alt="eqId61b339fedccca439c192cd3d56ad6493" style="width:49.5pt;height:15pt" o:ole="">
            <v:imagedata r:id="rId126" o:title="eqId61b339fedccca439c192cd3d56ad6493"/>
          </v:shape>
          <o:OLEObject Type="Embed" ProgID="Equation.DSMT4" ShapeID="_x0000_i1174" DrawAspect="Content" ObjectID="_1775410426" r:id="rId127"/>
        </w:object>
      </w:r>
      <w:r>
        <w:object w:dxaOrig="528" w:dyaOrig="541">
          <v:shape id="_x0000_i1175" type="#_x0000_t75" alt="eqId07544b9e4a7f55d6100b8268dfd25320" style="width:26.25pt;height:27pt" o:ole="">
            <v:imagedata r:id="rId128" o:title="eqId07544b9e4a7f55d6100b8268dfd25320"/>
          </v:shape>
          <o:OLEObject Type="Embed" ProgID="Equation.DSMT4" ShapeID="_x0000_i1175" DrawAspect="Content" ObjectID="_1775410427" r:id="rId129"/>
        </w:object>
      </w:r>
      <w:r>
        <w:t>，则</w:t>
      </w:r>
      <w:r>
        <w:object w:dxaOrig="1108" w:dyaOrig="251">
          <v:shape id="_x0000_i1176" type="#_x0000_t75" alt="eqId454da0c9903db64ca80e37af8886db5f" style="width:55.5pt;height:12.75pt" o:ole="">
            <v:imagedata r:id="rId130" o:title="eqId454da0c9903db64ca80e37af8886db5f"/>
          </v:shape>
          <o:OLEObject Type="Embed" ProgID="Equation.DSMT4" ShapeID="_x0000_i1176" DrawAspect="Content" ObjectID="_1775410428" r:id="rId131"/>
        </w:object>
      </w:r>
      <w:r>
        <w:t>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 w:rsidR="00C30058" w:rsidRDefault="00456B34" w:rsidP="00C30058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</w:t>
      </w:r>
      <w:r>
        <w:t>．</w:t>
      </w:r>
      <w:r>
        <w:object w:dxaOrig="211" w:dyaOrig="422">
          <v:shape id="_x0000_i1177" type="#_x0000_t75" alt="eqIdf89eef3148f2d4d09379767b4af69132" style="width:10.5pt;height:21pt" o:ole="">
            <v:imagedata r:id="rId132" o:title="eqIdf89eef3148f2d4d09379767b4af69132"/>
          </v:shape>
          <o:OLEObject Type="Embed" ProgID="Equation.DSMT4" ShapeID="_x0000_i1177" DrawAspect="Content" ObjectID="_1775410429" r:id="rId133"/>
        </w:object>
      </w:r>
      <w:r>
        <w:tab/>
        <w:t>B</w:t>
      </w:r>
      <w:r>
        <w:t>．</w:t>
      </w:r>
      <w:r>
        <w:object w:dxaOrig="211" w:dyaOrig="553">
          <v:shape id="_x0000_i1178" type="#_x0000_t75" alt="eqId56d266a04f3dc7483eddbc26c5e487db" style="width:10.5pt;height:27.75pt" o:ole="">
            <v:imagedata r:id="rId134" o:title="eqId56d266a04f3dc7483eddbc26c5e487db"/>
          </v:shape>
          <o:OLEObject Type="Embed" ProgID="Equation.DSMT4" ShapeID="_x0000_i1178" DrawAspect="Content" ObjectID="_1775410430" r:id="rId135"/>
        </w:object>
      </w:r>
      <w:r>
        <w:tab/>
        <w:t>C</w:t>
      </w:r>
      <w:r>
        <w:t>．</w:t>
      </w:r>
      <w:r>
        <w:object w:dxaOrig="440" w:dyaOrig="599">
          <v:shape id="_x0000_i1179" type="#_x0000_t75" alt="eqId6ed24aeda4260685f4e1bd6b78a8ff25" style="width:21.75pt;height:30pt" o:ole="">
            <v:imagedata r:id="rId136" o:title="eqId6ed24aeda4260685f4e1bd6b78a8ff25"/>
          </v:shape>
          <o:OLEObject Type="Embed" ProgID="Equation.DSMT4" ShapeID="_x0000_i1179" DrawAspect="Content" ObjectID="_1775410431" r:id="rId137"/>
        </w:object>
      </w:r>
      <w:r>
        <w:tab/>
        <w:t>D</w:t>
      </w:r>
      <w:r>
        <w:t>．</w:t>
      </w:r>
      <w:r>
        <w:object w:dxaOrig="545" w:dyaOrig="599">
          <v:shape id="_x0000_i1180" type="#_x0000_t75" alt="eqIde26deb7e594fde32c5decdc2be6b5d3b" style="width:27pt;height:30pt" o:ole="">
            <v:imagedata r:id="rId138" o:title="eqIde26deb7e594fde32c5decdc2be6b5d3b"/>
          </v:shape>
          <o:OLEObject Type="Embed" ProgID="Equation.DSMT4" ShapeID="_x0000_i1180" DrawAspect="Content" ObjectID="_1775410432" r:id="rId139"/>
        </w:object>
      </w:r>
    </w:p>
    <w:p w:rsidR="00C30058" w:rsidRPr="00C30058" w:rsidRDefault="00C30058" w:rsidP="00C30058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eastAsia"/>
        </w:rPr>
      </w:pPr>
    </w:p>
    <w:p w:rsidR="00C30058" w:rsidRDefault="00C30058" w:rsidP="00C30058">
      <w:pPr>
        <w:spacing w:line="20" w:lineRule="atLeas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二、多选题：本题共3小题，每小题6分，共18分．在每小题给出的选项中，有多项符合题目要求．全部选对的得6分，部分选对的得部分</w:t>
      </w:r>
      <w:proofErr w:type="gramStart"/>
      <w:r>
        <w:rPr>
          <w:rFonts w:ascii="宋体" w:hAnsi="宋体"/>
          <w:b/>
          <w:color w:val="000000"/>
          <w:szCs w:val="21"/>
        </w:rPr>
        <w:t>分</w:t>
      </w:r>
      <w:proofErr w:type="gramEnd"/>
      <w:r>
        <w:rPr>
          <w:rFonts w:ascii="宋体" w:hAnsi="宋体"/>
          <w:b/>
          <w:color w:val="000000"/>
          <w:szCs w:val="21"/>
        </w:rPr>
        <w:t>，有选错的得0分.</w:t>
      </w:r>
    </w:p>
    <w:p w:rsidR="00456B34" w:rsidRDefault="00456B34" w:rsidP="00456B34">
      <w:pPr>
        <w:spacing w:line="360" w:lineRule="auto"/>
        <w:jc w:val="left"/>
        <w:textAlignment w:val="center"/>
      </w:pPr>
      <w:r>
        <w:t>9</w:t>
      </w:r>
      <w:r>
        <w:t>．下面关于空间几何体叙述正确的是（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 w:rsidR="00456B34" w:rsidRDefault="00456B34" w:rsidP="00456B34">
      <w:pPr>
        <w:spacing w:line="360" w:lineRule="auto"/>
        <w:ind w:left="380"/>
        <w:jc w:val="left"/>
        <w:textAlignment w:val="center"/>
      </w:pPr>
      <w:r>
        <w:t>A</w:t>
      </w:r>
      <w:r>
        <w:t>．若梯形</w:t>
      </w:r>
      <w:r>
        <w:object w:dxaOrig="633" w:dyaOrig="255">
          <v:shape id="_x0000_i1210" type="#_x0000_t75" alt="eqId411b38a18046fea8e9fab1f9f9b80a5f" style="width:31.5pt;height:12.75pt" o:ole="">
            <v:imagedata r:id="rId140" o:title="eqId411b38a18046fea8e9fab1f9f9b80a5f"/>
          </v:shape>
          <o:OLEObject Type="Embed" ProgID="Equation.DSMT4" ShapeID="_x0000_i1210" DrawAspect="Content" ObjectID="_1775410433" r:id="rId141"/>
        </w:object>
      </w:r>
      <w:r>
        <w:t>面积为</w:t>
      </w:r>
      <w:r>
        <w:object w:dxaOrig="581" w:dyaOrig="282">
          <v:shape id="_x0000_i1211" type="#_x0000_t75" alt="eqId66f9bc55e6fb5a95fb6d5495b9335d43" style="width:29.25pt;height:14.25pt" o:ole="">
            <v:imagedata r:id="rId142" o:title="eqId66f9bc55e6fb5a95fb6d5495b9335d43"/>
          </v:shape>
          <o:OLEObject Type="Embed" ProgID="Equation.DSMT4" ShapeID="_x0000_i1211" DrawAspect="Content" ObjectID="_1775410434" r:id="rId143"/>
        </w:object>
      </w:r>
      <w:r>
        <w:t>，则其</w:t>
      </w:r>
      <w:proofErr w:type="gramStart"/>
      <w:r>
        <w:t>斜二测</w:t>
      </w:r>
      <w:proofErr w:type="gramEnd"/>
      <w:r>
        <w:t>画法直观图面积为</w:t>
      </w:r>
      <w:r>
        <w:object w:dxaOrig="739" w:dyaOrig="296">
          <v:shape id="_x0000_i1212" type="#_x0000_t75" alt="eqId7f03cd06ac3e80035920a6162962a9b9" style="width:36.75pt;height:15pt" o:ole="">
            <v:imagedata r:id="rId144" o:title="eqId7f03cd06ac3e80035920a6162962a9b9"/>
          </v:shape>
          <o:OLEObject Type="Embed" ProgID="Equation.DSMT4" ShapeID="_x0000_i1212" DrawAspect="Content" ObjectID="_1775410435" r:id="rId145"/>
        </w:object>
      </w:r>
    </w:p>
    <w:p w:rsidR="00456B34" w:rsidRDefault="00456B34" w:rsidP="00456B34">
      <w:pPr>
        <w:spacing w:line="360" w:lineRule="auto"/>
        <w:ind w:left="380"/>
        <w:jc w:val="left"/>
        <w:textAlignment w:val="center"/>
      </w:pPr>
      <w:r>
        <w:t>B</w:t>
      </w:r>
      <w:r>
        <w:t>．底面是正多边形的棱锥是正棱锥</w:t>
      </w:r>
    </w:p>
    <w:p w:rsidR="00456B34" w:rsidRDefault="00456B34" w:rsidP="00456B34">
      <w:pPr>
        <w:spacing w:line="360" w:lineRule="auto"/>
        <w:ind w:left="380"/>
        <w:jc w:val="left"/>
        <w:textAlignment w:val="center"/>
      </w:pPr>
      <w:r>
        <w:t>C</w:t>
      </w:r>
      <w:r>
        <w:t>．正四棱柱都是长方体</w:t>
      </w:r>
    </w:p>
    <w:p w:rsidR="00456B34" w:rsidRDefault="00456B34" w:rsidP="00456B34">
      <w:pPr>
        <w:spacing w:line="360" w:lineRule="auto"/>
        <w:ind w:left="380"/>
        <w:jc w:val="left"/>
        <w:textAlignment w:val="center"/>
      </w:pPr>
      <w:r>
        <w:t>D</w:t>
      </w:r>
      <w:r>
        <w:t>．直角三角形以其边所在直线为轴旋转一周形成的几何体是圆锥</w:t>
      </w:r>
    </w:p>
    <w:p w:rsidR="00456B34" w:rsidRDefault="00456B34" w:rsidP="00456B34">
      <w:pPr>
        <w:spacing w:line="360" w:lineRule="auto"/>
        <w:jc w:val="left"/>
        <w:textAlignment w:val="center"/>
      </w:pPr>
      <w:r>
        <w:t>10</w:t>
      </w:r>
      <w:r>
        <w:t>．已知复数</w:t>
      </w:r>
      <w:r>
        <w:object w:dxaOrig="211" w:dyaOrig="317">
          <v:shape id="_x0000_i1217" type="#_x0000_t75" alt="eqIdaf68f652b4c13657ffddf3c9e7eb262b" style="width:10.5pt;height:15.75pt" o:ole="">
            <v:imagedata r:id="rId146" o:title="eqIdaf68f652b4c13657ffddf3c9e7eb262b"/>
          </v:shape>
          <o:OLEObject Type="Embed" ProgID="Equation.DSMT4" ShapeID="_x0000_i1217" DrawAspect="Content" ObjectID="_1775410436" r:id="rId147"/>
        </w:object>
      </w:r>
      <w:r>
        <w:t>，</w:t>
      </w:r>
      <w:r>
        <w:object w:dxaOrig="229" w:dyaOrig="323">
          <v:shape id="_x0000_i1218" type="#_x0000_t75" alt="eqIdfa224ed9be8766a4d0b5138bd57de0f0" style="width:11.25pt;height:16.5pt" o:ole="">
            <v:imagedata r:id="rId148" o:title="eqIdfa224ed9be8766a4d0b5138bd57de0f0"/>
          </v:shape>
          <o:OLEObject Type="Embed" ProgID="Equation.DSMT4" ShapeID="_x0000_i1218" DrawAspect="Content" ObjectID="_1775410437" r:id="rId149"/>
        </w:object>
      </w:r>
      <w:r>
        <w:t>，下列说法正确的是（</w:t>
      </w:r>
      <w:r>
        <w:t xml:space="preserve">    </w:t>
      </w:r>
      <w:r>
        <w:t>）</w:t>
      </w:r>
    </w:p>
    <w:p w:rsidR="00456B34" w:rsidRDefault="00456B34" w:rsidP="00456B34">
      <w:pPr>
        <w:spacing w:line="360" w:lineRule="auto"/>
        <w:ind w:left="380"/>
        <w:jc w:val="left"/>
        <w:textAlignment w:val="center"/>
      </w:pPr>
      <w:r>
        <w:t>A</w:t>
      </w:r>
      <w:r>
        <w:t>．若</w:t>
      </w:r>
      <w:r>
        <w:object w:dxaOrig="616" w:dyaOrig="352">
          <v:shape id="_x0000_i1219" type="#_x0000_t75" alt="eqIde13d477ec252f1952efd7d97425bf40c" style="width:30.75pt;height:17.25pt" o:ole="">
            <v:imagedata r:id="rId150" o:title="eqIde13d477ec252f1952efd7d97425bf40c"/>
          </v:shape>
          <o:OLEObject Type="Embed" ProgID="Equation.DSMT4" ShapeID="_x0000_i1219" DrawAspect="Content" ObjectID="_1775410438" r:id="rId151"/>
        </w:object>
      </w:r>
      <w:r>
        <w:t>，则</w:t>
      </w:r>
      <w:r>
        <w:object w:dxaOrig="616" w:dyaOrig="352">
          <v:shape id="_x0000_i1220" type="#_x0000_t75" alt="eqId49af9d8fc4e5577650b45c8cc17011d4" style="width:30.75pt;height:17.25pt" o:ole="">
            <v:imagedata r:id="rId152" o:title="eqId49af9d8fc4e5577650b45c8cc17011d4"/>
          </v:shape>
          <o:OLEObject Type="Embed" ProgID="Equation.DSMT4" ShapeID="_x0000_i1220" DrawAspect="Content" ObjectID="_1775410439" r:id="rId153"/>
        </w:object>
      </w:r>
    </w:p>
    <w:p w:rsidR="00456B34" w:rsidRDefault="00456B34" w:rsidP="00456B34">
      <w:pPr>
        <w:spacing w:line="360" w:lineRule="auto"/>
        <w:ind w:left="380"/>
        <w:jc w:val="left"/>
        <w:textAlignment w:val="center"/>
      </w:pPr>
      <w:r>
        <w:t>B</w:t>
      </w:r>
      <w:r>
        <w:t>．若</w:t>
      </w:r>
      <w:r>
        <w:object w:dxaOrig="1461" w:dyaOrig="347">
          <v:shape id="_x0000_i1221" type="#_x0000_t75" alt="eqId61e809123f4c66a5614825054777715f" style="width:72.75pt;height:17.25pt" o:ole="">
            <v:imagedata r:id="rId154" o:title="eqId61e809123f4c66a5614825054777715f"/>
          </v:shape>
          <o:OLEObject Type="Embed" ProgID="Equation.DSMT4" ShapeID="_x0000_i1221" DrawAspect="Content" ObjectID="_1775410440" r:id="rId155"/>
        </w:object>
      </w:r>
      <w:r>
        <w:t>，则</w:t>
      </w:r>
      <w:r>
        <w:object w:dxaOrig="704" w:dyaOrig="317">
          <v:shape id="_x0000_i1222" type="#_x0000_t75" alt="eqIde4fb4f555f276487d6b5161432a267ed" style="width:35.25pt;height:15.75pt" o:ole="">
            <v:imagedata r:id="rId156" o:title="eqIde4fb4f555f276487d6b5161432a267ed"/>
          </v:shape>
          <o:OLEObject Type="Embed" ProgID="Equation.DSMT4" ShapeID="_x0000_i1222" DrawAspect="Content" ObjectID="_1775410441" r:id="rId157"/>
        </w:object>
      </w:r>
    </w:p>
    <w:p w:rsidR="00456B34" w:rsidRDefault="00456B34" w:rsidP="00456B34">
      <w:pPr>
        <w:spacing w:line="360" w:lineRule="auto"/>
        <w:ind w:left="380"/>
        <w:jc w:val="left"/>
        <w:textAlignment w:val="center"/>
      </w:pPr>
      <w:r>
        <w:t>C</w:t>
      </w:r>
      <w:r>
        <w:t>．若</w:t>
      </w:r>
      <w:r>
        <w:object w:dxaOrig="739" w:dyaOrig="317">
          <v:shape id="_x0000_i1223" type="#_x0000_t75" alt="eqId4904aed01af8c08fcf7cb0a53198f668" style="width:36.75pt;height:15.75pt" o:ole="">
            <v:imagedata r:id="rId158" o:title="eqId4904aed01af8c08fcf7cb0a53198f668"/>
          </v:shape>
          <o:OLEObject Type="Embed" ProgID="Equation.DSMT4" ShapeID="_x0000_i1223" DrawAspect="Content" ObjectID="_1775410442" r:id="rId159"/>
        </w:object>
      </w:r>
      <w:r>
        <w:t>，则</w:t>
      </w:r>
      <w:r>
        <w:object w:dxaOrig="616" w:dyaOrig="352">
          <v:shape id="_x0000_i1224" type="#_x0000_t75" alt="eqIde13d477ec252f1952efd7d97425bf40c" style="width:30.75pt;height:17.25pt" o:ole="">
            <v:imagedata r:id="rId150" o:title="eqIde13d477ec252f1952efd7d97425bf40c"/>
          </v:shape>
          <o:OLEObject Type="Embed" ProgID="Equation.DSMT4" ShapeID="_x0000_i1224" DrawAspect="Content" ObjectID="_1775410443" r:id="rId160"/>
        </w:object>
      </w:r>
    </w:p>
    <w:p w:rsidR="00456B34" w:rsidRPr="00C30058" w:rsidRDefault="00456B34" w:rsidP="00C30058">
      <w:pPr>
        <w:spacing w:line="360" w:lineRule="auto"/>
        <w:ind w:left="380"/>
        <w:jc w:val="left"/>
        <w:textAlignment w:val="center"/>
        <w:rPr>
          <w:rFonts w:hint="eastAsia"/>
        </w:rPr>
      </w:pPr>
      <w:r>
        <w:t>D</w:t>
      </w:r>
      <w:r>
        <w:t>．若复数</w:t>
      </w:r>
      <w:r>
        <w:object w:dxaOrig="211" w:dyaOrig="317">
          <v:shape id="_x0000_i1225" type="#_x0000_t75" alt="eqIdaf68f652b4c13657ffddf3c9e7eb262b" style="width:10.5pt;height:15.75pt" o:ole="">
            <v:imagedata r:id="rId146" o:title="eqIdaf68f652b4c13657ffddf3c9e7eb262b"/>
          </v:shape>
          <o:OLEObject Type="Embed" ProgID="Equation.DSMT4" ShapeID="_x0000_i1225" DrawAspect="Content" ObjectID="_1775410444" r:id="rId161"/>
        </w:object>
      </w:r>
      <w:r>
        <w:t>，</w:t>
      </w:r>
      <w:r>
        <w:object w:dxaOrig="229" w:dyaOrig="323">
          <v:shape id="_x0000_i1226" type="#_x0000_t75" alt="eqIdfa224ed9be8766a4d0b5138bd57de0f0" style="width:11.25pt;height:16.5pt" o:ole="">
            <v:imagedata r:id="rId148" o:title="eqIdfa224ed9be8766a4d0b5138bd57de0f0"/>
          </v:shape>
          <o:OLEObject Type="Embed" ProgID="Equation.DSMT4" ShapeID="_x0000_i1226" DrawAspect="Content" ObjectID="_1775410445" r:id="rId162"/>
        </w:object>
      </w:r>
      <w:r>
        <w:t>不相等且</w:t>
      </w:r>
      <w:r>
        <w:object w:dxaOrig="1196" w:dyaOrig="305">
          <v:shape id="_x0000_i1227" type="#_x0000_t75" alt="eqId843c531f403adf796fe8350e2f419c32" style="width:60pt;height:15pt;mso-position-horizontal-relative:page;mso-position-vertical-relative:page" o:ole="">
            <v:imagedata r:id="rId163" o:title="eqId843c531f403adf796fe8350e2f419c32"/>
          </v:shape>
          <o:OLEObject Type="Embed" ProgID="Equation.DSMT4" ShapeID="_x0000_i1227" DrawAspect="Content" ObjectID="_1775410446" r:id="rId164"/>
        </w:object>
      </w:r>
      <w:r>
        <w:t>，则</w:t>
      </w:r>
      <w:r>
        <w:object w:dxaOrig="158" w:dyaOrig="158">
          <v:shape id="_x0000_i1228" type="#_x0000_t75" alt="eqIde81e59019989b7dc2fb59b037ef6e010" style="width:8.25pt;height:8.25pt" o:ole="">
            <v:imagedata r:id="rId11" o:title="eqIde81e59019989b7dc2fb59b037ef6e010"/>
          </v:shape>
          <o:OLEObject Type="Embed" ProgID="Equation.DSMT4" ShapeID="_x0000_i1228" DrawAspect="Content" ObjectID="_1775410447" r:id="rId165"/>
        </w:object>
      </w:r>
      <w:r>
        <w:t>在复平面内对应的点在一条直线上</w:t>
      </w:r>
    </w:p>
    <w:p w:rsidR="00C42FCC" w:rsidRDefault="00456B34">
      <w:pPr>
        <w:spacing w:line="360" w:lineRule="auto"/>
        <w:jc w:val="left"/>
        <w:textAlignment w:val="center"/>
      </w:pPr>
      <w:r>
        <w:t>11</w:t>
      </w:r>
      <w:r>
        <w:t>．已知点</w:t>
      </w:r>
      <w:r>
        <w:object w:dxaOrig="194" w:dyaOrig="207">
          <v:shape id="_x0000_i1247" type="#_x0000_t75" alt="eqIddad2a36927223bd70f426ba06aea4b45" style="width:9.75pt;height:10.5pt" o:ole="">
            <v:imagedata r:id="rId166" o:title="eqIddad2a36927223bd70f426ba06aea4b45"/>
          </v:shape>
          <o:OLEObject Type="Embed" ProgID="Equation.DSMT4" ShapeID="_x0000_i1247" DrawAspect="Content" ObjectID="_1775410448" r:id="rId167"/>
        </w:object>
      </w:r>
      <w:r>
        <w:t>是</w:t>
      </w:r>
      <w:r>
        <w:object w:dxaOrig="598" w:dyaOrig="252">
          <v:shape id="_x0000_i1248" type="#_x0000_t75" alt="eqId15c0dbe3c080c4c4636c64803e5c1f76" style="width:30pt;height:12.75pt" o:ole="">
            <v:imagedata r:id="rId22" o:title="eqId15c0dbe3c080c4c4636c64803e5c1f76"/>
          </v:shape>
          <o:OLEObject Type="Embed" ProgID="Equation.DSMT4" ShapeID="_x0000_i1248" DrawAspect="Content" ObjectID="_1775410449" r:id="rId168"/>
        </w:object>
      </w:r>
      <w:r>
        <w:t>所在平面内一点，且</w:t>
      </w:r>
      <w:r>
        <w:object w:dxaOrig="1672" w:dyaOrig="332">
          <v:shape id="_x0000_i1249" type="#_x0000_t75" alt="eqIdc6e47f5a9087416cc7c191763af01465" style="width:83.25pt;height:16.5pt" o:ole="">
            <v:imagedata r:id="rId169" o:title="eqIdc6e47f5a9087416cc7c191763af01465"/>
          </v:shape>
          <o:OLEObject Type="Embed" ProgID="Equation.DSMT4" ShapeID="_x0000_i1249" DrawAspect="Content" ObjectID="_1775410450" r:id="rId170"/>
        </w:object>
      </w:r>
      <w:r>
        <w:t>，</w:t>
      </w:r>
      <w:r>
        <w:object w:dxaOrig="721" w:dyaOrig="275">
          <v:shape id="_x0000_i1250" type="#_x0000_t75" alt="eqIde64541d7f445079207b6f671adc7d662" style="width:36pt;height:13.5pt;mso-position-horizontal-relative:page;mso-position-vertical-relative:page" o:ole="">
            <v:imagedata r:id="rId171" o:title="eqIde64541d7f445079207b6f671adc7d662"/>
          </v:shape>
          <o:OLEObject Type="Embed" ProgID="Equation.DSMT4" ShapeID="_x0000_i1250" DrawAspect="Content" ObjectID="_1775410451" r:id="rId172"/>
        </w:object>
      </w:r>
      <w:r>
        <w:t>，则下列说法正确的是（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 w:rsidR="00C42FCC" w:rsidRDefault="00456B34">
      <w:pPr>
        <w:spacing w:line="360" w:lineRule="auto"/>
        <w:ind w:left="380"/>
        <w:jc w:val="left"/>
        <w:textAlignment w:val="center"/>
      </w:pPr>
      <w:r>
        <w:t>A</w:t>
      </w:r>
      <w:r>
        <w:t>．若</w:t>
      </w:r>
      <w:r>
        <w:object w:dxaOrig="863" w:dyaOrig="550">
          <v:shape id="_x0000_i1251" type="#_x0000_t75" alt="eqIdd162c190c77f8b7c9e3343757f782a02" style="width:43.5pt;height:27.75pt" o:ole="">
            <v:imagedata r:id="rId173" o:title="eqIdd162c190c77f8b7c9e3343757f782a02"/>
          </v:shape>
          <o:OLEObject Type="Embed" ProgID="Equation.DSMT4" ShapeID="_x0000_i1251" DrawAspect="Content" ObjectID="_1775410452" r:id="rId174"/>
        </w:object>
      </w:r>
      <w:r>
        <w:t>，则点</w:t>
      </w:r>
      <w:r>
        <w:object w:dxaOrig="194" w:dyaOrig="207">
          <v:shape id="_x0000_i1252" type="#_x0000_t75" alt="eqIddad2a36927223bd70f426ba06aea4b45" style="width:9.75pt;height:10.5pt" o:ole="">
            <v:imagedata r:id="rId166" o:title="eqIddad2a36927223bd70f426ba06aea4b45"/>
          </v:shape>
          <o:OLEObject Type="Embed" ProgID="Equation.DSMT4" ShapeID="_x0000_i1252" DrawAspect="Content" ObjectID="_1775410453" r:id="rId175"/>
        </w:object>
      </w:r>
      <w:r>
        <w:t>是边</w:t>
      </w:r>
      <w:r>
        <w:object w:dxaOrig="352" w:dyaOrig="248">
          <v:shape id="_x0000_i1253" type="#_x0000_t75" alt="eqId0dc5c9827dfd0be5a9c85962d6ccbfb1" style="width:17.25pt;height:12.75pt" o:ole="">
            <v:imagedata r:id="rId24" o:title="eqId0dc5c9827dfd0be5a9c85962d6ccbfb1"/>
          </v:shape>
          <o:OLEObject Type="Embed" ProgID="Equation.DSMT4" ShapeID="_x0000_i1253" DrawAspect="Content" ObjectID="_1775410454" r:id="rId176"/>
        </w:object>
      </w:r>
      <w:r>
        <w:t>的中点</w:t>
      </w:r>
    </w:p>
    <w:p w:rsidR="00C42FCC" w:rsidRDefault="00456B34">
      <w:pPr>
        <w:spacing w:line="360" w:lineRule="auto"/>
        <w:ind w:left="380"/>
        <w:jc w:val="left"/>
        <w:textAlignment w:val="center"/>
      </w:pPr>
      <w:r>
        <w:t>B</w:t>
      </w:r>
      <w:r>
        <w:t>．若点</w:t>
      </w:r>
      <w:r>
        <w:object w:dxaOrig="194" w:dyaOrig="207">
          <v:shape id="_x0000_i1254" type="#_x0000_t75" alt="eqIddad2a36927223bd70f426ba06aea4b45" style="width:9.75pt;height:10.5pt" o:ole="">
            <v:imagedata r:id="rId166" o:title="eqIddad2a36927223bd70f426ba06aea4b45"/>
          </v:shape>
          <o:OLEObject Type="Embed" ProgID="Equation.DSMT4" ShapeID="_x0000_i1254" DrawAspect="Content" ObjectID="_1775410455" r:id="rId177"/>
        </w:object>
      </w:r>
      <w:r>
        <w:t>是边</w:t>
      </w:r>
      <w:r>
        <w:object w:dxaOrig="352" w:dyaOrig="248">
          <v:shape id="_x0000_i1255" type="#_x0000_t75" alt="eqId0dc5c9827dfd0be5a9c85962d6ccbfb1" style="width:17.25pt;height:12.75pt" o:ole="">
            <v:imagedata r:id="rId24" o:title="eqId0dc5c9827dfd0be5a9c85962d6ccbfb1"/>
          </v:shape>
          <o:OLEObject Type="Embed" ProgID="Equation.DSMT4" ShapeID="_x0000_i1255" DrawAspect="Content" ObjectID="_1775410456" r:id="rId178"/>
        </w:object>
      </w:r>
      <w:r>
        <w:t>上靠近</w:t>
      </w:r>
      <w:r>
        <w:object w:dxaOrig="194" w:dyaOrig="208">
          <v:shape id="_x0000_i1256" type="#_x0000_t75" alt="eqId7f9e8449aad35c5d840a3395ea86df6d" style="width:9.75pt;height:10.5pt" o:ole="">
            <v:imagedata r:id="rId179" o:title="eqId7f9e8449aad35c5d840a3395ea86df6d"/>
          </v:shape>
          <o:OLEObject Type="Embed" ProgID="Equation.DSMT4" ShapeID="_x0000_i1256" DrawAspect="Content" ObjectID="_1775410457" r:id="rId180"/>
        </w:object>
      </w:r>
      <w:r>
        <w:t>点的三等分点，则</w:t>
      </w:r>
      <w:r>
        <w:object w:dxaOrig="844" w:dyaOrig="541">
          <v:shape id="_x0000_i1257" type="#_x0000_t75" alt="eqId38b45da432e9e3b6d9c4291737979090" style="width:42pt;height:27pt" o:ole="">
            <v:imagedata r:id="rId181" o:title="eqId38b45da432e9e3b6d9c4291737979090"/>
          </v:shape>
          <o:OLEObject Type="Embed" ProgID="Equation.DSMT4" ShapeID="_x0000_i1257" DrawAspect="Content" ObjectID="_1775410458" r:id="rId182"/>
        </w:object>
      </w:r>
    </w:p>
    <w:p w:rsidR="00C42FCC" w:rsidRDefault="00456B34">
      <w:pPr>
        <w:spacing w:line="360" w:lineRule="auto"/>
        <w:ind w:left="380"/>
        <w:jc w:val="left"/>
        <w:textAlignment w:val="center"/>
      </w:pPr>
      <w:r>
        <w:t>C</w:t>
      </w:r>
      <w:r>
        <w:t>．若</w:t>
      </w:r>
      <w:r>
        <w:object w:dxaOrig="915" w:dyaOrig="278">
          <v:shape id="_x0000_i1258" type="#_x0000_t75" alt="eqId6ceec4b56e0743426ce72c3fc50c0333" style="width:45.75pt;height:14.25pt" o:ole="">
            <v:imagedata r:id="rId183" o:title="eqId6ceec4b56e0743426ce72c3fc50c0333"/>
          </v:shape>
          <o:OLEObject Type="Embed" ProgID="Equation.DSMT4" ShapeID="_x0000_i1258" DrawAspect="Content" ObjectID="_1775410459" r:id="rId184"/>
        </w:object>
      </w:r>
      <w:r>
        <w:t>，则</w:t>
      </w:r>
      <w:r>
        <w:object w:dxaOrig="581" w:dyaOrig="251">
          <v:shape id="_x0000_i1259" type="#_x0000_t75" alt="eqId1c025ee3317be1099b7bf03a11e37ed4" style="width:29.25pt;height:12.75pt" o:ole="">
            <v:imagedata r:id="rId185" o:title="eqId1c025ee3317be1099b7bf03a11e37ed4"/>
          </v:shape>
          <o:OLEObject Type="Embed" ProgID="Equation.DSMT4" ShapeID="_x0000_i1259" DrawAspect="Content" ObjectID="_1775410460" r:id="rId186"/>
        </w:object>
      </w:r>
      <w:r>
        <w:t>与</w:t>
      </w:r>
      <w:r>
        <w:object w:dxaOrig="598" w:dyaOrig="252">
          <v:shape id="_x0000_i1260" type="#_x0000_t75" alt="eqId15c0dbe3c080c4c4636c64803e5c1f76" style="width:30pt;height:12.75pt" o:ole="">
            <v:imagedata r:id="rId22" o:title="eqId15c0dbe3c080c4c4636c64803e5c1f76"/>
          </v:shape>
          <o:OLEObject Type="Embed" ProgID="Equation.DSMT4" ShapeID="_x0000_i1260" DrawAspect="Content" ObjectID="_1775410461" r:id="rId187"/>
        </w:object>
      </w:r>
      <w:r>
        <w:t>的面积相等</w:t>
      </w:r>
    </w:p>
    <w:p w:rsidR="00C42FCC" w:rsidRDefault="00456B34">
      <w:pPr>
        <w:spacing w:line="360" w:lineRule="auto"/>
        <w:ind w:left="380"/>
        <w:jc w:val="left"/>
        <w:textAlignment w:val="center"/>
      </w:pPr>
      <w:r>
        <w:t>D</w:t>
      </w:r>
      <w:r>
        <w:t>．若点</w:t>
      </w:r>
      <w:r>
        <w:object w:dxaOrig="194" w:dyaOrig="207">
          <v:shape id="_x0000_i1261" type="#_x0000_t75" alt="eqIddad2a36927223bd70f426ba06aea4b45" style="width:9.75pt;height:10.5pt" o:ole="">
            <v:imagedata r:id="rId166" o:title="eqIddad2a36927223bd70f426ba06aea4b45"/>
          </v:shape>
          <o:OLEObject Type="Embed" ProgID="Equation.DSMT4" ShapeID="_x0000_i1261" DrawAspect="Content" ObjectID="_1775410462" r:id="rId188"/>
        </w:object>
      </w:r>
      <w:r>
        <w:t>在</w:t>
      </w:r>
      <w:r>
        <w:object w:dxaOrig="352" w:dyaOrig="248">
          <v:shape id="_x0000_i1262" type="#_x0000_t75" alt="eqId0dc5c9827dfd0be5a9c85962d6ccbfb1" style="width:17.25pt;height:12.75pt" o:ole="">
            <v:imagedata r:id="rId24" o:title="eqId0dc5c9827dfd0be5a9c85962d6ccbfb1"/>
          </v:shape>
          <o:OLEObject Type="Embed" ProgID="Equation.DSMT4" ShapeID="_x0000_i1262" DrawAspect="Content" ObjectID="_1775410463" r:id="rId189"/>
        </w:object>
      </w:r>
      <w:r>
        <w:t>边的中线上，且</w:t>
      </w:r>
      <w:r>
        <w:object w:dxaOrig="950" w:dyaOrig="541">
          <v:shape id="_x0000_i1263" type="#_x0000_t75" alt="eqIdd6baca2d9788f7f2c77735fcfdf73ac0" style="width:47.25pt;height:27pt" o:ole="">
            <v:imagedata r:id="rId190" o:title="eqIdd6baca2d9788f7f2c77735fcfdf73ac0"/>
          </v:shape>
          <o:OLEObject Type="Embed" ProgID="Equation.DSMT4" ShapeID="_x0000_i1263" DrawAspect="Content" ObjectID="_1775410464" r:id="rId191"/>
        </w:object>
      </w:r>
      <w:r>
        <w:t>，则点</w:t>
      </w:r>
      <w:r>
        <w:object w:dxaOrig="194" w:dyaOrig="207">
          <v:shape id="_x0000_i1264" type="#_x0000_t75" alt="eqIddad2a36927223bd70f426ba06aea4b45" style="width:9.75pt;height:10.5pt" o:ole="">
            <v:imagedata r:id="rId166" o:title="eqIddad2a36927223bd70f426ba06aea4b45"/>
          </v:shape>
          <o:OLEObject Type="Embed" ProgID="Equation.DSMT4" ShapeID="_x0000_i1264" DrawAspect="Content" ObjectID="_1775410465" r:id="rId192"/>
        </w:object>
      </w:r>
      <w:r>
        <w:t>是</w:t>
      </w:r>
      <w:r>
        <w:object w:dxaOrig="598" w:dyaOrig="252">
          <v:shape id="_x0000_i1265" type="#_x0000_t75" alt="eqId15c0dbe3c080c4c4636c64803e5c1f76" style="width:30pt;height:12.75pt" o:ole="">
            <v:imagedata r:id="rId22" o:title="eqId15c0dbe3c080c4c4636c64803e5c1f76"/>
          </v:shape>
          <o:OLEObject Type="Embed" ProgID="Equation.DSMT4" ShapeID="_x0000_i1265" DrawAspect="Content" ObjectID="_1775410466" r:id="rId193"/>
        </w:object>
      </w:r>
      <w:r>
        <w:t>的重心</w:t>
      </w:r>
    </w:p>
    <w:p w:rsidR="00C30058" w:rsidRDefault="00C30058" w:rsidP="00C30058">
      <w:pPr>
        <w:tabs>
          <w:tab w:val="left" w:pos="2076"/>
          <w:tab w:val="left" w:pos="4153"/>
          <w:tab w:val="left" w:pos="6229"/>
        </w:tabs>
        <w:spacing w:line="20" w:lineRule="atLeast"/>
        <w:jc w:val="left"/>
        <w:textAlignment w:val="center"/>
        <w:rPr>
          <w:rFonts w:ascii="宋体" w:hAnsi="宋体"/>
          <w:b/>
          <w:szCs w:val="21"/>
        </w:rPr>
      </w:pPr>
    </w:p>
    <w:p w:rsidR="00C30058" w:rsidRDefault="00C30058" w:rsidP="00C30058">
      <w:pPr>
        <w:tabs>
          <w:tab w:val="left" w:pos="2076"/>
          <w:tab w:val="left" w:pos="4153"/>
          <w:tab w:val="left" w:pos="6229"/>
        </w:tabs>
        <w:spacing w:line="20" w:lineRule="atLeast"/>
        <w:jc w:val="left"/>
        <w:textAlignment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三、</w:t>
      </w:r>
      <w:r>
        <w:rPr>
          <w:rFonts w:ascii="宋体" w:hAnsi="宋体"/>
          <w:b/>
          <w:color w:val="000000"/>
          <w:szCs w:val="21"/>
        </w:rPr>
        <w:t>填空题：本题共3小题，每小题5分，共15分．</w:t>
      </w:r>
    </w:p>
    <w:p w:rsidR="00456B34" w:rsidRDefault="00456B34" w:rsidP="00456B34">
      <w:pPr>
        <w:spacing w:line="360" w:lineRule="auto"/>
        <w:jc w:val="left"/>
        <w:textAlignment w:val="center"/>
      </w:pPr>
      <w:r>
        <w:t>12</w:t>
      </w:r>
      <w:r>
        <w:t>．已知复数</w:t>
      </w:r>
      <w:r>
        <w:rPr>
          <w:rFonts w:eastAsia="Times New Roman"/>
          <w:i/>
        </w:rPr>
        <w:t>z</w:t>
      </w:r>
      <w:r>
        <w:t>满足</w:t>
      </w:r>
      <w:r>
        <w:object w:dxaOrig="1144" w:dyaOrig="355">
          <v:shape id="_x0000_i1317" type="#_x0000_t75" alt="eqIda89a350c0eff378a56f845b193b59a14" style="width:57pt;height:18pt" o:ole="">
            <v:imagedata r:id="rId194" o:title="eqIda89a350c0eff378a56f845b193b59a14"/>
          </v:shape>
          <o:OLEObject Type="Embed" ProgID="Equation.DSMT4" ShapeID="_x0000_i1317" DrawAspect="Content" ObjectID="_1775410467" r:id="rId195"/>
        </w:object>
      </w:r>
      <w:r>
        <w:t>，则</w:t>
      </w:r>
      <w:r>
        <w:object w:dxaOrig="739" w:dyaOrig="352">
          <v:shape id="_x0000_i1318" type="#_x0000_t75" alt="eqIdc7cc51767caba472161c44237af1f364" style="width:36.75pt;height:17.25pt" o:ole="">
            <v:imagedata r:id="rId196" o:title="eqIdc7cc51767caba472161c44237af1f364"/>
          </v:shape>
          <o:OLEObject Type="Embed" ProgID="Equation.DSMT4" ShapeID="_x0000_i1318" DrawAspect="Content" ObjectID="_1775410468" r:id="rId197"/>
        </w:object>
      </w:r>
      <w:r>
        <w:t>的最小值为</w:t>
      </w:r>
      <w:r>
        <w:rPr>
          <w:rFonts w:eastAsia="Times New Roman"/>
          <w:u w:val="single"/>
        </w:rPr>
        <w:t xml:space="preserve">      </w:t>
      </w:r>
      <w:r>
        <w:t>．</w:t>
      </w:r>
    </w:p>
    <w:p w:rsidR="00C30058" w:rsidRDefault="00C30058">
      <w:pPr>
        <w:spacing w:line="360" w:lineRule="auto"/>
        <w:jc w:val="left"/>
        <w:textAlignment w:val="center"/>
      </w:pPr>
    </w:p>
    <w:p w:rsidR="00C42FCC" w:rsidRDefault="00456B34">
      <w:pPr>
        <w:spacing w:line="360" w:lineRule="auto"/>
        <w:jc w:val="left"/>
        <w:textAlignment w:val="center"/>
      </w:pPr>
      <w:r>
        <w:t>13</w:t>
      </w:r>
      <w:r>
        <w:t>．</w:t>
      </w:r>
      <w:r>
        <w:object w:dxaOrig="1706" w:dyaOrig="541">
          <v:shape id="_x0000_i1336" type="#_x0000_t75" alt="eqId86d8700e6a12d4d193cd4f3319e64724" style="width:85.5pt;height:27pt" o:ole="">
            <v:imagedata r:id="rId198" o:title="eqId86d8700e6a12d4d193cd4f3319e64724"/>
          </v:shape>
          <o:OLEObject Type="Embed" ProgID="Equation.DSMT4" ShapeID="_x0000_i1336" DrawAspect="Content" ObjectID="_1775410469" r:id="rId199"/>
        </w:object>
      </w:r>
      <w:r>
        <w:rPr>
          <w:rFonts w:eastAsia="Times New Roman"/>
          <w:u w:val="single"/>
        </w:rPr>
        <w:t xml:space="preserve">      </w:t>
      </w:r>
      <w:r>
        <w:t>．</w:t>
      </w:r>
    </w:p>
    <w:p w:rsidR="00C30058" w:rsidRDefault="00C30058" w:rsidP="00966242">
      <w:pPr>
        <w:spacing w:line="360" w:lineRule="auto"/>
        <w:jc w:val="left"/>
        <w:textAlignment w:val="center"/>
      </w:pPr>
    </w:p>
    <w:p w:rsidR="00966242" w:rsidRDefault="00966242" w:rsidP="00966242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4.</w:t>
      </w:r>
      <w:r w:rsidRPr="00966242">
        <w:t xml:space="preserve"> </w:t>
      </w:r>
      <w:r>
        <w:t>在</w:t>
      </w:r>
      <w:r>
        <w:object w:dxaOrig="598" w:dyaOrig="252">
          <v:shape id="_x0000_i1343" type="#_x0000_t75" alt="eqId15c0dbe3c080c4c4636c64803e5c1f76" style="width:30pt;height:12.75pt" o:ole="">
            <v:imagedata r:id="rId200" o:title="eqId15c0dbe3c080c4c4636c64803e5c1f76"/>
          </v:shape>
          <o:OLEObject Type="Embed" ProgID="Equation.DSMT4" ShapeID="_x0000_i1343" DrawAspect="Content" ObjectID="_1775410470" r:id="rId201"/>
        </w:object>
      </w:r>
      <w:r>
        <w:t>中内角</w:t>
      </w:r>
      <w:r>
        <w:object w:dxaOrig="651" w:dyaOrig="279">
          <v:shape id="_x0000_i1344" type="#_x0000_t75" alt="eqId24e0c10fb103930eabd5fa18e8f9bb06" style="width:32.25pt;height:14.25pt" o:ole="">
            <v:imagedata r:id="rId202" o:title="eqId24e0c10fb103930eabd5fa18e8f9bb06"/>
          </v:shape>
          <o:OLEObject Type="Embed" ProgID="Equation.DSMT4" ShapeID="_x0000_i1344" DrawAspect="Content" ObjectID="_1775410471" r:id="rId203"/>
        </w:object>
      </w:r>
      <w:r>
        <w:t>的对边分别为</w:t>
      </w:r>
      <w:r>
        <w:object w:dxaOrig="528" w:dyaOrig="277">
          <v:shape id="_x0000_i1345" type="#_x0000_t75" alt="eqId76f0649064a085fb74c997fb507a9b6d" style="width:26.25pt;height:13.5pt" o:ole="">
            <v:imagedata r:id="rId204" o:title="eqId76f0649064a085fb74c997fb507a9b6d"/>
          </v:shape>
          <o:OLEObject Type="Embed" ProgID="Equation.DSMT4" ShapeID="_x0000_i1345" DrawAspect="Content" ObjectID="_1775410472" r:id="rId205"/>
        </w:object>
      </w:r>
      <w:r>
        <w:t>，设</w:t>
      </w:r>
      <w:r>
        <w:object w:dxaOrig="598" w:dyaOrig="252">
          <v:shape id="_x0000_i1346" type="#_x0000_t75" alt="eqId15c0dbe3c080c4c4636c64803e5c1f76" style="width:30pt;height:12.75pt" o:ole="">
            <v:imagedata r:id="rId200" o:title="eqId15c0dbe3c080c4c4636c64803e5c1f76"/>
          </v:shape>
          <o:OLEObject Type="Embed" ProgID="Equation.DSMT4" ShapeID="_x0000_i1346" DrawAspect="Content" ObjectID="_1775410473" r:id="rId206"/>
        </w:object>
      </w:r>
      <w:r>
        <w:t>的面积为</w:t>
      </w:r>
      <w:r>
        <w:object w:dxaOrig="158" w:dyaOrig="232">
          <v:shape id="_x0000_i1347" type="#_x0000_t75" alt="eqIdcf231f8f86fb922df4ca0c87f044cec3" style="width:8.25pt;height:11.25pt" o:ole="">
            <v:imagedata r:id="rId207" o:title="eqIdcf231f8f86fb922df4ca0c87f044cec3"/>
          </v:shape>
          <o:OLEObject Type="Embed" ProgID="Equation.DSMT4" ShapeID="_x0000_i1347" DrawAspect="Content" ObjectID="_1775410474" r:id="rId208"/>
        </w:object>
      </w:r>
      <w:r>
        <w:t>，若</w:t>
      </w:r>
      <w:r>
        <w:object w:dxaOrig="2076" w:dyaOrig="357">
          <v:shape id="_x0000_i1348" type="#_x0000_t75" alt="eqId3062747222b695d10239fcabb8bc192c" style="width:103.5pt;height:18pt" o:ole="">
            <v:imagedata r:id="rId209" o:title="eqId3062747222b695d10239fcabb8bc192c"/>
          </v:shape>
          <o:OLEObject Type="Embed" ProgID="Equation.DSMT4" ShapeID="_x0000_i1348" DrawAspect="Content" ObjectID="_1775410475" r:id="rId210"/>
        </w:object>
      </w:r>
      <w:r>
        <w:t>，</w:t>
      </w:r>
      <w:r>
        <w:t xml:space="preserve"> </w:t>
      </w:r>
      <w:r>
        <w:t>若</w:t>
      </w:r>
      <w:r>
        <w:object w:dxaOrig="668" w:dyaOrig="246">
          <v:shape id="_x0000_i1349" type="#_x0000_t75" alt="eqIdd9cb21ae875f36d52d0b6f82b0201d0e" style="width:33.75pt;height:12pt" o:ole="">
            <v:imagedata r:id="rId211" o:title="eqIdd9cb21ae875f36d52d0b6f82b0201d0e"/>
          </v:shape>
          <o:OLEObject Type="Embed" ProgID="Equation.DSMT4" ShapeID="_x0000_i1349" DrawAspect="Content" ObjectID="_1775410476" r:id="rId212"/>
        </w:object>
      </w:r>
      <w:r>
        <w:t>，且</w:t>
      </w:r>
      <w:r>
        <w:object w:dxaOrig="598" w:dyaOrig="252">
          <v:shape id="_x0000_i1350" type="#_x0000_t75" alt="eqId15c0dbe3c080c4c4636c64803e5c1f76" style="width:30pt;height:12.75pt" o:ole="">
            <v:imagedata r:id="rId200" o:title="eqId15c0dbe3c080c4c4636c64803e5c1f76"/>
          </v:shape>
          <o:OLEObject Type="Embed" ProgID="Equation.DSMT4" ShapeID="_x0000_i1350" DrawAspect="Content" ObjectID="_1775410477" r:id="rId213"/>
        </w:object>
      </w:r>
      <w:r>
        <w:t>为锐角三角形，则</w:t>
      </w:r>
      <w:r>
        <w:object w:dxaOrig="158" w:dyaOrig="198">
          <v:shape id="_x0000_i1351" type="#_x0000_t75" alt="eqId071a7e733d466949ac935b4b8ee8d183" style="width:8.25pt;height:9.75pt" o:ole="">
            <v:imagedata r:id="rId214" o:title="eqId071a7e733d466949ac935b4b8ee8d183"/>
          </v:shape>
          <o:OLEObject Type="Embed" ProgID="Equation.DSMT4" ShapeID="_x0000_i1351" DrawAspect="Content" ObjectID="_1775410478" r:id="rId215"/>
        </w:object>
      </w:r>
      <w:r>
        <w:t>的取值范围为</w:t>
      </w:r>
      <w:r>
        <w:rPr>
          <w:rFonts w:hint="eastAsia"/>
        </w:rPr>
        <w:t>___</w:t>
      </w:r>
      <w:r>
        <w:t>___.</w:t>
      </w:r>
    </w:p>
    <w:p w:rsidR="00C30058" w:rsidRDefault="00C30058" w:rsidP="00C30058">
      <w:pPr>
        <w:shd w:val="clear" w:color="auto" w:fill="FFFFFF"/>
        <w:spacing w:line="20" w:lineRule="atLeast"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C30058" w:rsidRDefault="00C30058" w:rsidP="00C30058">
      <w:pPr>
        <w:shd w:val="clear" w:color="auto" w:fill="FFFFFF"/>
        <w:spacing w:line="20" w:lineRule="atLeast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四、解答题：本题共5小题，共77分．解答应写出文字说明、证明过程或演算步骤．</w:t>
      </w:r>
    </w:p>
    <w:p w:rsidR="007A4786" w:rsidRDefault="007A4786" w:rsidP="007A4786">
      <w:pPr>
        <w:spacing w:line="360" w:lineRule="auto"/>
        <w:jc w:val="left"/>
        <w:textAlignment w:val="center"/>
      </w:pPr>
      <w:r>
        <w:t>15</w:t>
      </w:r>
      <w:r w:rsidR="00456B34">
        <w:t>．</w:t>
      </w:r>
      <w:r w:rsidR="00C30058">
        <w:rPr>
          <w:rFonts w:ascii="宋体" w:hAnsi="宋体" w:hint="eastAsia"/>
          <w:szCs w:val="21"/>
        </w:rPr>
        <w:t>（本题13分）</w:t>
      </w:r>
      <w:r>
        <w:t>已知复数</w:t>
      </w:r>
      <w:r>
        <w:object w:dxaOrig="2886" w:dyaOrig="597">
          <v:shape id="_x0000_i1353" type="#_x0000_t75" alt="eqIdef364a21cea17ee971daafc0faeeb494" style="width:2in;height:30pt" o:ole="">
            <v:imagedata r:id="rId216" o:title="eqIdef364a21cea17ee971daafc0faeeb494"/>
          </v:shape>
          <o:OLEObject Type="Embed" ProgID="Equation.DSMT4" ShapeID="_x0000_i1353" DrawAspect="Content" ObjectID="_1775410479" r:id="rId217"/>
        </w:object>
      </w:r>
      <w:r>
        <w:t>.</w:t>
      </w:r>
    </w:p>
    <w:p w:rsidR="007A4786" w:rsidRDefault="007A4786" w:rsidP="007A4786">
      <w:pPr>
        <w:spacing w:line="360" w:lineRule="auto"/>
        <w:jc w:val="left"/>
        <w:textAlignment w:val="center"/>
      </w:pPr>
      <w:r>
        <w:t>(1)</w:t>
      </w:r>
      <w:r>
        <w:t>求</w:t>
      </w:r>
      <w:r>
        <w:object w:dxaOrig="158" w:dyaOrig="158">
          <v:shape id="_x0000_i1354" type="#_x0000_t75" alt="eqIde81e59019989b7dc2fb59b037ef6e010" style="width:8.25pt;height:8.25pt" o:ole="">
            <v:imagedata r:id="rId11" o:title="eqIde81e59019989b7dc2fb59b037ef6e010"/>
          </v:shape>
          <o:OLEObject Type="Embed" ProgID="Equation.DSMT4" ShapeID="_x0000_i1354" DrawAspect="Content" ObjectID="_1775410480" r:id="rId218"/>
        </w:object>
      </w:r>
      <w:r>
        <w:t>；</w:t>
      </w:r>
    </w:p>
    <w:p w:rsidR="007A4786" w:rsidRDefault="007A4786" w:rsidP="007A4786">
      <w:pPr>
        <w:spacing w:line="360" w:lineRule="auto"/>
        <w:jc w:val="left"/>
        <w:textAlignment w:val="center"/>
      </w:pPr>
      <w:r>
        <w:t>(2)</w:t>
      </w:r>
      <w:r>
        <w:t>在复平面内，复数</w:t>
      </w:r>
      <w:r>
        <w:object w:dxaOrig="458" w:dyaOrig="317">
          <v:shape id="_x0000_i1355" type="#_x0000_t75" alt="eqId90d860cb86e1467ac24010aecfc7a425" style="width:23.25pt;height:15.75pt" o:ole="">
            <v:imagedata r:id="rId219" o:title="eqId90d860cb86e1467ac24010aecfc7a425"/>
          </v:shape>
          <o:OLEObject Type="Embed" ProgID="Equation.DSMT4" ShapeID="_x0000_i1355" DrawAspect="Content" ObjectID="_1775410481" r:id="rId220"/>
        </w:object>
      </w:r>
      <w:r>
        <w:t>对应的向量分别是</w:t>
      </w:r>
      <w:r>
        <w:object w:dxaOrig="686" w:dyaOrig="330">
          <v:shape id="_x0000_i1356" type="#_x0000_t75" alt="eqId0cc2294ee512fa1ee5f14ad65a24a499" style="width:34.5pt;height:16.5pt" o:ole="">
            <v:imagedata r:id="rId221" o:title="eqId0cc2294ee512fa1ee5f14ad65a24a499"/>
          </v:shape>
          <o:OLEObject Type="Embed" ProgID="Equation.DSMT4" ShapeID="_x0000_i1356" DrawAspect="Content" ObjectID="_1775410482" r:id="rId222"/>
        </w:object>
      </w:r>
      <w:r>
        <w:t>，其中</w:t>
      </w:r>
      <w:r>
        <w:object w:dxaOrig="211" w:dyaOrig="250">
          <v:shape id="_x0000_i1357" type="#_x0000_t75" alt="eqId1dde8112e8eb968fd042418dd632759e" style="width:10.5pt;height:12.75pt" o:ole="">
            <v:imagedata r:id="rId44" o:title="eqId1dde8112e8eb968fd042418dd632759e"/>
          </v:shape>
          <o:OLEObject Type="Embed" ProgID="Equation.DSMT4" ShapeID="_x0000_i1357" DrawAspect="Content" ObjectID="_1775410483" r:id="rId223"/>
        </w:object>
      </w:r>
      <w:r>
        <w:t>是原点，求</w:t>
      </w:r>
      <w:r>
        <w:object w:dxaOrig="704" w:dyaOrig="252">
          <v:shape id="_x0000_i1358" type="#_x0000_t75" alt="eqId6d7b2fe01a33c4825f9974ed9663a99c" style="width:35.25pt;height:12.75pt" o:ole="">
            <v:imagedata r:id="rId224" o:title="eqId6d7b2fe01a33c4825f9974ed9663a99c"/>
          </v:shape>
          <o:OLEObject Type="Embed" ProgID="Equation.DSMT4" ShapeID="_x0000_i1358" DrawAspect="Content" ObjectID="_1775410484" r:id="rId225"/>
        </w:object>
      </w:r>
      <w:r>
        <w:t>的大小</w:t>
      </w:r>
      <w:r>
        <w:t>.</w:t>
      </w:r>
    </w:p>
    <w:p w:rsidR="00CA4737" w:rsidRDefault="00CA4737">
      <w:pPr>
        <w:spacing w:line="360" w:lineRule="auto"/>
        <w:jc w:val="left"/>
        <w:textAlignment w:val="center"/>
      </w:pPr>
    </w:p>
    <w:p w:rsidR="00CA4737" w:rsidRDefault="00CA4737">
      <w:pPr>
        <w:spacing w:line="360" w:lineRule="auto"/>
        <w:jc w:val="left"/>
        <w:textAlignment w:val="center"/>
      </w:pPr>
    </w:p>
    <w:p w:rsidR="00CA4737" w:rsidRDefault="00CA4737">
      <w:pPr>
        <w:spacing w:line="360" w:lineRule="auto"/>
        <w:jc w:val="left"/>
        <w:textAlignment w:val="center"/>
      </w:pPr>
    </w:p>
    <w:p w:rsidR="00997371" w:rsidRDefault="00997371">
      <w:pPr>
        <w:spacing w:line="360" w:lineRule="auto"/>
        <w:jc w:val="left"/>
        <w:textAlignment w:val="center"/>
      </w:pPr>
    </w:p>
    <w:p w:rsidR="00997371" w:rsidRDefault="00997371">
      <w:pPr>
        <w:spacing w:line="360" w:lineRule="auto"/>
        <w:jc w:val="left"/>
        <w:textAlignment w:val="center"/>
        <w:rPr>
          <w:rFonts w:hint="eastAsia"/>
        </w:rPr>
      </w:pPr>
    </w:p>
    <w:p w:rsidR="00C42FCC" w:rsidRDefault="007A4786">
      <w:pPr>
        <w:spacing w:line="360" w:lineRule="auto"/>
        <w:jc w:val="left"/>
        <w:textAlignment w:val="center"/>
      </w:pPr>
      <w:r>
        <w:rPr>
          <w:rFonts w:hint="eastAsia"/>
        </w:rPr>
        <w:t>16.</w:t>
      </w:r>
      <w:r w:rsidR="00C30058" w:rsidRPr="00C30058">
        <w:rPr>
          <w:rFonts w:ascii="宋体" w:hAnsi="宋体" w:hint="eastAsia"/>
          <w:szCs w:val="21"/>
        </w:rPr>
        <w:t xml:space="preserve"> </w:t>
      </w:r>
      <w:r w:rsidR="00C30058">
        <w:rPr>
          <w:rFonts w:ascii="宋体" w:hAnsi="宋体" w:hint="eastAsia"/>
          <w:szCs w:val="21"/>
        </w:rPr>
        <w:t>（本题</w:t>
      </w:r>
      <w:r w:rsidR="00C30058">
        <w:rPr>
          <w:rFonts w:ascii="宋体" w:hAnsi="宋体"/>
          <w:szCs w:val="21"/>
        </w:rPr>
        <w:t>15</w:t>
      </w:r>
      <w:r w:rsidR="00C30058">
        <w:rPr>
          <w:rFonts w:ascii="宋体" w:hAnsi="宋体" w:hint="eastAsia"/>
          <w:szCs w:val="21"/>
        </w:rPr>
        <w:t>分）</w:t>
      </w:r>
      <w:r w:rsidR="00456B34">
        <w:t>已知</w:t>
      </w:r>
      <w:r w:rsidR="00456B34">
        <w:object w:dxaOrig="898" w:dyaOrig="541">
          <v:shape id="_x0000_i1377" type="#_x0000_t75" alt="eqIdc65b6c42393fae47c51101713167ff71" style="width:45pt;height:27pt" o:ole="">
            <v:imagedata r:id="rId226" o:title="eqIdc65b6c42393fae47c51101713167ff71"/>
          </v:shape>
          <o:OLEObject Type="Embed" ProgID="Equation.DSMT4" ShapeID="_x0000_i1377" DrawAspect="Content" ObjectID="_1775410485" r:id="rId227"/>
        </w:object>
      </w:r>
      <w:r w:rsidR="00456B34">
        <w:t>，</w:t>
      </w:r>
      <w:r w:rsidR="00456B34">
        <w:object w:dxaOrig="862" w:dyaOrig="546">
          <v:shape id="_x0000_i1378" type="#_x0000_t75" alt="eqIda892dbcef7934d97016bb190d94e0bc3" style="width:42.75pt;height:27pt" o:ole="">
            <v:imagedata r:id="rId228" o:title="eqIda892dbcef7934d97016bb190d94e0bc3"/>
          </v:shape>
          <o:OLEObject Type="Embed" ProgID="Equation.DSMT4" ShapeID="_x0000_i1378" DrawAspect="Content" ObjectID="_1775410486" r:id="rId229"/>
        </w:object>
      </w:r>
      <w:r w:rsidR="00456B34">
        <w:t>．</w:t>
      </w:r>
    </w:p>
    <w:p w:rsidR="00C42FCC" w:rsidRDefault="00456B34">
      <w:pPr>
        <w:spacing w:line="360" w:lineRule="auto"/>
        <w:jc w:val="left"/>
        <w:textAlignment w:val="center"/>
      </w:pPr>
      <w:r>
        <w:t>（</w:t>
      </w:r>
      <w:r>
        <w:t>1</w:t>
      </w:r>
      <w:r>
        <w:t>）求</w:t>
      </w:r>
      <w:r>
        <w:object w:dxaOrig="545" w:dyaOrig="229">
          <v:shape id="_x0000_i1379" type="#_x0000_t75" alt="eqId850dba25bf0f5f13541bf9b6ec12b84d" style="width:27pt;height:11.25pt" o:ole="">
            <v:imagedata r:id="rId230" o:title="eqId850dba25bf0f5f13541bf9b6ec12b84d"/>
          </v:shape>
          <o:OLEObject Type="Embed" ProgID="Equation.DSMT4" ShapeID="_x0000_i1379" DrawAspect="Content" ObjectID="_1775410487" r:id="rId231"/>
        </w:object>
      </w:r>
      <w:r>
        <w:t>的值；</w:t>
      </w:r>
    </w:p>
    <w:p w:rsidR="00C42FCC" w:rsidRDefault="00456B34">
      <w:pPr>
        <w:spacing w:line="360" w:lineRule="auto"/>
        <w:jc w:val="left"/>
        <w:textAlignment w:val="center"/>
      </w:pPr>
      <w:r>
        <w:t>（</w:t>
      </w:r>
      <w:r>
        <w:t>2</w:t>
      </w:r>
      <w:r>
        <w:t>）求</w:t>
      </w:r>
      <w:r>
        <w:object w:dxaOrig="1197" w:dyaOrig="604">
          <v:shape id="_x0000_i1380" type="#_x0000_t75" alt="eqId4f8f3574adb450b0248e815394f38869" style="width:60pt;height:30pt" o:ole="">
            <v:imagedata r:id="rId232" o:title="eqId4f8f3574adb450b0248e815394f38869"/>
          </v:shape>
          <o:OLEObject Type="Embed" ProgID="Equation.DSMT4" ShapeID="_x0000_i1380" DrawAspect="Content" ObjectID="_1775410488" r:id="rId233"/>
        </w:object>
      </w:r>
      <w:r>
        <w:t>的值；</w:t>
      </w:r>
    </w:p>
    <w:p w:rsidR="00C42FCC" w:rsidRDefault="00456B34">
      <w:pPr>
        <w:spacing w:line="360" w:lineRule="auto"/>
        <w:jc w:val="left"/>
        <w:textAlignment w:val="center"/>
      </w:pPr>
      <w:r>
        <w:t>（</w:t>
      </w:r>
      <w:r>
        <w:t>3</w:t>
      </w:r>
      <w:r>
        <w:t>）若</w:t>
      </w:r>
      <w:r>
        <w:object w:dxaOrig="880" w:dyaOrig="546">
          <v:shape id="_x0000_i1381" type="#_x0000_t75" alt="eqIdbb4234175c2f92792ab2d298d45df37a" style="width:44.25pt;height:27pt" o:ole="">
            <v:imagedata r:id="rId234" o:title="eqIdbb4234175c2f92792ab2d298d45df37a"/>
          </v:shape>
          <o:OLEObject Type="Embed" ProgID="Equation.DSMT4" ShapeID="_x0000_i1381" DrawAspect="Content" ObjectID="_1775410489" r:id="rId235"/>
        </w:object>
      </w:r>
      <w:r>
        <w:t>且</w:t>
      </w:r>
      <w:r>
        <w:object w:dxaOrig="1443" w:dyaOrig="546">
          <v:shape id="_x0000_i1382" type="#_x0000_t75" alt="eqIde5a3e9e30821cc112bd5f33792eb7be1" style="width:1in;height:27pt" o:ole="">
            <v:imagedata r:id="rId236" o:title="eqIde5a3e9e30821cc112bd5f33792eb7be1"/>
          </v:shape>
          <o:OLEObject Type="Embed" ProgID="Equation.DSMT4" ShapeID="_x0000_i1382" DrawAspect="Content" ObjectID="_1775410490" r:id="rId237"/>
        </w:object>
      </w:r>
      <w:r>
        <w:t>，求</w:t>
      </w:r>
      <w:r>
        <w:object w:dxaOrig="492" w:dyaOrig="278">
          <v:shape id="_x0000_i1383" type="#_x0000_t75" alt="eqId63fe57d4fbae536de2e641d9d349fcf1" style="width:24.75pt;height:14.25pt" o:ole="">
            <v:imagedata r:id="rId238" o:title="eqId63fe57d4fbae536de2e641d9d349fcf1"/>
          </v:shape>
          <o:OLEObject Type="Embed" ProgID="Equation.DSMT4" ShapeID="_x0000_i1383" DrawAspect="Content" ObjectID="_1775410491" r:id="rId239"/>
        </w:object>
      </w:r>
      <w:r>
        <w:t>的值．</w:t>
      </w:r>
    </w:p>
    <w:p w:rsidR="007A4786" w:rsidRDefault="007A4786">
      <w:pPr>
        <w:spacing w:line="360" w:lineRule="auto"/>
        <w:jc w:val="left"/>
        <w:textAlignment w:val="center"/>
      </w:pPr>
    </w:p>
    <w:p w:rsidR="00997371" w:rsidRDefault="00997371">
      <w:pPr>
        <w:spacing w:line="360" w:lineRule="auto"/>
        <w:jc w:val="left"/>
        <w:textAlignment w:val="center"/>
      </w:pPr>
    </w:p>
    <w:p w:rsidR="00997371" w:rsidRDefault="00997371">
      <w:pPr>
        <w:spacing w:line="360" w:lineRule="auto"/>
        <w:jc w:val="left"/>
        <w:textAlignment w:val="center"/>
        <w:rPr>
          <w:rFonts w:hint="eastAsia"/>
        </w:rPr>
      </w:pPr>
    </w:p>
    <w:p w:rsidR="00CA4737" w:rsidRDefault="00CA4737">
      <w:pPr>
        <w:spacing w:line="360" w:lineRule="auto"/>
        <w:jc w:val="left"/>
        <w:textAlignment w:val="center"/>
      </w:pPr>
    </w:p>
    <w:p w:rsidR="00CA4737" w:rsidRDefault="00CA4737">
      <w:pPr>
        <w:spacing w:line="360" w:lineRule="auto"/>
        <w:jc w:val="left"/>
        <w:textAlignment w:val="center"/>
        <w:rPr>
          <w:rFonts w:hint="eastAsia"/>
        </w:rPr>
      </w:pPr>
    </w:p>
    <w:p w:rsidR="007A4786" w:rsidRDefault="007A4786" w:rsidP="007A4786">
      <w:pPr>
        <w:spacing w:line="360" w:lineRule="auto"/>
        <w:jc w:val="left"/>
        <w:textAlignment w:val="center"/>
        <w:rPr>
          <w:rFonts w:hint="eastAsia"/>
        </w:rPr>
      </w:pPr>
      <w:r>
        <w:t>17</w:t>
      </w:r>
      <w:r>
        <w:t>．</w:t>
      </w:r>
      <w:r w:rsidR="00C30058">
        <w:rPr>
          <w:rFonts w:ascii="宋体" w:hAnsi="宋体" w:hint="eastAsia"/>
          <w:szCs w:val="21"/>
        </w:rPr>
        <w:t>（本题</w:t>
      </w:r>
      <w:r w:rsidR="00C30058">
        <w:rPr>
          <w:rFonts w:ascii="宋体" w:hAnsi="宋体"/>
          <w:szCs w:val="21"/>
        </w:rPr>
        <w:t>15</w:t>
      </w:r>
      <w:r w:rsidR="00C30058">
        <w:rPr>
          <w:rFonts w:ascii="宋体" w:hAnsi="宋体" w:hint="eastAsia"/>
          <w:szCs w:val="21"/>
        </w:rPr>
        <w:t>分）</w:t>
      </w:r>
      <w:r>
        <w:t>在平面四边形</w:t>
      </w:r>
      <w:r>
        <w:rPr>
          <w:i/>
        </w:rPr>
        <w:t>ABCD</w:t>
      </w:r>
      <w:r>
        <w:t>中，已知</w:t>
      </w:r>
      <w:r>
        <w:object w:dxaOrig="792" w:dyaOrig="211">
          <v:shape id="_x0000_i1410" type="#_x0000_t75" alt="eqId1134c8e3440abb6cd385af2c169037fe" style="width:39.75pt;height:10.5pt" o:ole="">
            <v:imagedata r:id="rId240" o:title="eqId1134c8e3440abb6cd385af2c169037fe"/>
          </v:shape>
          <o:OLEObject Type="Embed" ProgID="Equation.DSMT4" ShapeID="_x0000_i1410" DrawAspect="Content" ObjectID="_1775410492" r:id="rId241"/>
        </w:object>
      </w:r>
      <w:r>
        <w:t>，</w:t>
      </w:r>
      <w:r>
        <w:rPr>
          <w:i/>
        </w:rPr>
        <w:t>AB</w:t>
      </w:r>
      <w:r>
        <w:t>=1.</w:t>
      </w:r>
    </w:p>
    <w:p w:rsidR="007A4786" w:rsidRDefault="00C30058" w:rsidP="007A4786">
      <w:pPr>
        <w:spacing w:line="360" w:lineRule="auto"/>
        <w:jc w:val="left"/>
        <w:textAlignment w:val="center"/>
      </w:pPr>
      <w:r>
        <w:rPr>
          <w:rFonts w:eastAsia="Times New Roman"/>
          <w:noProof/>
          <w:kern w:val="0"/>
          <w:sz w:val="24"/>
          <w:szCs w:val="24"/>
        </w:rPr>
        <w:drawing>
          <wp:anchor distT="0" distB="0" distL="114300" distR="114300" simplePos="0" relativeHeight="251649536" behindDoc="0" locked="0" layoutInCell="1" allowOverlap="1" wp14:anchorId="526B9D0A" wp14:editId="05745D61">
            <wp:simplePos x="0" y="0"/>
            <wp:positionH relativeFrom="column">
              <wp:posOffset>4019550</wp:posOffset>
            </wp:positionH>
            <wp:positionV relativeFrom="paragraph">
              <wp:posOffset>226695</wp:posOffset>
            </wp:positionV>
            <wp:extent cx="1628775" cy="790575"/>
            <wp:effectExtent l="0" t="0" r="9525" b="9525"/>
            <wp:wrapSquare wrapText="bothSides"/>
            <wp:docPr id="6" name="图片 6" descr="@@@9473721b-f79b-4af1-ad9c-87266244f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4786">
        <w:t>（</w:t>
      </w:r>
      <w:r w:rsidR="007A4786">
        <w:t>1</w:t>
      </w:r>
      <w:r w:rsidR="007A4786">
        <w:t>）若</w:t>
      </w:r>
      <w:r w:rsidR="007A4786">
        <w:object w:dxaOrig="1126" w:dyaOrig="543">
          <v:shape id="_x0000_i1411" type="#_x0000_t75" alt="eqIde13c772461aef1d9d715129636739748" style="width:56.25pt;height:27pt" o:ole="">
            <v:imagedata r:id="rId243" o:title="eqIde13c772461aef1d9d715129636739748"/>
          </v:shape>
          <o:OLEObject Type="Embed" ProgID="Equation.DSMT4" ShapeID="_x0000_i1411" DrawAspect="Content" ObjectID="_1775410493" r:id="rId244"/>
        </w:object>
      </w:r>
      <w:r w:rsidR="007A4786">
        <w:t>，</w:t>
      </w:r>
      <w:r w:rsidR="007A4786">
        <w:object w:dxaOrig="845" w:dyaOrig="323">
          <v:shape id="_x0000_i1412" type="#_x0000_t75" alt="eqIda8e39bee1445161f91213c83b498b8ec" style="width:42pt;height:16.5pt" o:ole="">
            <v:imagedata r:id="rId245" o:title="eqIda8e39bee1445161f91213c83b498b8ec"/>
          </v:shape>
          <o:OLEObject Type="Embed" ProgID="Equation.DSMT4" ShapeID="_x0000_i1412" DrawAspect="Content" ObjectID="_1775410494" r:id="rId246"/>
        </w:object>
      </w:r>
      <w:r w:rsidR="007A4786">
        <w:t>，求</w:t>
      </w:r>
      <w:r w:rsidR="007A4786">
        <w:rPr>
          <w:i/>
        </w:rPr>
        <w:t>BC</w:t>
      </w:r>
      <w:r w:rsidR="007A4786">
        <w:t>的</w:t>
      </w:r>
      <w:proofErr w:type="gramStart"/>
      <w:r w:rsidR="007A4786">
        <w:t>的</w:t>
      </w:r>
      <w:proofErr w:type="gramEnd"/>
      <w:r w:rsidR="007A4786">
        <w:t>长；</w:t>
      </w:r>
    </w:p>
    <w:p w:rsidR="007A4786" w:rsidRDefault="007A4786" w:rsidP="007A4786">
      <w:pPr>
        <w:spacing w:line="360" w:lineRule="auto"/>
        <w:jc w:val="left"/>
        <w:textAlignment w:val="center"/>
      </w:pPr>
      <w:r>
        <w:t>（</w:t>
      </w:r>
      <w:r>
        <w:t>2</w:t>
      </w:r>
      <w:r>
        <w:t>）若</w:t>
      </w:r>
      <w:r>
        <w:object w:dxaOrig="1109" w:dyaOrig="546">
          <v:shape id="_x0000_i1413" type="#_x0000_t75" alt="eqIdddda8bee262f17d51ee3d70cf63d6b0b" style="width:55.5pt;height:27pt" o:ole="">
            <v:imagedata r:id="rId247" o:title="eqIdddda8bee262f17d51ee3d70cf63d6b0b"/>
          </v:shape>
          <o:OLEObject Type="Embed" ProgID="Equation.DSMT4" ShapeID="_x0000_i1413" DrawAspect="Content" ObjectID="_1775410495" r:id="rId248"/>
        </w:object>
      </w:r>
      <w:r>
        <w:t>，</w:t>
      </w:r>
      <w:r>
        <w:object w:dxaOrig="1495" w:dyaOrig="595">
          <v:shape id="_x0000_i1414" type="#_x0000_t75" alt="eqIdc8a6229281c4c9aa02b4295863063cb9" style="width:75pt;height:30pt" o:ole="">
            <v:imagedata r:id="rId249" o:title="eqIdc8a6229281c4c9aa02b4295863063cb9"/>
          </v:shape>
          <o:OLEObject Type="Embed" ProgID="Equation.DSMT4" ShapeID="_x0000_i1414" DrawAspect="Content" ObjectID="_1775410496" r:id="rId250"/>
        </w:object>
      </w:r>
      <w:r>
        <w:t>，</w:t>
      </w:r>
      <w:r>
        <w:object w:dxaOrig="686" w:dyaOrig="245">
          <v:shape id="_x0000_i1415" type="#_x0000_t75" alt="eqId267ace52b64e1e7dfc5211e033255b7d" style="width:34.5pt;height:12pt" o:ole="">
            <v:imagedata r:id="rId251" o:title="eqId267ace52b64e1e7dfc5211e033255b7d"/>
          </v:shape>
          <o:OLEObject Type="Embed" ProgID="Equation.DSMT4" ShapeID="_x0000_i1415" DrawAspect="Content" ObjectID="_1775410497" r:id="rId252"/>
        </w:object>
      </w:r>
      <w:r>
        <w:t>，求</w:t>
      </w:r>
      <w:r>
        <w:rPr>
          <w:i/>
        </w:rPr>
        <w:t>CD</w:t>
      </w:r>
      <w:r>
        <w:t>的长</w:t>
      </w:r>
      <w:r>
        <w:t>.</w:t>
      </w:r>
    </w:p>
    <w:p w:rsidR="007A4786" w:rsidRDefault="007A4786">
      <w:pPr>
        <w:spacing w:line="360" w:lineRule="auto"/>
        <w:jc w:val="left"/>
        <w:textAlignment w:val="center"/>
      </w:pPr>
    </w:p>
    <w:p w:rsidR="00C30058" w:rsidRDefault="00C30058">
      <w:pPr>
        <w:spacing w:line="360" w:lineRule="auto"/>
        <w:jc w:val="left"/>
        <w:textAlignment w:val="center"/>
      </w:pPr>
    </w:p>
    <w:p w:rsidR="00C30058" w:rsidRDefault="00C30058">
      <w:pPr>
        <w:spacing w:line="360" w:lineRule="auto"/>
        <w:jc w:val="left"/>
        <w:textAlignment w:val="center"/>
      </w:pPr>
    </w:p>
    <w:p w:rsidR="00997371" w:rsidRDefault="00997371">
      <w:pPr>
        <w:spacing w:line="360" w:lineRule="auto"/>
        <w:jc w:val="left"/>
        <w:textAlignment w:val="center"/>
      </w:pPr>
    </w:p>
    <w:p w:rsidR="00997371" w:rsidRDefault="00997371">
      <w:pPr>
        <w:spacing w:line="360" w:lineRule="auto"/>
        <w:jc w:val="left"/>
        <w:textAlignment w:val="center"/>
      </w:pPr>
    </w:p>
    <w:p w:rsidR="00997371" w:rsidRDefault="00997371">
      <w:pPr>
        <w:spacing w:line="360" w:lineRule="auto"/>
        <w:jc w:val="left"/>
        <w:textAlignment w:val="center"/>
      </w:pPr>
    </w:p>
    <w:p w:rsidR="00997371" w:rsidRDefault="00997371">
      <w:pPr>
        <w:spacing w:line="360" w:lineRule="auto"/>
        <w:jc w:val="left"/>
        <w:textAlignment w:val="center"/>
        <w:rPr>
          <w:rFonts w:hint="eastAsia"/>
        </w:rPr>
      </w:pPr>
      <w:bookmarkStart w:id="0" w:name="_GoBack"/>
      <w:bookmarkEnd w:id="0"/>
    </w:p>
    <w:p w:rsidR="00C42FCC" w:rsidRDefault="007A4786" w:rsidP="00C30058">
      <w:pPr>
        <w:spacing w:line="360" w:lineRule="auto"/>
        <w:jc w:val="left"/>
        <w:textAlignment w:val="center"/>
        <w:rPr>
          <w:rFonts w:hint="eastAsia"/>
        </w:rPr>
      </w:pPr>
      <w:r>
        <w:t>18</w:t>
      </w:r>
      <w:r w:rsidR="00456B34">
        <w:t>．</w:t>
      </w:r>
      <w:r w:rsidR="00C30058">
        <w:rPr>
          <w:rFonts w:ascii="宋体" w:hAnsi="宋体" w:hint="eastAsia"/>
          <w:szCs w:val="21"/>
        </w:rPr>
        <w:t>（本题</w:t>
      </w:r>
      <w:r w:rsidR="00C30058">
        <w:rPr>
          <w:rFonts w:ascii="宋体" w:hAnsi="宋体"/>
          <w:szCs w:val="21"/>
        </w:rPr>
        <w:t>17</w:t>
      </w:r>
      <w:r w:rsidR="00C30058">
        <w:rPr>
          <w:rFonts w:ascii="宋体" w:hAnsi="宋体" w:hint="eastAsia"/>
          <w:szCs w:val="21"/>
        </w:rPr>
        <w:t>分）</w:t>
      </w:r>
      <w:r w:rsidR="00456B34">
        <w:t>如图，在菱形</w:t>
      </w:r>
      <w:r w:rsidR="00456B34">
        <w:object w:dxaOrig="633" w:dyaOrig="255">
          <v:shape id="_x0000_i1428" type="#_x0000_t75" alt="eqId411b38a18046fea8e9fab1f9f9b80a5f" style="width:31.5pt;height:12.75pt" o:ole="">
            <v:imagedata r:id="rId140" o:title="eqId411b38a18046fea8e9fab1f9f9b80a5f"/>
          </v:shape>
          <o:OLEObject Type="Embed" ProgID="Equation.DSMT4" ShapeID="_x0000_i1428" DrawAspect="Content" ObjectID="_1775410498" r:id="rId253"/>
        </w:object>
      </w:r>
      <w:r w:rsidR="00456B34">
        <w:t>中，</w:t>
      </w:r>
      <w:r w:rsidR="00456B34">
        <w:object w:dxaOrig="1003" w:dyaOrig="541">
          <v:shape id="_x0000_i1429" type="#_x0000_t75" alt="eqId27d41769e5b0593292ded612c401572b" style="width:50.25pt;height:27pt" o:ole="">
            <v:imagedata r:id="rId254" o:title="eqId27d41769e5b0593292ded612c401572b"/>
          </v:shape>
          <o:OLEObject Type="Embed" ProgID="Equation.DSMT4" ShapeID="_x0000_i1429" DrawAspect="Content" ObjectID="_1775410499" r:id="rId255"/>
        </w:object>
      </w:r>
      <w:r w:rsidR="00456B34">
        <w:t>，</w:t>
      </w:r>
      <w:r w:rsidR="00456B34">
        <w:object w:dxaOrig="968" w:dyaOrig="305">
          <v:shape id="_x0000_i1430" type="#_x0000_t75" alt="eqId8f93eb8467ec408b7def036a40283004" style="width:48.75pt;height:15pt" o:ole="">
            <v:imagedata r:id="rId256" o:title="eqId8f93eb8467ec408b7def036a40283004"/>
          </v:shape>
          <o:OLEObject Type="Embed" ProgID="Equation.DSMT4" ShapeID="_x0000_i1430" DrawAspect="Content" ObjectID="_1775410500" r:id="rId257"/>
        </w:object>
      </w:r>
      <w:r w:rsidR="00456B34">
        <w:t>．</w:t>
      </w:r>
    </w:p>
    <w:p w:rsidR="00C42FCC" w:rsidRDefault="00C30058">
      <w:pPr>
        <w:spacing w:line="360" w:lineRule="auto"/>
        <w:jc w:val="left"/>
        <w:textAlignment w:val="center"/>
      </w:pPr>
      <w:r>
        <w:rPr>
          <w:rFonts w:eastAsia="Times New Roman"/>
          <w:noProof/>
          <w:kern w:val="0"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77692D46" wp14:editId="18FAE10D">
            <wp:simplePos x="0" y="0"/>
            <wp:positionH relativeFrom="column">
              <wp:posOffset>3438525</wp:posOffset>
            </wp:positionH>
            <wp:positionV relativeFrom="paragraph">
              <wp:posOffset>264795</wp:posOffset>
            </wp:positionV>
            <wp:extent cx="1609725" cy="838200"/>
            <wp:effectExtent l="0" t="0" r="9525" b="0"/>
            <wp:wrapSquare wrapText="bothSides"/>
            <wp:docPr id="100021" name="图片 100021" descr="@@@4eec7e46-a85a-4fb9-85c7-fefc631410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6B34">
        <w:t>(1)</w:t>
      </w:r>
      <w:r w:rsidR="00456B34">
        <w:t>若</w:t>
      </w:r>
      <w:r w:rsidR="00456B34">
        <w:object w:dxaOrig="1566" w:dyaOrig="337">
          <v:shape id="_x0000_i1431" type="#_x0000_t75" alt="eqId6c6c052cd7a79455c3df58e1273ec574" style="width:78pt;height:16.5pt" o:ole="">
            <v:imagedata r:id="rId259" o:title="eqId6c6c052cd7a79455c3df58e1273ec574"/>
          </v:shape>
          <o:OLEObject Type="Embed" ProgID="Equation.DSMT4" ShapeID="_x0000_i1431" DrawAspect="Content" ObjectID="_1775410501" r:id="rId260"/>
        </w:object>
      </w:r>
      <w:r w:rsidR="00456B34">
        <w:t>，求</w:t>
      </w:r>
      <w:r w:rsidR="00456B34">
        <w:object w:dxaOrig="704" w:dyaOrig="279">
          <v:shape id="_x0000_i1432" type="#_x0000_t75" alt="eqId36ef5ee7f82e149ca734fc1548b03450" style="width:35.25pt;height:14.25pt" o:ole="">
            <v:imagedata r:id="rId261" o:title="eqId36ef5ee7f82e149ca734fc1548b03450"/>
          </v:shape>
          <o:OLEObject Type="Embed" ProgID="Equation.DSMT4" ShapeID="_x0000_i1432" DrawAspect="Content" ObjectID="_1775410502" r:id="rId262"/>
        </w:object>
      </w:r>
      <w:r w:rsidR="00456B34">
        <w:t>的值；</w:t>
      </w:r>
    </w:p>
    <w:p w:rsidR="00C42FCC" w:rsidRDefault="00456B34">
      <w:pPr>
        <w:spacing w:line="360" w:lineRule="auto"/>
        <w:jc w:val="left"/>
        <w:textAlignment w:val="center"/>
      </w:pPr>
      <w:r>
        <w:t>(2)</w:t>
      </w:r>
      <w:r>
        <w:t>若</w:t>
      </w:r>
      <w:r>
        <w:object w:dxaOrig="721" w:dyaOrig="420">
          <v:shape id="_x0000_i1433" type="#_x0000_t75" alt="eqId5eb6b1ebe46e82f8b2404a2a9a85a953" style="width:36pt;height:21pt" o:ole="">
            <v:imagedata r:id="rId263" o:title="eqId5eb6b1ebe46e82f8b2404a2a9a85a953"/>
          </v:shape>
          <o:OLEObject Type="Embed" ProgID="Equation.DSMT4" ShapeID="_x0000_i1433" DrawAspect="Content" ObjectID="_1775410503" r:id="rId264"/>
        </w:object>
      </w:r>
      <w:r>
        <w:t>，</w:t>
      </w:r>
      <w:r>
        <w:object w:dxaOrig="1143" w:dyaOrig="250">
          <v:shape id="_x0000_i1434" type="#_x0000_t75" alt="eqIdf945a69cf7e8213e50622125cde652f5" style="width:57pt;height:12.75pt" o:ole="">
            <v:imagedata r:id="rId265" o:title="eqIdf945a69cf7e8213e50622125cde652f5"/>
          </v:shape>
          <o:OLEObject Type="Embed" ProgID="Equation.DSMT4" ShapeID="_x0000_i1434" DrawAspect="Content" ObjectID="_1775410504" r:id="rId266"/>
        </w:object>
      </w:r>
      <w:r>
        <w:t>，求</w:t>
      </w:r>
      <w:r>
        <w:object w:dxaOrig="756" w:dyaOrig="303">
          <v:shape id="_x0000_i1435" type="#_x0000_t75" alt="eqId7700cb2566526a121b5dcd25b8d9f10e" style="width:37.5pt;height:15pt" o:ole="">
            <v:imagedata r:id="rId267" o:title="eqId7700cb2566526a121b5dcd25b8d9f10e"/>
          </v:shape>
          <o:OLEObject Type="Embed" ProgID="Equation.DSMT4" ShapeID="_x0000_i1435" DrawAspect="Content" ObjectID="_1775410505" r:id="rId268"/>
        </w:object>
      </w:r>
      <w:r>
        <w:t>．</w:t>
      </w:r>
    </w:p>
    <w:p w:rsidR="00C42FCC" w:rsidRDefault="00456B34">
      <w:pPr>
        <w:spacing w:line="360" w:lineRule="auto"/>
        <w:jc w:val="left"/>
        <w:textAlignment w:val="center"/>
      </w:pPr>
      <w:r>
        <w:t>(3)</w:t>
      </w:r>
      <w:r>
        <w:t>若菱形</w:t>
      </w:r>
      <w:r>
        <w:object w:dxaOrig="633" w:dyaOrig="255">
          <v:shape id="_x0000_i1436" type="#_x0000_t75" alt="eqId411b38a18046fea8e9fab1f9f9b80a5f" style="width:31.5pt;height:12.75pt" o:ole="">
            <v:imagedata r:id="rId140" o:title="eqId411b38a18046fea8e9fab1f9f9b80a5f"/>
          </v:shape>
          <o:OLEObject Type="Embed" ProgID="Equation.DSMT4" ShapeID="_x0000_i1436" DrawAspect="Content" ObjectID="_1775410506" r:id="rId269"/>
        </w:object>
      </w:r>
      <w:r>
        <w:t>的边长为</w:t>
      </w:r>
      <w:r>
        <w:t>6</w:t>
      </w:r>
      <w:r>
        <w:t>，求</w:t>
      </w:r>
      <w:r>
        <w:object w:dxaOrig="739" w:dyaOrig="271">
          <v:shape id="_x0000_i1437" type="#_x0000_t75" alt="eqIdab3c21714a4b06449a38249c86f8cd1c" style="width:36.75pt;height:13.5pt" o:ole="">
            <v:imagedata r:id="rId270" o:title="eqIdab3c21714a4b06449a38249c86f8cd1c"/>
          </v:shape>
          <o:OLEObject Type="Embed" ProgID="Equation.DSMT4" ShapeID="_x0000_i1437" DrawAspect="Content" ObjectID="_1775410507" r:id="rId271"/>
        </w:object>
      </w:r>
      <w:r>
        <w:t>的取值范围．</w:t>
      </w:r>
    </w:p>
    <w:p w:rsidR="007A4786" w:rsidRDefault="007A4786">
      <w:pPr>
        <w:spacing w:line="360" w:lineRule="auto"/>
        <w:jc w:val="left"/>
        <w:textAlignment w:val="center"/>
      </w:pPr>
    </w:p>
    <w:p w:rsidR="00CA4737" w:rsidRDefault="00CA4737">
      <w:pPr>
        <w:spacing w:line="360" w:lineRule="auto"/>
        <w:jc w:val="left"/>
        <w:textAlignment w:val="center"/>
      </w:pPr>
    </w:p>
    <w:p w:rsidR="00CA4737" w:rsidRDefault="00CA4737">
      <w:pPr>
        <w:spacing w:line="360" w:lineRule="auto"/>
        <w:jc w:val="left"/>
        <w:textAlignment w:val="center"/>
      </w:pPr>
    </w:p>
    <w:p w:rsidR="00C30058" w:rsidRDefault="00C30058">
      <w:pPr>
        <w:spacing w:line="360" w:lineRule="auto"/>
        <w:jc w:val="left"/>
        <w:textAlignment w:val="center"/>
      </w:pPr>
    </w:p>
    <w:p w:rsidR="00C30058" w:rsidRPr="007A4786" w:rsidRDefault="00C30058">
      <w:pPr>
        <w:spacing w:line="360" w:lineRule="auto"/>
        <w:jc w:val="left"/>
        <w:textAlignment w:val="center"/>
        <w:rPr>
          <w:rFonts w:hint="eastAsia"/>
        </w:rPr>
      </w:pPr>
    </w:p>
    <w:p w:rsidR="007A4786" w:rsidRDefault="007A4786">
      <w:pPr>
        <w:spacing w:line="360" w:lineRule="auto"/>
        <w:jc w:val="left"/>
        <w:textAlignment w:val="center"/>
      </w:pPr>
    </w:p>
    <w:p w:rsidR="007A4786" w:rsidRDefault="007A4786">
      <w:pPr>
        <w:spacing w:line="360" w:lineRule="auto"/>
        <w:jc w:val="left"/>
        <w:textAlignment w:val="center"/>
      </w:pPr>
    </w:p>
    <w:p w:rsidR="00C42FCC" w:rsidRDefault="007A4786">
      <w:pPr>
        <w:spacing w:line="360" w:lineRule="auto"/>
        <w:jc w:val="left"/>
        <w:textAlignment w:val="center"/>
        <w:rPr>
          <w:rFonts w:hint="eastAsia"/>
        </w:rPr>
      </w:pPr>
      <w:r>
        <w:t>19</w:t>
      </w:r>
      <w:r w:rsidR="00456B34">
        <w:t>．</w:t>
      </w:r>
      <w:r w:rsidR="00C30058">
        <w:rPr>
          <w:rFonts w:ascii="宋体" w:hAnsi="宋体" w:hint="eastAsia"/>
          <w:szCs w:val="21"/>
        </w:rPr>
        <w:t>（本题</w:t>
      </w:r>
      <w:r w:rsidR="00C30058">
        <w:rPr>
          <w:rFonts w:ascii="宋体" w:hAnsi="宋体"/>
          <w:szCs w:val="21"/>
        </w:rPr>
        <w:t>17</w:t>
      </w:r>
      <w:r w:rsidR="00C30058">
        <w:rPr>
          <w:rFonts w:ascii="宋体" w:hAnsi="宋体" w:hint="eastAsia"/>
          <w:szCs w:val="21"/>
        </w:rPr>
        <w:t>分）</w:t>
      </w:r>
      <w:r w:rsidR="00456B34">
        <w:t>在扇形</w:t>
      </w:r>
      <w:r w:rsidR="00456B34">
        <w:object w:dxaOrig="492" w:dyaOrig="253">
          <v:shape id="_x0000_i1470" type="#_x0000_t75" alt="eqId274a77343ecde1c2665df291761b6563" style="width:24.75pt;height:12.75pt" o:ole="">
            <v:imagedata r:id="rId272" o:title="eqId274a77343ecde1c2665df291761b6563"/>
          </v:shape>
          <o:OLEObject Type="Embed" ProgID="Equation.DSMT4" ShapeID="_x0000_i1470" DrawAspect="Content" ObjectID="_1775410508" r:id="rId273"/>
        </w:object>
      </w:r>
      <w:r w:rsidR="00456B34">
        <w:t>中，圆心角</w:t>
      </w:r>
      <w:r w:rsidR="00456B34">
        <w:object w:dxaOrig="1109" w:dyaOrig="541">
          <v:shape id="_x0000_i1471" type="#_x0000_t75" alt="eqIded367b88668d973e54bbae632e92c628" style="width:55.5pt;height:27pt" o:ole="">
            <v:imagedata r:id="rId274" o:title="eqIded367b88668d973e54bbae632e92c628"/>
          </v:shape>
          <o:OLEObject Type="Embed" ProgID="Equation.DSMT4" ShapeID="_x0000_i1471" DrawAspect="Content" ObjectID="_1775410509" r:id="rId275"/>
        </w:object>
      </w:r>
      <w:r w:rsidR="00456B34">
        <w:t>，半径</w:t>
      </w:r>
      <w:r w:rsidR="00456B34">
        <w:object w:dxaOrig="739" w:dyaOrig="245">
          <v:shape id="_x0000_i1472" type="#_x0000_t75" alt="eqIdf4ab0cbcf1eaecea7423b50fcf955a6c" style="width:36.75pt;height:12pt" o:ole="">
            <v:imagedata r:id="rId276" o:title="eqIdf4ab0cbcf1eaecea7423b50fcf955a6c"/>
          </v:shape>
          <o:OLEObject Type="Embed" ProgID="Equation.DSMT4" ShapeID="_x0000_i1472" DrawAspect="Content" ObjectID="_1775410510" r:id="rId277"/>
        </w:object>
      </w:r>
      <w:r w:rsidR="00456B34">
        <w:t>，点</w:t>
      </w:r>
      <w:r w:rsidR="00456B34">
        <w:object w:dxaOrig="194" w:dyaOrig="207">
          <v:shape id="_x0000_i1473" type="#_x0000_t75" alt="eqIddad2a36927223bd70f426ba06aea4b45" style="width:9.75pt;height:10.5pt" o:ole="">
            <v:imagedata r:id="rId166" o:title="eqIddad2a36927223bd70f426ba06aea4b45"/>
          </v:shape>
          <o:OLEObject Type="Embed" ProgID="Equation.DSMT4" ShapeID="_x0000_i1473" DrawAspect="Content" ObjectID="_1775410511" r:id="rId278"/>
        </w:object>
      </w:r>
      <w:r w:rsidR="00456B34">
        <w:t>在弧</w:t>
      </w:r>
      <w:r w:rsidR="00456B34">
        <w:object w:dxaOrig="352" w:dyaOrig="221">
          <v:shape id="_x0000_i1474" type="#_x0000_t75" alt="eqIdf52a58fbaf4fea03567e88a9f0f6e37e" style="width:17.25pt;height:11.25pt" o:ole="">
            <v:imagedata r:id="rId279" o:title="eqIdf52a58fbaf4fea03567e88a9f0f6e37e"/>
          </v:shape>
          <o:OLEObject Type="Embed" ProgID="Equation.DSMT4" ShapeID="_x0000_i1474" DrawAspect="Content" ObjectID="_1775410512" r:id="rId280"/>
        </w:object>
      </w:r>
      <w:r w:rsidR="00456B34">
        <w:t>上（不包括端点），设</w:t>
      </w:r>
      <w:r w:rsidR="00456B34">
        <w:object w:dxaOrig="968" w:dyaOrig="252">
          <v:shape id="_x0000_i1475" type="#_x0000_t75" alt="eqId39ff139f605ee0df463ad9f64089e542" style="width:48.75pt;height:12.75pt" o:ole="">
            <v:imagedata r:id="rId281" o:title="eqId39ff139f605ee0df463ad9f64089e542"/>
          </v:shape>
          <o:OLEObject Type="Embed" ProgID="Equation.DSMT4" ShapeID="_x0000_i1475" DrawAspect="Content" ObjectID="_1775410513" r:id="rId282"/>
        </w:object>
      </w:r>
      <w:r w:rsidR="00456B34">
        <w:t>.</w:t>
      </w:r>
    </w:p>
    <w:p w:rsidR="00C42FCC" w:rsidRDefault="00456B34">
      <w:pPr>
        <w:spacing w:line="360" w:lineRule="auto"/>
        <w:jc w:val="left"/>
        <w:textAlignment w:val="center"/>
      </w:pPr>
      <w:r>
        <w:t>(1)</w:t>
      </w:r>
      <w:r>
        <w:t>求四边形</w:t>
      </w:r>
      <w:r>
        <w:object w:dxaOrig="598" w:dyaOrig="252">
          <v:shape id="_x0000_i1476" type="#_x0000_t75" alt="eqId14e902eb263971b466d0fcd91c56b453" style="width:30pt;height:12.75pt" o:ole="">
            <v:imagedata r:id="rId283" o:title="eqId14e902eb263971b466d0fcd91c56b453"/>
          </v:shape>
          <o:OLEObject Type="Embed" ProgID="Equation.DSMT4" ShapeID="_x0000_i1476" DrawAspect="Content" ObjectID="_1775410514" r:id="rId284"/>
        </w:object>
      </w:r>
      <w:r>
        <w:t>的面积</w:t>
      </w:r>
      <w:r>
        <w:object w:dxaOrig="158" w:dyaOrig="232">
          <v:shape id="_x0000_i1477" type="#_x0000_t75" alt="eqIdcf231f8f86fb922df4ca0c87f044cec3" style="width:8.25pt;height:11.25pt" o:ole="">
            <v:imagedata r:id="rId285" o:title="eqIdcf231f8f86fb922df4ca0c87f044cec3"/>
          </v:shape>
          <o:OLEObject Type="Embed" ProgID="Equation.DSMT4" ShapeID="_x0000_i1477" DrawAspect="Content" ObjectID="_1775410515" r:id="rId286"/>
        </w:object>
      </w:r>
      <w:r>
        <w:t>关于</w:t>
      </w:r>
      <w:r>
        <w:object w:dxaOrig="176" w:dyaOrig="245">
          <v:shape id="_x0000_i1478" type="#_x0000_t75" alt="eqIdc24095e409b025db711f14be783a406c" style="width:9pt;height:12pt" o:ole="">
            <v:imagedata r:id="rId287" o:title="eqIdc24095e409b025db711f14be783a406c"/>
          </v:shape>
          <o:OLEObject Type="Embed" ProgID="Equation.DSMT4" ShapeID="_x0000_i1478" DrawAspect="Content" ObjectID="_1775410516" r:id="rId288"/>
        </w:object>
      </w:r>
      <w:r>
        <w:t>的函数解析式；</w:t>
      </w:r>
    </w:p>
    <w:p w:rsidR="00C42FCC" w:rsidRDefault="00456B34">
      <w:pPr>
        <w:spacing w:line="360" w:lineRule="auto"/>
        <w:jc w:val="left"/>
        <w:textAlignment w:val="center"/>
      </w:pPr>
      <w:r>
        <w:t>(2)</w:t>
      </w:r>
      <w:r>
        <w:t>求四边形</w:t>
      </w:r>
      <w:r>
        <w:object w:dxaOrig="598" w:dyaOrig="252">
          <v:shape id="_x0000_i1479" type="#_x0000_t75" alt="eqId14e902eb263971b466d0fcd91c56b453" style="width:30pt;height:12.75pt" o:ole="">
            <v:imagedata r:id="rId283" o:title="eqId14e902eb263971b466d0fcd91c56b453"/>
          </v:shape>
          <o:OLEObject Type="Embed" ProgID="Equation.DSMT4" ShapeID="_x0000_i1479" DrawAspect="Content" ObjectID="_1775410517" r:id="rId289"/>
        </w:object>
      </w:r>
      <w:r>
        <w:t>的面积</w:t>
      </w:r>
      <w:r>
        <w:object w:dxaOrig="158" w:dyaOrig="232">
          <v:shape id="_x0000_i1480" type="#_x0000_t75" alt="eqIdcf231f8f86fb922df4ca0c87f044cec3" style="width:8.25pt;height:11.25pt" o:ole="">
            <v:imagedata r:id="rId285" o:title="eqIdcf231f8f86fb922df4ca0c87f044cec3"/>
          </v:shape>
          <o:OLEObject Type="Embed" ProgID="Equation.DSMT4" ShapeID="_x0000_i1480" DrawAspect="Content" ObjectID="_1775410518" r:id="rId290"/>
        </w:object>
      </w:r>
      <w:r>
        <w:t>的取值范围；</w:t>
      </w:r>
    </w:p>
    <w:p w:rsidR="00C42FCC" w:rsidRPr="00CA4737" w:rsidRDefault="00C30058" w:rsidP="00CA4737">
      <w:pPr>
        <w:spacing w:line="360" w:lineRule="auto"/>
        <w:jc w:val="left"/>
        <w:textAlignment w:val="center"/>
        <w:rPr>
          <w:rFonts w:hint="eastAsia"/>
        </w:rPr>
      </w:pPr>
      <w:r>
        <w:rPr>
          <w:rFonts w:eastAsia="Times New Roman"/>
          <w:noProof/>
          <w:kern w:val="0"/>
          <w:sz w:val="24"/>
          <w:szCs w:val="24"/>
        </w:rPr>
        <w:drawing>
          <wp:anchor distT="0" distB="0" distL="114300" distR="114300" simplePos="0" relativeHeight="251654656" behindDoc="0" locked="0" layoutInCell="1" allowOverlap="1" wp14:anchorId="7A2109DF" wp14:editId="6084B190">
            <wp:simplePos x="0" y="0"/>
            <wp:positionH relativeFrom="column">
              <wp:posOffset>4076700</wp:posOffset>
            </wp:positionH>
            <wp:positionV relativeFrom="paragraph">
              <wp:posOffset>914400</wp:posOffset>
            </wp:positionV>
            <wp:extent cx="1266825" cy="962025"/>
            <wp:effectExtent l="0" t="0" r="9525" b="9525"/>
            <wp:wrapSquare wrapText="bothSides"/>
            <wp:docPr id="100023" name="图片 100023" descr="@@@f44e06d0-b2b2-4914-932b-e7533251d7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6B34">
        <w:t>(3)</w:t>
      </w:r>
      <w:r w:rsidR="00456B34">
        <w:t>托勒密所著《天文学》第一卷中载有弦表，并且讲述了</w:t>
      </w:r>
      <w:proofErr w:type="gramStart"/>
      <w:r w:rsidR="00456B34">
        <w:t>制作弦表的</w:t>
      </w:r>
      <w:proofErr w:type="gramEnd"/>
      <w:r w:rsidR="00456B34">
        <w:t>原理，其中涉及如下定理：在圆的内接四边形中，两条对角线的乘积等于两组对边乘积的和</w:t>
      </w:r>
      <w:r w:rsidR="00456B34">
        <w:t>.</w:t>
      </w:r>
      <w:r w:rsidR="00456B34">
        <w:t>先分别在线段</w:t>
      </w:r>
      <w:r w:rsidR="00456B34">
        <w:object w:dxaOrig="334" w:dyaOrig="248">
          <v:shape id="_x0000_i1481" type="#_x0000_t75" alt="eqIdef4113c492885ba7c47fe42ac792578f" style="width:16.5pt;height:12.75pt" o:ole="">
            <v:imagedata r:id="rId292" o:title="eqIdef4113c492885ba7c47fe42ac792578f"/>
          </v:shape>
          <o:OLEObject Type="Embed" ProgID="Equation.DSMT4" ShapeID="_x0000_i1481" DrawAspect="Content" ObjectID="_1775410519" r:id="rId293"/>
        </w:object>
      </w:r>
      <w:r w:rsidR="00456B34">
        <w:t>，</w:t>
      </w:r>
      <w:r w:rsidR="00456B34">
        <w:object w:dxaOrig="352" w:dyaOrig="260">
          <v:shape id="_x0000_i1482" type="#_x0000_t75" alt="eqIdb90e0f35eda1a729fed485f83da5ea9d" style="width:17.25pt;height:12.75pt" o:ole="">
            <v:imagedata r:id="rId294" o:title="eqIdb90e0f35eda1a729fed485f83da5ea9d"/>
          </v:shape>
          <o:OLEObject Type="Embed" ProgID="Equation.DSMT4" ShapeID="_x0000_i1482" DrawAspect="Content" ObjectID="_1775410520" r:id="rId295"/>
        </w:object>
      </w:r>
      <w:r w:rsidR="00456B34">
        <w:t>上取点</w:t>
      </w:r>
      <w:r w:rsidR="00456B34">
        <w:object w:dxaOrig="282" w:dyaOrig="207">
          <v:shape id="_x0000_i1483" type="#_x0000_t75" alt="eqIdac047e91852b91af639feec23a9598b2" style="width:14.25pt;height:10.5pt" o:ole="">
            <v:imagedata r:id="rId296" o:title="eqIdac047e91852b91af639feec23a9598b2"/>
          </v:shape>
          <o:OLEObject Type="Embed" ProgID="Equation.DSMT4" ShapeID="_x0000_i1483" DrawAspect="Content" ObjectID="_1775410521" r:id="rId297"/>
        </w:object>
      </w:r>
      <w:r w:rsidR="00456B34">
        <w:t>，</w:t>
      </w:r>
      <w:r w:rsidR="00456B34">
        <w:object w:dxaOrig="246" w:dyaOrig="246">
          <v:shape id="_x0000_i1484" type="#_x0000_t75" alt="eqId54a5d7d3b6b63fe5c24c3907b7a8eaa3" style="width:12pt;height:12pt" o:ole="">
            <v:imagedata r:id="rId298" o:title="eqId54a5d7d3b6b63fe5c24c3907b7a8eaa3"/>
          </v:shape>
          <o:OLEObject Type="Embed" ProgID="Equation.DSMT4" ShapeID="_x0000_i1484" DrawAspect="Content" ObjectID="_1775410522" r:id="rId299"/>
        </w:object>
      </w:r>
      <w:r w:rsidR="00456B34">
        <w:t>，使得</w:t>
      </w:r>
      <w:r w:rsidR="00456B34">
        <w:object w:dxaOrig="704" w:dyaOrig="252">
          <v:shape id="_x0000_i1485" type="#_x0000_t75" alt="eqIdd23b488f961d9fde37feb7f5c497c0d9" style="width:35.25pt;height:12.75pt" o:ole="">
            <v:imagedata r:id="rId300" o:title="eqIdd23b488f961d9fde37feb7f5c497c0d9"/>
          </v:shape>
          <o:OLEObject Type="Embed" ProgID="Equation.DSMT4" ShapeID="_x0000_i1485" DrawAspect="Content" ObjectID="_1775410523" r:id="rId301"/>
        </w:object>
      </w:r>
      <w:r w:rsidR="00456B34">
        <w:t>为等边三角形，求</w:t>
      </w:r>
      <w:r w:rsidR="00456B34">
        <w:object w:dxaOrig="704" w:dyaOrig="252">
          <v:shape id="_x0000_i1486" type="#_x0000_t75" alt="eqIdd23b488f961d9fde37feb7f5c497c0d9" style="width:35.25pt;height:12.75pt" o:ole="">
            <v:imagedata r:id="rId300" o:title="eqIdd23b488f961d9fde37feb7f5c497c0d9"/>
          </v:shape>
          <o:OLEObject Type="Embed" ProgID="Equation.DSMT4" ShapeID="_x0000_i1486" DrawAspect="Content" ObjectID="_1775410524" r:id="rId302"/>
        </w:object>
      </w:r>
      <w:r w:rsidR="00456B34">
        <w:t>面积的最小值</w:t>
      </w:r>
      <w:r w:rsidR="00456B34">
        <w:t>.</w:t>
      </w:r>
    </w:p>
    <w:sectPr w:rsidR="00C42FCC" w:rsidRPr="00CA4737">
      <w:footerReference w:type="even" r:id="rId303"/>
      <w:footerReference w:type="default" r:id="rId304"/>
      <w:pgSz w:w="11907" w:h="16839" w:code="9"/>
      <w:pgMar w:top="1440" w:right="1800" w:bottom="1440" w:left="1800" w:header="851" w:footer="425" w:gutter="0"/>
      <w:cols w:sep="1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058" w:rsidRDefault="00C30058">
      <w:r>
        <w:separator/>
      </w:r>
    </w:p>
  </w:endnote>
  <w:endnote w:type="continuationSeparator" w:id="0">
    <w:p w:rsidR="00C30058" w:rsidRDefault="00C30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058" w:rsidRPr="00BC62FB" w:rsidRDefault="00C30058" w:rsidP="00BC62FB">
    <w:pPr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997371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97371"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997371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97371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058" w:rsidRPr="00BC62FB" w:rsidRDefault="00C30058" w:rsidP="00BC62FB">
    <w:pPr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997371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97371">
      <w:rPr>
        <w:noProof/>
      </w:rP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997371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97371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058" w:rsidRDefault="00C30058">
      <w:r>
        <w:separator/>
      </w:r>
    </w:p>
  </w:footnote>
  <w:footnote w:type="continuationSeparator" w:id="0">
    <w:p w:rsidR="00C30058" w:rsidRDefault="00C30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56B34"/>
    <w:rsid w:val="006B16C5"/>
    <w:rsid w:val="00776133"/>
    <w:rsid w:val="007A4786"/>
    <w:rsid w:val="00855687"/>
    <w:rsid w:val="008C07DE"/>
    <w:rsid w:val="00966242"/>
    <w:rsid w:val="00997371"/>
    <w:rsid w:val="00A30CCE"/>
    <w:rsid w:val="00AC3E9C"/>
    <w:rsid w:val="00BC4F14"/>
    <w:rsid w:val="00BC62FB"/>
    <w:rsid w:val="00BF535F"/>
    <w:rsid w:val="00C30058"/>
    <w:rsid w:val="00C42FCC"/>
    <w:rsid w:val="00C806B0"/>
    <w:rsid w:val="00CA4737"/>
    <w:rsid w:val="00E476EE"/>
    <w:rsid w:val="00E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2"/>
    <o:shapelayout v:ext="edit">
      <o:idmap v:ext="edit" data="1"/>
    </o:shapelayout>
  </w:shapeDefaults>
  <w:decimalSymbol w:val="."/>
  <w:listSeparator w:val=",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61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59.bin"/><Relationship Id="rId21" Type="http://schemas.openxmlformats.org/officeDocument/2006/relationships/oleObject" Target="embeddings/oleObject7.bin"/><Relationship Id="rId63" Type="http://schemas.openxmlformats.org/officeDocument/2006/relationships/image" Target="media/image29.wmf"/><Relationship Id="rId159" Type="http://schemas.openxmlformats.org/officeDocument/2006/relationships/oleObject" Target="embeddings/oleObject79.bin"/><Relationship Id="rId170" Type="http://schemas.openxmlformats.org/officeDocument/2006/relationships/oleObject" Target="embeddings/oleObject87.bin"/><Relationship Id="rId226" Type="http://schemas.openxmlformats.org/officeDocument/2006/relationships/image" Target="media/image99.wmf"/><Relationship Id="rId268" Type="http://schemas.openxmlformats.org/officeDocument/2006/relationships/oleObject" Target="embeddings/oleObject142.bin"/><Relationship Id="rId32" Type="http://schemas.openxmlformats.org/officeDocument/2006/relationships/image" Target="media/image14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59.wmf"/><Relationship Id="rId5" Type="http://schemas.openxmlformats.org/officeDocument/2006/relationships/footnotes" Target="footnotes.xml"/><Relationship Id="rId181" Type="http://schemas.openxmlformats.org/officeDocument/2006/relationships/image" Target="media/image81.wmf"/><Relationship Id="rId237" Type="http://schemas.openxmlformats.org/officeDocument/2006/relationships/oleObject" Target="embeddings/oleObject127.bin"/><Relationship Id="rId279" Type="http://schemas.openxmlformats.org/officeDocument/2006/relationships/image" Target="media/image125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9.bin"/><Relationship Id="rId290" Type="http://schemas.openxmlformats.org/officeDocument/2006/relationships/oleObject" Target="embeddings/oleObject155.bin"/><Relationship Id="rId304" Type="http://schemas.openxmlformats.org/officeDocument/2006/relationships/footer" Target="footer2.xml"/><Relationship Id="rId85" Type="http://schemas.openxmlformats.org/officeDocument/2006/relationships/image" Target="media/image39.wmf"/><Relationship Id="rId150" Type="http://schemas.openxmlformats.org/officeDocument/2006/relationships/image" Target="media/image70.wmf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0.bin"/><Relationship Id="rId248" Type="http://schemas.openxmlformats.org/officeDocument/2006/relationships/oleObject" Target="embeddings/oleObject132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81.bin"/><Relationship Id="rId217" Type="http://schemas.openxmlformats.org/officeDocument/2006/relationships/oleObject" Target="embeddings/oleObject116.bin"/><Relationship Id="rId259" Type="http://schemas.openxmlformats.org/officeDocument/2006/relationships/image" Target="media/image116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6.wmf"/><Relationship Id="rId270" Type="http://schemas.openxmlformats.org/officeDocument/2006/relationships/image" Target="media/image121.wmf"/><Relationship Id="rId291" Type="http://schemas.openxmlformats.org/officeDocument/2006/relationships/image" Target="media/image130.jpeg"/><Relationship Id="rId305" Type="http://schemas.openxmlformats.org/officeDocument/2006/relationships/fontTable" Target="fontTable.xml"/><Relationship Id="rId44" Type="http://schemas.openxmlformats.org/officeDocument/2006/relationships/image" Target="media/image20.wmf"/><Relationship Id="rId65" Type="http://schemas.openxmlformats.org/officeDocument/2006/relationships/oleObject" Target="embeddings/oleObject30.bin"/><Relationship Id="rId86" Type="http://schemas.openxmlformats.org/officeDocument/2006/relationships/oleObject" Target="embeddings/oleObject41.bin"/><Relationship Id="rId130" Type="http://schemas.openxmlformats.org/officeDocument/2006/relationships/image" Target="media/image60.wmf"/><Relationship Id="rId151" Type="http://schemas.openxmlformats.org/officeDocument/2006/relationships/oleObject" Target="embeddings/oleObject75.bin"/><Relationship Id="rId172" Type="http://schemas.openxmlformats.org/officeDocument/2006/relationships/oleObject" Target="embeddings/oleObject88.bin"/><Relationship Id="rId193" Type="http://schemas.openxmlformats.org/officeDocument/2006/relationships/oleObject" Target="embeddings/oleObject103.bin"/><Relationship Id="rId207" Type="http://schemas.openxmlformats.org/officeDocument/2006/relationships/image" Target="media/image91.wmf"/><Relationship Id="rId228" Type="http://schemas.openxmlformats.org/officeDocument/2006/relationships/image" Target="media/image100.wmf"/><Relationship Id="rId249" Type="http://schemas.openxmlformats.org/officeDocument/2006/relationships/image" Target="media/image111.wmf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38.bin"/><Relationship Id="rId281" Type="http://schemas.openxmlformats.org/officeDocument/2006/relationships/image" Target="media/image126.wmf"/><Relationship Id="rId34" Type="http://schemas.openxmlformats.org/officeDocument/2006/relationships/image" Target="media/image15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141" Type="http://schemas.openxmlformats.org/officeDocument/2006/relationships/oleObject" Target="embeddings/oleObject70.bin"/><Relationship Id="rId7" Type="http://schemas.openxmlformats.org/officeDocument/2006/relationships/image" Target="media/image1.wmf"/><Relationship Id="rId162" Type="http://schemas.openxmlformats.org/officeDocument/2006/relationships/oleObject" Target="embeddings/oleObject82.bin"/><Relationship Id="rId183" Type="http://schemas.openxmlformats.org/officeDocument/2006/relationships/image" Target="media/image82.wmf"/><Relationship Id="rId218" Type="http://schemas.openxmlformats.org/officeDocument/2006/relationships/oleObject" Target="embeddings/oleObject117.bin"/><Relationship Id="rId239" Type="http://schemas.openxmlformats.org/officeDocument/2006/relationships/oleObject" Target="embeddings/oleObject128.bin"/><Relationship Id="rId250" Type="http://schemas.openxmlformats.org/officeDocument/2006/relationships/oleObject" Target="embeddings/oleObject133.bin"/><Relationship Id="rId271" Type="http://schemas.openxmlformats.org/officeDocument/2006/relationships/oleObject" Target="embeddings/oleObject144.bin"/><Relationship Id="rId292" Type="http://schemas.openxmlformats.org/officeDocument/2006/relationships/image" Target="media/image131.wmf"/><Relationship Id="rId306" Type="http://schemas.openxmlformats.org/officeDocument/2006/relationships/theme" Target="theme/theme1.xml"/><Relationship Id="rId24" Type="http://schemas.openxmlformats.org/officeDocument/2006/relationships/image" Target="media/image10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31" Type="http://schemas.openxmlformats.org/officeDocument/2006/relationships/oleObject" Target="embeddings/oleObject65.bin"/><Relationship Id="rId152" Type="http://schemas.openxmlformats.org/officeDocument/2006/relationships/image" Target="media/image71.wmf"/><Relationship Id="rId173" Type="http://schemas.openxmlformats.org/officeDocument/2006/relationships/image" Target="media/image79.wmf"/><Relationship Id="rId194" Type="http://schemas.openxmlformats.org/officeDocument/2006/relationships/image" Target="media/image85.wmf"/><Relationship Id="rId208" Type="http://schemas.openxmlformats.org/officeDocument/2006/relationships/oleObject" Target="embeddings/oleObject111.bin"/><Relationship Id="rId229" Type="http://schemas.openxmlformats.org/officeDocument/2006/relationships/oleObject" Target="embeddings/oleObject123.bin"/><Relationship Id="rId240" Type="http://schemas.openxmlformats.org/officeDocument/2006/relationships/image" Target="media/image106.wmf"/><Relationship Id="rId261" Type="http://schemas.openxmlformats.org/officeDocument/2006/relationships/image" Target="media/image117.wmf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50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6.wmf"/><Relationship Id="rId163" Type="http://schemas.openxmlformats.org/officeDocument/2006/relationships/image" Target="media/image75.wmf"/><Relationship Id="rId184" Type="http://schemas.openxmlformats.org/officeDocument/2006/relationships/oleObject" Target="embeddings/oleObject96.bin"/><Relationship Id="rId219" Type="http://schemas.openxmlformats.org/officeDocument/2006/relationships/image" Target="media/image96.wmf"/><Relationship Id="rId230" Type="http://schemas.openxmlformats.org/officeDocument/2006/relationships/image" Target="media/image101.wmf"/><Relationship Id="rId251" Type="http://schemas.openxmlformats.org/officeDocument/2006/relationships/image" Target="media/image112.wmf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image" Target="media/image30.wmf"/><Relationship Id="rId272" Type="http://schemas.openxmlformats.org/officeDocument/2006/relationships/image" Target="media/image122.wmf"/><Relationship Id="rId293" Type="http://schemas.openxmlformats.org/officeDocument/2006/relationships/oleObject" Target="embeddings/oleObject156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image" Target="media/image61.wmf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9.bin"/><Relationship Id="rId195" Type="http://schemas.openxmlformats.org/officeDocument/2006/relationships/oleObject" Target="embeddings/oleObject104.bin"/><Relationship Id="rId209" Type="http://schemas.openxmlformats.org/officeDocument/2006/relationships/image" Target="media/image92.wmf"/><Relationship Id="rId220" Type="http://schemas.openxmlformats.org/officeDocument/2006/relationships/oleObject" Target="embeddings/oleObject118.bin"/><Relationship Id="rId241" Type="http://schemas.openxmlformats.org/officeDocument/2006/relationships/oleObject" Target="embeddings/oleObject129.bin"/><Relationship Id="rId15" Type="http://schemas.openxmlformats.org/officeDocument/2006/relationships/image" Target="media/image5.wmf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39.bin"/><Relationship Id="rId283" Type="http://schemas.openxmlformats.org/officeDocument/2006/relationships/image" Target="media/image127.wmf"/><Relationship Id="rId78" Type="http://schemas.openxmlformats.org/officeDocument/2006/relationships/oleObject" Target="embeddings/oleObject3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0.bin"/><Relationship Id="rId143" Type="http://schemas.openxmlformats.org/officeDocument/2006/relationships/oleObject" Target="embeddings/oleObject71.bin"/><Relationship Id="rId164" Type="http://schemas.openxmlformats.org/officeDocument/2006/relationships/oleObject" Target="embeddings/oleObject83.bin"/><Relationship Id="rId185" Type="http://schemas.openxmlformats.org/officeDocument/2006/relationships/image" Target="media/image83.wmf"/><Relationship Id="rId9" Type="http://schemas.openxmlformats.org/officeDocument/2006/relationships/image" Target="media/image2.wmf"/><Relationship Id="rId210" Type="http://schemas.openxmlformats.org/officeDocument/2006/relationships/oleObject" Target="embeddings/oleObject112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24.bin"/><Relationship Id="rId252" Type="http://schemas.openxmlformats.org/officeDocument/2006/relationships/oleObject" Target="embeddings/oleObject134.bin"/><Relationship Id="rId273" Type="http://schemas.openxmlformats.org/officeDocument/2006/relationships/oleObject" Target="embeddings/oleObject145.bin"/><Relationship Id="rId294" Type="http://schemas.openxmlformats.org/officeDocument/2006/relationships/image" Target="media/image132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6.bin"/><Relationship Id="rId154" Type="http://schemas.openxmlformats.org/officeDocument/2006/relationships/image" Target="media/image72.wmf"/><Relationship Id="rId175" Type="http://schemas.openxmlformats.org/officeDocument/2006/relationships/oleObject" Target="embeddings/oleObject90.bin"/><Relationship Id="rId196" Type="http://schemas.openxmlformats.org/officeDocument/2006/relationships/image" Target="media/image86.wmf"/><Relationship Id="rId200" Type="http://schemas.openxmlformats.org/officeDocument/2006/relationships/image" Target="media/image88.wmf"/><Relationship Id="rId16" Type="http://schemas.openxmlformats.org/officeDocument/2006/relationships/oleObject" Target="embeddings/oleObject5.bin"/><Relationship Id="rId221" Type="http://schemas.openxmlformats.org/officeDocument/2006/relationships/image" Target="media/image97.wmf"/><Relationship Id="rId242" Type="http://schemas.openxmlformats.org/officeDocument/2006/relationships/image" Target="media/image107.png"/><Relationship Id="rId263" Type="http://schemas.openxmlformats.org/officeDocument/2006/relationships/image" Target="media/image118.wmf"/><Relationship Id="rId284" Type="http://schemas.openxmlformats.org/officeDocument/2006/relationships/oleObject" Target="embeddings/oleObject151.bin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1.bin"/><Relationship Id="rId144" Type="http://schemas.openxmlformats.org/officeDocument/2006/relationships/image" Target="media/image67.wmf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4.bin"/><Relationship Id="rId186" Type="http://schemas.openxmlformats.org/officeDocument/2006/relationships/oleObject" Target="embeddings/oleObject97.bin"/><Relationship Id="rId211" Type="http://schemas.openxmlformats.org/officeDocument/2006/relationships/image" Target="media/image93.wmf"/><Relationship Id="rId232" Type="http://schemas.openxmlformats.org/officeDocument/2006/relationships/image" Target="media/image102.wmf"/><Relationship Id="rId253" Type="http://schemas.openxmlformats.org/officeDocument/2006/relationships/oleObject" Target="embeddings/oleObject135.bin"/><Relationship Id="rId274" Type="http://schemas.openxmlformats.org/officeDocument/2006/relationships/image" Target="media/image123.wmf"/><Relationship Id="rId295" Type="http://schemas.openxmlformats.org/officeDocument/2006/relationships/oleObject" Target="embeddings/oleObject157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image" Target="media/image62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91.bin"/><Relationship Id="rId197" Type="http://schemas.openxmlformats.org/officeDocument/2006/relationships/oleObject" Target="embeddings/oleObject105.bin"/><Relationship Id="rId201" Type="http://schemas.openxmlformats.org/officeDocument/2006/relationships/oleObject" Target="embeddings/oleObject107.bin"/><Relationship Id="rId222" Type="http://schemas.openxmlformats.org/officeDocument/2006/relationships/oleObject" Target="embeddings/oleObject119.bin"/><Relationship Id="rId243" Type="http://schemas.openxmlformats.org/officeDocument/2006/relationships/image" Target="media/image108.wmf"/><Relationship Id="rId264" Type="http://schemas.openxmlformats.org/officeDocument/2006/relationships/oleObject" Target="embeddings/oleObject140.bin"/><Relationship Id="rId285" Type="http://schemas.openxmlformats.org/officeDocument/2006/relationships/image" Target="media/image128.wmf"/><Relationship Id="rId17" Type="http://schemas.openxmlformats.org/officeDocument/2006/relationships/image" Target="media/image6.png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24" Type="http://schemas.openxmlformats.org/officeDocument/2006/relationships/image" Target="media/image57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2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76.wmf"/><Relationship Id="rId187" Type="http://schemas.openxmlformats.org/officeDocument/2006/relationships/oleObject" Target="embeddings/oleObject98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3.bin"/><Relationship Id="rId233" Type="http://schemas.openxmlformats.org/officeDocument/2006/relationships/oleObject" Target="embeddings/oleObject125.bin"/><Relationship Id="rId254" Type="http://schemas.openxmlformats.org/officeDocument/2006/relationships/image" Target="media/image113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46.bin"/><Relationship Id="rId296" Type="http://schemas.openxmlformats.org/officeDocument/2006/relationships/image" Target="media/image133.wmf"/><Relationship Id="rId300" Type="http://schemas.openxmlformats.org/officeDocument/2006/relationships/image" Target="media/image135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67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92.bin"/><Relationship Id="rId198" Type="http://schemas.openxmlformats.org/officeDocument/2006/relationships/image" Target="media/image87.wmf"/><Relationship Id="rId202" Type="http://schemas.openxmlformats.org/officeDocument/2006/relationships/image" Target="media/image89.wmf"/><Relationship Id="rId223" Type="http://schemas.openxmlformats.org/officeDocument/2006/relationships/oleObject" Target="embeddings/oleObject120.bin"/><Relationship Id="rId244" Type="http://schemas.openxmlformats.org/officeDocument/2006/relationships/oleObject" Target="embeddings/oleObject130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19.wmf"/><Relationship Id="rId286" Type="http://schemas.openxmlformats.org/officeDocument/2006/relationships/oleObject" Target="embeddings/oleObject152.bin"/><Relationship Id="rId50" Type="http://schemas.openxmlformats.org/officeDocument/2006/relationships/image" Target="media/image23.wmf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2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5.bin"/><Relationship Id="rId188" Type="http://schemas.openxmlformats.org/officeDocument/2006/relationships/oleObject" Target="embeddings/oleObject99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14.bin"/><Relationship Id="rId234" Type="http://schemas.openxmlformats.org/officeDocument/2006/relationships/image" Target="media/image103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36.bin"/><Relationship Id="rId276" Type="http://schemas.openxmlformats.org/officeDocument/2006/relationships/image" Target="media/image124.wmf"/><Relationship Id="rId297" Type="http://schemas.openxmlformats.org/officeDocument/2006/relationships/oleObject" Target="embeddings/oleObject158.bin"/><Relationship Id="rId40" Type="http://schemas.openxmlformats.org/officeDocument/2006/relationships/image" Target="media/image18.wmf"/><Relationship Id="rId115" Type="http://schemas.openxmlformats.org/officeDocument/2006/relationships/image" Target="media/image54.wmf"/><Relationship Id="rId136" Type="http://schemas.openxmlformats.org/officeDocument/2006/relationships/image" Target="media/image63.wmf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93.bin"/><Relationship Id="rId301" Type="http://schemas.openxmlformats.org/officeDocument/2006/relationships/oleObject" Target="embeddings/oleObject160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106.bin"/><Relationship Id="rId203" Type="http://schemas.openxmlformats.org/officeDocument/2006/relationships/oleObject" Target="embeddings/oleObject108.bin"/><Relationship Id="rId19" Type="http://schemas.openxmlformats.org/officeDocument/2006/relationships/oleObject" Target="embeddings/oleObject6.bin"/><Relationship Id="rId224" Type="http://schemas.openxmlformats.org/officeDocument/2006/relationships/image" Target="media/image98.wmf"/><Relationship Id="rId245" Type="http://schemas.openxmlformats.org/officeDocument/2006/relationships/image" Target="media/image109.wmf"/><Relationship Id="rId266" Type="http://schemas.openxmlformats.org/officeDocument/2006/relationships/oleObject" Target="embeddings/oleObject141.bin"/><Relationship Id="rId287" Type="http://schemas.openxmlformats.org/officeDocument/2006/relationships/image" Target="media/image129.wmf"/><Relationship Id="rId30" Type="http://schemas.openxmlformats.org/officeDocument/2006/relationships/image" Target="media/image13.wmf"/><Relationship Id="rId105" Type="http://schemas.openxmlformats.org/officeDocument/2006/relationships/image" Target="media/image49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6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100.bin"/><Relationship Id="rId3" Type="http://schemas.openxmlformats.org/officeDocument/2006/relationships/settings" Target="settings.xml"/><Relationship Id="rId214" Type="http://schemas.openxmlformats.org/officeDocument/2006/relationships/image" Target="media/image94.wmf"/><Relationship Id="rId235" Type="http://schemas.openxmlformats.org/officeDocument/2006/relationships/oleObject" Target="embeddings/oleObject126.bin"/><Relationship Id="rId256" Type="http://schemas.openxmlformats.org/officeDocument/2006/relationships/image" Target="media/image114.wmf"/><Relationship Id="rId277" Type="http://schemas.openxmlformats.org/officeDocument/2006/relationships/oleObject" Target="embeddings/oleObject147.bin"/><Relationship Id="rId298" Type="http://schemas.openxmlformats.org/officeDocument/2006/relationships/image" Target="media/image134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8.bin"/><Relationship Id="rId158" Type="http://schemas.openxmlformats.org/officeDocument/2006/relationships/image" Target="media/image74.wmf"/><Relationship Id="rId302" Type="http://schemas.openxmlformats.org/officeDocument/2006/relationships/oleObject" Target="embeddings/oleObject16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179" Type="http://schemas.openxmlformats.org/officeDocument/2006/relationships/image" Target="media/image80.wmf"/><Relationship Id="rId190" Type="http://schemas.openxmlformats.org/officeDocument/2006/relationships/image" Target="media/image84.wmf"/><Relationship Id="rId204" Type="http://schemas.openxmlformats.org/officeDocument/2006/relationships/image" Target="media/image90.wmf"/><Relationship Id="rId225" Type="http://schemas.openxmlformats.org/officeDocument/2006/relationships/oleObject" Target="embeddings/oleObject121.bin"/><Relationship Id="rId246" Type="http://schemas.openxmlformats.org/officeDocument/2006/relationships/oleObject" Target="embeddings/oleObject131.bin"/><Relationship Id="rId267" Type="http://schemas.openxmlformats.org/officeDocument/2006/relationships/image" Target="media/image120.wmf"/><Relationship Id="rId288" Type="http://schemas.openxmlformats.org/officeDocument/2006/relationships/oleObject" Target="embeddings/oleObject153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image" Target="media/image33.wmf"/><Relationship Id="rId94" Type="http://schemas.openxmlformats.org/officeDocument/2006/relationships/oleObject" Target="embeddings/oleObject45.bin"/><Relationship Id="rId148" Type="http://schemas.openxmlformats.org/officeDocument/2006/relationships/image" Target="media/image69.wmf"/><Relationship Id="rId169" Type="http://schemas.openxmlformats.org/officeDocument/2006/relationships/image" Target="media/image77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4.bin"/><Relationship Id="rId215" Type="http://schemas.openxmlformats.org/officeDocument/2006/relationships/oleObject" Target="embeddings/oleObject115.bin"/><Relationship Id="rId236" Type="http://schemas.openxmlformats.org/officeDocument/2006/relationships/image" Target="media/image104.wmf"/><Relationship Id="rId257" Type="http://schemas.openxmlformats.org/officeDocument/2006/relationships/oleObject" Target="embeddings/oleObject137.bin"/><Relationship Id="rId278" Type="http://schemas.openxmlformats.org/officeDocument/2006/relationships/oleObject" Target="embeddings/oleObject148.bin"/><Relationship Id="rId303" Type="http://schemas.openxmlformats.org/officeDocument/2006/relationships/footer" Target="footer1.xml"/><Relationship Id="rId42" Type="http://schemas.openxmlformats.org/officeDocument/2006/relationships/image" Target="media/image19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4.wmf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09.bin"/><Relationship Id="rId247" Type="http://schemas.openxmlformats.org/officeDocument/2006/relationships/image" Target="media/image110.wmf"/><Relationship Id="rId107" Type="http://schemas.openxmlformats.org/officeDocument/2006/relationships/image" Target="media/image50.wmf"/><Relationship Id="rId289" Type="http://schemas.openxmlformats.org/officeDocument/2006/relationships/oleObject" Target="embeddings/oleObject154.bin"/><Relationship Id="rId11" Type="http://schemas.openxmlformats.org/officeDocument/2006/relationships/image" Target="media/image3.wmf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4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80.bin"/><Relationship Id="rId216" Type="http://schemas.openxmlformats.org/officeDocument/2006/relationships/image" Target="media/image95.wmf"/><Relationship Id="rId258" Type="http://schemas.openxmlformats.org/officeDocument/2006/relationships/image" Target="media/image115.png"/><Relationship Id="rId22" Type="http://schemas.openxmlformats.org/officeDocument/2006/relationships/image" Target="media/image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171" Type="http://schemas.openxmlformats.org/officeDocument/2006/relationships/image" Target="media/image78.wmf"/><Relationship Id="rId227" Type="http://schemas.openxmlformats.org/officeDocument/2006/relationships/oleObject" Target="embeddings/oleObject122.bin"/><Relationship Id="rId269" Type="http://schemas.openxmlformats.org/officeDocument/2006/relationships/oleObject" Target="embeddings/oleObject143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4.bin"/><Relationship Id="rId280" Type="http://schemas.openxmlformats.org/officeDocument/2006/relationships/oleObject" Target="embeddings/oleObject149.bin"/><Relationship Id="rId75" Type="http://schemas.openxmlformats.org/officeDocument/2006/relationships/image" Target="media/image34.wmf"/><Relationship Id="rId140" Type="http://schemas.openxmlformats.org/officeDocument/2006/relationships/image" Target="media/image65.wmf"/><Relationship Id="rId182" Type="http://schemas.openxmlformats.org/officeDocument/2006/relationships/oleObject" Target="embeddings/oleObject95.bin"/><Relationship Id="rId6" Type="http://schemas.openxmlformats.org/officeDocument/2006/relationships/endnotes" Target="endnotes.xml"/><Relationship Id="rId238" Type="http://schemas.openxmlformats.org/officeDocument/2006/relationships/image" Target="media/image10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B2F42-E8AA-42A5-86DA-9EEA8907F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50292867</Template>
  <TotalTime>31</TotalTime>
  <Pages>4</Pages>
  <Words>846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周霄汉</cp:lastModifiedBy>
  <cp:revision>18</cp:revision>
  <dcterms:created xsi:type="dcterms:W3CDTF">2017-07-19T12:07:00Z</dcterms:created>
  <dcterms:modified xsi:type="dcterms:W3CDTF">2024-04-23T11:53:00Z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0b3f236c078c4cbea03ac9ba933c849fmzyxnzmyoti0ma</vt:lpwstr>
  </property>
</Properties>
</file>