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3BD" w:rsidRPr="00FC1D75" w:rsidRDefault="00884ADB" w:rsidP="00B933BD">
      <w:pPr>
        <w:wordWrap w:val="0"/>
        <w:spacing w:line="240" w:lineRule="atLeast"/>
        <w:contextualSpacing/>
        <w:jc w:val="center"/>
        <w:textAlignment w:val="center"/>
        <w:rPr>
          <w:rFonts w:ascii="宋体" w:hAnsi="宋体"/>
          <w:b/>
          <w:noProof/>
          <w:szCs w:val="21"/>
          <w:lang w:bidi="ar"/>
        </w:rPr>
      </w:pPr>
      <w:r w:rsidRPr="00FC1D75">
        <w:rPr>
          <w:rFonts w:ascii="宋体" w:hAnsi="宋体"/>
          <w:b/>
          <w:noProof/>
          <w:szCs w:val="21"/>
          <w:lang w:bidi="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871" type="#_x0000_t75" style="position:absolute;left:0;text-align:left;margin-left:958pt;margin-top:878pt;width:26pt;height:38pt;z-index:1;mso-left-percent:-10001;mso-top-percent:-10001;mso-position-horizontal:absolute;mso-position-horizontal-relative:page;mso-position-vertical:absolute;mso-position-vertical-relative:page;mso-left-percent:-10001;mso-top-percent:-10001">
            <v:imagedata r:id="rId8" o:title=""/>
            <w10:wrap anchorx="page"/>
          </v:shape>
        </w:pict>
      </w:r>
      <w:r w:rsidR="00457903">
        <w:rPr>
          <w:rFonts w:ascii="宋体" w:hAnsi="宋体" w:hint="eastAsia"/>
          <w:b/>
          <w:noProof/>
          <w:szCs w:val="21"/>
          <w:lang w:bidi="ar"/>
        </w:rPr>
        <w:t>高一数学下学期清明假期作业2</w:t>
      </w:r>
      <w:bookmarkStart w:id="0" w:name="_GoBack"/>
      <w:bookmarkEnd w:id="0"/>
    </w:p>
    <w:p w:rsidR="001232D6" w:rsidRPr="00FC1D75" w:rsidRDefault="00884ADB" w:rsidP="00B933BD">
      <w:pPr>
        <w:wordWrap w:val="0"/>
        <w:spacing w:line="240" w:lineRule="atLeast"/>
        <w:contextualSpacing/>
        <w:jc w:val="center"/>
        <w:textAlignment w:val="center"/>
        <w:rPr>
          <w:rFonts w:ascii="宋体" w:hAnsi="宋体"/>
          <w:color w:val="000000"/>
          <w:kern w:val="0"/>
          <w:szCs w:val="21"/>
        </w:rPr>
      </w:pPr>
      <w:r w:rsidRPr="00FC1D75">
        <w:rPr>
          <w:rFonts w:ascii="宋体" w:hAnsi="宋体"/>
          <w:color w:val="000000"/>
          <w:szCs w:val="21"/>
        </w:rPr>
        <w:t>全解全析</w:t>
      </w:r>
    </w:p>
    <w:p w:rsidR="0026066E" w:rsidRPr="00FC1D75" w:rsidRDefault="00884ADB" w:rsidP="00FC1D75">
      <w:pPr>
        <w:widowControl/>
        <w:shd w:val="clear" w:color="auto" w:fill="FFFFFF"/>
        <w:snapToGrid w:val="0"/>
        <w:spacing w:line="360" w:lineRule="auto"/>
        <w:jc w:val="left"/>
        <w:textAlignment w:val="center"/>
        <w:rPr>
          <w:rFonts w:ascii="宋体" w:hAnsi="宋体" w:hint="eastAsia"/>
          <w:color w:val="FF0000"/>
          <w:kern w:val="0"/>
          <w:szCs w:val="21"/>
        </w:rPr>
      </w:pPr>
      <w:r w:rsidRPr="00FC1D75">
        <w:rPr>
          <w:rFonts w:ascii="宋体" w:hAnsi="宋体"/>
          <w:szCs w:val="21"/>
        </w:rPr>
        <w:t>1．</w:t>
      </w:r>
      <w:r w:rsidR="0026066E" w:rsidRPr="00FC1D75">
        <w:rPr>
          <w:rFonts w:ascii="宋体" w:hAnsi="宋体"/>
          <w:color w:val="FF0000"/>
          <w:szCs w:val="21"/>
        </w:rPr>
        <w:t xml:space="preserve"> </w:t>
      </w:r>
      <w:r w:rsidRPr="00FC1D75">
        <w:rPr>
          <w:rFonts w:ascii="宋体" w:hAnsi="宋体"/>
          <w:color w:val="FF0000"/>
          <w:szCs w:val="21"/>
        </w:rPr>
        <w:t>C</w:t>
      </w:r>
      <w:r w:rsidR="0026066E" w:rsidRPr="00FC1D75">
        <w:rPr>
          <w:rFonts w:ascii="宋体" w:hAnsi="宋体" w:hint="eastAsia"/>
          <w:color w:val="FF0000"/>
          <w:szCs w:val="21"/>
        </w:rPr>
        <w:t xml:space="preserve">   2.B   3. </w:t>
      </w:r>
      <w:r w:rsidR="0026066E" w:rsidRPr="00FC1D75">
        <w:rPr>
          <w:rFonts w:ascii="宋体" w:hAnsi="宋体"/>
          <w:color w:val="FF0000"/>
          <w:kern w:val="0"/>
          <w:szCs w:val="21"/>
        </w:rPr>
        <w:t>A</w:t>
      </w:r>
      <w:r w:rsidR="0026066E" w:rsidRPr="00FC1D75">
        <w:rPr>
          <w:rFonts w:ascii="宋体" w:hAnsi="宋体" w:hint="eastAsia"/>
          <w:color w:val="FF0000"/>
          <w:kern w:val="0"/>
          <w:szCs w:val="21"/>
        </w:rPr>
        <w:t xml:space="preserve">4.D  </w:t>
      </w:r>
      <w:r w:rsidR="0026066E" w:rsidRPr="00FC1D75">
        <w:rPr>
          <w:rFonts w:ascii="宋体" w:hAnsi="宋体" w:hint="eastAsia"/>
          <w:color w:val="FF0000"/>
          <w:szCs w:val="21"/>
        </w:rPr>
        <w:t>5.</w:t>
      </w:r>
      <w:r w:rsidR="0026066E" w:rsidRPr="00FC1D75">
        <w:rPr>
          <w:rFonts w:ascii="宋体" w:hAnsi="宋体"/>
          <w:color w:val="FF0000"/>
          <w:szCs w:val="21"/>
        </w:rPr>
        <w:t>C如下图，</w:t>
      </w:r>
      <w:r w:rsidR="0026066E" w:rsidRPr="00FC1D75">
        <w:rPr>
          <w:rFonts w:ascii="宋体" w:hAnsi="宋体" w:cs="宋体" w:hint="eastAsia"/>
          <w:color w:val="FF0000"/>
          <w:szCs w:val="21"/>
        </w:rPr>
        <w:t>∵</w:t>
      </w:r>
      <w:r w:rsidR="0026066E" w:rsidRPr="00FC1D75">
        <w:rPr>
          <w:rFonts w:ascii="宋体" w:hAnsi="宋体"/>
          <w:color w:val="FF0000"/>
          <w:szCs w:val="21"/>
        </w:rPr>
        <w:object w:dxaOrig="672" w:dyaOrig="276">
          <v:shape id="_x0000_i1103" type="#_x0000_t75" alt="eqIdaf48c8de34955e1dccb5b3b0326918ec" style="width:33.7pt;height:13.65pt" o:ole="">
            <v:imagedata r:id="rId9" o:title="eqIdaf48c8de34955e1dccb5b3b0326918ec"/>
          </v:shape>
          <o:OLEObject Type="Embed" ProgID="Equation.DSMT4" ShapeID="_x0000_i1103" DrawAspect="Content" ObjectID="_1773599456" r:id="rId10"/>
        </w:object>
      </w:r>
      <w:r w:rsidR="0026066E" w:rsidRPr="00FC1D75">
        <w:rPr>
          <w:rFonts w:ascii="宋体" w:hAnsi="宋体"/>
          <w:color w:val="FF0000"/>
          <w:szCs w:val="21"/>
        </w:rPr>
        <w:t>三点共线，</w:t>
      </w:r>
      <w:r w:rsidR="0026066E" w:rsidRPr="00FC1D75">
        <w:rPr>
          <w:rFonts w:ascii="宋体" w:hAnsi="宋体" w:cs="宋体" w:hint="eastAsia"/>
          <w:color w:val="FF0000"/>
          <w:szCs w:val="21"/>
        </w:rPr>
        <w:t>∴</w:t>
      </w:r>
      <w:r w:rsidR="0026066E" w:rsidRPr="00FC1D75">
        <w:rPr>
          <w:rFonts w:ascii="宋体" w:hAnsi="宋体"/>
          <w:noProof/>
          <w:color w:val="FF0000"/>
          <w:kern w:val="0"/>
          <w:szCs w:val="21"/>
        </w:rPr>
        <w:pict>
          <v:shape id="图片 5" o:spid="_x0000_i1104" type="#_x0000_t75" alt="说明: @@@a4c1a913b5dd4032b2fa389b4dc3dc9f" style="width:46.95pt;height:18.25pt;visibility:visible;mso-wrap-style:square">
            <v:imagedata r:id="rId11" o:title="@@@a4c1a913b5dd4032b2fa389b4dc3dc9f"/>
          </v:shape>
        </w:pict>
      </w:r>
      <w:r w:rsidR="0026066E" w:rsidRPr="00FC1D75">
        <w:rPr>
          <w:rFonts w:ascii="宋体" w:hAnsi="宋体"/>
          <w:color w:val="FF0000"/>
          <w:szCs w:val="21"/>
        </w:rPr>
        <w:t>，</w:t>
      </w:r>
      <w:r w:rsidR="0026066E" w:rsidRPr="00FC1D75">
        <w:rPr>
          <w:rFonts w:ascii="宋体" w:hAnsi="宋体" w:cs="宋体" w:hint="eastAsia"/>
          <w:color w:val="FF0000"/>
          <w:szCs w:val="21"/>
        </w:rPr>
        <w:t>∴</w:t>
      </w:r>
      <w:r w:rsidR="0026066E" w:rsidRPr="00FC1D75">
        <w:rPr>
          <w:rFonts w:ascii="宋体" w:hAnsi="宋体"/>
          <w:noProof/>
          <w:color w:val="FF0000"/>
          <w:kern w:val="0"/>
          <w:szCs w:val="21"/>
        </w:rPr>
        <w:pict>
          <v:shape id="图片 6" o:spid="_x0000_i1105" type="#_x0000_t75" alt="说明: @@@ecb54409ddfe47e3ac71d4cfacc46014" style="width:56.5pt;height:18.25pt;visibility:visible;mso-wrap-style:square">
            <v:imagedata r:id="rId12" o:title="@@@ecb54409ddfe47e3ac71d4cfacc46014"/>
          </v:shape>
        </w:pict>
      </w:r>
      <w:r w:rsidR="0026066E" w:rsidRPr="00FC1D75">
        <w:rPr>
          <w:rFonts w:ascii="宋体" w:hAnsi="宋体"/>
          <w:color w:val="FF0000"/>
          <w:szCs w:val="21"/>
        </w:rPr>
        <w:t>，即</w:t>
      </w:r>
      <w:r w:rsidR="0026066E" w:rsidRPr="00FC1D75">
        <w:rPr>
          <w:rFonts w:ascii="宋体" w:hAnsi="宋体"/>
          <w:noProof/>
          <w:color w:val="FF0000"/>
          <w:kern w:val="0"/>
          <w:szCs w:val="21"/>
        </w:rPr>
        <w:pict>
          <v:shape id="图片 7" o:spid="_x0000_i1106" type="#_x0000_t75" alt="说明: @@@df6129749784460aac482484627ce8c8" style="width:118.05pt;height:20.5pt;visibility:visible;mso-wrap-style:square">
            <v:imagedata r:id="rId13" o:title="@@@df6129749784460aac482484627ce8c8"/>
          </v:shape>
        </w:pict>
      </w:r>
      <w:r w:rsidR="0026066E" w:rsidRPr="00FC1D75">
        <w:rPr>
          <w:rFonts w:ascii="宋体" w:hAnsi="宋体"/>
          <w:color w:val="FF0000"/>
          <w:szCs w:val="21"/>
        </w:rPr>
        <w:t>,</w:t>
      </w:r>
      <w:r w:rsidR="0026066E" w:rsidRPr="00FC1D75">
        <w:rPr>
          <w:rFonts w:ascii="宋体" w:hAnsi="宋体" w:cs="宋体" w:hint="eastAsia"/>
          <w:color w:val="FF0000"/>
          <w:szCs w:val="21"/>
        </w:rPr>
        <w:t>∴</w:t>
      </w:r>
      <w:r w:rsidR="0026066E" w:rsidRPr="00FC1D75">
        <w:rPr>
          <w:rFonts w:ascii="宋体" w:hAnsi="宋体"/>
          <w:noProof/>
          <w:color w:val="FF0000"/>
          <w:kern w:val="0"/>
          <w:szCs w:val="21"/>
        </w:rPr>
        <w:pict>
          <v:shape id="图片 8" o:spid="_x0000_i1107" type="#_x0000_t75" alt="说明: @@@149c5bf1f8eb4a889bfe1896ae82c310" style="width:126.25pt;height:31pt;visibility:visible;mso-wrap-style:square">
            <v:imagedata r:id="rId14" o:title="@@@149c5bf1f8eb4a889bfe1896ae82c310"/>
          </v:shape>
        </w:pict>
      </w:r>
      <w:r w:rsidR="0026066E" w:rsidRPr="00FC1D75">
        <w:rPr>
          <w:rFonts w:ascii="宋体" w:hAnsi="宋体" w:cs="宋体" w:hint="eastAsia"/>
          <w:color w:val="FF0000"/>
          <w:szCs w:val="21"/>
        </w:rPr>
        <w:t>①</w:t>
      </w:r>
      <w:r w:rsidR="0026066E" w:rsidRPr="00FC1D75">
        <w:rPr>
          <w:rFonts w:ascii="宋体" w:hAnsi="宋体"/>
          <w:color w:val="FF0000"/>
          <w:szCs w:val="21"/>
        </w:rPr>
        <w:t>,又</w:t>
      </w:r>
      <w:r w:rsidR="0026066E" w:rsidRPr="00FC1D75">
        <w:rPr>
          <w:rFonts w:ascii="宋体" w:hAnsi="宋体" w:cs="宋体" w:hint="eastAsia"/>
          <w:color w:val="FF0000"/>
          <w:szCs w:val="21"/>
        </w:rPr>
        <w:t>∵</w:t>
      </w:r>
      <w:r w:rsidR="0026066E" w:rsidRPr="00FC1D75">
        <w:rPr>
          <w:rFonts w:ascii="宋体" w:hAnsi="宋体"/>
          <w:color w:val="FF0000"/>
          <w:szCs w:val="21"/>
        </w:rPr>
        <w:object w:dxaOrig="1056" w:dyaOrig="540">
          <v:shape id="_x0000_i1108" type="#_x0000_t75" alt="eqIdb847a1c3a6ffdb277e5fc967976ebe20" style="width:52.4pt;height:27.35pt" o:ole="">
            <v:imagedata r:id="rId15" o:title="eqIdb847a1c3a6ffdb277e5fc967976ebe20"/>
          </v:shape>
          <o:OLEObject Type="Embed" ProgID="Equation.DSMT4" ShapeID="_x0000_i1108" DrawAspect="Content" ObjectID="_1773599457" r:id="rId16"/>
        </w:object>
      </w:r>
      <w:r w:rsidR="0026066E" w:rsidRPr="00FC1D75">
        <w:rPr>
          <w:rFonts w:ascii="宋体" w:hAnsi="宋体"/>
          <w:color w:val="FF0000"/>
          <w:szCs w:val="21"/>
        </w:rPr>
        <w:t>，</w:t>
      </w:r>
      <w:r w:rsidR="0026066E" w:rsidRPr="00FC1D75">
        <w:rPr>
          <w:rFonts w:ascii="宋体" w:hAnsi="宋体" w:cs="宋体" w:hint="eastAsia"/>
          <w:color w:val="FF0000"/>
          <w:szCs w:val="21"/>
        </w:rPr>
        <w:t>∴</w:t>
      </w:r>
      <w:r w:rsidR="0026066E" w:rsidRPr="00FC1D75">
        <w:rPr>
          <w:rFonts w:ascii="宋体" w:hAnsi="宋体"/>
          <w:noProof/>
          <w:color w:val="FF0000"/>
          <w:kern w:val="0"/>
          <w:szCs w:val="21"/>
        </w:rPr>
        <w:pict>
          <v:shape id="图片 9" o:spid="_x0000_i1109" type="#_x0000_t75" alt="说明: @@@fda04aa3f7994b50bbcea81d9cd2bb26" style="width:56.95pt;height:18.25pt;visibility:visible;mso-wrap-style:square">
            <v:imagedata r:id="rId17" o:title="@@@fda04aa3f7994b50bbcea81d9cd2bb26"/>
          </v:shape>
        </w:pict>
      </w:r>
      <w:r w:rsidR="0026066E" w:rsidRPr="00FC1D75">
        <w:rPr>
          <w:rFonts w:ascii="宋体" w:hAnsi="宋体"/>
          <w:color w:val="FF0000"/>
          <w:szCs w:val="21"/>
        </w:rPr>
        <w:t>，</w:t>
      </w:r>
      <w:r w:rsidR="0026066E" w:rsidRPr="00FC1D75">
        <w:rPr>
          <w:rFonts w:ascii="宋体" w:hAnsi="宋体" w:cs="宋体" w:hint="eastAsia"/>
          <w:color w:val="FF0000"/>
          <w:szCs w:val="21"/>
        </w:rPr>
        <w:t>∴</w:t>
      </w:r>
      <w:r w:rsidR="0026066E" w:rsidRPr="00FC1D75">
        <w:rPr>
          <w:rFonts w:ascii="宋体" w:hAnsi="宋体"/>
          <w:color w:val="FF0000"/>
          <w:szCs w:val="21"/>
        </w:rPr>
        <w:object w:dxaOrig="2868" w:dyaOrig="636">
          <v:shape id="_x0000_i1110" type="#_x0000_t75" alt="eqId880f551dd599ec3cd5482eac736cb5e0" style="width:143.55pt;height:31.45pt" o:ole="">
            <v:imagedata r:id="rId18" o:title="eqId880f551dd599ec3cd5482eac736cb5e0"/>
          </v:shape>
          <o:OLEObject Type="Embed" ProgID="Equation.DSMT4" ShapeID="_x0000_i1110" DrawAspect="Content" ObjectID="_1773599458" r:id="rId19"/>
        </w:object>
      </w:r>
      <w:r w:rsidR="0026066E" w:rsidRPr="00FC1D75">
        <w:rPr>
          <w:rFonts w:ascii="宋体" w:hAnsi="宋体" w:cs="宋体" w:hint="eastAsia"/>
          <w:color w:val="FF0000"/>
          <w:szCs w:val="21"/>
        </w:rPr>
        <w:t>②</w:t>
      </w:r>
      <w:r w:rsidR="0026066E" w:rsidRPr="00FC1D75">
        <w:rPr>
          <w:rFonts w:ascii="宋体" w:hAnsi="宋体"/>
          <w:color w:val="FF0000"/>
          <w:szCs w:val="21"/>
        </w:rPr>
        <w:t>，对比</w:t>
      </w:r>
      <w:r w:rsidR="0026066E" w:rsidRPr="00FC1D75">
        <w:rPr>
          <w:rFonts w:ascii="宋体" w:hAnsi="宋体" w:cs="宋体" w:hint="eastAsia"/>
          <w:color w:val="FF0000"/>
          <w:szCs w:val="21"/>
        </w:rPr>
        <w:t>①</w:t>
      </w:r>
      <w:r w:rsidR="0026066E" w:rsidRPr="00FC1D75">
        <w:rPr>
          <w:rFonts w:ascii="宋体" w:hAnsi="宋体"/>
          <w:color w:val="FF0000"/>
          <w:szCs w:val="21"/>
        </w:rPr>
        <w:t>，</w:t>
      </w:r>
      <w:r w:rsidR="0026066E" w:rsidRPr="00FC1D75">
        <w:rPr>
          <w:rFonts w:ascii="宋体" w:hAnsi="宋体" w:cs="宋体" w:hint="eastAsia"/>
          <w:color w:val="FF0000"/>
          <w:szCs w:val="21"/>
        </w:rPr>
        <w:t>②</w:t>
      </w:r>
      <w:r w:rsidR="0026066E" w:rsidRPr="00FC1D75">
        <w:rPr>
          <w:rFonts w:ascii="宋体" w:hAnsi="宋体"/>
          <w:color w:val="FF0000"/>
          <w:szCs w:val="21"/>
        </w:rPr>
        <w:t>，由平面向量基本定理可得：</w:t>
      </w:r>
      <w:r w:rsidR="0026066E" w:rsidRPr="00FC1D75">
        <w:rPr>
          <w:rFonts w:ascii="宋体" w:hAnsi="宋体"/>
          <w:noProof/>
          <w:color w:val="FF0000"/>
          <w:kern w:val="0"/>
          <w:szCs w:val="21"/>
        </w:rPr>
        <w:pict>
          <v:shape id="图片 10" o:spid="_x0000_i1111" type="#_x0000_t75" alt="说明: @@@287779d744ac419baf5663bf840f35bb" style="width:99.8pt;height:66.1pt;visibility:visible;mso-wrap-style:square">
            <v:imagedata r:id="rId20" o:title="@@@287779d744ac419baf5663bf840f35bb"/>
          </v:shape>
        </w:pict>
      </w:r>
    </w:p>
    <w:p w:rsidR="0026066E" w:rsidRPr="00FC1D75" w:rsidRDefault="0026066E" w:rsidP="0026066E">
      <w:pPr>
        <w:spacing w:line="360" w:lineRule="auto"/>
        <w:jc w:val="left"/>
        <w:rPr>
          <w:rFonts w:ascii="宋体" w:hAnsi="宋体"/>
          <w:color w:val="FF0000"/>
          <w:szCs w:val="21"/>
        </w:rPr>
      </w:pPr>
      <w:r w:rsidRPr="00FC1D75">
        <w:rPr>
          <w:rFonts w:ascii="宋体" w:hAnsi="宋体" w:hint="eastAsia"/>
          <w:noProof/>
          <w:color w:val="FF0000"/>
          <w:kern w:val="0"/>
          <w:szCs w:val="21"/>
        </w:rPr>
        <w:t>6.B</w:t>
      </w:r>
      <w:r w:rsidRPr="00FC1D75">
        <w:rPr>
          <w:rFonts w:ascii="宋体" w:hAnsi="宋体"/>
          <w:color w:val="FF0000"/>
          <w:szCs w:val="21"/>
        </w:rPr>
        <w:t>．</w:t>
      </w:r>
      <w:r w:rsidRPr="00FC1D75">
        <w:rPr>
          <w:rFonts w:ascii="宋体" w:hAnsi="宋体" w:hint="eastAsia"/>
          <w:color w:val="FF0000"/>
          <w:szCs w:val="21"/>
        </w:rPr>
        <w:t>【解析】如图，</w:t>
      </w:r>
      <w:r w:rsidR="00884ADB" w:rsidRPr="00FC1D75">
        <w:rPr>
          <w:rFonts w:ascii="宋体" w:hAnsi="宋体"/>
          <w:noProof/>
          <w:szCs w:val="21"/>
        </w:rPr>
        <w:pict>
          <v:shape id="图片 1767" o:spid="_x0000_s1872" type="#_x0000_t75" alt="说明: 菁优网：http://www.jyeoo.com" style="position:absolute;margin-left:289.65pt;margin-top:.9pt;width:190.5pt;height:1in;z-index:2;visibility:visible;mso-wrap-style:square;mso-position-horizontal-relative:text;mso-position-vertical-relative:text">
            <v:imagedata r:id="rId21" o:title="www"/>
            <w10:wrap type="square"/>
          </v:shape>
        </w:pict>
      </w:r>
      <w:r w:rsidRPr="00FC1D75">
        <w:rPr>
          <w:rFonts w:ascii="宋体" w:hAnsi="宋体" w:hint="eastAsia"/>
          <w:color w:val="FF0000"/>
          <w:szCs w:val="21"/>
        </w:rPr>
        <w:t>设球的半径为</w:t>
      </w:r>
      <w:r w:rsidRPr="00FC1D75">
        <w:rPr>
          <w:rFonts w:ascii="宋体" w:hAnsi="宋体"/>
          <w:color w:val="FF0000"/>
          <w:position w:val="-4"/>
          <w:szCs w:val="21"/>
        </w:rPr>
        <w:object w:dxaOrig="225" w:dyaOrig="240">
          <v:shape id="_x0000_i1112" type="#_x0000_t75" style="width:11.4pt;height:11.85pt" o:ole="">
            <v:imagedata r:id="rId22" o:title=""/>
          </v:shape>
          <o:OLEObject Type="Embed" ProgID="Equation.DSMT4" ShapeID="_x0000_i1112" DrawAspect="Content" ObjectID="_1773599459" r:id="rId23"/>
        </w:object>
      </w:r>
      <w:r w:rsidRPr="00FC1D75">
        <w:rPr>
          <w:rFonts w:ascii="宋体" w:hAnsi="宋体" w:hint="eastAsia"/>
          <w:color w:val="FF0000"/>
          <w:szCs w:val="21"/>
        </w:rPr>
        <w:t>，则</w:t>
      </w:r>
      <w:r w:rsidRPr="00FC1D75">
        <w:rPr>
          <w:rFonts w:ascii="宋体" w:hAnsi="宋体"/>
          <w:color w:val="FF0000"/>
          <w:position w:val="-6"/>
          <w:szCs w:val="21"/>
        </w:rPr>
        <w:object w:dxaOrig="945" w:dyaOrig="315">
          <v:shape id="_x0000_i1113" type="#_x0000_t75" style="width:47.4pt;height:15.95pt" o:ole="">
            <v:imagedata r:id="rId24" o:title=""/>
          </v:shape>
          <o:OLEObject Type="Embed" ProgID="Equation.DSMT4" ShapeID="_x0000_i1113" DrawAspect="Content" ObjectID="_1773599460" r:id="rId25"/>
        </w:object>
      </w:r>
      <w:r w:rsidRPr="00FC1D75">
        <w:rPr>
          <w:rFonts w:ascii="宋体" w:hAnsi="宋体" w:hint="eastAsia"/>
          <w:color w:val="FF0000"/>
          <w:szCs w:val="21"/>
        </w:rPr>
        <w:t>，</w:t>
      </w:r>
    </w:p>
    <w:p w:rsidR="0026066E" w:rsidRPr="00FC1D75" w:rsidRDefault="0026066E" w:rsidP="0026066E">
      <w:pPr>
        <w:spacing w:line="360" w:lineRule="auto"/>
        <w:jc w:val="left"/>
        <w:rPr>
          <w:rFonts w:ascii="宋体" w:hAnsi="宋体"/>
          <w:color w:val="FF0000"/>
          <w:szCs w:val="21"/>
        </w:rPr>
      </w:pPr>
      <w:r w:rsidRPr="00FC1D75">
        <w:rPr>
          <w:rFonts w:ascii="宋体" w:hAnsi="宋体"/>
          <w:color w:val="FF0000"/>
          <w:position w:val="-4"/>
          <w:szCs w:val="21"/>
        </w:rPr>
        <w:object w:dxaOrig="195" w:dyaOrig="180">
          <v:shape id="_x0000_i1114" type="#_x0000_t75" style="width:9.55pt;height:9.1pt" o:ole="">
            <v:imagedata r:id="rId26" o:title=""/>
          </v:shape>
          <o:OLEObject Type="Embed" ProgID="Equation.DSMT4" ShapeID="_x0000_i1114" DrawAspect="Content" ObjectID="_1773599461" r:id="rId27"/>
        </w:object>
      </w:r>
      <w:r w:rsidRPr="00FC1D75">
        <w:rPr>
          <w:rFonts w:ascii="宋体" w:hAnsi="宋体"/>
          <w:color w:val="FF0000"/>
          <w:position w:val="-22"/>
          <w:szCs w:val="21"/>
        </w:rPr>
        <w:object w:dxaOrig="2235" w:dyaOrig="555">
          <v:shape id="_x0000_i1115" type="#_x0000_t75" style="width:111.65pt;height:27.8pt" o:ole="">
            <v:imagedata r:id="rId28" o:title=""/>
          </v:shape>
          <o:OLEObject Type="Embed" ProgID="Equation.DSMT4" ShapeID="_x0000_i1115" DrawAspect="Content" ObjectID="_1773599462" r:id="rId29"/>
        </w:object>
      </w:r>
      <w:r w:rsidRPr="00FC1D75">
        <w:rPr>
          <w:rFonts w:ascii="宋体" w:hAnsi="宋体" w:hint="eastAsia"/>
          <w:color w:val="FF0000"/>
          <w:szCs w:val="21"/>
        </w:rPr>
        <w:t>，</w:t>
      </w:r>
    </w:p>
    <w:p w:rsidR="0026066E" w:rsidRPr="00FC1D75" w:rsidRDefault="0026066E" w:rsidP="0026066E">
      <w:pPr>
        <w:spacing w:line="360" w:lineRule="auto"/>
        <w:jc w:val="left"/>
        <w:rPr>
          <w:rFonts w:ascii="宋体" w:hAnsi="宋体"/>
          <w:color w:val="FF0000"/>
          <w:szCs w:val="21"/>
        </w:rPr>
      </w:pPr>
      <w:r w:rsidRPr="00FC1D75">
        <w:rPr>
          <w:rFonts w:ascii="宋体" w:hAnsi="宋体"/>
          <w:color w:val="FF0000"/>
          <w:position w:val="-4"/>
          <w:szCs w:val="21"/>
        </w:rPr>
        <w:object w:dxaOrig="195" w:dyaOrig="195">
          <v:shape id="_x0000_i1116" type="#_x0000_t75" style="width:9.55pt;height:9.55pt" o:ole="">
            <v:imagedata r:id="rId30" o:title=""/>
          </v:shape>
          <o:OLEObject Type="Embed" ProgID="Equation.DSMT4" ShapeID="_x0000_i1116" DrawAspect="Content" ObjectID="_1773599463" r:id="rId31"/>
        </w:object>
      </w:r>
      <w:r w:rsidRPr="00FC1D75">
        <w:rPr>
          <w:rFonts w:ascii="宋体" w:hAnsi="宋体"/>
          <w:color w:val="FF0000"/>
          <w:position w:val="-48"/>
          <w:szCs w:val="21"/>
        </w:rPr>
        <w:object w:dxaOrig="3345" w:dyaOrig="825">
          <v:shape id="_x0000_i1117" type="#_x0000_t75" style="width:167.25pt;height:41.45pt" o:ole="">
            <v:imagedata r:id="rId32" o:title=""/>
          </v:shape>
          <o:OLEObject Type="Embed" ProgID="Equation.DSMT4" ShapeID="_x0000_i1117" DrawAspect="Content" ObjectID="_1773599464" r:id="rId33"/>
        </w:object>
      </w:r>
    </w:p>
    <w:p w:rsidR="0026066E" w:rsidRPr="00FC1D75" w:rsidRDefault="0026066E" w:rsidP="0026066E">
      <w:pPr>
        <w:spacing w:line="360" w:lineRule="auto"/>
        <w:jc w:val="left"/>
        <w:rPr>
          <w:rFonts w:ascii="宋体" w:hAnsi="宋体"/>
          <w:color w:val="FF0000"/>
          <w:szCs w:val="21"/>
        </w:rPr>
      </w:pPr>
      <w:r w:rsidRPr="00FC1D75">
        <w:rPr>
          <w:rFonts w:ascii="宋体" w:hAnsi="宋体"/>
          <w:color w:val="FF0000"/>
          <w:position w:val="-26"/>
          <w:szCs w:val="21"/>
        </w:rPr>
        <w:object w:dxaOrig="5595" w:dyaOrig="600">
          <v:shape id="_x0000_i1118" type="#_x0000_t75" style="width:279.8pt;height:30.1pt" o:ole="">
            <v:imagedata r:id="rId34" o:title=""/>
          </v:shape>
          <o:OLEObject Type="Embed" ProgID="Equation.DSMT4" ShapeID="_x0000_i1118" DrawAspect="Content" ObjectID="_1773599465" r:id="rId35"/>
        </w:object>
      </w:r>
      <w:r w:rsidRPr="00FC1D75">
        <w:rPr>
          <w:rFonts w:ascii="宋体" w:hAnsi="宋体" w:hint="eastAsia"/>
          <w:color w:val="FF0000"/>
          <w:szCs w:val="21"/>
        </w:rPr>
        <w:t>，</w:t>
      </w:r>
      <w:r w:rsidRPr="00FC1D75">
        <w:rPr>
          <w:rFonts w:ascii="宋体" w:hAnsi="宋体"/>
          <w:color w:val="FF0000"/>
          <w:position w:val="-4"/>
          <w:szCs w:val="21"/>
        </w:rPr>
        <w:object w:dxaOrig="195" w:dyaOrig="195">
          <v:shape id="_x0000_i1119" type="#_x0000_t75" style="width:9.55pt;height:9.55pt" o:ole="">
            <v:imagedata r:id="rId36" o:title=""/>
          </v:shape>
          <o:OLEObject Type="Embed" ProgID="Equation.DSMT4" ShapeID="_x0000_i1119" DrawAspect="Content" ObjectID="_1773599466" r:id="rId37"/>
        </w:object>
      </w:r>
      <w:r w:rsidRPr="00FC1D75">
        <w:rPr>
          <w:rFonts w:ascii="宋体" w:hAnsi="宋体"/>
          <w:color w:val="FF0000"/>
          <w:position w:val="-22"/>
          <w:szCs w:val="21"/>
        </w:rPr>
        <w:object w:dxaOrig="1725" w:dyaOrig="555">
          <v:shape id="_x0000_i1120" type="#_x0000_t75" style="width:86.15pt;height:27.8pt" o:ole="">
            <v:imagedata r:id="rId38" o:title=""/>
          </v:shape>
          <o:OLEObject Type="Embed" ProgID="Equation.DSMT4" ShapeID="_x0000_i1120" DrawAspect="Content" ObjectID="_1773599467" r:id="rId39"/>
        </w:object>
      </w:r>
      <w:r w:rsidRPr="00FC1D75">
        <w:rPr>
          <w:rFonts w:ascii="宋体" w:hAnsi="宋体" w:hint="eastAsia"/>
          <w:color w:val="FF0000"/>
          <w:szCs w:val="21"/>
        </w:rPr>
        <w:t>，</w:t>
      </w:r>
    </w:p>
    <w:p w:rsidR="001C1954" w:rsidRPr="00FC1D75" w:rsidRDefault="00884ADB" w:rsidP="00884ADB">
      <w:pPr>
        <w:spacing w:line="360" w:lineRule="auto"/>
        <w:jc w:val="left"/>
        <w:textAlignment w:val="center"/>
        <w:rPr>
          <w:rFonts w:ascii="宋体" w:hAnsi="宋体"/>
          <w:color w:val="FF0000"/>
          <w:szCs w:val="21"/>
        </w:rPr>
      </w:pPr>
      <w:r w:rsidRPr="00FC1D75">
        <w:rPr>
          <w:rFonts w:ascii="宋体" w:hAnsi="宋体" w:hint="eastAsia"/>
          <w:szCs w:val="21"/>
        </w:rPr>
        <w:t>7.</w:t>
      </w:r>
      <w:r w:rsidRPr="00FC1D75">
        <w:rPr>
          <w:rFonts w:ascii="宋体" w:hAnsi="宋体"/>
          <w:color w:val="FF0000"/>
          <w:szCs w:val="21"/>
        </w:rPr>
        <w:t>B由已知</w:t>
      </w:r>
      <w:r w:rsidRPr="00FC1D75">
        <w:rPr>
          <w:rFonts w:ascii="宋体" w:hAnsi="宋体"/>
          <w:color w:val="FF0000"/>
          <w:szCs w:val="21"/>
        </w:rPr>
        <w:object w:dxaOrig="1230" w:dyaOrig="543">
          <v:shape id="_x0000_i1025" type="#_x0000_t75" alt="eqId174526cf4c59a3907476ac75b61e08ff" style="width:61.5pt;height:27.35pt" o:ole="">
            <v:imagedata r:id="rId40" o:title="eqId174526cf4c59a3907476ac75b61e08ff"/>
          </v:shape>
          <o:OLEObject Type="Embed" ProgID="Equation.DSMT4" ShapeID="_x0000_i1025" DrawAspect="Content" ObjectID="_1773599468" r:id="rId41"/>
        </w:object>
      </w:r>
      <w:r w:rsidRPr="00FC1D75">
        <w:rPr>
          <w:rFonts w:ascii="宋体" w:hAnsi="宋体"/>
          <w:color w:val="FF0000"/>
          <w:szCs w:val="21"/>
        </w:rPr>
        <w:t>，得</w:t>
      </w:r>
      <w:r w:rsidRPr="00FC1D75">
        <w:rPr>
          <w:rFonts w:ascii="宋体" w:hAnsi="宋体"/>
          <w:color w:val="FF0000"/>
          <w:szCs w:val="21"/>
        </w:rPr>
        <w:object w:dxaOrig="1429" w:dyaOrig="543">
          <v:shape id="_x0000_i1026" type="#_x0000_t75" alt="eqId607d74eec3d45b2255e739dc2d0a20fc" style="width:71.55pt;height:27.35pt" o:ole="">
            <v:imagedata r:id="rId42" o:title="eqId607d74eec3d45b2255e739dc2d0a20fc"/>
          </v:shape>
          <o:OLEObject Type="Embed" ProgID="Equation.DSMT4" ShapeID="_x0000_i1026" DrawAspect="Content" ObjectID="_1773599469" r:id="rId43"/>
        </w:object>
      </w:r>
      <w:r w:rsidRPr="00FC1D75">
        <w:rPr>
          <w:rFonts w:ascii="宋体" w:hAnsi="宋体"/>
          <w:color w:val="FF0000"/>
          <w:szCs w:val="21"/>
        </w:rPr>
        <w:t>，即</w:t>
      </w:r>
      <w:r w:rsidRPr="00FC1D75">
        <w:rPr>
          <w:rFonts w:ascii="宋体" w:hAnsi="宋体"/>
          <w:color w:val="FF0000"/>
          <w:szCs w:val="21"/>
        </w:rPr>
        <w:object w:dxaOrig="864" w:dyaOrig="543">
          <v:shape id="_x0000_i1027" type="#_x0000_t75" alt="eqId489ac090d95129309ea6f087c08029d4" style="width:43.3pt;height:27.35pt" o:ole="">
            <v:imagedata r:id="rId44" o:title="eqId489ac090d95129309ea6f087c08029d4"/>
          </v:shape>
          <o:OLEObject Type="Embed" ProgID="Equation.DSMT4" ShapeID="_x0000_i1027" DrawAspect="Content" ObjectID="_1773599470" r:id="rId45"/>
        </w:object>
      </w:r>
      <w:r w:rsidRPr="00FC1D75">
        <w:rPr>
          <w:rFonts w:ascii="宋体" w:hAnsi="宋体"/>
          <w:color w:val="FF0000"/>
          <w:szCs w:val="21"/>
        </w:rPr>
        <w:t>，由正弦定理可得：</w:t>
      </w:r>
      <w:r w:rsidRPr="00FC1D75">
        <w:rPr>
          <w:rFonts w:ascii="宋体" w:hAnsi="宋体"/>
          <w:color w:val="FF0000"/>
          <w:szCs w:val="21"/>
        </w:rPr>
        <w:object w:dxaOrig="1174" w:dyaOrig="543">
          <v:shape id="_x0000_i1028" type="#_x0000_t75" alt="eqId4ba38623462e73fd4ecc5edf842afbe1" style="width:58.8pt;height:27.35pt;mso-wrap-style:square;mso-position-horizontal-relative:page;mso-position-vertical-relative:page" o:ole="">
            <v:imagedata r:id="rId46" o:title="eqId4ba38623462e73fd4ecc5edf842afbe1"/>
          </v:shape>
          <o:OLEObject Type="Embed" ProgID="Equation.DSMT4" ShapeID="_x0000_i1028" DrawAspect="Content" ObjectID="_1773599471" r:id="rId47"/>
        </w:object>
      </w:r>
      <w:r w:rsidRPr="00FC1D75">
        <w:rPr>
          <w:rFonts w:ascii="宋体" w:hAnsi="宋体"/>
          <w:color w:val="FF0000"/>
          <w:szCs w:val="21"/>
        </w:rPr>
        <w:t>，</w:t>
      </w:r>
    </w:p>
    <w:p w:rsidR="001C1954" w:rsidRPr="00FC1D75" w:rsidRDefault="00884ADB" w:rsidP="001C1954">
      <w:pPr>
        <w:spacing w:line="360" w:lineRule="auto"/>
        <w:ind w:firstLineChars="400" w:firstLine="840"/>
        <w:jc w:val="left"/>
        <w:textAlignment w:val="center"/>
        <w:rPr>
          <w:rFonts w:ascii="宋体" w:hAnsi="宋体"/>
          <w:color w:val="FF0000"/>
          <w:szCs w:val="21"/>
        </w:rPr>
      </w:pPr>
      <w:r w:rsidRPr="00FC1D75">
        <w:rPr>
          <w:rFonts w:ascii="宋体" w:hAnsi="宋体"/>
          <w:color w:val="FF0000"/>
          <w:szCs w:val="21"/>
        </w:rPr>
        <w:t>所以</w:t>
      </w:r>
      <w:r w:rsidRPr="00FC1D75">
        <w:rPr>
          <w:rFonts w:ascii="宋体" w:hAnsi="宋体"/>
          <w:color w:val="FF0000"/>
          <w:szCs w:val="21"/>
        </w:rPr>
        <w:object w:dxaOrig="4874" w:dyaOrig="277">
          <v:shape id="_x0000_i1029" type="#_x0000_t75" alt="eqIdf14b823cafa1c6b9a529b97e9288147d" style="width:243.8pt;height:13.65pt;mso-wrap-style:square;mso-position-horizontal-relative:page;mso-position-vertical-relative:page" o:ole="">
            <v:imagedata r:id="rId48" o:title="eqIdf14b823cafa1c6b9a529b97e9288147d"/>
          </v:shape>
          <o:OLEObject Type="Embed" ProgID="Equation.DSMT4" ShapeID="_x0000_i1029" DrawAspect="Content" ObjectID="_1773599472" r:id="rId49"/>
        </w:object>
      </w:r>
      <w:r w:rsidRPr="00FC1D75">
        <w:rPr>
          <w:rFonts w:ascii="宋体" w:hAnsi="宋体"/>
          <w:color w:val="FF0000"/>
          <w:szCs w:val="21"/>
        </w:rPr>
        <w:t>，得</w:t>
      </w:r>
      <w:r w:rsidRPr="00FC1D75">
        <w:rPr>
          <w:rFonts w:ascii="宋体" w:hAnsi="宋体"/>
          <w:color w:val="FF0000"/>
          <w:szCs w:val="21"/>
        </w:rPr>
        <w:object w:dxaOrig="1285" w:dyaOrig="244">
          <v:shape id="_x0000_i1030" type="#_x0000_t75" alt="eqIdcd56bc57aef44f1507cbf123bb519bd5" style="width:64.25pt;height:12.3pt" o:ole="">
            <v:imagedata r:id="rId50" o:title="eqIdcd56bc57aef44f1507cbf123bb519bd5"/>
          </v:shape>
          <o:OLEObject Type="Embed" ProgID="Equation.DSMT4" ShapeID="_x0000_i1030" DrawAspect="Content" ObjectID="_1773599473" r:id="rId51"/>
        </w:object>
      </w:r>
      <w:r w:rsidRPr="00FC1D75">
        <w:rPr>
          <w:rFonts w:ascii="宋体" w:hAnsi="宋体"/>
          <w:color w:val="FF0000"/>
          <w:szCs w:val="21"/>
        </w:rPr>
        <w:t>，</w:t>
      </w:r>
    </w:p>
    <w:p w:rsidR="001C1954" w:rsidRPr="00FC1D75" w:rsidRDefault="00884ADB" w:rsidP="00884ADB">
      <w:pPr>
        <w:spacing w:line="360" w:lineRule="auto"/>
        <w:ind w:firstLineChars="400" w:firstLine="840"/>
        <w:jc w:val="left"/>
        <w:textAlignment w:val="center"/>
        <w:rPr>
          <w:rFonts w:ascii="宋体" w:hAnsi="宋体"/>
          <w:color w:val="FF0000"/>
          <w:szCs w:val="21"/>
        </w:rPr>
      </w:pPr>
      <w:r w:rsidRPr="00FC1D75">
        <w:rPr>
          <w:rFonts w:ascii="宋体" w:hAnsi="宋体"/>
          <w:color w:val="FF0000"/>
          <w:szCs w:val="21"/>
        </w:rPr>
        <w:t>在</w:t>
      </w:r>
      <w:r w:rsidRPr="00FC1D75">
        <w:rPr>
          <w:rFonts w:ascii="宋体" w:hAnsi="宋体"/>
          <w:color w:val="FF0000"/>
          <w:szCs w:val="21"/>
        </w:rPr>
        <w:object w:dxaOrig="598" w:dyaOrig="255">
          <v:shape id="_x0000_i1031" type="#_x0000_t75" alt="eqId15c0dbe3c080c4c4636c64803e5c1f76" style="width:30.1pt;height:12.75pt" o:ole="">
            <v:imagedata r:id="rId52" o:title="eqId15c0dbe3c080c4c4636c64803e5c1f76"/>
          </v:shape>
          <o:OLEObject Type="Embed" ProgID="Equation.DSMT4" ShapeID="_x0000_i1031" DrawAspect="Content" ObjectID="_1773599474" r:id="rId53"/>
        </w:object>
      </w:r>
      <w:r w:rsidRPr="00FC1D75">
        <w:rPr>
          <w:rFonts w:ascii="宋体" w:hAnsi="宋体"/>
          <w:color w:val="FF0000"/>
          <w:szCs w:val="21"/>
        </w:rPr>
        <w:t>中</w:t>
      </w:r>
      <w:r w:rsidRPr="00FC1D75">
        <w:rPr>
          <w:rFonts w:ascii="宋体" w:hAnsi="宋体"/>
          <w:color w:val="FF0000"/>
          <w:szCs w:val="21"/>
        </w:rPr>
        <w:object w:dxaOrig="809" w:dyaOrig="255">
          <v:shape id="_x0000_i1032" type="#_x0000_t75" alt="eqIdf173558191c98e491428f50ff53da066" style="width:40.55pt;height:12.75pt" o:ole="">
            <v:imagedata r:id="rId54" o:title="eqIdf173558191c98e491428f50ff53da066"/>
          </v:shape>
          <o:OLEObject Type="Embed" ProgID="Equation.DSMT4" ShapeID="_x0000_i1032" DrawAspect="Content" ObjectID="_1773599475" r:id="rId55"/>
        </w:object>
      </w:r>
      <w:r w:rsidRPr="00FC1D75">
        <w:rPr>
          <w:rFonts w:ascii="宋体" w:hAnsi="宋体"/>
          <w:color w:val="FF0000"/>
          <w:szCs w:val="21"/>
        </w:rPr>
        <w:t>，所以</w:t>
      </w:r>
      <w:r w:rsidRPr="00FC1D75">
        <w:rPr>
          <w:rFonts w:ascii="宋体" w:hAnsi="宋体"/>
          <w:color w:val="FF0000"/>
          <w:szCs w:val="21"/>
        </w:rPr>
        <w:object w:dxaOrig="831" w:dyaOrig="244">
          <v:shape id="_x0000_i1033" type="#_x0000_t75" alt="eqIdd1e1e58d3ab895175aa000b556d116f6" style="width:41.45pt;height:12.3pt" o:ole="">
            <v:imagedata r:id="rId56" o:title="eqIdd1e1e58d3ab895175aa000b556d116f6"/>
          </v:shape>
          <o:OLEObject Type="Embed" ProgID="Equation.DSMT4" ShapeID="_x0000_i1033" DrawAspect="Content" ObjectID="_1773599476" r:id="rId57"/>
        </w:object>
      </w:r>
      <w:r w:rsidRPr="00FC1D75">
        <w:rPr>
          <w:rFonts w:ascii="宋体" w:hAnsi="宋体"/>
          <w:color w:val="FF0000"/>
          <w:szCs w:val="21"/>
        </w:rPr>
        <w:t>，又</w:t>
      </w:r>
      <w:r w:rsidRPr="00FC1D75">
        <w:rPr>
          <w:rFonts w:ascii="宋体" w:hAnsi="宋体"/>
          <w:color w:val="FF0000"/>
          <w:szCs w:val="21"/>
        </w:rPr>
        <w:object w:dxaOrig="842" w:dyaOrig="255">
          <v:shape id="_x0000_i1034" type="#_x0000_t75" alt="eqIdf751e79e2f54cce49a8b44e5a6cccf33" style="width:41.9pt;height:12.75pt" o:ole="">
            <v:imagedata r:id="rId58" o:title="eqIdf751e79e2f54cce49a8b44e5a6cccf33"/>
          </v:shape>
          <o:OLEObject Type="Embed" ProgID="Equation.DSMT4" ShapeID="_x0000_i1034" DrawAspect="Content" ObjectID="_1773599477" r:id="rId59"/>
        </w:object>
      </w:r>
      <w:r w:rsidRPr="00FC1D75">
        <w:rPr>
          <w:rFonts w:ascii="宋体" w:hAnsi="宋体"/>
          <w:color w:val="FF0000"/>
          <w:szCs w:val="21"/>
        </w:rPr>
        <w:t>，所以</w:t>
      </w:r>
      <w:r w:rsidRPr="00FC1D75">
        <w:rPr>
          <w:rFonts w:ascii="宋体" w:hAnsi="宋体"/>
          <w:color w:val="FF0000"/>
          <w:szCs w:val="21"/>
        </w:rPr>
        <w:object w:dxaOrig="576" w:dyaOrig="543">
          <v:shape id="_x0000_i1035" type="#_x0000_t75" alt="eqIdc4b85155ef02a3d4ad84819e14d0c12a" style="width:28.7pt;height:27.35pt" o:ole="">
            <v:imagedata r:id="rId60" o:title="eqIdc4b85155ef02a3d4ad84819e14d0c12a"/>
          </v:shape>
          <o:OLEObject Type="Embed" ProgID="Equation.DSMT4" ShapeID="_x0000_i1035" DrawAspect="Content" ObjectID="_1773599478" r:id="rId61"/>
        </w:object>
      </w:r>
      <w:r w:rsidRPr="00FC1D75">
        <w:rPr>
          <w:rFonts w:ascii="宋体" w:hAnsi="宋体"/>
          <w:color w:val="FF0000"/>
          <w:szCs w:val="21"/>
        </w:rPr>
        <w:t>，即三角形为直角三角形.故选：B.</w:t>
      </w:r>
    </w:p>
    <w:p w:rsidR="00884ADB" w:rsidRPr="00FC1D75" w:rsidRDefault="00884ADB" w:rsidP="00884ADB">
      <w:pPr>
        <w:spacing w:line="360" w:lineRule="auto"/>
        <w:jc w:val="left"/>
        <w:textAlignment w:val="center"/>
        <w:rPr>
          <w:rFonts w:ascii="宋体" w:hAnsi="宋体" w:hint="eastAsia"/>
          <w:color w:val="FF0000"/>
          <w:szCs w:val="21"/>
        </w:rPr>
      </w:pPr>
      <w:r w:rsidRPr="00FC1D75">
        <w:rPr>
          <w:rFonts w:ascii="宋体" w:hAnsi="宋体"/>
          <w:noProof/>
          <w:szCs w:val="21"/>
        </w:rPr>
        <w:pict>
          <v:shape id="图片 100017" o:spid="_x0000_s1873" type="#_x0000_t75" alt="@@@15d7b257-373f-482b-bb5a-b2249e3933bc" style="position:absolute;margin-left:384.35pt;margin-top:17.3pt;width:95.8pt;height:87.5pt;z-index:3;visibility:visible;mso-wrap-style:square;mso-position-horizontal-relative:text;mso-position-vertical-relative:text">
            <v:imagedata r:id="rId62" o:title="@@@15d7b257-373f-482b-bb5a-b2249e3933bc"/>
            <w10:wrap type="square"/>
          </v:shape>
        </w:pict>
      </w:r>
      <w:r w:rsidRPr="00FC1D75">
        <w:rPr>
          <w:rFonts w:ascii="宋体" w:hAnsi="宋体"/>
          <w:szCs w:val="21"/>
        </w:rPr>
        <w:t>8．</w:t>
      </w:r>
      <w:r w:rsidRPr="00FC1D75">
        <w:rPr>
          <w:rFonts w:ascii="宋体" w:hAnsi="宋体"/>
          <w:color w:val="FF0000"/>
          <w:szCs w:val="21"/>
        </w:rPr>
        <w:t xml:space="preserve"> B记圆心为</w:t>
      </w:r>
      <w:r w:rsidRPr="00FC1D75">
        <w:rPr>
          <w:rFonts w:ascii="宋体" w:hAnsi="宋体"/>
          <w:color w:val="FF0000"/>
          <w:szCs w:val="21"/>
        </w:rPr>
        <w:object w:dxaOrig="210" w:dyaOrig="255">
          <v:shape id="_x0000_i1036" type="#_x0000_t75" alt="eqId1dde8112e8eb968fd042418dd632759e" style="width:10.5pt;height:12.75pt" o:ole="">
            <v:imagedata r:id="rId63" o:title="eqId1dde8112e8eb968fd042418dd632759e"/>
          </v:shape>
          <o:OLEObject Type="Embed" ProgID="Equation.DSMT4" ShapeID="_x0000_i1036" DrawAspect="Content" ObjectID="_1773599479" r:id="rId64"/>
        </w:object>
      </w:r>
      <w:r w:rsidRPr="00FC1D75">
        <w:rPr>
          <w:rFonts w:ascii="宋体" w:hAnsi="宋体"/>
          <w:color w:val="FF0000"/>
          <w:szCs w:val="21"/>
        </w:rPr>
        <w:t>，则</w:t>
      </w:r>
      <w:r w:rsidRPr="00FC1D75">
        <w:rPr>
          <w:rFonts w:ascii="宋体" w:hAnsi="宋体"/>
          <w:color w:val="FF0000"/>
          <w:szCs w:val="21"/>
        </w:rPr>
        <w:object w:dxaOrig="2836" w:dyaOrig="354">
          <v:shape id="_x0000_i1037" type="#_x0000_t75" alt="eqIdc64caf0b5705939be37466bd5601daed" style="width:141.7pt;height:17.75pt" o:ole="">
            <v:imagedata r:id="rId65" o:title="eqIdc64caf0b5705939be37466bd5601daed"/>
          </v:shape>
          <o:OLEObject Type="Embed" ProgID="Equation.DSMT4" ShapeID="_x0000_i1037" DrawAspect="Content" ObjectID="_1773599480" r:id="rId66"/>
        </w:object>
      </w:r>
      <w:r w:rsidRPr="00FC1D75">
        <w:rPr>
          <w:rFonts w:ascii="宋体" w:hAnsi="宋体"/>
          <w:color w:val="FF0000"/>
          <w:szCs w:val="21"/>
        </w:rPr>
        <w:t>，</w:t>
      </w:r>
    </w:p>
    <w:p w:rsidR="001C1954" w:rsidRPr="00FC1D75" w:rsidRDefault="00884ADB" w:rsidP="00884ADB">
      <w:pPr>
        <w:spacing w:line="360" w:lineRule="auto"/>
        <w:jc w:val="left"/>
        <w:textAlignment w:val="center"/>
        <w:rPr>
          <w:rFonts w:ascii="宋体" w:hAnsi="宋体"/>
          <w:color w:val="FF0000"/>
          <w:szCs w:val="21"/>
        </w:rPr>
      </w:pPr>
      <w:r w:rsidRPr="00FC1D75">
        <w:rPr>
          <w:rFonts w:ascii="宋体" w:hAnsi="宋体"/>
          <w:color w:val="FF0000"/>
          <w:szCs w:val="21"/>
        </w:rPr>
        <w:t>因为</w:t>
      </w:r>
      <w:r w:rsidRPr="00FC1D75">
        <w:rPr>
          <w:rFonts w:ascii="宋体" w:hAnsi="宋体"/>
          <w:color w:val="FF0000"/>
          <w:szCs w:val="21"/>
        </w:rPr>
        <w:object w:dxaOrig="809" w:dyaOrig="332">
          <v:shape id="_x0000_i1038" type="#_x0000_t75" alt="eqIdcc362b1b41a614c613f18f40d6a1c4e7" style="width:40.55pt;height:16.4pt" o:ole="">
            <v:imagedata r:id="rId67" o:title="eqIdcc362b1b41a614c613f18f40d6a1c4e7"/>
          </v:shape>
          <o:OLEObject Type="Embed" ProgID="Equation.DSMT4" ShapeID="_x0000_i1038" DrawAspect="Content" ObjectID="_1773599481" r:id="rId68"/>
        </w:object>
      </w:r>
      <w:r w:rsidRPr="00FC1D75">
        <w:rPr>
          <w:rFonts w:ascii="宋体" w:hAnsi="宋体"/>
          <w:color w:val="FF0000"/>
          <w:szCs w:val="21"/>
        </w:rPr>
        <w:t>互为相反向量，所以</w:t>
      </w:r>
      <w:r w:rsidRPr="00FC1D75">
        <w:rPr>
          <w:rFonts w:ascii="宋体" w:hAnsi="宋体"/>
          <w:color w:val="FF0000"/>
          <w:szCs w:val="21"/>
        </w:rPr>
        <w:object w:dxaOrig="6998" w:dyaOrig="498">
          <v:shape id="_x0000_i1039" type="#_x0000_t75" alt="eqId3c1a730420f2f0f9d00fdd529c72e4aa" style="width:349.95pt;height:25.05pt" o:ole="">
            <v:imagedata r:id="rId69" o:title="eqId3c1a730420f2f0f9d00fdd529c72e4aa"/>
          </v:shape>
          <o:OLEObject Type="Embed" ProgID="Equation.DSMT4" ShapeID="_x0000_i1039" DrawAspect="Content" ObjectID="_1773599482" r:id="rId70"/>
        </w:object>
      </w:r>
      <w:r w:rsidRPr="00FC1D75">
        <w:rPr>
          <w:rFonts w:ascii="宋体" w:hAnsi="宋体"/>
          <w:color w:val="FF0000"/>
          <w:szCs w:val="21"/>
        </w:rPr>
        <w:t>，</w:t>
      </w:r>
    </w:p>
    <w:p w:rsidR="001C1954" w:rsidRPr="00FC1D75" w:rsidRDefault="00884ADB" w:rsidP="00884ADB">
      <w:pPr>
        <w:spacing w:line="360" w:lineRule="auto"/>
        <w:textAlignment w:val="center"/>
        <w:rPr>
          <w:rFonts w:ascii="宋体" w:hAnsi="宋体"/>
          <w:color w:val="FF0000"/>
          <w:szCs w:val="21"/>
        </w:rPr>
      </w:pPr>
      <w:r w:rsidRPr="00FC1D75">
        <w:rPr>
          <w:rFonts w:ascii="宋体" w:hAnsi="宋体"/>
          <w:color w:val="FF0000"/>
          <w:szCs w:val="21"/>
        </w:rPr>
        <w:t>因为正六边形</w:t>
      </w:r>
      <w:r w:rsidRPr="00FC1D75">
        <w:rPr>
          <w:rFonts w:ascii="宋体" w:hAnsi="宋体"/>
          <w:i/>
          <w:color w:val="FF0000"/>
          <w:szCs w:val="21"/>
        </w:rPr>
        <w:t>ABCDEF</w:t>
      </w:r>
      <w:r w:rsidRPr="00FC1D75">
        <w:rPr>
          <w:rFonts w:ascii="宋体" w:hAnsi="宋体"/>
          <w:color w:val="FF0000"/>
          <w:szCs w:val="21"/>
        </w:rPr>
        <w:t>的边长为2，</w:t>
      </w:r>
      <w:r w:rsidRPr="00FC1D75">
        <w:rPr>
          <w:rFonts w:ascii="宋体" w:hAnsi="宋体"/>
          <w:color w:val="FF0000"/>
          <w:szCs w:val="21"/>
        </w:rPr>
        <w:object w:dxaOrig="210" w:dyaOrig="255">
          <v:shape id="_x0000_i1040" type="#_x0000_t75" alt="eqId1dde8112e8eb968fd042418dd632759e" style="width:10.5pt;height:12.75pt" o:ole="">
            <v:imagedata r:id="rId63" o:title="eqId1dde8112e8eb968fd042418dd632759e"/>
          </v:shape>
          <o:OLEObject Type="Embed" ProgID="Equation.DSMT4" ShapeID="_x0000_i1040" DrawAspect="Content" ObjectID="_1773599483" r:id="rId71"/>
        </w:object>
      </w:r>
      <w:r w:rsidRPr="00FC1D75">
        <w:rPr>
          <w:rFonts w:ascii="宋体" w:hAnsi="宋体"/>
          <w:color w:val="FF0000"/>
          <w:szCs w:val="21"/>
        </w:rPr>
        <w:t>为正六边形的中心，所以当</w:t>
      </w:r>
      <w:r w:rsidRPr="00FC1D75">
        <w:rPr>
          <w:rFonts w:ascii="宋体" w:hAnsi="宋体"/>
          <w:color w:val="FF0000"/>
          <w:szCs w:val="21"/>
        </w:rPr>
        <w:object w:dxaOrig="199" w:dyaOrig="210">
          <v:shape id="_x0000_i1041" type="#_x0000_t75" alt="eqIddad2a36927223bd70f426ba06aea4b45" style="width:10.05pt;height:10.5pt" o:ole="">
            <v:imagedata r:id="rId72" o:title="eqIddad2a36927223bd70f426ba06aea4b45"/>
          </v:shape>
          <o:OLEObject Type="Embed" ProgID="Equation.DSMT4" ShapeID="_x0000_i1041" DrawAspect="Content" ObjectID="_1773599484" r:id="rId73"/>
        </w:object>
      </w:r>
      <w:r w:rsidRPr="00FC1D75">
        <w:rPr>
          <w:rFonts w:ascii="宋体" w:hAnsi="宋体"/>
          <w:color w:val="FF0000"/>
          <w:szCs w:val="21"/>
        </w:rPr>
        <w:t>与正六边形顶点重合时，</w:t>
      </w:r>
      <w:r w:rsidRPr="00FC1D75">
        <w:rPr>
          <w:rFonts w:ascii="宋体" w:hAnsi="宋体"/>
          <w:color w:val="FF0000"/>
          <w:szCs w:val="21"/>
        </w:rPr>
        <w:object w:dxaOrig="421" w:dyaOrig="421">
          <v:shape id="_x0000_i1042" type="#_x0000_t75" alt="eqIda553f6f23af401d5070746405b1475da" style="width:20.95pt;height:20.95pt" o:ole="">
            <v:imagedata r:id="rId74" o:title="eqIda553f6f23af401d5070746405b1475da"/>
          </v:shape>
          <o:OLEObject Type="Embed" ProgID="Equation.DSMT4" ShapeID="_x0000_i1042" DrawAspect="Content" ObjectID="_1773599485" r:id="rId75"/>
        </w:object>
      </w:r>
      <w:r w:rsidRPr="00FC1D75">
        <w:rPr>
          <w:rFonts w:ascii="宋体" w:hAnsi="宋体"/>
          <w:color w:val="FF0000"/>
          <w:szCs w:val="21"/>
        </w:rPr>
        <w:t>有最大值2，当</w:t>
      </w:r>
      <w:r w:rsidRPr="00FC1D75">
        <w:rPr>
          <w:rFonts w:ascii="宋体" w:hAnsi="宋体"/>
          <w:color w:val="FF0000"/>
          <w:szCs w:val="21"/>
        </w:rPr>
        <w:object w:dxaOrig="199" w:dyaOrig="210">
          <v:shape id="_x0000_i1043" type="#_x0000_t75" alt="eqIddad2a36927223bd70f426ba06aea4b45" style="width:10.05pt;height:10.5pt" o:ole="">
            <v:imagedata r:id="rId72" o:title="eqIddad2a36927223bd70f426ba06aea4b45"/>
          </v:shape>
          <o:OLEObject Type="Embed" ProgID="Equation.DSMT4" ShapeID="_x0000_i1043" DrawAspect="Content" ObjectID="_1773599486" r:id="rId76"/>
        </w:object>
      </w:r>
      <w:r w:rsidRPr="00FC1D75">
        <w:rPr>
          <w:rFonts w:ascii="宋体" w:hAnsi="宋体"/>
          <w:color w:val="FF0000"/>
          <w:szCs w:val="21"/>
        </w:rPr>
        <w:t>在正六边形边上的中点处时，</w:t>
      </w:r>
      <w:r w:rsidRPr="00FC1D75">
        <w:rPr>
          <w:rFonts w:ascii="宋体" w:hAnsi="宋体"/>
          <w:color w:val="FF0000"/>
          <w:szCs w:val="21"/>
        </w:rPr>
        <w:object w:dxaOrig="421" w:dyaOrig="421">
          <v:shape id="_x0000_i1044" type="#_x0000_t75" alt="eqIda553f6f23af401d5070746405b1475da" style="width:20.95pt;height:20.95pt" o:ole="">
            <v:imagedata r:id="rId74" o:title="eqIda553f6f23af401d5070746405b1475da"/>
          </v:shape>
          <o:OLEObject Type="Embed" ProgID="Equation.DSMT4" ShapeID="_x0000_i1044" DrawAspect="Content" ObjectID="_1773599487" r:id="rId77"/>
        </w:object>
      </w:r>
      <w:r w:rsidRPr="00FC1D75">
        <w:rPr>
          <w:rFonts w:ascii="宋体" w:hAnsi="宋体"/>
          <w:color w:val="FF0000"/>
          <w:szCs w:val="21"/>
        </w:rPr>
        <w:t>有最小值，此时</w:t>
      </w:r>
      <w:r w:rsidRPr="00FC1D75">
        <w:rPr>
          <w:rFonts w:ascii="宋体" w:hAnsi="宋体"/>
          <w:color w:val="FF0000"/>
          <w:szCs w:val="21"/>
        </w:rPr>
        <w:object w:dxaOrig="1650" w:dyaOrig="454">
          <v:shape id="_x0000_i1045" type="#_x0000_t75" alt="eqIdfb538c5836be5b5dd19b1297b93d8ec8" style="width:82.5pt;height:22.8pt" o:ole="">
            <v:imagedata r:id="rId78" o:title="eqIdfb538c5836be5b5dd19b1297b93d8ec8"/>
          </v:shape>
          <o:OLEObject Type="Embed" ProgID="Equation.DSMT4" ShapeID="_x0000_i1045" DrawAspect="Content" ObjectID="_1773599488" r:id="rId79"/>
        </w:object>
      </w:r>
      <w:r w:rsidRPr="00FC1D75">
        <w:rPr>
          <w:rFonts w:ascii="宋体" w:hAnsi="宋体"/>
          <w:color w:val="FF0000"/>
          <w:szCs w:val="21"/>
        </w:rPr>
        <w:t>.</w:t>
      </w:r>
    </w:p>
    <w:p w:rsidR="001C1954" w:rsidRPr="00FC1D75" w:rsidRDefault="00884ADB" w:rsidP="00884ADB">
      <w:pPr>
        <w:spacing w:line="360" w:lineRule="auto"/>
        <w:textAlignment w:val="center"/>
        <w:rPr>
          <w:rFonts w:ascii="宋体" w:hAnsi="宋体"/>
          <w:color w:val="FF0000"/>
          <w:szCs w:val="21"/>
        </w:rPr>
      </w:pPr>
      <w:r w:rsidRPr="00FC1D75">
        <w:rPr>
          <w:rFonts w:ascii="宋体" w:hAnsi="宋体"/>
          <w:color w:val="FF0000"/>
          <w:szCs w:val="21"/>
        </w:rPr>
        <w:t>所以</w:t>
      </w:r>
      <w:r w:rsidRPr="00FC1D75">
        <w:rPr>
          <w:rFonts w:ascii="宋体" w:hAnsi="宋体"/>
          <w:color w:val="FF0000"/>
          <w:szCs w:val="21"/>
        </w:rPr>
        <w:object w:dxaOrig="2359" w:dyaOrig="498">
          <v:shape id="_x0000_i1046" type="#_x0000_t75" alt="eqIda10eca5419603f612666b3f34c1d29d6" style="width:118.05pt;height:25.05pt" o:ole="">
            <v:imagedata r:id="rId80" o:title="eqIda10eca5419603f612666b3f34c1d29d6"/>
          </v:shape>
          <o:OLEObject Type="Embed" ProgID="Equation.DSMT4" ShapeID="_x0000_i1046" DrawAspect="Content" ObjectID="_1773599489" r:id="rId81"/>
        </w:object>
      </w:r>
      <w:r w:rsidRPr="00FC1D75">
        <w:rPr>
          <w:rFonts w:ascii="宋体" w:hAnsi="宋体"/>
          <w:color w:val="FF0000"/>
          <w:szCs w:val="21"/>
        </w:rPr>
        <w:t>.故选：B</w:t>
      </w:r>
    </w:p>
    <w:p w:rsidR="004E77AF" w:rsidRPr="00C67846" w:rsidRDefault="00884ADB" w:rsidP="004E77AF">
      <w:pPr>
        <w:spacing w:line="360" w:lineRule="auto"/>
        <w:jc w:val="left"/>
        <w:textAlignment w:val="center"/>
        <w:rPr>
          <w:rFonts w:ascii="宋体" w:hAnsi="宋体"/>
          <w:color w:val="FF0000"/>
          <w:szCs w:val="21"/>
        </w:rPr>
      </w:pPr>
      <w:r w:rsidRPr="00FC1D75">
        <w:rPr>
          <w:rFonts w:ascii="宋体" w:hAnsi="宋体"/>
          <w:szCs w:val="21"/>
        </w:rPr>
        <w:t>9．</w:t>
      </w:r>
      <w:r w:rsidR="002D4721" w:rsidRPr="00FC1D75">
        <w:rPr>
          <w:rFonts w:ascii="宋体" w:hAnsi="宋体" w:hint="eastAsia"/>
          <w:szCs w:val="21"/>
        </w:rPr>
        <w:t>AC</w:t>
      </w:r>
      <w:r w:rsidR="002D4721" w:rsidRPr="00FC1D75">
        <w:rPr>
          <w:rFonts w:ascii="宋体" w:hAnsi="宋体" w:hint="eastAsia"/>
          <w:color w:val="FF0000"/>
          <w:szCs w:val="21"/>
        </w:rPr>
        <w:t xml:space="preserve">  10.</w:t>
      </w:r>
      <w:r w:rsidRPr="00FC1D75">
        <w:rPr>
          <w:rFonts w:ascii="宋体" w:hAnsi="宋体"/>
          <w:color w:val="FF0000"/>
          <w:szCs w:val="21"/>
        </w:rPr>
        <w:t>AC</w:t>
      </w:r>
      <w:r w:rsidR="004E77AF" w:rsidRPr="00FC1D75">
        <w:rPr>
          <w:rFonts w:ascii="宋体" w:hAnsi="宋体" w:hint="eastAsia"/>
          <w:color w:val="FF0000"/>
          <w:szCs w:val="21"/>
        </w:rPr>
        <w:t xml:space="preserve">   </w:t>
      </w:r>
      <w:r w:rsidR="004E77AF" w:rsidRPr="00FC1D75">
        <w:rPr>
          <w:rFonts w:ascii="宋体" w:hAnsi="宋体" w:hint="eastAsia"/>
          <w:szCs w:val="21"/>
        </w:rPr>
        <w:t>11.ABD</w:t>
      </w:r>
      <w:r w:rsidR="004E77AF" w:rsidRPr="00C67846">
        <w:rPr>
          <w:rFonts w:ascii="宋体" w:hAnsi="宋体"/>
          <w:szCs w:val="21"/>
        </w:rPr>
        <w:t>解：现有</w:t>
      </w:r>
      <w:r w:rsidR="004E77AF" w:rsidRPr="00C67846">
        <w:rPr>
          <w:rFonts w:ascii="宋体" w:hAnsi="宋体" w:cs="Cambria Math"/>
          <w:szCs w:val="21"/>
        </w:rPr>
        <w:t>△</w:t>
      </w:r>
      <w:r w:rsidR="004E77AF" w:rsidRPr="00C67846">
        <w:rPr>
          <w:rFonts w:ascii="宋体" w:hAnsi="宋体"/>
          <w:i/>
          <w:szCs w:val="21"/>
        </w:rPr>
        <w:t>ABC</w:t>
      </w:r>
      <w:r w:rsidR="004E77AF" w:rsidRPr="00C67846">
        <w:rPr>
          <w:rFonts w:ascii="宋体" w:hAnsi="宋体"/>
          <w:szCs w:val="21"/>
        </w:rPr>
        <w:t>满足sin</w:t>
      </w:r>
      <w:r w:rsidR="004E77AF" w:rsidRPr="00C67846">
        <w:rPr>
          <w:rFonts w:ascii="宋体" w:hAnsi="宋体"/>
          <w:i/>
          <w:szCs w:val="21"/>
        </w:rPr>
        <w:t>A</w:t>
      </w:r>
      <w:r w:rsidR="004E77AF" w:rsidRPr="00C67846">
        <w:rPr>
          <w:rFonts w:ascii="宋体" w:hAnsi="宋体"/>
          <w:szCs w:val="21"/>
        </w:rPr>
        <w:t>：sin</w:t>
      </w:r>
      <w:r w:rsidR="004E77AF" w:rsidRPr="00C67846">
        <w:rPr>
          <w:rFonts w:ascii="宋体" w:hAnsi="宋体"/>
          <w:i/>
          <w:szCs w:val="21"/>
        </w:rPr>
        <w:t>B</w:t>
      </w:r>
      <w:r w:rsidR="004E77AF" w:rsidRPr="00C67846">
        <w:rPr>
          <w:rFonts w:ascii="宋体" w:hAnsi="宋体"/>
          <w:szCs w:val="21"/>
        </w:rPr>
        <w:t>：sin</w:t>
      </w:r>
      <w:r w:rsidR="004E77AF" w:rsidRPr="00C67846">
        <w:rPr>
          <w:rFonts w:ascii="宋体" w:hAnsi="宋体"/>
          <w:i/>
          <w:szCs w:val="21"/>
        </w:rPr>
        <w:t>c</w:t>
      </w:r>
      <w:r w:rsidR="004E77AF" w:rsidRPr="00C67846">
        <w:rPr>
          <w:rFonts w:ascii="宋体" w:hAnsi="宋体"/>
          <w:szCs w:val="21"/>
        </w:rPr>
        <w:t>＝2：3：</w:t>
      </w:r>
      <w:r w:rsidR="004E77AF" w:rsidRPr="00C67846">
        <w:rPr>
          <w:rFonts w:ascii="宋体" w:hAnsi="宋体"/>
          <w:position w:val="-5"/>
          <w:szCs w:val="21"/>
        </w:rPr>
        <w:pict>
          <v:shape id="图片 1045" o:spid="_x0000_i1121" type="#_x0000_t75" alt="菁优网-jyeoo" style="width:15.5pt;height:13.65pt;mso-wrap-style:square;mso-position-horizontal-relative:page;mso-position-vertical-relative:page">
            <v:imagedata r:id="rId82" o:title="菁优网-jyeoo"/>
          </v:shape>
        </w:pict>
      </w:r>
      <w:r w:rsidR="004E77AF" w:rsidRPr="00C67846">
        <w:rPr>
          <w:rFonts w:ascii="宋体" w:hAnsi="宋体"/>
          <w:szCs w:val="21"/>
        </w:rPr>
        <w:t>，</w:t>
      </w:r>
    </w:p>
    <w:p w:rsidR="004E77AF" w:rsidRPr="00C67846" w:rsidRDefault="004E77AF" w:rsidP="004E77AF">
      <w:pPr>
        <w:spacing w:line="360" w:lineRule="auto"/>
        <w:ind w:leftChars="130" w:left="273"/>
        <w:rPr>
          <w:rFonts w:ascii="宋体" w:hAnsi="宋体"/>
          <w:szCs w:val="21"/>
        </w:rPr>
      </w:pPr>
      <w:r w:rsidRPr="00C67846">
        <w:rPr>
          <w:rFonts w:ascii="宋体" w:hAnsi="宋体"/>
          <w:szCs w:val="21"/>
        </w:rPr>
        <w:t>所以</w:t>
      </w:r>
      <w:r w:rsidRPr="00C67846">
        <w:rPr>
          <w:rFonts w:ascii="宋体" w:hAnsi="宋体"/>
          <w:i/>
          <w:szCs w:val="21"/>
        </w:rPr>
        <w:t>a</w:t>
      </w:r>
      <w:r w:rsidRPr="00C67846">
        <w:rPr>
          <w:rFonts w:ascii="宋体" w:hAnsi="宋体"/>
          <w:szCs w:val="21"/>
        </w:rPr>
        <w:t>：</w:t>
      </w:r>
      <w:r w:rsidRPr="00C67846">
        <w:rPr>
          <w:rFonts w:ascii="宋体" w:hAnsi="宋体"/>
          <w:i/>
          <w:szCs w:val="21"/>
        </w:rPr>
        <w:t>b</w:t>
      </w:r>
      <w:r w:rsidRPr="00C67846">
        <w:rPr>
          <w:rFonts w:ascii="宋体" w:hAnsi="宋体"/>
          <w:szCs w:val="21"/>
        </w:rPr>
        <w:t>：</w:t>
      </w:r>
      <w:r w:rsidRPr="00C67846">
        <w:rPr>
          <w:rFonts w:ascii="宋体" w:hAnsi="宋体"/>
          <w:i/>
          <w:szCs w:val="21"/>
        </w:rPr>
        <w:t>c</w:t>
      </w:r>
      <w:r w:rsidRPr="00C67846">
        <w:rPr>
          <w:rFonts w:ascii="宋体" w:hAnsi="宋体"/>
          <w:szCs w:val="21"/>
        </w:rPr>
        <w:t>＝2：3：</w:t>
      </w:r>
      <w:r w:rsidRPr="00C67846">
        <w:rPr>
          <w:rFonts w:ascii="宋体" w:hAnsi="宋体"/>
          <w:position w:val="-5"/>
          <w:szCs w:val="21"/>
        </w:rPr>
        <w:pict>
          <v:shape id="图片 1046" o:spid="_x0000_i1122" type="#_x0000_t75" alt="菁优网-jyeoo" style="width:15.5pt;height:13.65pt;mso-wrap-style:square;mso-position-horizontal-relative:page;mso-position-vertical-relative:page">
            <v:imagedata r:id="rId82" o:title="菁优网-jyeoo"/>
          </v:shape>
        </w:pict>
      </w:r>
      <w:r w:rsidRPr="00C67846">
        <w:rPr>
          <w:rFonts w:ascii="宋体" w:hAnsi="宋体"/>
          <w:szCs w:val="21"/>
        </w:rPr>
        <w:t>，设</w:t>
      </w:r>
      <w:r w:rsidRPr="00C67846">
        <w:rPr>
          <w:rFonts w:ascii="宋体" w:hAnsi="宋体"/>
          <w:i/>
          <w:szCs w:val="21"/>
        </w:rPr>
        <w:t>a</w:t>
      </w:r>
      <w:r w:rsidRPr="00C67846">
        <w:rPr>
          <w:rFonts w:ascii="宋体" w:hAnsi="宋体"/>
          <w:szCs w:val="21"/>
        </w:rPr>
        <w:t>＝2</w:t>
      </w:r>
      <w:r w:rsidRPr="00C67846">
        <w:rPr>
          <w:rFonts w:ascii="宋体" w:hAnsi="宋体"/>
          <w:i/>
          <w:szCs w:val="21"/>
        </w:rPr>
        <w:t>t</w:t>
      </w:r>
      <w:r w:rsidRPr="00C67846">
        <w:rPr>
          <w:rFonts w:ascii="宋体" w:hAnsi="宋体"/>
          <w:szCs w:val="21"/>
        </w:rPr>
        <w:t>，</w:t>
      </w:r>
      <w:r w:rsidRPr="00C67846">
        <w:rPr>
          <w:rFonts w:ascii="宋体" w:hAnsi="宋体"/>
          <w:i/>
          <w:szCs w:val="21"/>
        </w:rPr>
        <w:t>b</w:t>
      </w:r>
      <w:r w:rsidRPr="00C67846">
        <w:rPr>
          <w:rFonts w:ascii="宋体" w:hAnsi="宋体"/>
          <w:szCs w:val="21"/>
        </w:rPr>
        <w:t>＝3</w:t>
      </w:r>
      <w:r w:rsidRPr="00C67846">
        <w:rPr>
          <w:rFonts w:ascii="宋体" w:hAnsi="宋体"/>
          <w:i/>
          <w:szCs w:val="21"/>
        </w:rPr>
        <w:t>t</w:t>
      </w:r>
      <w:r w:rsidRPr="00C67846">
        <w:rPr>
          <w:rFonts w:ascii="宋体" w:hAnsi="宋体"/>
          <w:szCs w:val="21"/>
        </w:rPr>
        <w:t>，</w:t>
      </w:r>
      <w:r w:rsidRPr="00C67846">
        <w:rPr>
          <w:rFonts w:ascii="宋体" w:hAnsi="宋体"/>
          <w:i/>
          <w:szCs w:val="21"/>
        </w:rPr>
        <w:t>c</w:t>
      </w:r>
      <w:r w:rsidRPr="00C67846">
        <w:rPr>
          <w:rFonts w:ascii="宋体" w:hAnsi="宋体"/>
          <w:szCs w:val="21"/>
        </w:rPr>
        <w:t>＝</w:t>
      </w:r>
      <w:r w:rsidRPr="00C67846">
        <w:rPr>
          <w:rFonts w:ascii="宋体" w:hAnsi="宋体"/>
          <w:position w:val="-5"/>
          <w:szCs w:val="21"/>
        </w:rPr>
        <w:pict>
          <v:shape id="图片 1047" o:spid="_x0000_i1123" type="#_x0000_t75" alt="菁优网-jyeoo" style="width:15.5pt;height:13.65pt;mso-wrap-style:square;mso-position-horizontal-relative:page;mso-position-vertical-relative:page">
            <v:imagedata r:id="rId83" o:title="菁优网-jyeoo"/>
          </v:shape>
        </w:pict>
      </w:r>
      <w:r w:rsidRPr="00C67846">
        <w:rPr>
          <w:rFonts w:ascii="宋体" w:hAnsi="宋体"/>
          <w:i/>
          <w:szCs w:val="21"/>
        </w:rPr>
        <w:t>t</w:t>
      </w:r>
      <w:r w:rsidRPr="00C67846">
        <w:rPr>
          <w:rFonts w:ascii="宋体" w:hAnsi="宋体"/>
          <w:szCs w:val="21"/>
        </w:rPr>
        <w:t>，</w:t>
      </w:r>
      <w:r w:rsidRPr="00C67846">
        <w:rPr>
          <w:rFonts w:ascii="宋体" w:hAnsi="宋体"/>
          <w:i/>
          <w:szCs w:val="21"/>
        </w:rPr>
        <w:t>t</w:t>
      </w:r>
      <w:r w:rsidRPr="00C67846">
        <w:rPr>
          <w:rFonts w:ascii="宋体" w:hAnsi="宋体"/>
          <w:szCs w:val="21"/>
        </w:rPr>
        <w:t>＞0，</w:t>
      </w:r>
    </w:p>
    <w:p w:rsidR="004E77AF" w:rsidRPr="00C67846" w:rsidRDefault="004E77AF" w:rsidP="004E77AF">
      <w:pPr>
        <w:spacing w:line="360" w:lineRule="auto"/>
        <w:ind w:leftChars="130" w:left="273"/>
        <w:rPr>
          <w:rFonts w:ascii="宋体" w:hAnsi="宋体"/>
          <w:szCs w:val="21"/>
        </w:rPr>
      </w:pPr>
      <w:r w:rsidRPr="00C67846">
        <w:rPr>
          <w:rFonts w:ascii="宋体" w:hAnsi="宋体"/>
          <w:szCs w:val="21"/>
        </w:rPr>
        <w:t>利用余弦定理cos</w:t>
      </w:r>
      <w:r w:rsidRPr="00C67846">
        <w:rPr>
          <w:rFonts w:ascii="宋体" w:hAnsi="宋体"/>
          <w:i/>
          <w:szCs w:val="21"/>
        </w:rPr>
        <w:t>C</w:t>
      </w:r>
      <w:r w:rsidRPr="00C67846">
        <w:rPr>
          <w:rFonts w:ascii="宋体" w:hAnsi="宋体"/>
          <w:szCs w:val="21"/>
        </w:rPr>
        <w:t>＝</w:t>
      </w:r>
      <w:r w:rsidRPr="00C67846">
        <w:rPr>
          <w:rFonts w:ascii="宋体" w:hAnsi="宋体"/>
          <w:position w:val="-23"/>
          <w:szCs w:val="21"/>
        </w:rPr>
        <w:pict>
          <v:shape id="图片 1048" o:spid="_x0000_i1124" type="#_x0000_t75" alt="菁优网-jyeoo" style="width:59.25pt;height:30.55pt;mso-wrap-style:square;mso-position-horizontal-relative:page;mso-position-vertical-relative:page">
            <v:imagedata r:id="rId84" o:title="菁优网-jyeoo"/>
          </v:shape>
        </w:pict>
      </w:r>
      <w:r w:rsidRPr="00C67846">
        <w:rPr>
          <w:rFonts w:ascii="宋体" w:hAnsi="宋体"/>
          <w:szCs w:val="21"/>
        </w:rPr>
        <w:t>＝</w:t>
      </w:r>
      <w:r w:rsidRPr="00C67846">
        <w:rPr>
          <w:rFonts w:ascii="宋体" w:hAnsi="宋体"/>
          <w:position w:val="-30"/>
          <w:szCs w:val="21"/>
        </w:rPr>
        <w:pict>
          <v:shape id="图片 1049" o:spid="_x0000_i1125" type="#_x0000_t75" alt="菁优网-jyeoo" style="width:79.3pt;height:34.65pt;mso-wrap-style:square;mso-position-horizontal-relative:page;mso-position-vertical-relative:page">
            <v:imagedata r:id="rId85" o:title="菁优网-jyeoo"/>
          </v:shape>
        </w:pict>
      </w:r>
      <w:r w:rsidRPr="00C67846">
        <w:rPr>
          <w:rFonts w:ascii="宋体" w:hAnsi="宋体"/>
          <w:szCs w:val="21"/>
        </w:rPr>
        <w:t>＝</w:t>
      </w:r>
      <w:r w:rsidRPr="00C67846">
        <w:rPr>
          <w:rFonts w:ascii="宋体" w:hAnsi="宋体"/>
          <w:position w:val="-22"/>
          <w:szCs w:val="21"/>
        </w:rPr>
        <w:pict>
          <v:shape id="图片 1050" o:spid="_x0000_i1126" type="#_x0000_t75" alt="菁优网-jyeoo" style="width:9.55pt;height:26.45pt;mso-wrap-style:square;mso-position-horizontal-relative:page;mso-position-vertical-relative:page">
            <v:imagedata r:id="rId86" o:title="菁优网-jyeoo"/>
          </v:shape>
        </w:pict>
      </w:r>
      <w:r w:rsidRPr="00C67846">
        <w:rPr>
          <w:rFonts w:ascii="宋体" w:hAnsi="宋体"/>
          <w:szCs w:val="21"/>
        </w:rPr>
        <w:t>，由于</w:t>
      </w:r>
      <w:r w:rsidRPr="00C67846">
        <w:rPr>
          <w:rFonts w:ascii="宋体" w:hAnsi="宋体"/>
          <w:i/>
          <w:szCs w:val="21"/>
        </w:rPr>
        <w:t>C</w:t>
      </w:r>
      <w:r w:rsidRPr="00C67846">
        <w:rPr>
          <w:rFonts w:ascii="宋体" w:hAnsi="宋体" w:cs="宋体" w:hint="eastAsia"/>
          <w:szCs w:val="21"/>
        </w:rPr>
        <w:t>∈</w:t>
      </w:r>
      <w:r w:rsidRPr="00C67846">
        <w:rPr>
          <w:rFonts w:ascii="宋体" w:hAnsi="宋体"/>
          <w:szCs w:val="21"/>
        </w:rPr>
        <w:t>（0，π），所以</w:t>
      </w:r>
      <w:r w:rsidRPr="00C67846">
        <w:rPr>
          <w:rFonts w:ascii="宋体" w:hAnsi="宋体"/>
          <w:i/>
          <w:szCs w:val="21"/>
        </w:rPr>
        <w:t>C</w:t>
      </w:r>
      <w:r w:rsidRPr="00C67846">
        <w:rPr>
          <w:rFonts w:ascii="宋体" w:hAnsi="宋体"/>
          <w:szCs w:val="21"/>
        </w:rPr>
        <w:t>＝</w:t>
      </w:r>
      <w:r w:rsidRPr="00C67846">
        <w:rPr>
          <w:rFonts w:ascii="宋体" w:hAnsi="宋体"/>
          <w:position w:val="-22"/>
          <w:szCs w:val="21"/>
        </w:rPr>
        <w:pict>
          <v:shape id="图片 1051" o:spid="_x0000_i1127" type="#_x0000_t75" alt="菁优网-jyeoo" style="width:15.95pt;height:26.45pt;mso-wrap-style:square;mso-position-horizontal-relative:page;mso-position-vertical-relative:page">
            <v:imagedata r:id="rId87" o:title="菁优网-jyeoo"/>
          </v:shape>
        </w:pict>
      </w:r>
      <w:r w:rsidRPr="00C67846">
        <w:rPr>
          <w:rFonts w:ascii="宋体" w:hAnsi="宋体"/>
          <w:szCs w:val="21"/>
        </w:rPr>
        <w:t>．</w:t>
      </w:r>
    </w:p>
    <w:p w:rsidR="004E77AF" w:rsidRPr="00C67846" w:rsidRDefault="004E77AF" w:rsidP="004E77AF">
      <w:pPr>
        <w:spacing w:line="360" w:lineRule="auto"/>
        <w:ind w:leftChars="130" w:left="273"/>
        <w:rPr>
          <w:rFonts w:ascii="宋体" w:hAnsi="宋体"/>
          <w:szCs w:val="21"/>
        </w:rPr>
      </w:pPr>
      <w:r w:rsidRPr="00C67846">
        <w:rPr>
          <w:rFonts w:ascii="宋体" w:hAnsi="宋体"/>
          <w:szCs w:val="21"/>
        </w:rPr>
        <w:t>所以</w:t>
      </w:r>
      <w:r w:rsidRPr="00C67846">
        <w:rPr>
          <w:rFonts w:ascii="宋体" w:hAnsi="宋体"/>
          <w:i/>
          <w:szCs w:val="21"/>
        </w:rPr>
        <w:t>A</w:t>
      </w:r>
      <w:r w:rsidRPr="00C67846">
        <w:rPr>
          <w:rFonts w:ascii="宋体" w:hAnsi="宋体"/>
          <w:szCs w:val="21"/>
        </w:rPr>
        <w:t>+</w:t>
      </w:r>
      <w:r w:rsidRPr="00C67846">
        <w:rPr>
          <w:rFonts w:ascii="宋体" w:hAnsi="宋体"/>
          <w:i/>
          <w:szCs w:val="21"/>
        </w:rPr>
        <w:t>B</w:t>
      </w:r>
      <w:r w:rsidRPr="00C67846">
        <w:rPr>
          <w:rFonts w:ascii="宋体" w:hAnsi="宋体"/>
          <w:szCs w:val="21"/>
        </w:rPr>
        <w:t>＝</w:t>
      </w:r>
      <w:r w:rsidRPr="00C67846">
        <w:rPr>
          <w:rFonts w:ascii="宋体" w:hAnsi="宋体"/>
          <w:position w:val="-22"/>
          <w:szCs w:val="21"/>
        </w:rPr>
        <w:pict>
          <v:shape id="图片 1052" o:spid="_x0000_i1128" type="#_x0000_t75" alt="菁优网-jyeoo" style="width:21.85pt;height:26.45pt;mso-wrap-style:square;mso-position-horizontal-relative:page;mso-position-vertical-relative:page">
            <v:imagedata r:id="rId88" o:title="菁优网-jyeoo"/>
          </v:shape>
        </w:pict>
      </w:r>
      <w:r w:rsidRPr="00C67846">
        <w:rPr>
          <w:rFonts w:ascii="宋体" w:hAnsi="宋体"/>
          <w:szCs w:val="21"/>
        </w:rPr>
        <w:t>，故</w:t>
      </w:r>
      <w:r w:rsidRPr="00C67846">
        <w:rPr>
          <w:rFonts w:ascii="宋体" w:hAnsi="宋体"/>
          <w:i/>
          <w:szCs w:val="21"/>
        </w:rPr>
        <w:t>A</w:t>
      </w:r>
      <w:r w:rsidRPr="00C67846">
        <w:rPr>
          <w:rFonts w:ascii="宋体" w:hAnsi="宋体"/>
          <w:szCs w:val="21"/>
        </w:rPr>
        <w:t>+</w:t>
      </w:r>
      <w:r w:rsidRPr="00C67846">
        <w:rPr>
          <w:rFonts w:ascii="宋体" w:hAnsi="宋体"/>
          <w:i/>
          <w:szCs w:val="21"/>
        </w:rPr>
        <w:t>B</w:t>
      </w:r>
      <w:r w:rsidRPr="00C67846">
        <w:rPr>
          <w:rFonts w:ascii="宋体" w:hAnsi="宋体"/>
          <w:szCs w:val="21"/>
        </w:rPr>
        <w:t>＝2</w:t>
      </w:r>
      <w:r w:rsidRPr="00C67846">
        <w:rPr>
          <w:rFonts w:ascii="宋体" w:hAnsi="宋体"/>
          <w:i/>
          <w:szCs w:val="21"/>
        </w:rPr>
        <w:t>C</w:t>
      </w:r>
      <w:r w:rsidRPr="00C67846">
        <w:rPr>
          <w:rFonts w:ascii="宋体" w:hAnsi="宋体"/>
          <w:szCs w:val="21"/>
        </w:rPr>
        <w:t>，所以</w:t>
      </w:r>
      <w:r w:rsidRPr="00C67846">
        <w:rPr>
          <w:rFonts w:ascii="宋体" w:hAnsi="宋体" w:cs="Cambria Math"/>
          <w:szCs w:val="21"/>
        </w:rPr>
        <w:t>△</w:t>
      </w:r>
      <w:r w:rsidRPr="00C67846">
        <w:rPr>
          <w:rFonts w:ascii="宋体" w:hAnsi="宋体"/>
          <w:i/>
          <w:szCs w:val="21"/>
        </w:rPr>
        <w:t>ABC</w:t>
      </w:r>
      <w:r w:rsidRPr="00C67846">
        <w:rPr>
          <w:rFonts w:ascii="宋体" w:hAnsi="宋体"/>
          <w:szCs w:val="21"/>
        </w:rPr>
        <w:t>三个内角</w:t>
      </w:r>
      <w:r w:rsidRPr="00C67846">
        <w:rPr>
          <w:rFonts w:ascii="宋体" w:hAnsi="宋体"/>
          <w:i/>
          <w:szCs w:val="21"/>
        </w:rPr>
        <w:t>A</w:t>
      </w:r>
      <w:r w:rsidRPr="00C67846">
        <w:rPr>
          <w:rFonts w:ascii="宋体" w:hAnsi="宋体"/>
          <w:szCs w:val="21"/>
        </w:rPr>
        <w:t>，</w:t>
      </w:r>
      <w:r w:rsidRPr="00C67846">
        <w:rPr>
          <w:rFonts w:ascii="宋体" w:hAnsi="宋体"/>
          <w:i/>
          <w:szCs w:val="21"/>
        </w:rPr>
        <w:t>C</w:t>
      </w:r>
      <w:r w:rsidRPr="00C67846">
        <w:rPr>
          <w:rFonts w:ascii="宋体" w:hAnsi="宋体"/>
          <w:szCs w:val="21"/>
        </w:rPr>
        <w:t>，</w:t>
      </w:r>
      <w:r w:rsidRPr="00C67846">
        <w:rPr>
          <w:rFonts w:ascii="宋体" w:hAnsi="宋体"/>
          <w:i/>
          <w:szCs w:val="21"/>
        </w:rPr>
        <w:t>B</w:t>
      </w:r>
      <w:r w:rsidRPr="00C67846">
        <w:rPr>
          <w:rFonts w:ascii="宋体" w:hAnsi="宋体"/>
          <w:szCs w:val="21"/>
        </w:rPr>
        <w:t>成等差数列，故</w:t>
      </w:r>
      <w:r w:rsidRPr="00C67846">
        <w:rPr>
          <w:rFonts w:ascii="宋体" w:hAnsi="宋体"/>
          <w:i/>
          <w:szCs w:val="21"/>
        </w:rPr>
        <w:t>B</w:t>
      </w:r>
      <w:r w:rsidRPr="00C67846">
        <w:rPr>
          <w:rFonts w:ascii="宋体" w:hAnsi="宋体"/>
          <w:szCs w:val="21"/>
        </w:rPr>
        <w:t>正确；</w:t>
      </w:r>
    </w:p>
    <w:p w:rsidR="004E77AF" w:rsidRPr="00C67846" w:rsidRDefault="004E77AF" w:rsidP="004E77AF">
      <w:pPr>
        <w:spacing w:line="360" w:lineRule="auto"/>
        <w:ind w:leftChars="130" w:left="273"/>
        <w:rPr>
          <w:rFonts w:ascii="宋体" w:hAnsi="宋体"/>
          <w:szCs w:val="21"/>
        </w:rPr>
      </w:pPr>
      <w:r w:rsidRPr="00C67846">
        <w:rPr>
          <w:rFonts w:ascii="宋体" w:hAnsi="宋体"/>
          <w:szCs w:val="21"/>
        </w:rPr>
        <w:lastRenderedPageBreak/>
        <w:t>利用</w:t>
      </w:r>
      <w:r w:rsidRPr="00C67846">
        <w:rPr>
          <w:rFonts w:ascii="宋体" w:hAnsi="宋体"/>
          <w:i/>
          <w:szCs w:val="21"/>
        </w:rPr>
        <w:t>S</w:t>
      </w:r>
      <w:r w:rsidRPr="00C67846">
        <w:rPr>
          <w:rFonts w:ascii="宋体" w:hAnsi="宋体" w:cs="Cambria Math"/>
          <w:szCs w:val="21"/>
          <w:vertAlign w:val="subscript"/>
        </w:rPr>
        <w:t>△</w:t>
      </w:r>
      <w:r w:rsidRPr="00C67846">
        <w:rPr>
          <w:rFonts w:ascii="宋体" w:hAnsi="宋体"/>
          <w:i/>
          <w:szCs w:val="21"/>
          <w:vertAlign w:val="subscript"/>
        </w:rPr>
        <w:t>ABC</w:t>
      </w:r>
      <w:r w:rsidRPr="00C67846">
        <w:rPr>
          <w:rFonts w:ascii="宋体" w:hAnsi="宋体"/>
          <w:szCs w:val="21"/>
        </w:rPr>
        <w:t>＝</w:t>
      </w:r>
      <w:r w:rsidRPr="00C67846">
        <w:rPr>
          <w:rFonts w:ascii="宋体" w:hAnsi="宋体"/>
          <w:position w:val="-22"/>
          <w:szCs w:val="21"/>
        </w:rPr>
        <w:pict>
          <v:shape id="图片 1053" o:spid="_x0000_i1129" type="#_x0000_t75" alt="菁优网-jyeoo" style="width:24.6pt;height:27.35pt;mso-wrap-style:square;mso-position-horizontal-relative:page;mso-position-vertical-relative:page">
            <v:imagedata r:id="rId89" o:title="菁优网-jyeoo"/>
          </v:shape>
        </w:pict>
      </w:r>
      <w:r w:rsidRPr="00C67846">
        <w:rPr>
          <w:rFonts w:ascii="宋体" w:hAnsi="宋体"/>
          <w:szCs w:val="21"/>
        </w:rPr>
        <w:t>，所以</w:t>
      </w:r>
      <w:r w:rsidRPr="00C67846">
        <w:rPr>
          <w:rFonts w:ascii="宋体" w:hAnsi="宋体"/>
          <w:position w:val="-22"/>
          <w:szCs w:val="21"/>
        </w:rPr>
        <w:pict>
          <v:shape id="图片 1054" o:spid="_x0000_i1130" type="#_x0000_t75" alt="菁优网-jyeoo" style="width:9.55pt;height:26.45pt;mso-wrap-style:square;mso-position-horizontal-relative:page;mso-position-vertical-relative:page">
            <v:imagedata r:id="rId90" o:title="菁优网-jyeoo"/>
          </v:shape>
        </w:pict>
      </w:r>
      <w:r w:rsidRPr="00C67846">
        <w:rPr>
          <w:rFonts w:ascii="宋体" w:hAnsi="宋体"/>
          <w:i/>
          <w:szCs w:val="21"/>
        </w:rPr>
        <w:t>ab</w:t>
      </w:r>
      <w:r w:rsidRPr="00C67846">
        <w:rPr>
          <w:rFonts w:ascii="宋体" w:hAnsi="宋体"/>
          <w:szCs w:val="21"/>
        </w:rPr>
        <w:t>sin</w:t>
      </w:r>
      <w:r w:rsidRPr="00C67846">
        <w:rPr>
          <w:rFonts w:ascii="宋体" w:hAnsi="宋体"/>
          <w:i/>
          <w:szCs w:val="21"/>
        </w:rPr>
        <w:t>C</w:t>
      </w:r>
      <w:r w:rsidRPr="00C67846">
        <w:rPr>
          <w:rFonts w:ascii="宋体" w:hAnsi="宋体"/>
          <w:szCs w:val="21"/>
        </w:rPr>
        <w:t>＝</w:t>
      </w:r>
      <w:r w:rsidRPr="00C67846">
        <w:rPr>
          <w:rFonts w:ascii="宋体" w:hAnsi="宋体"/>
          <w:position w:val="-22"/>
          <w:szCs w:val="21"/>
        </w:rPr>
        <w:pict>
          <v:shape id="图片 1055" o:spid="_x0000_i1131" type="#_x0000_t75" alt="菁优网-jyeoo" style="width:9.55pt;height:26.45pt;mso-wrap-style:square;mso-position-horizontal-relative:page;mso-position-vertical-relative:page">
            <v:imagedata r:id="rId90" o:title="菁优网-jyeoo"/>
          </v:shape>
        </w:pict>
      </w:r>
      <w:r w:rsidRPr="00C67846">
        <w:rPr>
          <w:rFonts w:ascii="宋体" w:hAnsi="宋体"/>
          <w:szCs w:val="21"/>
        </w:rPr>
        <w:t>•2</w:t>
      </w:r>
      <w:r w:rsidRPr="00C67846">
        <w:rPr>
          <w:rFonts w:ascii="宋体" w:hAnsi="宋体"/>
          <w:i/>
          <w:szCs w:val="21"/>
        </w:rPr>
        <w:t>t</w:t>
      </w:r>
      <w:r w:rsidRPr="00C67846">
        <w:rPr>
          <w:rFonts w:ascii="宋体" w:hAnsi="宋体"/>
          <w:szCs w:val="21"/>
        </w:rPr>
        <w:t>•3</w:t>
      </w:r>
      <w:r w:rsidRPr="00C67846">
        <w:rPr>
          <w:rFonts w:ascii="宋体" w:hAnsi="宋体"/>
          <w:i/>
          <w:szCs w:val="21"/>
        </w:rPr>
        <w:t>t</w:t>
      </w:r>
      <w:r w:rsidRPr="00C67846">
        <w:rPr>
          <w:rFonts w:ascii="宋体" w:hAnsi="宋体"/>
          <w:szCs w:val="21"/>
        </w:rPr>
        <w:t>•</w:t>
      </w:r>
      <w:r w:rsidRPr="00C67846">
        <w:rPr>
          <w:rFonts w:ascii="宋体" w:hAnsi="宋体"/>
          <w:position w:val="-22"/>
          <w:szCs w:val="21"/>
        </w:rPr>
        <w:pict>
          <v:shape id="图片 1056" o:spid="_x0000_i1132" type="#_x0000_t75" alt="菁优网-jyeoo" style="width:17.3pt;height:27.35pt;mso-wrap-style:square;mso-position-horizontal-relative:page;mso-position-vertical-relative:page">
            <v:imagedata r:id="rId91" o:title="菁优网-jyeoo"/>
          </v:shape>
        </w:pict>
      </w:r>
      <w:r w:rsidRPr="00C67846">
        <w:rPr>
          <w:rFonts w:ascii="宋体" w:hAnsi="宋体"/>
          <w:szCs w:val="21"/>
        </w:rPr>
        <w:t>＝</w:t>
      </w:r>
      <w:r w:rsidRPr="00C67846">
        <w:rPr>
          <w:rFonts w:ascii="宋体" w:hAnsi="宋体"/>
          <w:position w:val="-22"/>
          <w:szCs w:val="21"/>
        </w:rPr>
        <w:pict>
          <v:shape id="图片 1057" o:spid="_x0000_i1133" type="#_x0000_t75" alt="菁优网-jyeoo" style="width:24.6pt;height:27.35pt;mso-wrap-style:square;mso-position-horizontal-relative:page;mso-position-vertical-relative:page">
            <v:imagedata r:id="rId92" o:title="菁优网-jyeoo"/>
          </v:shape>
        </w:pict>
      </w:r>
      <w:r w:rsidRPr="00C67846">
        <w:rPr>
          <w:rFonts w:ascii="宋体" w:hAnsi="宋体"/>
          <w:szCs w:val="21"/>
        </w:rPr>
        <w:t>，解得</w:t>
      </w:r>
      <w:r w:rsidRPr="00C67846">
        <w:rPr>
          <w:rFonts w:ascii="宋体" w:hAnsi="宋体"/>
          <w:i/>
          <w:szCs w:val="21"/>
        </w:rPr>
        <w:t>t</w:t>
      </w:r>
      <w:r w:rsidRPr="00C67846">
        <w:rPr>
          <w:rFonts w:ascii="宋体" w:hAnsi="宋体"/>
          <w:szCs w:val="21"/>
        </w:rPr>
        <w:t>＝1．所以：</w:t>
      </w:r>
      <w:r w:rsidRPr="00C67846">
        <w:rPr>
          <w:rFonts w:ascii="宋体" w:hAnsi="宋体"/>
          <w:i/>
          <w:szCs w:val="21"/>
        </w:rPr>
        <w:t>a</w:t>
      </w:r>
      <w:r w:rsidRPr="00C67846">
        <w:rPr>
          <w:rFonts w:ascii="宋体" w:hAnsi="宋体"/>
          <w:szCs w:val="21"/>
        </w:rPr>
        <w:t>＝2，</w:t>
      </w:r>
      <w:r w:rsidRPr="00C67846">
        <w:rPr>
          <w:rFonts w:ascii="宋体" w:hAnsi="宋体"/>
          <w:i/>
          <w:szCs w:val="21"/>
        </w:rPr>
        <w:t>b</w:t>
      </w:r>
      <w:r w:rsidRPr="00C67846">
        <w:rPr>
          <w:rFonts w:ascii="宋体" w:hAnsi="宋体"/>
          <w:szCs w:val="21"/>
        </w:rPr>
        <w:t>＝3，</w:t>
      </w:r>
      <w:r w:rsidRPr="00C67846">
        <w:rPr>
          <w:rFonts w:ascii="宋体" w:hAnsi="宋体"/>
          <w:i/>
          <w:szCs w:val="21"/>
        </w:rPr>
        <w:t>c</w:t>
      </w:r>
      <w:r w:rsidRPr="00C67846">
        <w:rPr>
          <w:rFonts w:ascii="宋体" w:hAnsi="宋体"/>
          <w:szCs w:val="21"/>
        </w:rPr>
        <w:t>＝</w:t>
      </w:r>
      <w:r w:rsidRPr="00C67846">
        <w:rPr>
          <w:rFonts w:ascii="宋体" w:hAnsi="宋体"/>
          <w:position w:val="-5"/>
          <w:szCs w:val="21"/>
        </w:rPr>
        <w:pict>
          <v:shape id="图片 1058" o:spid="_x0000_i1134" type="#_x0000_t75" alt="菁优网-jyeoo" style="width:15.5pt;height:13.65pt;mso-wrap-style:square;mso-position-horizontal-relative:page;mso-position-vertical-relative:page">
            <v:imagedata r:id="rId93" o:title="菁优网-jyeoo"/>
          </v:shape>
        </w:pict>
      </w:r>
      <w:r w:rsidRPr="00C67846">
        <w:rPr>
          <w:rFonts w:ascii="宋体" w:hAnsi="宋体"/>
          <w:szCs w:val="21"/>
        </w:rPr>
        <w:t>，</w:t>
      </w:r>
    </w:p>
    <w:p w:rsidR="004E77AF" w:rsidRPr="00C67846" w:rsidRDefault="004E77AF" w:rsidP="004E77AF">
      <w:pPr>
        <w:spacing w:line="360" w:lineRule="auto"/>
        <w:ind w:leftChars="130" w:left="273"/>
        <w:rPr>
          <w:rFonts w:ascii="宋体" w:hAnsi="宋体"/>
          <w:szCs w:val="21"/>
        </w:rPr>
      </w:pPr>
      <w:r w:rsidRPr="00C67846">
        <w:rPr>
          <w:rFonts w:ascii="宋体" w:hAnsi="宋体"/>
          <w:szCs w:val="21"/>
        </w:rPr>
        <w:t>所以</w:t>
      </w:r>
      <w:r w:rsidRPr="00C67846">
        <w:rPr>
          <w:rFonts w:ascii="宋体" w:hAnsi="宋体" w:cs="Cambria Math"/>
          <w:szCs w:val="21"/>
        </w:rPr>
        <w:t>△</w:t>
      </w:r>
      <w:r w:rsidRPr="00C67846">
        <w:rPr>
          <w:rFonts w:ascii="宋体" w:hAnsi="宋体"/>
          <w:i/>
          <w:szCs w:val="21"/>
        </w:rPr>
        <w:t>ABC</w:t>
      </w:r>
      <w:r w:rsidRPr="00C67846">
        <w:rPr>
          <w:rFonts w:ascii="宋体" w:hAnsi="宋体"/>
          <w:szCs w:val="21"/>
        </w:rPr>
        <w:t>的周长为5+</w:t>
      </w:r>
      <w:r w:rsidRPr="00C67846">
        <w:rPr>
          <w:rFonts w:ascii="宋体" w:hAnsi="宋体"/>
          <w:position w:val="-5"/>
          <w:szCs w:val="21"/>
        </w:rPr>
        <w:pict>
          <v:shape id="图片 1059" o:spid="_x0000_i1135" type="#_x0000_t75" alt="菁优网-jyeoo" style="width:15.5pt;height:13.65pt;mso-wrap-style:square;mso-position-horizontal-relative:page;mso-position-vertical-relative:page">
            <v:imagedata r:id="rId93" o:title="菁优网-jyeoo"/>
          </v:shape>
        </w:pict>
      </w:r>
      <w:r w:rsidRPr="00C67846">
        <w:rPr>
          <w:rFonts w:ascii="宋体" w:hAnsi="宋体"/>
          <w:szCs w:val="21"/>
        </w:rPr>
        <w:t>，故</w:t>
      </w:r>
      <w:r w:rsidRPr="00C67846">
        <w:rPr>
          <w:rFonts w:ascii="宋体" w:hAnsi="宋体"/>
          <w:i/>
          <w:szCs w:val="21"/>
        </w:rPr>
        <w:t>A</w:t>
      </w:r>
      <w:r w:rsidRPr="00C67846">
        <w:rPr>
          <w:rFonts w:ascii="宋体" w:hAnsi="宋体"/>
          <w:szCs w:val="21"/>
        </w:rPr>
        <w:t xml:space="preserve">正确；利用正弦定理 </w:t>
      </w:r>
      <w:r w:rsidRPr="00C67846">
        <w:rPr>
          <w:rFonts w:ascii="宋体" w:hAnsi="宋体"/>
          <w:position w:val="-22"/>
          <w:szCs w:val="21"/>
        </w:rPr>
        <w:pict>
          <v:shape id="图片 1060" o:spid="_x0000_i1136" type="#_x0000_t75" alt="菁优网-jyeoo" style="width:27.35pt;height:26.45pt;mso-wrap-style:square;mso-position-horizontal-relative:page;mso-position-vertical-relative:page">
            <v:imagedata r:id="rId94" o:title="菁优网-jyeoo"/>
          </v:shape>
        </w:pict>
      </w:r>
      <w:r w:rsidRPr="00C67846">
        <w:rPr>
          <w:rFonts w:ascii="宋体" w:hAnsi="宋体"/>
          <w:szCs w:val="21"/>
        </w:rPr>
        <w:t>＝</w:t>
      </w:r>
      <w:r w:rsidRPr="00C67846">
        <w:rPr>
          <w:rFonts w:ascii="宋体" w:hAnsi="宋体"/>
          <w:position w:val="-49"/>
          <w:szCs w:val="21"/>
        </w:rPr>
        <w:pict>
          <v:shape id="图片 1061" o:spid="_x0000_i1137" type="#_x0000_t75" alt="菁优网-jyeoo" style="width:19.6pt;height:43.3pt;mso-wrap-style:square;mso-position-horizontal-relative:page;mso-position-vertical-relative:page">
            <v:imagedata r:id="rId95" o:title="菁优网-jyeoo"/>
          </v:shape>
        </w:pict>
      </w:r>
      <w:r w:rsidRPr="00C67846">
        <w:rPr>
          <w:rFonts w:ascii="宋体" w:hAnsi="宋体"/>
          <w:szCs w:val="21"/>
        </w:rPr>
        <w:t>＝</w:t>
      </w:r>
      <w:r w:rsidRPr="00C67846">
        <w:rPr>
          <w:rFonts w:ascii="宋体" w:hAnsi="宋体"/>
          <w:position w:val="-22"/>
          <w:szCs w:val="21"/>
        </w:rPr>
        <w:pict>
          <v:shape id="图片 1062" o:spid="_x0000_i1138" type="#_x0000_t75" alt="菁优网-jyeoo" style="width:30.55pt;height:27.35pt;mso-wrap-style:square;mso-position-horizontal-relative:page;mso-position-vertical-relative:page">
            <v:imagedata r:id="rId96" o:title="菁优网-jyeoo"/>
          </v:shape>
        </w:pict>
      </w:r>
      <w:r w:rsidRPr="00C67846">
        <w:rPr>
          <w:rFonts w:ascii="宋体" w:hAnsi="宋体"/>
          <w:szCs w:val="21"/>
        </w:rPr>
        <w:t>＝2</w:t>
      </w:r>
      <w:r w:rsidRPr="00C67846">
        <w:rPr>
          <w:rFonts w:ascii="宋体" w:hAnsi="宋体"/>
          <w:i/>
          <w:szCs w:val="21"/>
        </w:rPr>
        <w:t>R</w:t>
      </w:r>
      <w:r w:rsidRPr="00C67846">
        <w:rPr>
          <w:rFonts w:ascii="宋体" w:hAnsi="宋体"/>
          <w:szCs w:val="21"/>
        </w:rPr>
        <w:t>，</w:t>
      </w:r>
      <w:r w:rsidRPr="00C67846">
        <w:rPr>
          <w:rFonts w:ascii="宋体" w:hAnsi="宋体" w:cs="Cambria Math"/>
          <w:szCs w:val="21"/>
        </w:rPr>
        <w:t>△</w:t>
      </w:r>
      <w:r w:rsidRPr="00C67846">
        <w:rPr>
          <w:rFonts w:ascii="宋体" w:hAnsi="宋体"/>
          <w:i/>
          <w:szCs w:val="21"/>
        </w:rPr>
        <w:t>ABC</w:t>
      </w:r>
      <w:r w:rsidRPr="00C67846">
        <w:rPr>
          <w:rFonts w:ascii="宋体" w:hAnsi="宋体"/>
          <w:szCs w:val="21"/>
        </w:rPr>
        <w:t>外接圆半径</w:t>
      </w:r>
      <w:r w:rsidRPr="00C67846">
        <w:rPr>
          <w:rFonts w:ascii="宋体" w:hAnsi="宋体"/>
          <w:i/>
          <w:szCs w:val="21"/>
        </w:rPr>
        <w:t>R</w:t>
      </w:r>
      <w:r w:rsidRPr="00C67846">
        <w:rPr>
          <w:rFonts w:ascii="宋体" w:hAnsi="宋体"/>
          <w:szCs w:val="21"/>
        </w:rPr>
        <w:t>为</w:t>
      </w:r>
      <w:r w:rsidRPr="00C67846">
        <w:rPr>
          <w:rFonts w:ascii="宋体" w:hAnsi="宋体"/>
          <w:position w:val="-22"/>
          <w:szCs w:val="21"/>
        </w:rPr>
        <w:pict>
          <v:shape id="图片 1063" o:spid="_x0000_i1139" type="#_x0000_t75" alt="菁优网-jyeoo" style="width:23.25pt;height:27.35pt;mso-wrap-style:square;mso-position-horizontal-relative:page;mso-position-vertical-relative:page">
            <v:imagedata r:id="rId97" o:title="菁优网-jyeoo"/>
          </v:shape>
        </w:pict>
      </w:r>
      <w:r w:rsidRPr="00C67846">
        <w:rPr>
          <w:rFonts w:ascii="宋体" w:hAnsi="宋体"/>
          <w:szCs w:val="21"/>
        </w:rPr>
        <w:t>，故</w:t>
      </w:r>
      <w:r w:rsidRPr="00C67846">
        <w:rPr>
          <w:rFonts w:ascii="宋体" w:hAnsi="宋体"/>
          <w:i/>
          <w:szCs w:val="21"/>
        </w:rPr>
        <w:t>C</w:t>
      </w:r>
      <w:r w:rsidRPr="00C67846">
        <w:rPr>
          <w:rFonts w:ascii="宋体" w:hAnsi="宋体"/>
          <w:szCs w:val="21"/>
        </w:rPr>
        <w:t>错误；利用正弦定理</w:t>
      </w:r>
      <w:r w:rsidRPr="00C67846">
        <w:rPr>
          <w:rFonts w:ascii="宋体" w:hAnsi="宋体"/>
          <w:position w:val="-49"/>
          <w:szCs w:val="21"/>
        </w:rPr>
        <w:pict>
          <v:shape id="图片 1065" o:spid="_x0000_i1140" type="#_x0000_t75" alt="菁优网-jyeoo" style="width:19.6pt;height:43.3pt;mso-wrap-style:square;mso-position-horizontal-relative:page;mso-position-vertical-relative:page">
            <v:imagedata r:id="rId98" o:title="菁优网-jyeoo"/>
          </v:shape>
        </w:pict>
      </w:r>
      <w:r w:rsidRPr="00C67846">
        <w:rPr>
          <w:rFonts w:ascii="宋体" w:hAnsi="宋体"/>
          <w:szCs w:val="21"/>
        </w:rPr>
        <w:t>＝</w:t>
      </w:r>
      <w:r w:rsidRPr="00C67846">
        <w:rPr>
          <w:rFonts w:ascii="宋体" w:hAnsi="宋体"/>
          <w:position w:val="-22"/>
          <w:szCs w:val="21"/>
        </w:rPr>
        <w:pict>
          <v:shape id="图片 1066" o:spid="_x0000_i1141" type="#_x0000_t75" alt="菁优网-jyeoo" style="width:27.35pt;height:26.45pt;mso-wrap-style:square;mso-position-horizontal-relative:page;mso-position-vertical-relative:page">
            <v:imagedata r:id="rId99" o:title="菁优网-jyeoo"/>
          </v:shape>
        </w:pict>
      </w:r>
      <w:r w:rsidRPr="00C67846">
        <w:rPr>
          <w:rFonts w:ascii="宋体" w:hAnsi="宋体"/>
          <w:szCs w:val="21"/>
        </w:rPr>
        <w:t>，解得sin</w:t>
      </w:r>
      <w:r w:rsidRPr="00C67846">
        <w:rPr>
          <w:rFonts w:ascii="宋体" w:hAnsi="宋体"/>
          <w:i/>
          <w:szCs w:val="21"/>
        </w:rPr>
        <w:t>A</w:t>
      </w:r>
      <w:r w:rsidRPr="00C67846">
        <w:rPr>
          <w:rFonts w:ascii="宋体" w:hAnsi="宋体"/>
          <w:szCs w:val="21"/>
        </w:rPr>
        <w:t>＝</w:t>
      </w:r>
      <w:r w:rsidRPr="00C67846">
        <w:rPr>
          <w:rFonts w:ascii="宋体" w:hAnsi="宋体"/>
          <w:position w:val="-22"/>
          <w:szCs w:val="21"/>
        </w:rPr>
        <w:pict>
          <v:shape id="图片 1067" o:spid="_x0000_i1142" type="#_x0000_t75" alt="菁优网-jyeoo" style="width:23.25pt;height:27.35pt;mso-wrap-style:square;mso-position-horizontal-relative:page;mso-position-vertical-relative:page">
            <v:imagedata r:id="rId100" o:title="菁优网-jyeoo"/>
          </v:shape>
        </w:pict>
      </w:r>
      <w:r w:rsidRPr="00C67846">
        <w:rPr>
          <w:rFonts w:ascii="宋体" w:hAnsi="宋体"/>
          <w:szCs w:val="21"/>
        </w:rPr>
        <w:t>，所以cos</w:t>
      </w:r>
      <w:r w:rsidRPr="00C67846">
        <w:rPr>
          <w:rFonts w:ascii="宋体" w:hAnsi="宋体"/>
          <w:i/>
          <w:szCs w:val="21"/>
        </w:rPr>
        <w:t>A</w:t>
      </w:r>
      <w:r w:rsidRPr="00C67846">
        <w:rPr>
          <w:rFonts w:ascii="宋体" w:hAnsi="宋体"/>
          <w:szCs w:val="21"/>
        </w:rPr>
        <w:t>＝</w:t>
      </w:r>
      <w:r w:rsidRPr="00C67846">
        <w:rPr>
          <w:rFonts w:ascii="宋体" w:hAnsi="宋体"/>
          <w:position w:val="-22"/>
          <w:szCs w:val="21"/>
        </w:rPr>
        <w:pict>
          <v:shape id="图片 1068" o:spid="_x0000_i1143" type="#_x0000_t75" alt="菁优网-jyeoo" style="width:24.6pt;height:27.35pt;mso-wrap-style:square;mso-position-horizontal-relative:page;mso-position-vertical-relative:page">
            <v:imagedata r:id="rId101" o:title="菁优网-jyeoo"/>
          </v:shape>
        </w:pict>
      </w:r>
      <w:r w:rsidRPr="00C67846">
        <w:rPr>
          <w:rFonts w:ascii="宋体" w:hAnsi="宋体"/>
          <w:szCs w:val="21"/>
        </w:rPr>
        <w:t>，利用余弦定理：</w:t>
      </w:r>
      <w:r w:rsidRPr="00C67846">
        <w:rPr>
          <w:rFonts w:ascii="宋体" w:hAnsi="宋体"/>
          <w:i/>
          <w:szCs w:val="21"/>
        </w:rPr>
        <w:t>CD</w:t>
      </w:r>
      <w:r w:rsidRPr="00C67846">
        <w:rPr>
          <w:rFonts w:ascii="宋体" w:hAnsi="宋体"/>
          <w:szCs w:val="21"/>
          <w:vertAlign w:val="superscript"/>
        </w:rPr>
        <w:t>2</w:t>
      </w:r>
      <w:r w:rsidRPr="00C67846">
        <w:rPr>
          <w:rFonts w:ascii="宋体" w:hAnsi="宋体"/>
          <w:szCs w:val="21"/>
        </w:rPr>
        <w:t>＝</w:t>
      </w:r>
      <w:r w:rsidRPr="00C67846">
        <w:rPr>
          <w:rFonts w:ascii="宋体" w:hAnsi="宋体"/>
          <w:i/>
          <w:szCs w:val="21"/>
        </w:rPr>
        <w:t>AC</w:t>
      </w:r>
      <w:r w:rsidRPr="00C67846">
        <w:rPr>
          <w:rFonts w:ascii="宋体" w:hAnsi="宋体"/>
          <w:szCs w:val="21"/>
          <w:vertAlign w:val="superscript"/>
        </w:rPr>
        <w:t>2</w:t>
      </w:r>
      <w:r w:rsidRPr="00C67846">
        <w:rPr>
          <w:rFonts w:ascii="宋体" w:hAnsi="宋体"/>
          <w:szCs w:val="21"/>
        </w:rPr>
        <w:t>+</w:t>
      </w:r>
      <w:r w:rsidRPr="00C67846">
        <w:rPr>
          <w:rFonts w:ascii="宋体" w:hAnsi="宋体"/>
          <w:i/>
          <w:szCs w:val="21"/>
        </w:rPr>
        <w:t>AD</w:t>
      </w:r>
      <w:r w:rsidRPr="00C67846">
        <w:rPr>
          <w:rFonts w:ascii="宋体" w:hAnsi="宋体"/>
          <w:szCs w:val="21"/>
          <w:vertAlign w:val="superscript"/>
        </w:rPr>
        <w:t>2</w:t>
      </w:r>
      <w:r w:rsidRPr="00C67846">
        <w:rPr>
          <w:rFonts w:ascii="宋体" w:hAnsi="宋体"/>
          <w:szCs w:val="21"/>
        </w:rPr>
        <w:t>﹣2</w:t>
      </w:r>
      <w:r w:rsidRPr="00C67846">
        <w:rPr>
          <w:rFonts w:ascii="宋体" w:hAnsi="宋体"/>
          <w:i/>
          <w:szCs w:val="21"/>
        </w:rPr>
        <w:t>AC</w:t>
      </w:r>
      <w:r w:rsidRPr="00C67846">
        <w:rPr>
          <w:rFonts w:ascii="宋体" w:hAnsi="宋体"/>
          <w:szCs w:val="21"/>
        </w:rPr>
        <w:t>•</w:t>
      </w:r>
      <w:r w:rsidRPr="00C67846">
        <w:rPr>
          <w:rFonts w:ascii="宋体" w:hAnsi="宋体"/>
          <w:i/>
          <w:szCs w:val="21"/>
        </w:rPr>
        <w:t>AD</w:t>
      </w:r>
      <w:r w:rsidRPr="00C67846">
        <w:rPr>
          <w:rFonts w:ascii="宋体" w:hAnsi="宋体"/>
          <w:szCs w:val="21"/>
        </w:rPr>
        <w:t>•cos</w:t>
      </w:r>
      <w:r w:rsidRPr="00C67846">
        <w:rPr>
          <w:rFonts w:ascii="宋体" w:hAnsi="宋体"/>
          <w:i/>
          <w:szCs w:val="21"/>
        </w:rPr>
        <w:t>A</w:t>
      </w:r>
      <w:r w:rsidRPr="00C67846">
        <w:rPr>
          <w:rFonts w:ascii="宋体" w:hAnsi="宋体"/>
          <w:szCs w:val="21"/>
        </w:rPr>
        <w:t>＝9+</w:t>
      </w:r>
      <w:r w:rsidRPr="00C67846">
        <w:rPr>
          <w:rFonts w:ascii="宋体" w:hAnsi="宋体"/>
          <w:position w:val="-22"/>
          <w:szCs w:val="21"/>
        </w:rPr>
        <w:pict>
          <v:shape id="图片 1069" o:spid="_x0000_i1144" type="#_x0000_t75" alt="菁优网-jyeoo" style="width:9.55pt;height:26.45pt;mso-wrap-style:square;mso-position-horizontal-relative:page;mso-position-vertical-relative:page">
            <v:imagedata r:id="rId102" o:title="菁优网-jyeoo"/>
          </v:shape>
        </w:pict>
      </w:r>
      <w:r w:rsidRPr="00C67846">
        <w:rPr>
          <w:rFonts w:ascii="宋体" w:hAnsi="宋体"/>
          <w:szCs w:val="21"/>
        </w:rPr>
        <w:t>﹣2×3×</w:t>
      </w:r>
      <w:r w:rsidRPr="00C67846">
        <w:rPr>
          <w:rFonts w:ascii="宋体" w:hAnsi="宋体"/>
          <w:position w:val="-22"/>
          <w:szCs w:val="21"/>
        </w:rPr>
        <w:pict>
          <v:shape id="图片 1070" o:spid="_x0000_i1145" type="#_x0000_t75" alt="菁优网-jyeoo" style="width:17.3pt;height:27.35pt;mso-wrap-style:square;mso-position-horizontal-relative:page;mso-position-vertical-relative:page">
            <v:imagedata r:id="rId103" o:title="菁优网-jyeoo"/>
          </v:shape>
        </w:pict>
      </w:r>
      <w:r w:rsidRPr="00C67846">
        <w:rPr>
          <w:rFonts w:ascii="宋体" w:hAnsi="宋体"/>
          <w:szCs w:val="21"/>
        </w:rPr>
        <w:t>×</w:t>
      </w:r>
      <w:r w:rsidRPr="00C67846">
        <w:rPr>
          <w:rFonts w:ascii="宋体" w:hAnsi="宋体"/>
          <w:position w:val="-22"/>
          <w:szCs w:val="21"/>
        </w:rPr>
        <w:pict>
          <v:shape id="图片 1071" o:spid="_x0000_i1146" type="#_x0000_t75" alt="菁优网-jyeoo" style="width:24.6pt;height:27.35pt;mso-wrap-style:square;mso-position-horizontal-relative:page;mso-position-vertical-relative:page">
            <v:imagedata r:id="rId101" o:title="菁优网-jyeoo"/>
          </v:shape>
        </w:pict>
      </w:r>
      <w:r w:rsidRPr="00C67846">
        <w:rPr>
          <w:rFonts w:ascii="宋体" w:hAnsi="宋体"/>
          <w:szCs w:val="21"/>
        </w:rPr>
        <w:t>＝</w:t>
      </w:r>
      <w:r w:rsidRPr="00C67846">
        <w:rPr>
          <w:rFonts w:ascii="宋体" w:hAnsi="宋体"/>
          <w:position w:val="-22"/>
          <w:szCs w:val="21"/>
        </w:rPr>
        <w:pict>
          <v:shape id="图片 1072" o:spid="_x0000_i1147" type="#_x0000_t75" alt="菁优网-jyeoo" style="width:15.95pt;height:26.45pt;mso-wrap-style:square;mso-position-horizontal-relative:page;mso-position-vertical-relative:page">
            <v:imagedata r:id="rId104" o:title="菁优网-jyeoo"/>
          </v:shape>
        </w:pict>
      </w:r>
      <w:r w:rsidRPr="00C67846">
        <w:rPr>
          <w:rFonts w:ascii="宋体" w:hAnsi="宋体"/>
          <w:szCs w:val="21"/>
        </w:rPr>
        <w:t>，解得</w:t>
      </w:r>
      <w:r w:rsidRPr="00C67846">
        <w:rPr>
          <w:rFonts w:ascii="宋体" w:hAnsi="宋体"/>
          <w:i/>
          <w:szCs w:val="21"/>
        </w:rPr>
        <w:t>CD</w:t>
      </w:r>
      <w:r w:rsidRPr="00C67846">
        <w:rPr>
          <w:rFonts w:ascii="宋体" w:hAnsi="宋体"/>
          <w:szCs w:val="21"/>
        </w:rPr>
        <w:t>＝</w:t>
      </w:r>
      <w:r w:rsidRPr="00C67846">
        <w:rPr>
          <w:rFonts w:ascii="宋体" w:hAnsi="宋体"/>
          <w:position w:val="-22"/>
          <w:szCs w:val="21"/>
        </w:rPr>
        <w:pict>
          <v:shape id="图片 1073" o:spid="_x0000_i1148" type="#_x0000_t75" alt="菁优网-jyeoo" style="width:23.25pt;height:27.35pt;mso-wrap-style:square;mso-position-horizontal-relative:page;mso-position-vertical-relative:page">
            <v:imagedata r:id="rId105" o:title="菁优网-jyeoo"/>
          </v:shape>
        </w:pict>
      </w:r>
      <w:r w:rsidRPr="00C67846">
        <w:rPr>
          <w:rFonts w:ascii="宋体" w:hAnsi="宋体"/>
          <w:szCs w:val="21"/>
        </w:rPr>
        <w:t>，故</w:t>
      </w:r>
      <w:r w:rsidRPr="00C67846">
        <w:rPr>
          <w:rFonts w:ascii="宋体" w:hAnsi="宋体"/>
          <w:i/>
          <w:szCs w:val="21"/>
        </w:rPr>
        <w:t>D</w:t>
      </w:r>
      <w:r w:rsidRPr="00C67846">
        <w:rPr>
          <w:rFonts w:ascii="宋体" w:hAnsi="宋体"/>
          <w:szCs w:val="21"/>
        </w:rPr>
        <w:t>正确．</w:t>
      </w:r>
    </w:p>
    <w:p w:rsidR="004E77AF" w:rsidRPr="00C67846" w:rsidRDefault="00884ADB" w:rsidP="00FC1D75">
      <w:pPr>
        <w:spacing w:line="360" w:lineRule="auto"/>
        <w:textAlignment w:val="center"/>
        <w:rPr>
          <w:rFonts w:ascii="宋体" w:hAnsi="宋体"/>
          <w:szCs w:val="21"/>
        </w:rPr>
      </w:pPr>
      <w:r w:rsidRPr="00FC1D75">
        <w:rPr>
          <w:rFonts w:ascii="宋体" w:hAnsi="宋体"/>
          <w:szCs w:val="21"/>
        </w:rPr>
        <w:t>12．</w:t>
      </w:r>
      <w:r w:rsidR="004E77AF" w:rsidRPr="00C67846">
        <w:rPr>
          <w:rFonts w:ascii="宋体" w:hAnsi="宋体"/>
          <w:szCs w:val="21"/>
        </w:rPr>
        <w:object w:dxaOrig="899" w:dyaOrig="619">
          <v:shape id="Object 1078" o:spid="_x0000_i1149" type="#_x0000_t75" alt="学科网(www.zxxk.com)--教育资源门户，提供试卷、教案、课件、论文、素材以及各类教学资源下载，还有大量而丰富的教学相关资讯！" style="width:45.1pt;height:31pt;mso-wrap-style:square;mso-position-horizontal-relative:page;mso-position-vertical-relative:page" o:ole="">
            <v:imagedata r:id="rId106" o:title="eqId9c4d7b8146270d8734f51a088f278ba8"/>
          </v:shape>
          <o:OLEObject Type="Embed" ProgID="Equation.DSMT4" ShapeID="Object 1078" DrawAspect="Content" ObjectID="_1773599490" r:id="rId107"/>
        </w:object>
      </w:r>
      <w:r w:rsidR="00FC1D75">
        <w:rPr>
          <w:rFonts w:ascii="宋体" w:hAnsi="宋体" w:hint="eastAsia"/>
          <w:szCs w:val="21"/>
        </w:rPr>
        <w:t xml:space="preserve">   </w:t>
      </w:r>
      <w:r w:rsidR="004E77AF" w:rsidRPr="00FC1D75">
        <w:rPr>
          <w:rFonts w:ascii="宋体" w:hAnsi="宋体" w:hint="eastAsia"/>
          <w:szCs w:val="21"/>
        </w:rPr>
        <w:t>13.</w:t>
      </w:r>
      <w:r w:rsidR="004E77AF" w:rsidRPr="00C67846">
        <w:rPr>
          <w:rFonts w:ascii="宋体" w:hAnsi="宋体"/>
          <w:szCs w:val="21"/>
        </w:rPr>
        <w:t>－</w:t>
      </w:r>
      <w:r w:rsidR="004E77AF" w:rsidRPr="00C67846">
        <w:rPr>
          <w:rFonts w:ascii="宋体" w:hAnsi="宋体"/>
          <w:szCs w:val="21"/>
        </w:rPr>
        <w:object w:dxaOrig="419" w:dyaOrig="619">
          <v:shape id="Object 1086" o:spid="_x0000_i1150" type="#_x0000_t75" alt="学科网(www.zxxk.com)--教育资源门户，提供试卷、教案、课件、论文、素材以及各类教学资源下载，还有大量而丰富的教学相关资讯！" style="width:20.95pt;height:31pt;mso-wrap-style:square;mso-position-horizontal-relative:page;mso-position-vertical-relative:page" o:ole="">
            <v:imagedata r:id="rId108" o:title="eqId45f5881bbc1643473cdbdd155178790b"/>
          </v:shape>
          <o:OLEObject Type="Embed" ProgID="Equation.DSMT4" ShapeID="Object 1086" DrawAspect="Content" ObjectID="_1773599491" r:id="rId109"/>
        </w:object>
      </w:r>
      <w:r w:rsidR="004E77AF" w:rsidRPr="00C67846">
        <w:rPr>
          <w:rFonts w:ascii="宋体" w:hAnsi="宋体"/>
          <w:szCs w:val="21"/>
        </w:rPr>
        <w:t>解：依题意有</w:t>
      </w:r>
      <w:r w:rsidR="004E77AF" w:rsidRPr="00C67846">
        <w:rPr>
          <w:rFonts w:ascii="宋体" w:hAnsi="宋体"/>
          <w:szCs w:val="21"/>
        </w:rPr>
        <w:object w:dxaOrig="2100" w:dyaOrig="719">
          <v:shape id="Object 1088" o:spid="_x0000_i1151" type="#_x0000_t75" alt="学科网(www.zxxk.com)--教育资源门户，提供试卷、教案、课件、论文、素材以及各类教学资源下载，还有大量而丰富的教学相关资讯！" style="width:104.8pt;height:36pt;mso-wrap-style:square;mso-position-horizontal-relative:page;mso-position-vertical-relative:page" o:ole="">
            <v:imagedata r:id="rId110" o:title="eqIdd6176d8d58aff7e0256fc5ac7151ca21"/>
          </v:shape>
          <o:OLEObject Type="Embed" ProgID="Equation.DSMT4" ShapeID="Object 1088" DrawAspect="Content" ObjectID="_1773599492" r:id="rId111"/>
        </w:object>
      </w:r>
      <w:r w:rsidR="004E77AF" w:rsidRPr="00C67846">
        <w:rPr>
          <w:rFonts w:ascii="宋体" w:hAnsi="宋体"/>
          <w:szCs w:val="21"/>
        </w:rPr>
        <w:t>所以tan（</w:t>
      </w:r>
      <w:r w:rsidR="004E77AF" w:rsidRPr="00C67846">
        <w:rPr>
          <w:rFonts w:ascii="宋体" w:hAnsi="宋体"/>
          <w:i/>
          <w:szCs w:val="21"/>
        </w:rPr>
        <w:t>α</w:t>
      </w:r>
      <w:r w:rsidR="004E77AF" w:rsidRPr="00C67846">
        <w:rPr>
          <w:rFonts w:ascii="宋体" w:hAnsi="宋体"/>
          <w:szCs w:val="21"/>
        </w:rPr>
        <w:t>＋</w:t>
      </w:r>
      <w:r w:rsidR="004E77AF" w:rsidRPr="00C67846">
        <w:rPr>
          <w:rFonts w:ascii="宋体" w:hAnsi="宋体"/>
          <w:i/>
          <w:szCs w:val="21"/>
        </w:rPr>
        <w:t>β</w:t>
      </w:r>
      <w:r w:rsidR="004E77AF" w:rsidRPr="00C67846">
        <w:rPr>
          <w:rFonts w:ascii="宋体" w:hAnsi="宋体"/>
          <w:szCs w:val="21"/>
        </w:rPr>
        <w:t>）＝</w:t>
      </w:r>
      <w:r w:rsidR="004E77AF" w:rsidRPr="00C67846">
        <w:rPr>
          <w:rFonts w:ascii="宋体" w:hAnsi="宋体"/>
          <w:szCs w:val="21"/>
        </w:rPr>
        <w:object w:dxaOrig="1520" w:dyaOrig="659">
          <v:shape id="Object 1089" o:spid="_x0000_i1152" type="#_x0000_t75" alt="学科网(www.zxxk.com)--教育资源门户，提供试卷、教案、课件、论文、素材以及各类教学资源下载，还有大量而丰富的教学相关资讯！" style="width:75.65pt;height:32.8pt;mso-wrap-style:square;mso-position-horizontal-relative:page;mso-position-vertical-relative:page" o:ole="">
            <v:imagedata r:id="rId112" o:title="eqIdbdb97f88f37c0901cb9febe4e881cebd"/>
          </v:shape>
          <o:OLEObject Type="Embed" ProgID="Equation.DSMT4" ShapeID="Object 1089" DrawAspect="Content" ObjectID="_1773599493" r:id="rId113"/>
        </w:object>
      </w:r>
      <w:r w:rsidR="004E77AF" w:rsidRPr="00C67846">
        <w:rPr>
          <w:rFonts w:ascii="宋体" w:hAnsi="宋体"/>
          <w:szCs w:val="21"/>
        </w:rPr>
        <w:t>＝</w:t>
      </w:r>
      <w:r w:rsidR="004E77AF" w:rsidRPr="00C67846">
        <w:rPr>
          <w:rFonts w:ascii="宋体" w:hAnsi="宋体"/>
          <w:szCs w:val="21"/>
        </w:rPr>
        <w:object w:dxaOrig="1080" w:dyaOrig="659">
          <v:shape id="Object 1090" o:spid="_x0000_i1153" type="#_x0000_t75" alt="学科网(www.zxxk.com)--教育资源门户，提供试卷、教案、课件、论文、素材以及各类教学资源下载，还有大量而丰富的教学相关资讯！" style="width:54.25pt;height:32.8pt;mso-wrap-style:square;mso-position-horizontal-relative:page;mso-position-vertical-relative:page" o:ole="">
            <v:imagedata r:id="rId114" o:title="eqIda6971be2688b033720464139695a3362"/>
          </v:shape>
          <o:OLEObject Type="Embed" ProgID="Equation.DSMT4" ShapeID="Object 1090" DrawAspect="Content" ObjectID="_1773599494" r:id="rId115"/>
        </w:object>
      </w:r>
      <w:r w:rsidR="004E77AF" w:rsidRPr="00C67846">
        <w:rPr>
          <w:rFonts w:ascii="宋体" w:hAnsi="宋体"/>
          <w:szCs w:val="21"/>
        </w:rPr>
        <w:t>＝1.又</w:t>
      </w:r>
      <w:r w:rsidR="004E77AF" w:rsidRPr="00C67846">
        <w:rPr>
          <w:rFonts w:ascii="宋体" w:hAnsi="宋体"/>
          <w:szCs w:val="21"/>
        </w:rPr>
        <w:object w:dxaOrig="1820" w:dyaOrig="719">
          <v:shape id="Object 1091" o:spid="_x0000_i1154" type="#_x0000_t75" alt="学科网(www.zxxk.com)--教育资源门户，提供试卷、教案、课件、论文、素材以及各类教学资源下载，还有大量而丰富的教学相关资讯！" style="width:90.7pt;height:36pt;mso-wrap-style:square;mso-position-horizontal-relative:page;mso-position-vertical-relative:page" o:ole="">
            <v:imagedata r:id="rId116" o:title="eqId23089df5b6ae0b2c4cebbbfb058fb075"/>
          </v:shape>
          <o:OLEObject Type="Embed" ProgID="Equation.DSMT4" ShapeID="Object 1091" DrawAspect="Content" ObjectID="_1773599495" r:id="rId117"/>
        </w:object>
      </w:r>
      <w:r w:rsidR="004E77AF" w:rsidRPr="00C67846">
        <w:rPr>
          <w:rFonts w:ascii="宋体" w:hAnsi="宋体"/>
          <w:szCs w:val="21"/>
        </w:rPr>
        <w:t xml:space="preserve">所以tan </w:t>
      </w:r>
      <w:r w:rsidR="004E77AF" w:rsidRPr="00C67846">
        <w:rPr>
          <w:rFonts w:ascii="宋体" w:hAnsi="宋体"/>
          <w:i/>
          <w:szCs w:val="21"/>
        </w:rPr>
        <w:t>α</w:t>
      </w:r>
      <w:r w:rsidR="004E77AF" w:rsidRPr="00C67846">
        <w:rPr>
          <w:rFonts w:ascii="宋体" w:hAnsi="宋体"/>
          <w:szCs w:val="21"/>
        </w:rPr>
        <w:t xml:space="preserve">&lt;0且tan </w:t>
      </w:r>
      <w:r w:rsidR="004E77AF" w:rsidRPr="00C67846">
        <w:rPr>
          <w:rFonts w:ascii="宋体" w:hAnsi="宋体"/>
          <w:i/>
          <w:szCs w:val="21"/>
        </w:rPr>
        <w:t>β</w:t>
      </w:r>
      <w:r w:rsidR="004E77AF" w:rsidRPr="00C67846">
        <w:rPr>
          <w:rFonts w:ascii="宋体" w:hAnsi="宋体"/>
          <w:szCs w:val="21"/>
        </w:rPr>
        <w:t>&lt;0，所以－</w:t>
      </w:r>
      <w:r w:rsidR="004E77AF" w:rsidRPr="00C67846">
        <w:rPr>
          <w:rFonts w:ascii="宋体" w:hAnsi="宋体"/>
          <w:szCs w:val="21"/>
        </w:rPr>
        <w:object w:dxaOrig="259" w:dyaOrig="619">
          <v:shape id="Object 1092" o:spid="_x0000_i1155" type="#_x0000_t75" alt="学科网(www.zxxk.com)--教育资源门户，提供试卷、教案、课件、论文、素材以及各类教学资源下载，还有大量而丰富的教学相关资讯！" style="width:12.75pt;height:31pt;mso-wrap-style:square;mso-position-horizontal-relative:page;mso-position-vertical-relative:page" o:ole="">
            <v:imagedata r:id="rId118" o:title="eqIdb1ad72d7565699d1ebb741eb0ce12bac"/>
          </v:shape>
          <o:OLEObject Type="Embed" ProgID="Equation.DSMT4" ShapeID="Object 1092" DrawAspect="Content" ObjectID="_1773599496" r:id="rId119"/>
        </w:object>
      </w:r>
      <w:r w:rsidR="004E77AF" w:rsidRPr="00C67846">
        <w:rPr>
          <w:rFonts w:ascii="宋体" w:hAnsi="宋体"/>
          <w:szCs w:val="21"/>
        </w:rPr>
        <w:t>&lt;</w:t>
      </w:r>
      <w:r w:rsidR="004E77AF" w:rsidRPr="00C67846">
        <w:rPr>
          <w:rFonts w:ascii="宋体" w:hAnsi="宋体"/>
          <w:i/>
          <w:szCs w:val="21"/>
        </w:rPr>
        <w:t>α</w:t>
      </w:r>
      <w:r w:rsidR="004E77AF" w:rsidRPr="00C67846">
        <w:rPr>
          <w:rFonts w:ascii="宋体" w:hAnsi="宋体"/>
          <w:szCs w:val="21"/>
        </w:rPr>
        <w:t>&lt;0且－</w:t>
      </w:r>
      <w:r w:rsidR="004E77AF" w:rsidRPr="00C67846">
        <w:rPr>
          <w:rFonts w:ascii="宋体" w:hAnsi="宋体"/>
          <w:szCs w:val="21"/>
        </w:rPr>
        <w:object w:dxaOrig="259" w:dyaOrig="619">
          <v:shape id="Object 1093" o:spid="_x0000_i1156" type="#_x0000_t75" alt="学科网(www.zxxk.com)--教育资源门户，提供试卷、教案、课件、论文、素材以及各类教学资源下载，还有大量而丰富的教学相关资讯！" style="width:12.75pt;height:31pt;mso-wrap-style:square;mso-position-horizontal-relative:page;mso-position-vertical-relative:page" o:ole="">
            <v:imagedata r:id="rId118" o:title="eqIdb1ad72d7565699d1ebb741eb0ce12bac"/>
          </v:shape>
          <o:OLEObject Type="Embed" ProgID="Equation.DSMT4" ShapeID="Object 1093" DrawAspect="Content" ObjectID="_1773599497" r:id="rId120"/>
        </w:object>
      </w:r>
      <w:r w:rsidR="004E77AF" w:rsidRPr="00C67846">
        <w:rPr>
          <w:rFonts w:ascii="宋体" w:hAnsi="宋体"/>
          <w:szCs w:val="21"/>
        </w:rPr>
        <w:t>&lt;</w:t>
      </w:r>
      <w:r w:rsidR="004E77AF" w:rsidRPr="00C67846">
        <w:rPr>
          <w:rFonts w:ascii="宋体" w:hAnsi="宋体"/>
          <w:i/>
          <w:szCs w:val="21"/>
        </w:rPr>
        <w:t>β</w:t>
      </w:r>
      <w:r w:rsidR="004E77AF" w:rsidRPr="00C67846">
        <w:rPr>
          <w:rFonts w:ascii="宋体" w:hAnsi="宋体"/>
          <w:szCs w:val="21"/>
        </w:rPr>
        <w:t>&lt;0，即－</w:t>
      </w:r>
      <w:r w:rsidR="004E77AF" w:rsidRPr="00C67846">
        <w:rPr>
          <w:rFonts w:ascii="宋体" w:hAnsi="宋体"/>
          <w:i/>
          <w:szCs w:val="21"/>
        </w:rPr>
        <w:t>π</w:t>
      </w:r>
      <w:r w:rsidR="004E77AF" w:rsidRPr="00C67846">
        <w:rPr>
          <w:rFonts w:ascii="宋体" w:hAnsi="宋体"/>
          <w:szCs w:val="21"/>
        </w:rPr>
        <w:t>&lt;</w:t>
      </w:r>
      <w:r w:rsidR="004E77AF" w:rsidRPr="00C67846">
        <w:rPr>
          <w:rFonts w:ascii="宋体" w:hAnsi="宋体"/>
          <w:i/>
          <w:szCs w:val="21"/>
        </w:rPr>
        <w:t>α</w:t>
      </w:r>
      <w:r w:rsidR="004E77AF" w:rsidRPr="00C67846">
        <w:rPr>
          <w:rFonts w:ascii="宋体" w:hAnsi="宋体"/>
          <w:szCs w:val="21"/>
        </w:rPr>
        <w:t>＋</w:t>
      </w:r>
      <w:r w:rsidR="004E77AF" w:rsidRPr="00C67846">
        <w:rPr>
          <w:rFonts w:ascii="宋体" w:hAnsi="宋体"/>
          <w:i/>
          <w:szCs w:val="21"/>
        </w:rPr>
        <w:t>β</w:t>
      </w:r>
      <w:r w:rsidR="004E77AF" w:rsidRPr="00C67846">
        <w:rPr>
          <w:rFonts w:ascii="宋体" w:hAnsi="宋体"/>
          <w:szCs w:val="21"/>
        </w:rPr>
        <w:t>&lt;0，结合tan（</w:t>
      </w:r>
      <w:r w:rsidR="004E77AF" w:rsidRPr="00C67846">
        <w:rPr>
          <w:rFonts w:ascii="宋体" w:hAnsi="宋体"/>
          <w:i/>
          <w:szCs w:val="21"/>
        </w:rPr>
        <w:t>α</w:t>
      </w:r>
      <w:r w:rsidR="004E77AF" w:rsidRPr="00C67846">
        <w:rPr>
          <w:rFonts w:ascii="宋体" w:hAnsi="宋体"/>
          <w:szCs w:val="21"/>
        </w:rPr>
        <w:t>＋</w:t>
      </w:r>
      <w:r w:rsidR="004E77AF" w:rsidRPr="00C67846">
        <w:rPr>
          <w:rFonts w:ascii="宋体" w:hAnsi="宋体"/>
          <w:i/>
          <w:szCs w:val="21"/>
        </w:rPr>
        <w:t>β</w:t>
      </w:r>
      <w:r w:rsidR="004E77AF" w:rsidRPr="00C67846">
        <w:rPr>
          <w:rFonts w:ascii="宋体" w:hAnsi="宋体"/>
          <w:szCs w:val="21"/>
        </w:rPr>
        <w:t>）＝1，得</w:t>
      </w:r>
      <w:r w:rsidR="004E77AF" w:rsidRPr="00C67846">
        <w:rPr>
          <w:rFonts w:ascii="宋体" w:hAnsi="宋体"/>
          <w:i/>
          <w:szCs w:val="21"/>
        </w:rPr>
        <w:t>α</w:t>
      </w:r>
      <w:r w:rsidR="004E77AF" w:rsidRPr="00C67846">
        <w:rPr>
          <w:rFonts w:ascii="宋体" w:hAnsi="宋体"/>
          <w:szCs w:val="21"/>
        </w:rPr>
        <w:t>＋</w:t>
      </w:r>
      <w:r w:rsidR="004E77AF" w:rsidRPr="00C67846">
        <w:rPr>
          <w:rFonts w:ascii="宋体" w:hAnsi="宋体"/>
          <w:i/>
          <w:szCs w:val="21"/>
        </w:rPr>
        <w:t>β</w:t>
      </w:r>
      <w:r w:rsidR="004E77AF" w:rsidRPr="00C67846">
        <w:rPr>
          <w:rFonts w:ascii="宋体" w:hAnsi="宋体"/>
          <w:szCs w:val="21"/>
        </w:rPr>
        <w:t>＝－</w:t>
      </w:r>
      <w:r w:rsidR="004E77AF" w:rsidRPr="00C67846">
        <w:rPr>
          <w:rFonts w:ascii="宋体" w:hAnsi="宋体"/>
          <w:szCs w:val="21"/>
        </w:rPr>
        <w:object w:dxaOrig="419" w:dyaOrig="619">
          <v:shape id="Object 1094" o:spid="_x0000_i1157" type="#_x0000_t75" alt="学科网(www.zxxk.com)--教育资源门户，提供试卷、教案、课件、论文、素材以及各类教学资源下载，还有大量而丰富的教学相关资讯！" style="width:20.95pt;height:31pt;mso-wrap-style:square;mso-position-horizontal-relative:page;mso-position-vertical-relative:page" o:ole="">
            <v:imagedata r:id="rId108" o:title="eqId45f5881bbc1643473cdbdd155178790b"/>
          </v:shape>
          <o:OLEObject Type="Embed" ProgID="Equation.DSMT4" ShapeID="Object 1094" DrawAspect="Content" ObjectID="_1773599498" r:id="rId121"/>
        </w:object>
      </w:r>
      <w:r w:rsidR="004E77AF" w:rsidRPr="00C67846">
        <w:rPr>
          <w:rFonts w:ascii="宋体" w:hAnsi="宋体"/>
          <w:szCs w:val="21"/>
        </w:rPr>
        <w:t>.故答案为：－</w:t>
      </w:r>
      <w:r w:rsidR="004E77AF" w:rsidRPr="00C67846">
        <w:rPr>
          <w:rFonts w:ascii="宋体" w:hAnsi="宋体"/>
          <w:szCs w:val="21"/>
        </w:rPr>
        <w:object w:dxaOrig="419" w:dyaOrig="619">
          <v:shape id="Object 1095" o:spid="_x0000_i1158" type="#_x0000_t75" alt="学科网(www.zxxk.com)--教育资源门户，提供试卷、教案、课件、论文、素材以及各类教学资源下载，还有大量而丰富的教学相关资讯！" style="width:20.95pt;height:31pt;mso-wrap-style:square;mso-position-horizontal-relative:page;mso-position-vertical-relative:page" o:ole="">
            <v:imagedata r:id="rId108" o:title="eqId45f5881bbc1643473cdbdd155178790b"/>
          </v:shape>
          <o:OLEObject Type="Embed" ProgID="Equation.DSMT4" ShapeID="Object 1095" DrawAspect="Content" ObjectID="_1773599499" r:id="rId122"/>
        </w:object>
      </w:r>
    </w:p>
    <w:p w:rsidR="001F0418" w:rsidRPr="00FC1D75" w:rsidRDefault="004E77AF" w:rsidP="001F0418">
      <w:pPr>
        <w:spacing w:line="360" w:lineRule="auto"/>
        <w:jc w:val="left"/>
        <w:textAlignment w:val="center"/>
        <w:rPr>
          <w:rFonts w:ascii="宋体" w:hAnsi="宋体"/>
          <w:color w:val="FF0000"/>
          <w:szCs w:val="21"/>
        </w:rPr>
      </w:pPr>
      <w:r w:rsidRPr="00FC1D75">
        <w:rPr>
          <w:rFonts w:ascii="宋体" w:hAnsi="宋体"/>
          <w:szCs w:val="21"/>
        </w:rPr>
        <w:t>1</w:t>
      </w:r>
      <w:r w:rsidRPr="00FC1D75">
        <w:rPr>
          <w:rFonts w:ascii="宋体" w:hAnsi="宋体" w:hint="eastAsia"/>
          <w:szCs w:val="21"/>
        </w:rPr>
        <w:t>4</w:t>
      </w:r>
      <w:r w:rsidR="00884ADB" w:rsidRPr="00FC1D75">
        <w:rPr>
          <w:rFonts w:ascii="宋体" w:hAnsi="宋体"/>
          <w:szCs w:val="21"/>
        </w:rPr>
        <w:t>．</w:t>
      </w:r>
      <w:r w:rsidRPr="00FC1D75">
        <w:rPr>
          <w:rFonts w:ascii="宋体" w:hAnsi="宋体"/>
          <w:color w:val="FF0000"/>
          <w:szCs w:val="21"/>
        </w:rPr>
        <w:t xml:space="preserve"> </w:t>
      </w:r>
      <w:r w:rsidR="00884ADB" w:rsidRPr="00FC1D75">
        <w:rPr>
          <w:rFonts w:ascii="宋体" w:hAnsi="宋体"/>
          <w:color w:val="FF0000"/>
          <w:szCs w:val="21"/>
        </w:rPr>
        <w:t>38.3</w:t>
      </w:r>
      <w:r w:rsidRPr="00FC1D75">
        <w:rPr>
          <w:rFonts w:ascii="宋体" w:hAnsi="宋体" w:hint="eastAsia"/>
          <w:color w:val="FF0000"/>
          <w:szCs w:val="21"/>
        </w:rPr>
        <w:t xml:space="preserve"> </w:t>
      </w:r>
      <w:r w:rsidR="00884ADB" w:rsidRPr="00FC1D75">
        <w:rPr>
          <w:rFonts w:ascii="宋体" w:hAnsi="宋体"/>
          <w:color w:val="FF0000"/>
          <w:szCs w:val="21"/>
        </w:rPr>
        <w:t>设</w:t>
      </w:r>
      <w:r w:rsidR="00884ADB" w:rsidRPr="00FC1D75">
        <w:rPr>
          <w:rFonts w:ascii="宋体" w:hAnsi="宋体"/>
          <w:color w:val="FF0000"/>
          <w:szCs w:val="21"/>
        </w:rPr>
        <w:object w:dxaOrig="687" w:dyaOrig="244">
          <v:shape id="_x0000_i1047" type="#_x0000_t75" alt="eqId3d48454bfb3fe1f67a7945371ccd50d4" style="width:34.2pt;height:12.3pt;mso-position-horizontal-relative:page;mso-position-vertical-relative:page" o:ole="">
            <v:imagedata r:id="rId123" o:title="eqId3d48454bfb3fe1f67a7945371ccd50d4"/>
          </v:shape>
          <o:OLEObject Type="Embed" ProgID="Equation.DSMT4" ShapeID="_x0000_i1047" DrawAspect="Content" ObjectID="_1773599500" r:id="rId124"/>
        </w:object>
      </w:r>
      <w:r w:rsidR="00884ADB" w:rsidRPr="00FC1D75">
        <w:rPr>
          <w:rFonts w:ascii="宋体" w:hAnsi="宋体"/>
          <w:color w:val="FF0000"/>
          <w:szCs w:val="21"/>
        </w:rPr>
        <w:t>，在</w:t>
      </w:r>
      <w:r w:rsidR="00884ADB" w:rsidRPr="00FC1D75">
        <w:rPr>
          <w:rFonts w:ascii="宋体" w:hAnsi="宋体"/>
          <w:color w:val="FF0000"/>
          <w:szCs w:val="21"/>
        </w:rPr>
        <w:object w:dxaOrig="620" w:dyaOrig="244">
          <v:shape id="_x0000_i1048" type="#_x0000_t75" alt="eqId7ac451db3443cabb204f96c31fd4a02e" style="width:31pt;height:12.3pt" o:ole="">
            <v:imagedata r:id="rId125" o:title="eqId7ac451db3443cabb204f96c31fd4a02e"/>
          </v:shape>
          <o:OLEObject Type="Embed" ProgID="Equation.DSMT4" ShapeID="_x0000_i1048" DrawAspect="Content" ObjectID="_1773599501" r:id="rId126"/>
        </w:object>
      </w:r>
      <w:r w:rsidR="00884ADB" w:rsidRPr="00FC1D75">
        <w:rPr>
          <w:rFonts w:ascii="宋体" w:hAnsi="宋体"/>
          <w:color w:val="FF0000"/>
          <w:szCs w:val="21"/>
        </w:rPr>
        <w:t>中，</w:t>
      </w:r>
      <w:r w:rsidR="00884ADB" w:rsidRPr="00FC1D75">
        <w:rPr>
          <w:rFonts w:ascii="宋体" w:hAnsi="宋体"/>
          <w:color w:val="FF0000"/>
          <w:szCs w:val="21"/>
        </w:rPr>
        <w:object w:dxaOrig="1130" w:dyaOrig="277">
          <v:shape id="_x0000_i1049" type="#_x0000_t75" alt="eqId2fcc9a4a6d0ad203358b16760fadc2d0" style="width:56.5pt;height:13.65pt" o:ole="">
            <v:imagedata r:id="rId127" o:title="eqId2fcc9a4a6d0ad203358b16760fadc2d0"/>
          </v:shape>
          <o:OLEObject Type="Embed" ProgID="Equation.DSMT4" ShapeID="_x0000_i1049" DrawAspect="Content" ObjectID="_1773599502" r:id="rId128"/>
        </w:object>
      </w:r>
      <w:r w:rsidR="00884ADB" w:rsidRPr="00FC1D75">
        <w:rPr>
          <w:rFonts w:ascii="宋体" w:hAnsi="宋体"/>
          <w:color w:val="FF0000"/>
          <w:szCs w:val="21"/>
        </w:rPr>
        <w:t>，则</w:t>
      </w:r>
      <w:r w:rsidR="00884ADB" w:rsidRPr="00FC1D75">
        <w:rPr>
          <w:rFonts w:ascii="宋体" w:hAnsi="宋体"/>
          <w:color w:val="FF0000"/>
          <w:szCs w:val="21"/>
        </w:rPr>
        <w:object w:dxaOrig="1606" w:dyaOrig="543">
          <v:shape id="_x0000_i1050" type="#_x0000_t75" alt="eqIdba352b8ff9bb2f2e53df7643f47fa7ca" style="width:80.2pt;height:27.35pt" o:ole="">
            <v:imagedata r:id="rId129" o:title="eqIdba352b8ff9bb2f2e53df7643f47fa7ca"/>
          </v:shape>
          <o:OLEObject Type="Embed" ProgID="Equation.DSMT4" ShapeID="_x0000_i1050" DrawAspect="Content" ObjectID="_1773599503" r:id="rId130"/>
        </w:object>
      </w:r>
      <w:r w:rsidR="00884ADB" w:rsidRPr="00FC1D75">
        <w:rPr>
          <w:rFonts w:ascii="宋体" w:hAnsi="宋体"/>
          <w:color w:val="FF0000"/>
          <w:szCs w:val="21"/>
        </w:rPr>
        <w:t>，</w:t>
      </w:r>
    </w:p>
    <w:p w:rsidR="001F0418" w:rsidRPr="00FC1D75" w:rsidRDefault="00884ADB" w:rsidP="001F0418">
      <w:pPr>
        <w:spacing w:line="360" w:lineRule="auto"/>
        <w:ind w:firstLineChars="400" w:firstLine="840"/>
        <w:jc w:val="left"/>
        <w:textAlignment w:val="center"/>
        <w:rPr>
          <w:rFonts w:ascii="宋体" w:hAnsi="宋体"/>
          <w:color w:val="FF0000"/>
          <w:szCs w:val="21"/>
        </w:rPr>
      </w:pPr>
      <w:r w:rsidRPr="00FC1D75">
        <w:rPr>
          <w:rFonts w:ascii="宋体" w:hAnsi="宋体"/>
          <w:color w:val="FF0000"/>
          <w:szCs w:val="21"/>
        </w:rPr>
        <w:t>在</w:t>
      </w:r>
      <w:r w:rsidRPr="00FC1D75">
        <w:rPr>
          <w:rFonts w:ascii="宋体" w:hAnsi="宋体"/>
          <w:color w:val="FF0000"/>
          <w:szCs w:val="21"/>
        </w:rPr>
        <w:object w:dxaOrig="687" w:dyaOrig="255">
          <v:shape id="_x0000_i1051" type="#_x0000_t75" alt="eqIdab2a2834d80ff574e79eae8ca8d4e94f" style="width:34.2pt;height:12.75pt" o:ole="">
            <v:imagedata r:id="rId131" o:title="eqIdab2a2834d80ff574e79eae8ca8d4e94f"/>
          </v:shape>
          <o:OLEObject Type="Embed" ProgID="Equation.DSMT4" ShapeID="_x0000_i1051" DrawAspect="Content" ObjectID="_1773599504" r:id="rId132"/>
        </w:object>
      </w:r>
      <w:r w:rsidRPr="00FC1D75">
        <w:rPr>
          <w:rFonts w:ascii="宋体" w:hAnsi="宋体"/>
          <w:color w:val="FF0000"/>
          <w:szCs w:val="21"/>
        </w:rPr>
        <w:t>中，由正弦定理得</w:t>
      </w:r>
      <w:r w:rsidRPr="00FC1D75">
        <w:rPr>
          <w:rFonts w:ascii="宋体" w:hAnsi="宋体"/>
          <w:color w:val="FF0000"/>
          <w:szCs w:val="21"/>
        </w:rPr>
        <w:object w:dxaOrig="1495" w:dyaOrig="543">
          <v:shape id="_x0000_i1052" type="#_x0000_t75" alt="eqId10f47ec2478c853d5f4f0ee93ef28f93" style="width:74.75pt;height:27.35pt" o:ole="">
            <v:imagedata r:id="rId133" o:title="eqId10f47ec2478c853d5f4f0ee93ef28f93"/>
          </v:shape>
          <o:OLEObject Type="Embed" ProgID="Equation.DSMT4" ShapeID="_x0000_i1052" DrawAspect="Content" ObjectID="_1773599505" r:id="rId134"/>
        </w:object>
      </w:r>
      <w:r w:rsidRPr="00FC1D75">
        <w:rPr>
          <w:rFonts w:ascii="宋体" w:hAnsi="宋体"/>
          <w:color w:val="FF0000"/>
          <w:szCs w:val="21"/>
        </w:rPr>
        <w:t>，所以</w:t>
      </w:r>
      <w:r w:rsidRPr="00FC1D75">
        <w:rPr>
          <w:rFonts w:ascii="宋体" w:hAnsi="宋体"/>
          <w:color w:val="FF0000"/>
          <w:szCs w:val="21"/>
        </w:rPr>
        <w:object w:dxaOrig="2780" w:dyaOrig="775">
          <v:shape id="_x0000_i1053" type="#_x0000_t75" alt="eqIddaaceecf8690d5e1147732c814e099f8" style="width:139pt;height:38.75pt" o:ole="">
            <v:imagedata r:id="rId135" o:title="eqIddaaceecf8690d5e1147732c814e099f8"/>
          </v:shape>
          <o:OLEObject Type="Embed" ProgID="Equation.DSMT4" ShapeID="_x0000_i1053" DrawAspect="Content" ObjectID="_1773599506" r:id="rId136"/>
        </w:object>
      </w:r>
      <w:r w:rsidRPr="00FC1D75">
        <w:rPr>
          <w:rFonts w:ascii="宋体" w:hAnsi="宋体"/>
          <w:color w:val="FF0000"/>
          <w:szCs w:val="21"/>
        </w:rPr>
        <w:t>，</w:t>
      </w:r>
    </w:p>
    <w:p w:rsidR="001F0418" w:rsidRPr="00FC1D75" w:rsidRDefault="00884ADB" w:rsidP="001F0418">
      <w:pPr>
        <w:spacing w:line="360" w:lineRule="auto"/>
        <w:ind w:firstLineChars="400" w:firstLine="840"/>
        <w:jc w:val="left"/>
        <w:textAlignment w:val="center"/>
        <w:rPr>
          <w:rFonts w:ascii="宋体" w:hAnsi="宋体"/>
          <w:color w:val="FF0000"/>
          <w:szCs w:val="21"/>
        </w:rPr>
      </w:pPr>
      <w:r w:rsidRPr="00FC1D75">
        <w:rPr>
          <w:rFonts w:ascii="宋体" w:hAnsi="宋体"/>
          <w:color w:val="FF0000"/>
          <w:szCs w:val="21"/>
        </w:rPr>
        <w:t>结合</w:t>
      </w:r>
      <w:r w:rsidRPr="00FC1D75">
        <w:rPr>
          <w:rFonts w:ascii="宋体" w:hAnsi="宋体"/>
          <w:color w:val="FF0000"/>
          <w:szCs w:val="21"/>
        </w:rPr>
        <w:object w:dxaOrig="1318" w:dyaOrig="266">
          <v:shape id="_x0000_i1054" type="#_x0000_t75" alt="eqId503d0115e915f067f33c16b1d07f39c0" style="width:66.1pt;height:13.2pt" o:ole="">
            <v:imagedata r:id="rId137" o:title="eqId503d0115e915f067f33c16b1d07f39c0"/>
          </v:shape>
          <o:OLEObject Type="Embed" ProgID="Equation.DSMT4" ShapeID="_x0000_i1054" DrawAspect="Content" ObjectID="_1773599507" r:id="rId138"/>
        </w:object>
      </w:r>
      <w:r w:rsidRPr="00FC1D75">
        <w:rPr>
          <w:rFonts w:ascii="宋体" w:hAnsi="宋体"/>
          <w:color w:val="FF0000"/>
          <w:szCs w:val="21"/>
        </w:rPr>
        <w:t>，</w:t>
      </w:r>
      <w:r w:rsidRPr="00FC1D75">
        <w:rPr>
          <w:rFonts w:ascii="宋体" w:hAnsi="宋体"/>
          <w:color w:val="FF0000"/>
          <w:szCs w:val="21"/>
        </w:rPr>
        <w:object w:dxaOrig="1307" w:dyaOrig="244">
          <v:shape id="_x0000_i1055" type="#_x0000_t75" alt="eqId8b293a13bd9a2dde01215d0dba56aee9" style="width:65.15pt;height:12.3pt" o:ole="">
            <v:imagedata r:id="rId139" o:title="eqId8b293a13bd9a2dde01215d0dba56aee9"/>
          </v:shape>
          <o:OLEObject Type="Embed" ProgID="Equation.DSMT4" ShapeID="_x0000_i1055" DrawAspect="Content" ObjectID="_1773599508" r:id="rId140"/>
        </w:object>
      </w:r>
      <w:r w:rsidRPr="00FC1D75">
        <w:rPr>
          <w:rFonts w:ascii="宋体" w:hAnsi="宋体"/>
          <w:color w:val="FF0000"/>
          <w:szCs w:val="21"/>
        </w:rPr>
        <w:t>，解得</w:t>
      </w:r>
      <w:r w:rsidRPr="00FC1D75">
        <w:rPr>
          <w:rFonts w:ascii="宋体" w:hAnsi="宋体"/>
          <w:color w:val="FF0000"/>
          <w:szCs w:val="21"/>
        </w:rPr>
        <w:object w:dxaOrig="742" w:dyaOrig="255">
          <v:shape id="_x0000_i1056" type="#_x0000_t75" alt="eqIde9fae4adc1095b993c97d6ebeaf77c36" style="width:36.9pt;height:12.75pt" o:ole="">
            <v:imagedata r:id="rId141" o:title="eqIde9fae4adc1095b993c97d6ebeaf77c36"/>
          </v:shape>
          <o:OLEObject Type="Embed" ProgID="Equation.DSMT4" ShapeID="_x0000_i1056" DrawAspect="Content" ObjectID="_1773599509" r:id="rId142"/>
        </w:object>
      </w:r>
      <w:r w:rsidRPr="00FC1D75">
        <w:rPr>
          <w:rFonts w:ascii="宋体" w:hAnsi="宋体"/>
          <w:color w:val="FF0000"/>
          <w:szCs w:val="21"/>
        </w:rPr>
        <w:t>.所以泉标的高度约为38.3米.</w:t>
      </w:r>
    </w:p>
    <w:p w:rsidR="004E77AF" w:rsidRPr="00C67846" w:rsidRDefault="004E77AF" w:rsidP="004E77AF">
      <w:pPr>
        <w:spacing w:line="360" w:lineRule="auto"/>
        <w:textAlignment w:val="center"/>
        <w:rPr>
          <w:rFonts w:ascii="宋体" w:hAnsi="宋体"/>
          <w:szCs w:val="21"/>
        </w:rPr>
      </w:pPr>
      <w:bookmarkStart w:id="1" w:name="_Hlk140486017"/>
      <w:bookmarkStart w:id="2" w:name="_Hlk137143681"/>
      <w:bookmarkStart w:id="3" w:name="_Hlk155610576"/>
      <w:bookmarkStart w:id="4" w:name="_Hlk155609229"/>
      <w:r w:rsidRPr="00FC1D75">
        <w:rPr>
          <w:rFonts w:ascii="宋体" w:hAnsi="宋体" w:hint="eastAsia"/>
          <w:szCs w:val="21"/>
        </w:rPr>
        <w:t>15</w:t>
      </w:r>
      <w:r w:rsidRPr="00C67846">
        <w:rPr>
          <w:rFonts w:ascii="宋体" w:hAnsi="宋体"/>
          <w:szCs w:val="21"/>
        </w:rPr>
        <w:t>（1）</w:t>
      </w:r>
      <w:r w:rsidRPr="00C67846">
        <w:rPr>
          <w:rFonts w:ascii="宋体" w:hAnsi="宋体"/>
          <w:szCs w:val="21"/>
        </w:rPr>
        <w:object w:dxaOrig="939" w:dyaOrig="679">
          <v:shape id="Object 1130" o:spid="_x0000_i1159" type="#_x0000_t75" alt="学科网(www.zxxk.com)--教育资源门户，提供试卷、教案、课件、论文、素材以及各类教学资源下载，还有大量而丰富的教学相关资讯！" style="width:47.4pt;height:33.7pt;mso-wrap-style:square;mso-position-horizontal-relative:page;mso-position-vertical-relative:page" o:ole="">
            <v:imagedata r:id="rId143" o:title="eqIdad7d8e94d79a1d594129c5c2b65ec04d"/>
          </v:shape>
          <o:OLEObject Type="Embed" ProgID="Equation.DSMT4" ShapeID="Object 1130" DrawAspect="Content" ObjectID="_1773599510" r:id="rId144"/>
        </w:object>
      </w:r>
      <w:r w:rsidRPr="00FC1D75">
        <w:rPr>
          <w:rFonts w:ascii="宋体" w:hAnsi="宋体"/>
          <w:szCs w:val="21"/>
        </w:rPr>
        <w:t xml:space="preserve">   </w:t>
      </w:r>
      <w:r w:rsidRPr="00FC1D75">
        <w:rPr>
          <w:rFonts w:ascii="宋体" w:hAnsi="宋体" w:hint="eastAsia"/>
          <w:szCs w:val="21"/>
        </w:rPr>
        <w:t>（2）</w:t>
      </w:r>
      <w:r w:rsidRPr="00C67846">
        <w:rPr>
          <w:rFonts w:ascii="宋体" w:hAnsi="宋体"/>
          <w:szCs w:val="21"/>
        </w:rPr>
        <w:object w:dxaOrig="359" w:dyaOrig="619">
          <v:shape id="Object 1131" o:spid="_x0000_i1160" type="#_x0000_t75" alt="学科网(www.zxxk.com)--教育资源门户，提供试卷、教案、课件、论文、素材以及各类教学资源下载，还有大量而丰富的教学相关资讯！" style="width:18.25pt;height:31pt;mso-wrap-style:square;mso-position-horizontal-relative:page;mso-position-vertical-relative:page" o:ole="">
            <v:imagedata r:id="rId145" o:title="eqId4bfe975874e9c8ac38a8c0e3354e1024"/>
          </v:shape>
          <o:OLEObject Type="Embed" ProgID="Equation.DSMT4" ShapeID="Object 1131" DrawAspect="Content" ObjectID="_1773599511" r:id="rId146"/>
        </w:object>
      </w:r>
      <w:r w:rsidRPr="00C67846">
        <w:rPr>
          <w:rFonts w:ascii="宋体" w:hAnsi="宋体"/>
          <w:szCs w:val="21"/>
        </w:rPr>
        <w:t>由题意知：</w:t>
      </w:r>
      <w:r w:rsidRPr="00C67846">
        <w:rPr>
          <w:rFonts w:ascii="宋体" w:hAnsi="宋体"/>
          <w:szCs w:val="21"/>
        </w:rPr>
        <w:object w:dxaOrig="2980" w:dyaOrig="639">
          <v:shape id="Object 1137" o:spid="_x0000_i1161" type="#_x0000_t75" alt="学科网(www.zxxk.com)--教育资源门户，提供试卷、教案、课件、论文、素材以及各类教学资源下载，还有大量而丰富的教学相关资讯！" style="width:149pt;height:31pt;mso-wrap-style:square;mso-position-horizontal-relative:page;mso-position-vertical-relative:page" o:ole="">
            <v:imagedata r:id="rId147" o:title="eqId49e1efc7310a133e49a9f0403176d57a"/>
          </v:shape>
          <o:OLEObject Type="Embed" ProgID="Equation.DSMT4" ShapeID="Object 1137" DrawAspect="Content" ObjectID="_1773599512" r:id="rId148"/>
        </w:object>
      </w:r>
      <w:r w:rsidRPr="00C67846">
        <w:rPr>
          <w:rFonts w:ascii="宋体" w:hAnsi="宋体"/>
          <w:szCs w:val="21"/>
        </w:rPr>
        <w:object w:dxaOrig="3322" w:dyaOrig="679">
          <v:shape id="Object 1138" o:spid="_x0000_i1162" type="#_x0000_t75" alt="学科网(www.zxxk.com)--教育资源门户，提供试卷、教案、课件、论文、素材以及各类教学资源下载，还有大量而丰富的教学相关资讯！" style="width:165.85pt;height:33.7pt;mso-wrap-style:square;mso-position-horizontal-relative:page;mso-position-vertical-relative:page" o:ole="">
            <v:imagedata r:id="rId149" o:title="eqIdc1df9b2570a849bbdbb82989256795f2"/>
          </v:shape>
          <o:OLEObject Type="Embed" ProgID="Equation.DSMT4" ShapeID="Object 1138" DrawAspect="Content" ObjectID="_1773599513" r:id="rId150"/>
        </w:object>
      </w:r>
    </w:p>
    <w:p w:rsidR="004E77AF" w:rsidRPr="00C67846" w:rsidRDefault="004E77AF" w:rsidP="004E77AF">
      <w:pPr>
        <w:spacing w:line="360" w:lineRule="auto"/>
        <w:jc w:val="left"/>
        <w:textAlignment w:val="center"/>
        <w:rPr>
          <w:rFonts w:ascii="宋体" w:hAnsi="宋体"/>
          <w:szCs w:val="21"/>
        </w:rPr>
      </w:pPr>
      <w:r w:rsidRPr="00C67846">
        <w:rPr>
          <w:rFonts w:ascii="宋体" w:hAnsi="宋体"/>
          <w:szCs w:val="21"/>
        </w:rPr>
        <w:object w:dxaOrig="3720" w:dyaOrig="719">
          <v:shape id="Object 1139" o:spid="_x0000_i1163" type="#_x0000_t75" alt="学科网(www.zxxk.com)--教育资源门户，提供试卷、教案、课件、论文、素材以及各类教学资源下载，还有大量而丰富的教学相关资讯！" style="width:185.9pt;height:36pt;mso-wrap-style:square;mso-position-horizontal-relative:page;mso-position-vertical-relative:page" o:ole="">
            <v:imagedata r:id="rId151" o:title="eqIdb5583a85430808d76af524619b59166a"/>
          </v:shape>
          <o:OLEObject Type="Embed" ProgID="Equation.DSMT4" ShapeID="Object 1139" DrawAspect="Content" ObjectID="_1773599514" r:id="rId152"/>
        </w:object>
      </w:r>
      <w:r w:rsidRPr="00C67846">
        <w:rPr>
          <w:rFonts w:ascii="宋体" w:hAnsi="宋体"/>
          <w:szCs w:val="21"/>
        </w:rPr>
        <w:object w:dxaOrig="4080" w:dyaOrig="719">
          <v:shape id="Object 1140" o:spid="_x0000_i1164" type="#_x0000_t75" alt="学科网(www.zxxk.com)--教育资源门户，提供试卷、教案、课件、论文、素材以及各类教学资源下载，还有大量而丰富的教学相关资讯！" style="width:204.15pt;height:36pt;mso-wrap-style:square;mso-position-horizontal-relative:page;mso-position-vertical-relative:page" o:ole="">
            <v:imagedata r:id="rId153" o:title="eqId506c8c7e4e09db2f5b281ce7a5eef7b8"/>
          </v:shape>
          <o:OLEObject Type="Embed" ProgID="Equation.DSMT4" ShapeID="Object 1140" DrawAspect="Content" ObjectID="_1773599515" r:id="rId154"/>
        </w:object>
      </w:r>
      <w:r w:rsidRPr="00C67846">
        <w:rPr>
          <w:rFonts w:ascii="宋体" w:hAnsi="宋体"/>
          <w:szCs w:val="21"/>
        </w:rPr>
        <w:t>，</w:t>
      </w:r>
    </w:p>
    <w:p w:rsidR="004E77AF" w:rsidRPr="00C67846" w:rsidRDefault="004E77AF" w:rsidP="004E77AF">
      <w:pPr>
        <w:spacing w:line="360" w:lineRule="auto"/>
        <w:jc w:val="left"/>
        <w:textAlignment w:val="center"/>
        <w:rPr>
          <w:rFonts w:ascii="宋体" w:hAnsi="宋体"/>
          <w:szCs w:val="21"/>
        </w:rPr>
      </w:pPr>
      <w:r w:rsidRPr="00C67846">
        <w:rPr>
          <w:rFonts w:ascii="宋体" w:hAnsi="宋体"/>
          <w:szCs w:val="21"/>
        </w:rPr>
        <w:t>因为</w:t>
      </w:r>
      <w:r w:rsidRPr="00C67846">
        <w:rPr>
          <w:rFonts w:ascii="宋体" w:hAnsi="宋体"/>
          <w:szCs w:val="21"/>
        </w:rPr>
        <w:object w:dxaOrig="1838" w:dyaOrig="399">
          <v:shape id="Object 1141" o:spid="_x0000_i1165" type="#_x0000_t75" alt="学科网(www.zxxk.com)--教育资源门户，提供试卷、教案、课件、论文、素材以及各类教学资源下载，还有大量而丰富的教学相关资讯！" style="width:92.05pt;height:20.05pt;mso-wrap-style:square;mso-position-horizontal-relative:page;mso-position-vertical-relative:page" o:ole="">
            <v:imagedata r:id="rId155" o:title="eqIdd0e71b7cc594da8081cc8599f6e2c529"/>
          </v:shape>
          <o:OLEObject Type="Embed" ProgID="Equation.DSMT4" ShapeID="Object 1141" DrawAspect="Content" ObjectID="_1773599516" r:id="rId156"/>
        </w:object>
      </w:r>
      <w:r w:rsidRPr="00C67846">
        <w:rPr>
          <w:rFonts w:ascii="宋体" w:hAnsi="宋体"/>
          <w:szCs w:val="21"/>
        </w:rPr>
        <w:t>，</w:t>
      </w:r>
      <w:r w:rsidRPr="00C67846">
        <w:rPr>
          <w:rFonts w:ascii="宋体" w:hAnsi="宋体"/>
          <w:szCs w:val="21"/>
        </w:rPr>
        <w:object w:dxaOrig="759" w:dyaOrig="399">
          <v:shape id="Object 1142" o:spid="_x0000_i1166" type="#_x0000_t75" alt="学科网(www.zxxk.com)--教育资源门户，提供试卷、教案、课件、论文、素材以及各类教学资源下载，还有大量而丰富的教学相关资讯！" style="width:37.8pt;height:20.05pt;mso-wrap-style:square;mso-position-horizontal-relative:page;mso-position-vertical-relative:page" o:ole="">
            <v:imagedata r:id="rId157" o:title="eqIdbc6abf3f9b0ebcdc47a028c781b7edb9"/>
          </v:shape>
          <o:OLEObject Type="Embed" ProgID="Equation.DSMT4" ShapeID="Object 1142" DrawAspect="Content" ObjectID="_1773599517" r:id="rId158"/>
        </w:object>
      </w:r>
      <w:r w:rsidRPr="00C67846">
        <w:rPr>
          <w:rFonts w:ascii="宋体" w:hAnsi="宋体"/>
          <w:szCs w:val="21"/>
        </w:rPr>
        <w:t>的最小值为</w:t>
      </w:r>
      <w:r w:rsidRPr="00C67846">
        <w:rPr>
          <w:rFonts w:ascii="宋体" w:hAnsi="宋体"/>
          <w:szCs w:val="21"/>
        </w:rPr>
        <w:object w:dxaOrig="239" w:dyaOrig="619">
          <v:shape id="Object 1143" o:spid="_x0000_i1167" type="#_x0000_t75" alt="学科网(www.zxxk.com)--教育资源门户，提供试卷、教案、课件、论文、素材以及各类教学资源下载，还有大量而丰富的教学相关资讯！" style="width:11.85pt;height:31pt;mso-wrap-style:square;mso-position-horizontal-relative:page;mso-position-vertical-relative:page" o:ole="">
            <v:imagedata r:id="rId159" o:title="eqIdd49f8a63ddbca52039fa9ab44cda6b29"/>
          </v:shape>
          <o:OLEObject Type="Embed" ProgID="Equation.DSMT4" ShapeID="Object 1143" DrawAspect="Content" ObjectID="_1773599518" r:id="rId160"/>
        </w:object>
      </w:r>
      <w:r w:rsidRPr="00C67846">
        <w:rPr>
          <w:rFonts w:ascii="宋体" w:hAnsi="宋体"/>
          <w:szCs w:val="21"/>
        </w:rPr>
        <w:t>，所以</w:t>
      </w:r>
      <w:r w:rsidRPr="00C67846">
        <w:rPr>
          <w:rFonts w:ascii="宋体" w:hAnsi="宋体"/>
          <w:szCs w:val="21"/>
        </w:rPr>
        <w:object w:dxaOrig="1459" w:dyaOrig="699">
          <v:shape id="Object 1144" o:spid="_x0000_i1168" type="#_x0000_t75" alt="学科网(www.zxxk.com)--教育资源门户，提供试卷、教案、课件、论文、素材以及各类教学资源下载，还有大量而丰富的教学相关资讯！" style="width:72.9pt;height:35.1pt;mso-wrap-style:square;mso-position-horizontal-relative:page;mso-position-vertical-relative:page" o:ole="">
            <v:imagedata r:id="rId161" o:title="eqIdbef7f35c373c9eab683ff6caccc5c376"/>
          </v:shape>
          <o:OLEObject Type="Embed" ProgID="Equation.DSMT4" ShapeID="Object 1144" DrawAspect="Content" ObjectID="_1773599519" r:id="rId162"/>
        </w:object>
      </w:r>
      <w:r w:rsidRPr="00C67846">
        <w:rPr>
          <w:rFonts w:ascii="宋体" w:hAnsi="宋体"/>
          <w:szCs w:val="21"/>
        </w:rPr>
        <w:t>，又</w:t>
      </w:r>
      <w:r w:rsidRPr="00C67846">
        <w:rPr>
          <w:rFonts w:ascii="宋体" w:hAnsi="宋体"/>
          <w:szCs w:val="21"/>
        </w:rPr>
        <w:object w:dxaOrig="599" w:dyaOrig="279">
          <v:shape id="Object 1145" o:spid="_x0000_i1169" type="#_x0000_t75" alt="学科网(www.zxxk.com)--教育资源门户，提供试卷、教案、课件、论文、素材以及各类教学资源下载，还有大量而丰富的教学相关资讯！" style="width:30.1pt;height:14.15pt;mso-wrap-style:square;mso-position-horizontal-relative:page;mso-position-vertical-relative:page" o:ole="">
            <v:imagedata r:id="rId163" o:title="eqIda4456675a5dbe545462a22cef9aca8fe"/>
          </v:shape>
          <o:OLEObject Type="Embed" ProgID="Equation.DSMT4" ShapeID="Object 1145" DrawAspect="Content" ObjectID="_1773599520" r:id="rId164"/>
        </w:object>
      </w:r>
      <w:r w:rsidRPr="00C67846">
        <w:rPr>
          <w:rFonts w:ascii="宋体" w:hAnsi="宋体"/>
          <w:szCs w:val="21"/>
        </w:rPr>
        <w:t>，所以</w:t>
      </w:r>
      <w:r w:rsidRPr="00C67846">
        <w:rPr>
          <w:rFonts w:ascii="宋体" w:hAnsi="宋体"/>
          <w:szCs w:val="21"/>
        </w:rPr>
        <w:object w:dxaOrig="558" w:dyaOrig="279">
          <v:shape id="Object 1146" o:spid="_x0000_i1170" type="#_x0000_t75" alt="学科网(www.zxxk.com)--教育资源门户，提供试卷、教案、课件、论文、素材以及各类教学资源下载，还有大量而丰富的教学相关资讯！" style="width:27.8pt;height:14.15pt;mso-wrap-style:square;mso-position-horizontal-relative:page;mso-position-vertical-relative:page" o:ole="">
            <v:imagedata r:id="rId165" o:title="eqId5dcee772e6187ac31d7f8d69b0487000"/>
          </v:shape>
          <o:OLEObject Type="Embed" ProgID="Equation.DSMT4" ShapeID="Object 1146" DrawAspect="Content" ObjectID="_1773599521" r:id="rId166"/>
        </w:object>
      </w:r>
      <w:r w:rsidRPr="00C67846">
        <w:rPr>
          <w:rFonts w:ascii="宋体" w:hAnsi="宋体"/>
          <w:szCs w:val="21"/>
        </w:rPr>
        <w:t>，</w:t>
      </w:r>
    </w:p>
    <w:p w:rsidR="004E77AF" w:rsidRPr="00C67846" w:rsidRDefault="004E77AF" w:rsidP="004E77AF">
      <w:pPr>
        <w:spacing w:line="360" w:lineRule="auto"/>
        <w:jc w:val="left"/>
        <w:textAlignment w:val="center"/>
        <w:rPr>
          <w:rFonts w:ascii="宋体" w:hAnsi="宋体"/>
          <w:szCs w:val="21"/>
        </w:rPr>
      </w:pPr>
      <w:r w:rsidRPr="00C67846">
        <w:rPr>
          <w:rFonts w:ascii="宋体" w:hAnsi="宋体"/>
          <w:szCs w:val="21"/>
        </w:rPr>
        <w:t>所以</w:t>
      </w:r>
      <w:r w:rsidRPr="00C67846">
        <w:rPr>
          <w:rFonts w:ascii="宋体" w:hAnsi="宋体"/>
          <w:szCs w:val="21"/>
        </w:rPr>
        <w:object w:dxaOrig="1999" w:dyaOrig="679">
          <v:shape id="Object 1147" o:spid="_x0000_i1171" type="#_x0000_t75" alt="学科网(www.zxxk.com)--教育资源门户，提供试卷、教案、课件、论文、素材以及各类教学资源下载，还有大量而丰富的教学相关资讯！" style="width:99.8pt;height:33.7pt;mso-wrap-style:square;mso-position-horizontal-relative:page;mso-position-vertical-relative:page" o:ole="">
            <v:imagedata r:id="rId167" o:title="eqIdf4db69336a31975d4513a17b11e4833e"/>
          </v:shape>
          <o:OLEObject Type="Embed" ProgID="Equation.DSMT4" ShapeID="Object 1147" DrawAspect="Content" ObjectID="_1773599522" r:id="rId168"/>
        </w:object>
      </w:r>
      <w:r w:rsidRPr="00C67846">
        <w:rPr>
          <w:rFonts w:ascii="宋体" w:hAnsi="宋体"/>
          <w:szCs w:val="21"/>
        </w:rPr>
        <w:t>.因为</w:t>
      </w:r>
      <w:r w:rsidRPr="00C67846">
        <w:rPr>
          <w:rFonts w:ascii="宋体" w:hAnsi="宋体"/>
          <w:szCs w:val="21"/>
        </w:rPr>
        <w:object w:dxaOrig="1419" w:dyaOrig="679">
          <v:shape id="Object 1148" o:spid="_x0000_i1172" type="#_x0000_t75" alt="学科网(www.zxxk.com)--教育资源门户，提供试卷、教案、课件、论文、素材以及各类教学资源下载，还有大量而丰富的教学相关资讯！" style="width:71.1pt;height:33.7pt;mso-wrap-style:square;mso-position-horizontal-relative:page;mso-position-vertical-relative:page" o:ole="">
            <v:imagedata r:id="rId169" o:title="eqIdd8476ebd8e7bd5ef3d446a7ee3b6ad0c"/>
          </v:shape>
          <o:OLEObject Type="Embed" ProgID="Equation.DSMT4" ShapeID="Object 1148" DrawAspect="Content" ObjectID="_1773599523" r:id="rId170"/>
        </w:object>
      </w:r>
      <w:r w:rsidRPr="00C67846">
        <w:rPr>
          <w:rFonts w:ascii="宋体" w:hAnsi="宋体"/>
          <w:szCs w:val="21"/>
        </w:rPr>
        <w:t>，所以</w:t>
      </w:r>
      <w:r w:rsidRPr="00C67846">
        <w:rPr>
          <w:rFonts w:ascii="宋体" w:hAnsi="宋体"/>
          <w:szCs w:val="21"/>
        </w:rPr>
        <w:object w:dxaOrig="1920" w:dyaOrig="679">
          <v:shape id="Object 1149" o:spid="_x0000_i1173" type="#_x0000_t75" alt="学科网(www.zxxk.com)--教育资源门户，提供试卷、教案、课件、论文、素材以及各类教学资源下载，还有大量而丰富的教学相关资讯！" style="width:96.15pt;height:33.7pt;mso-wrap-style:square;mso-position-horizontal-relative:page;mso-position-vertical-relative:page" o:ole="">
            <v:imagedata r:id="rId171" o:title="eqId9981e85de7e05d44ac180825151aa36d"/>
          </v:shape>
          <o:OLEObject Type="Embed" ProgID="Equation.DSMT4" ShapeID="Object 1149" DrawAspect="Content" ObjectID="_1773599524" r:id="rId172"/>
        </w:object>
      </w:r>
      <w:r w:rsidRPr="00C67846">
        <w:rPr>
          <w:rFonts w:ascii="宋体" w:hAnsi="宋体"/>
          <w:szCs w:val="21"/>
        </w:rPr>
        <w:t>，所以</w:t>
      </w:r>
      <w:r w:rsidRPr="00C67846">
        <w:rPr>
          <w:rFonts w:ascii="宋体" w:hAnsi="宋体"/>
          <w:szCs w:val="21"/>
        </w:rPr>
        <w:object w:dxaOrig="2338" w:dyaOrig="680">
          <v:shape id="Object 1150" o:spid="_x0000_i1174" type="#_x0000_t75" alt="学科网(www.zxxk.com)--教育资源门户，提供试卷、教案、课件、论文、素材以及各类教学资源下载，还有大量而丰富的教学相关资讯！" style="width:117.1pt;height:34.2pt;mso-wrap-style:square;mso-position-horizontal-relative:page;mso-position-vertical-relative:page" o:ole="">
            <v:imagedata r:id="rId173" o:title="eqIdbf9e17c13a7022f94bfc38a9e32c3439"/>
          </v:shape>
          <o:OLEObject Type="Embed" ProgID="Equation.DSMT4" ShapeID="Object 1150" DrawAspect="Content" ObjectID="_1773599525" r:id="rId174"/>
        </w:object>
      </w:r>
      <w:r w:rsidRPr="00C67846">
        <w:rPr>
          <w:rFonts w:ascii="宋体" w:hAnsi="宋体"/>
          <w:szCs w:val="21"/>
        </w:rPr>
        <w:t>，所以</w:t>
      </w:r>
      <w:r w:rsidRPr="00C67846">
        <w:rPr>
          <w:rFonts w:ascii="宋体" w:hAnsi="宋体"/>
          <w:szCs w:val="21"/>
        </w:rPr>
        <w:object w:dxaOrig="579" w:dyaOrig="399">
          <v:shape id="Object 1151" o:spid="_x0000_i1175" type="#_x0000_t75" alt="学科网(www.zxxk.com)--教育资源门户，提供试卷、教案、课件、论文、素材以及各类教学资源下载，还有大量而丰富的教学相关资讯！" style="width:29.15pt;height:20.05pt;mso-wrap-style:square;mso-position-horizontal-relative:page;mso-position-vertical-relative:page" o:ole="">
            <v:imagedata r:id="rId175" o:title="eqId09f86f37ec8e15846bd731ab4fcdbacd"/>
          </v:shape>
          <o:OLEObject Type="Embed" ProgID="Equation.DSMT4" ShapeID="Object 1151" DrawAspect="Content" ObjectID="_1773599526" r:id="rId176"/>
        </w:object>
      </w:r>
      <w:r w:rsidRPr="00C67846">
        <w:rPr>
          <w:rFonts w:ascii="宋体" w:hAnsi="宋体"/>
          <w:szCs w:val="21"/>
        </w:rPr>
        <w:t>在 区间</w:t>
      </w:r>
      <w:r w:rsidRPr="00C67846">
        <w:rPr>
          <w:rFonts w:ascii="宋体" w:hAnsi="宋体"/>
          <w:szCs w:val="21"/>
        </w:rPr>
        <w:object w:dxaOrig="1080" w:dyaOrig="679">
          <v:shape id="Object 1152" o:spid="_x0000_i1176" type="#_x0000_t75" alt="学科网(www.zxxk.com)--教育资源门户，提供试卷、教案、课件、论文、素材以及各类教学资源下载，还有大量而丰富的教学相关资讯！" style="width:54.25pt;height:33.7pt;mso-wrap-style:square;mso-position-horizontal-relative:page;mso-position-vertical-relative:page" o:ole="">
            <v:imagedata r:id="rId177" o:title="eqIde4bb12b0dcef31690ca36ce173b08f20"/>
          </v:shape>
          <o:OLEObject Type="Embed" ProgID="Equation.DSMT4" ShapeID="Object 1152" DrawAspect="Content" ObjectID="_1773599527" r:id="rId178"/>
        </w:object>
      </w:r>
      <w:r w:rsidRPr="00C67846">
        <w:rPr>
          <w:rFonts w:ascii="宋体" w:hAnsi="宋体"/>
          <w:szCs w:val="21"/>
        </w:rPr>
        <w:t>上的值域为</w:t>
      </w:r>
      <w:r w:rsidRPr="00C67846">
        <w:rPr>
          <w:rFonts w:ascii="宋体" w:hAnsi="宋体"/>
          <w:szCs w:val="21"/>
        </w:rPr>
        <w:object w:dxaOrig="939" w:dyaOrig="679">
          <v:shape id="Object 1153" o:spid="_x0000_i1177" type="#_x0000_t75" alt="学科网(www.zxxk.com)--教育资源门户，提供试卷、教案、课件、论文、素材以及各类教学资源下载，还有大量而丰富的教学相关资讯！" style="width:47.4pt;height:33.7pt;mso-wrap-style:square;mso-position-horizontal-relative:page;mso-position-vertical-relative:page" o:ole="">
            <v:imagedata r:id="rId143" o:title="eqIdad7d8e94d79a1d594129c5c2b65ec04d"/>
          </v:shape>
          <o:OLEObject Type="Embed" ProgID="Equation.DSMT4" ShapeID="Object 1153" DrawAspect="Content" ObjectID="_1773599528" r:id="rId179"/>
        </w:object>
      </w:r>
      <w:r w:rsidRPr="00C67846">
        <w:rPr>
          <w:rFonts w:ascii="宋体" w:hAnsi="宋体"/>
          <w:szCs w:val="21"/>
        </w:rPr>
        <w:t>.</w:t>
      </w:r>
      <w:r w:rsidRPr="00FC1D75">
        <w:rPr>
          <w:rFonts w:ascii="宋体" w:hAnsi="宋体" w:hint="eastAsia"/>
          <w:szCs w:val="21"/>
        </w:rPr>
        <w:t>（2）</w:t>
      </w:r>
      <w:r w:rsidRPr="00C67846">
        <w:rPr>
          <w:rFonts w:ascii="宋体" w:hAnsi="宋体"/>
          <w:szCs w:val="21"/>
        </w:rPr>
        <w:t>因为</w:t>
      </w:r>
      <w:r w:rsidRPr="00C67846">
        <w:rPr>
          <w:rFonts w:ascii="宋体" w:hAnsi="宋体"/>
          <w:szCs w:val="21"/>
        </w:rPr>
        <w:object w:dxaOrig="1080" w:dyaOrig="619">
          <v:shape id="Object 1154" o:spid="_x0000_i1178" type="#_x0000_t75" alt="学科网(www.zxxk.com)--教育资源门户，提供试卷、教案、课件、论文、素材以及各类教学资源下载，还有大量而丰富的教学相关资讯！" style="width:54.25pt;height:31pt;mso-wrap-style:square;mso-position-horizontal-relative:page;mso-position-vertical-relative:page" o:ole="">
            <v:imagedata r:id="rId180" o:title="eqId8ee2f82ea899346a47e68f912c90546f"/>
          </v:shape>
          <o:OLEObject Type="Embed" ProgID="Equation.DSMT4" ShapeID="Object 1154" DrawAspect="Content" ObjectID="_1773599529" r:id="rId181"/>
        </w:object>
      </w:r>
      <w:r w:rsidRPr="00C67846">
        <w:rPr>
          <w:rFonts w:ascii="宋体" w:hAnsi="宋体"/>
          <w:szCs w:val="21"/>
        </w:rPr>
        <w:t>，</w:t>
      </w:r>
      <w:r w:rsidRPr="00C67846">
        <w:rPr>
          <w:rFonts w:ascii="宋体" w:hAnsi="宋体"/>
          <w:szCs w:val="21"/>
        </w:rPr>
        <w:object w:dxaOrig="1999" w:dyaOrig="679">
          <v:shape id="Object 1155" o:spid="_x0000_i1179" type="#_x0000_t75" alt="学科网(www.zxxk.com)--教育资源门户，提供试卷、教案、课件、论文、素材以及各类教学资源下载，还有大量而丰富的教学相关资讯！" style="width:99.8pt;height:33.7pt;mso-wrap-style:square;mso-position-horizontal-relative:page;mso-position-vertical-relative:page" o:ole="">
            <v:imagedata r:id="rId167" o:title="eqIdf4db69336a31975d4513a17b11e4833e"/>
          </v:shape>
          <o:OLEObject Type="Embed" ProgID="Equation.DSMT4" ShapeID="Object 1155" DrawAspect="Content" ObjectID="_1773599530" r:id="rId182"/>
        </w:object>
      </w:r>
      <w:r w:rsidRPr="00C67846">
        <w:rPr>
          <w:rFonts w:ascii="宋体" w:hAnsi="宋体"/>
          <w:szCs w:val="21"/>
        </w:rPr>
        <w:t>，所以</w:t>
      </w:r>
      <w:r w:rsidRPr="00C67846">
        <w:rPr>
          <w:rFonts w:ascii="宋体" w:hAnsi="宋体"/>
          <w:szCs w:val="21"/>
        </w:rPr>
        <w:object w:dxaOrig="1720" w:dyaOrig="679">
          <v:shape id="Object 1156" o:spid="_x0000_i1180" type="#_x0000_t75" alt="学科网(www.zxxk.com)--教育资源门户，提供试卷、教案、课件、论文、素材以及各类教学资源下载，还有大量而丰富的教学相关资讯！" style="width:86.15pt;height:33.7pt;mso-wrap-style:square;mso-position-horizontal-relative:page;mso-position-vertical-relative:page" o:ole="">
            <v:imagedata r:id="rId183" o:title="eqId551310e64a544b82aec5e6ff0136e830"/>
          </v:shape>
          <o:OLEObject Type="Embed" ProgID="Equation.DSMT4" ShapeID="Object 1156" DrawAspect="Content" ObjectID="_1773599531" r:id="rId184"/>
        </w:object>
      </w:r>
      <w:r w:rsidRPr="00C67846">
        <w:rPr>
          <w:rFonts w:ascii="宋体" w:hAnsi="宋体"/>
          <w:szCs w:val="21"/>
        </w:rPr>
        <w:t>，因为</w:t>
      </w:r>
      <w:r w:rsidRPr="00C67846">
        <w:rPr>
          <w:rFonts w:ascii="宋体" w:hAnsi="宋体"/>
          <w:szCs w:val="21"/>
        </w:rPr>
        <w:object w:dxaOrig="1380" w:dyaOrig="679">
          <v:shape id="Object 1157" o:spid="_x0000_i1181" type="#_x0000_t75" alt="学科网(www.zxxk.com)--教育资源门户，提供试卷、教案、课件、论文、素材以及各类教学资源下载，还有大量而丰富的教学相关资讯！" style="width:68.8pt;height:33.7pt;mso-wrap-style:square;mso-position-horizontal-relative:page;mso-position-vertical-relative:page" o:ole="">
            <v:imagedata r:id="rId185" o:title="eqIdcc1da09e4837bcc8703c79b5d2cfc75b"/>
          </v:shape>
          <o:OLEObject Type="Embed" ProgID="Equation.DSMT4" ShapeID="Object 1157" DrawAspect="Content" ObjectID="_1773599532" r:id="rId186"/>
        </w:object>
      </w:r>
      <w:r w:rsidRPr="00C67846">
        <w:rPr>
          <w:rFonts w:ascii="宋体" w:hAnsi="宋体"/>
          <w:szCs w:val="21"/>
        </w:rPr>
        <w:t>，所以</w:t>
      </w:r>
      <w:r w:rsidRPr="00C67846">
        <w:rPr>
          <w:rFonts w:ascii="宋体" w:hAnsi="宋体"/>
          <w:szCs w:val="21"/>
        </w:rPr>
        <w:object w:dxaOrig="1640" w:dyaOrig="999">
          <v:shape id="Object 1158" o:spid="_x0000_i1182" type="#_x0000_t75" alt="学科网(www.zxxk.com)--教育资源门户，提供试卷、教案、课件、论文、素材以及各类教学资源下载，还有大量而丰富的教学相关资讯！" style="width:81.55pt;height:50.15pt;mso-wrap-style:square;mso-position-horizontal-relative:page;mso-position-vertical-relative:page" o:ole="">
            <v:imagedata r:id="rId187" o:title="eqId69d0be36bb4be44bdfdad997caf099b2"/>
          </v:shape>
          <o:OLEObject Type="Embed" ProgID="Equation.DSMT4" ShapeID="Object 1158" DrawAspect="Content" ObjectID="_1773599533" r:id="rId188"/>
        </w:object>
      </w:r>
      <w:r w:rsidRPr="00C67846">
        <w:rPr>
          <w:rFonts w:ascii="宋体" w:hAnsi="宋体"/>
          <w:szCs w:val="21"/>
        </w:rPr>
        <w:t>，又</w:t>
      </w:r>
      <w:r w:rsidRPr="00C67846">
        <w:rPr>
          <w:rFonts w:ascii="宋体" w:hAnsi="宋体"/>
          <w:szCs w:val="21"/>
        </w:rPr>
        <w:object w:dxaOrig="879" w:dyaOrig="279">
          <v:shape id="Object 1159" o:spid="_x0000_i1183" type="#_x0000_t75" alt="学科网(www.zxxk.com)--教育资源门户，提供试卷、教案、课件、论文、素材以及各类教学资源下载，还有大量而丰富的教学相关资讯！" style="width:44.2pt;height:14.15pt;mso-wrap-style:square;mso-position-horizontal-relative:page;mso-position-vertical-relative:page" o:ole="">
            <v:imagedata r:id="rId189" o:title="eqId932413ffae6ac40f704ef9606bdc06a8"/>
          </v:shape>
          <o:OLEObject Type="Embed" ProgID="Equation.DSMT4" ShapeID="Object 1159" DrawAspect="Content" ObjectID="_1773599534" r:id="rId190"/>
        </w:object>
      </w:r>
      <w:r w:rsidRPr="00C67846">
        <w:rPr>
          <w:rFonts w:ascii="宋体" w:hAnsi="宋体"/>
          <w:szCs w:val="21"/>
        </w:rPr>
        <w:t>所以</w:t>
      </w:r>
      <w:r w:rsidRPr="00C67846">
        <w:rPr>
          <w:rFonts w:ascii="宋体" w:hAnsi="宋体"/>
          <w:szCs w:val="21"/>
        </w:rPr>
        <w:object w:dxaOrig="1640" w:dyaOrig="679">
          <v:shape id="Object 1160" o:spid="_x0000_i1184" type="#_x0000_t75" alt="学科网(www.zxxk.com)--教育资源门户，提供试卷、教案、课件、论文、素材以及各类教学资源下载，还有大量而丰富的教学相关资讯！" style="width:81.55pt;height:33.7pt;mso-wrap-style:square;mso-position-horizontal-relative:page;mso-position-vertical-relative:page" o:ole="">
            <v:imagedata r:id="rId191" o:title="eqId49308417506e80a544f531b7badeb618"/>
          </v:shape>
          <o:OLEObject Type="Embed" ProgID="Equation.DSMT4" ShapeID="Object 1160" DrawAspect="Content" ObjectID="_1773599535" r:id="rId192"/>
        </w:object>
      </w:r>
      <w:r w:rsidRPr="00C67846">
        <w:rPr>
          <w:rFonts w:ascii="宋体" w:hAnsi="宋体"/>
          <w:szCs w:val="21"/>
        </w:rPr>
        <w:t>，所以</w:t>
      </w:r>
      <w:r w:rsidRPr="00C67846">
        <w:rPr>
          <w:rFonts w:ascii="宋体" w:hAnsi="宋体"/>
          <w:szCs w:val="21"/>
        </w:rPr>
        <w:object w:dxaOrig="3518" w:dyaOrig="759">
          <v:shape id="Object 1161" o:spid="_x0000_i1185" type="#_x0000_t75" alt="学科网(www.zxxk.com)--教育资源门户，提供试卷、教案、课件、论文、素材以及各类教学资源下载，还有大量而丰富的教学相关资讯！" style="width:175.9pt;height:37.8pt;mso-wrap-style:square;mso-position-horizontal-relative:page;mso-position-vertical-relative:page" o:ole="">
            <v:imagedata r:id="rId193" o:title="eqIda4886578d82c8c09ddaeb92adecd840d"/>
          </v:shape>
          <o:OLEObject Type="Embed" ProgID="Equation.DSMT4" ShapeID="Object 1161" DrawAspect="Content" ObjectID="_1773599536" r:id="rId194"/>
        </w:object>
      </w:r>
      <w:r w:rsidRPr="00C67846">
        <w:rPr>
          <w:rFonts w:ascii="宋体" w:hAnsi="宋体"/>
          <w:szCs w:val="21"/>
        </w:rPr>
        <w:t>.</w:t>
      </w:r>
    </w:p>
    <w:p w:rsidR="004E77AF" w:rsidRPr="00C67846" w:rsidRDefault="004E77AF" w:rsidP="004E77AF">
      <w:pPr>
        <w:spacing w:line="360" w:lineRule="auto"/>
        <w:jc w:val="left"/>
        <w:textAlignment w:val="center"/>
        <w:rPr>
          <w:rFonts w:ascii="宋体" w:hAnsi="宋体"/>
          <w:szCs w:val="21"/>
        </w:rPr>
      </w:pPr>
      <w:r w:rsidRPr="00C67846">
        <w:rPr>
          <w:rFonts w:ascii="宋体" w:hAnsi="宋体"/>
          <w:szCs w:val="21"/>
        </w:rPr>
        <w:t>令</w:t>
      </w:r>
      <w:r w:rsidRPr="00C67846">
        <w:rPr>
          <w:rFonts w:ascii="宋体" w:hAnsi="宋体"/>
          <w:szCs w:val="21"/>
        </w:rPr>
        <w:object w:dxaOrig="939" w:dyaOrig="619">
          <v:shape id="Object 1162" o:spid="_x0000_i1186" type="#_x0000_t75" alt="学科网(www.zxxk.com)--教育资源门户，提供试卷、教案、课件、论文、素材以及各类教学资源下载，还有大量而丰富的教学相关资讯！" style="width:47.4pt;height:30.55pt;mso-wrap-style:square;mso-position-horizontal-relative:page;mso-position-vertical-relative:page" o:ole="">
            <v:imagedata r:id="rId195" o:title="eqId8ed401828586a41600f16b2dede45a22"/>
          </v:shape>
          <o:OLEObject Type="Embed" ProgID="Equation.DSMT4" ShapeID="Object 1162" DrawAspect="Content" ObjectID="_1773599537" r:id="rId196"/>
        </w:object>
      </w:r>
      <w:r w:rsidRPr="00C67846">
        <w:rPr>
          <w:rFonts w:ascii="宋体" w:hAnsi="宋体"/>
          <w:szCs w:val="21"/>
        </w:rPr>
        <w:t>，则</w:t>
      </w:r>
      <w:r w:rsidRPr="00C67846">
        <w:rPr>
          <w:rFonts w:ascii="宋体" w:hAnsi="宋体"/>
          <w:szCs w:val="21"/>
        </w:rPr>
        <w:object w:dxaOrig="1119" w:dyaOrig="619">
          <v:shape id="Object 1163" o:spid="_x0000_i1187" type="#_x0000_t75" alt="学科网(www.zxxk.com)--教育资源门户，提供试卷、教案、课件、论文、素材以及各类教学资源下载，还有大量而丰富的教学相关资讯！" style="width:56.05pt;height:30.55pt;mso-wrap-style:square;mso-position-horizontal-relative:page;mso-position-vertical-relative:page" o:ole="">
            <v:imagedata r:id="rId197" o:title="eqId2e4398478ce2287d2ef2443e2f2a3585"/>
          </v:shape>
          <o:OLEObject Type="Embed" ProgID="Equation.DSMT4" ShapeID="Object 1163" DrawAspect="Content" ObjectID="_1773599538" r:id="rId198"/>
        </w:object>
      </w:r>
      <w:r w:rsidRPr="00C67846">
        <w:rPr>
          <w:rFonts w:ascii="宋体" w:hAnsi="宋体"/>
          <w:szCs w:val="21"/>
        </w:rPr>
        <w:t>且</w:t>
      </w:r>
      <w:r w:rsidRPr="00C67846">
        <w:rPr>
          <w:rFonts w:ascii="宋体" w:hAnsi="宋体"/>
          <w:szCs w:val="21"/>
        </w:rPr>
        <w:object w:dxaOrig="1179" w:dyaOrig="679">
          <v:shape id="Object 1164" o:spid="_x0000_i1188" type="#_x0000_t75" alt="学科网(www.zxxk.com)--教育资源门户，提供试卷、教案、课件、论文、素材以及各类教学资源下载，还有大量而丰富的教学相关资讯！" style="width:59.25pt;height:33.7pt;mso-wrap-style:square;mso-position-horizontal-relative:page;mso-position-vertical-relative:page" o:ole="">
            <v:imagedata r:id="rId199" o:title="eqIdffe6579659a771028975511d8ddb3256"/>
          </v:shape>
          <o:OLEObject Type="Embed" ProgID="Equation.DSMT4" ShapeID="Object 1164" DrawAspect="Content" ObjectID="_1773599539" r:id="rId200"/>
        </w:object>
      </w:r>
      <w:r w:rsidRPr="00C67846">
        <w:rPr>
          <w:rFonts w:ascii="宋体" w:hAnsi="宋体"/>
          <w:szCs w:val="21"/>
        </w:rPr>
        <w:t>，则</w:t>
      </w:r>
      <w:r w:rsidRPr="00C67846">
        <w:rPr>
          <w:rFonts w:ascii="宋体" w:hAnsi="宋体"/>
          <w:szCs w:val="21"/>
        </w:rPr>
        <w:object w:dxaOrig="1939" w:dyaOrig="619">
          <v:shape id="Object 1165" o:spid="_x0000_i1189" type="#_x0000_t75" alt="学科网(www.zxxk.com)--教育资源门户，提供试卷、教案、课件、论文、素材以及各类教学资源下载，还有大量而丰富的教学相关资讯！" style="width:96.6pt;height:31pt;mso-wrap-style:square;mso-position-horizontal-relative:page;mso-position-vertical-relative:page" o:ole="">
            <v:imagedata r:id="rId201" o:title="eqIdbfc809f48760958e212d16ec63f424e9"/>
          </v:shape>
          <o:OLEObject Type="Embed" ProgID="Equation.DSMT4" ShapeID="Object 1165" DrawAspect="Content" ObjectID="_1773599540" r:id="rId202"/>
        </w:object>
      </w:r>
      <w:r w:rsidRPr="00C67846">
        <w:rPr>
          <w:rFonts w:ascii="宋体" w:hAnsi="宋体"/>
          <w:szCs w:val="21"/>
        </w:rPr>
        <w:t>，</w:t>
      </w:r>
    </w:p>
    <w:p w:rsidR="00A762F0" w:rsidRPr="00FC1D75" w:rsidRDefault="004E77AF" w:rsidP="004E77AF">
      <w:pPr>
        <w:snapToGrid w:val="0"/>
        <w:spacing w:line="360" w:lineRule="auto"/>
        <w:contextualSpacing/>
        <w:jc w:val="left"/>
        <w:textAlignment w:val="center"/>
        <w:rPr>
          <w:rFonts w:ascii="宋体" w:hAnsi="宋体"/>
          <w:szCs w:val="21"/>
        </w:rPr>
      </w:pPr>
      <w:r w:rsidRPr="00C67846">
        <w:rPr>
          <w:rFonts w:ascii="宋体" w:hAnsi="宋体"/>
          <w:szCs w:val="21"/>
        </w:rPr>
        <w:t>所以</w:t>
      </w:r>
      <w:r w:rsidRPr="00C67846">
        <w:rPr>
          <w:rFonts w:ascii="宋体" w:hAnsi="宋体"/>
          <w:szCs w:val="21"/>
        </w:rPr>
        <w:object w:dxaOrig="6986" w:dyaOrig="679">
          <v:shape id="Object 1166" o:spid="_x0000_i1212" type="#_x0000_t75" alt="学科网(www.zxxk.com)--教育资源门户，提供试卷、教案、课件、论文、素材以及各类教学资源下载，还有大量而丰富的教学相关资讯！" style="width:348.6pt;height:33.7pt;mso-wrap-style:square;mso-position-horizontal-relative:page;mso-position-vertical-relative:page" o:ole="">
            <v:imagedata r:id="rId203" o:title="eqIde029d3bc5e1c09b2b6b594faf45f83d0"/>
          </v:shape>
          <o:OLEObject Type="Embed" ProgID="Equation.DSMT4" ShapeID="Object 1166" DrawAspect="Content" ObjectID="_1773599541" r:id="rId204"/>
        </w:object>
      </w:r>
    </w:p>
    <w:p w:rsidR="001C1954" w:rsidRPr="00FC1D75" w:rsidRDefault="00884ADB" w:rsidP="00FC1D75">
      <w:pPr>
        <w:spacing w:line="360" w:lineRule="auto"/>
        <w:jc w:val="left"/>
        <w:textAlignment w:val="center"/>
        <w:rPr>
          <w:rFonts w:ascii="宋体" w:hAnsi="宋体"/>
          <w:color w:val="FF0000"/>
          <w:szCs w:val="21"/>
        </w:rPr>
      </w:pPr>
      <w:r w:rsidRPr="00FC1D75">
        <w:rPr>
          <w:rFonts w:ascii="宋体" w:hAnsi="宋体"/>
          <w:szCs w:val="21"/>
        </w:rPr>
        <w:t>16．</w:t>
      </w:r>
      <w:r w:rsidRPr="00FC1D75">
        <w:rPr>
          <w:rFonts w:ascii="宋体" w:hAnsi="宋体"/>
          <w:color w:val="FF0000"/>
          <w:szCs w:val="21"/>
        </w:rPr>
        <w:t>（1）所以</w:t>
      </w:r>
      <w:r w:rsidRPr="00FC1D75">
        <w:rPr>
          <w:rFonts w:ascii="宋体" w:hAnsi="宋体"/>
          <w:color w:val="FF0000"/>
          <w:szCs w:val="21"/>
        </w:rPr>
        <w:object w:dxaOrig="897" w:dyaOrig="332">
          <v:shape id="_x0000_i1057" type="#_x0000_t75" alt="eqId88e1e21339ab7f0109b119c451a2de6a" style="width:44.65pt;height:16.4pt" o:ole="">
            <v:imagedata r:id="rId205" o:title="eqId88e1e21339ab7f0109b119c451a2de6a"/>
          </v:shape>
          <o:OLEObject Type="Embed" ProgID="Equation.DSMT4" ShapeID="_x0000_i1057" DrawAspect="Content" ObjectID="_1773599542" r:id="rId206"/>
        </w:object>
      </w:r>
      <w:r w:rsidRPr="00FC1D75">
        <w:rPr>
          <w:rFonts w:ascii="宋体" w:hAnsi="宋体"/>
          <w:color w:val="FF0000"/>
          <w:szCs w:val="21"/>
        </w:rPr>
        <w:t>或</w:t>
      </w:r>
      <w:r w:rsidRPr="00FC1D75">
        <w:rPr>
          <w:rFonts w:ascii="宋体" w:hAnsi="宋体"/>
          <w:color w:val="FF0000"/>
          <w:szCs w:val="21"/>
        </w:rPr>
        <w:object w:dxaOrig="897" w:dyaOrig="332">
          <v:shape id="_x0000_i1058" type="#_x0000_t75" alt="eqId804888bcb6c9f15aea50be6078be80d8" style="width:44.65pt;height:16.4pt" o:ole="">
            <v:imagedata r:id="rId207" o:title="eqId804888bcb6c9f15aea50be6078be80d8"/>
          </v:shape>
          <o:OLEObject Type="Embed" ProgID="Equation.DSMT4" ShapeID="_x0000_i1058" DrawAspect="Content" ObjectID="_1773599543" r:id="rId208"/>
        </w:object>
      </w:r>
      <w:r w:rsidRPr="00FC1D75">
        <w:rPr>
          <w:rFonts w:ascii="宋体" w:hAnsi="宋体"/>
          <w:color w:val="FF0000"/>
          <w:szCs w:val="21"/>
        </w:rPr>
        <w:t>.（2）</w:t>
      </w:r>
      <w:r w:rsidRPr="00FC1D75">
        <w:rPr>
          <w:rFonts w:ascii="宋体" w:hAnsi="宋体"/>
          <w:color w:val="FF0000"/>
          <w:szCs w:val="21"/>
        </w:rPr>
        <w:object w:dxaOrig="543" w:dyaOrig="543">
          <v:shape id="_x0000_i1059" type="#_x0000_t75" alt="eqId905dd10639c9fef5ef8d66a124756140" style="width:27.35pt;height:27.35pt" o:ole="">
            <v:imagedata r:id="rId209" o:title="eqId905dd10639c9fef5ef8d66a124756140"/>
          </v:shape>
          <o:OLEObject Type="Embed" ProgID="Equation.DSMT4" ShapeID="_x0000_i1059" DrawAspect="Content" ObjectID="_1773599544" r:id="rId210"/>
        </w:object>
      </w:r>
      <w:r w:rsidRPr="00FC1D75">
        <w:rPr>
          <w:rFonts w:ascii="宋体" w:hAnsi="宋体"/>
          <w:color w:val="FF0000"/>
          <w:szCs w:val="21"/>
        </w:rPr>
        <w:t>.</w:t>
      </w:r>
    </w:p>
    <w:p w:rsidR="00FC1D75" w:rsidRPr="00FC1D75" w:rsidRDefault="00FC1D75" w:rsidP="00FC1D75">
      <w:pPr>
        <w:spacing w:line="360" w:lineRule="auto"/>
        <w:rPr>
          <w:rFonts w:ascii="宋体" w:hAnsi="宋体"/>
          <w:color w:val="FF0000"/>
          <w:szCs w:val="21"/>
        </w:rPr>
      </w:pPr>
      <w:r w:rsidRPr="00FC1D75">
        <w:rPr>
          <w:rFonts w:ascii="宋体" w:hAnsi="宋体" w:hint="eastAsia"/>
          <w:color w:val="FF0000"/>
          <w:szCs w:val="21"/>
        </w:rPr>
        <w:t>17</w:t>
      </w:r>
      <w:r w:rsidRPr="00FC1D75">
        <w:rPr>
          <w:rFonts w:ascii="宋体" w:hAnsi="宋体" w:hint="eastAsia"/>
          <w:color w:val="FF0000"/>
          <w:szCs w:val="21"/>
        </w:rPr>
        <w:t>（</w:t>
      </w:r>
      <w:r w:rsidRPr="00FC1D75">
        <w:rPr>
          <w:rFonts w:ascii="宋体" w:hAnsi="宋体"/>
          <w:color w:val="FF0000"/>
          <w:szCs w:val="21"/>
        </w:rPr>
        <w:t>1</w:t>
      </w:r>
      <w:r w:rsidRPr="00FC1D75">
        <w:rPr>
          <w:rFonts w:ascii="宋体" w:hAnsi="宋体" w:hint="eastAsia"/>
          <w:color w:val="FF0000"/>
          <w:szCs w:val="21"/>
        </w:rPr>
        <w:t>）由</w:t>
      </w:r>
      <w:r w:rsidRPr="00FC1D75">
        <w:rPr>
          <w:rFonts w:ascii="宋体" w:hAnsi="宋体"/>
          <w:color w:val="FF0000"/>
          <w:position w:val="-10"/>
          <w:szCs w:val="21"/>
        </w:rPr>
        <w:object w:dxaOrig="2235" w:dyaOrig="360">
          <v:shape id="_x0000_i1190" type="#_x0000_t75" style="width:111.65pt;height:18.25pt" o:ole="">
            <v:imagedata r:id="rId211" o:title=""/>
          </v:shape>
          <o:OLEObject Type="Embed" ProgID="Equation.DSMT4" ShapeID="_x0000_i1190" DrawAspect="Content" ObjectID="_1773599545" r:id="rId212"/>
        </w:object>
      </w:r>
      <w:r w:rsidRPr="00FC1D75">
        <w:rPr>
          <w:rFonts w:ascii="宋体" w:hAnsi="宋体" w:hint="eastAsia"/>
          <w:color w:val="FF0000"/>
          <w:szCs w:val="21"/>
        </w:rPr>
        <w:t>及正弦定理得</w:t>
      </w:r>
      <w:r w:rsidRPr="00FC1D75">
        <w:rPr>
          <w:rFonts w:ascii="宋体" w:hAnsi="宋体"/>
          <w:color w:val="FF0000"/>
          <w:position w:val="-10"/>
          <w:szCs w:val="21"/>
        </w:rPr>
        <w:object w:dxaOrig="2880" w:dyaOrig="360">
          <v:shape id="_x0000_i1191" type="#_x0000_t75" style="width:2in;height:18.25pt" o:ole="">
            <v:imagedata r:id="rId213" o:title=""/>
          </v:shape>
          <o:OLEObject Type="Embed" ProgID="Equation.DSMT4" ShapeID="_x0000_i1191" DrawAspect="Content" ObjectID="_1773599546" r:id="rId214"/>
        </w:object>
      </w:r>
      <w:r w:rsidRPr="00FC1D75">
        <w:rPr>
          <w:rFonts w:ascii="宋体" w:hAnsi="宋体" w:hint="eastAsia"/>
          <w:color w:val="FF0000"/>
          <w:szCs w:val="21"/>
        </w:rPr>
        <w:t>，</w:t>
      </w:r>
    </w:p>
    <w:p w:rsidR="00FC1D75" w:rsidRPr="00FC1D75" w:rsidRDefault="00FC1D75" w:rsidP="00FC1D75">
      <w:pPr>
        <w:spacing w:line="360" w:lineRule="auto"/>
        <w:rPr>
          <w:rFonts w:ascii="宋体" w:hAnsi="宋体"/>
          <w:color w:val="FF0000"/>
          <w:szCs w:val="21"/>
        </w:rPr>
      </w:pPr>
      <w:r w:rsidRPr="00FC1D75">
        <w:rPr>
          <w:rFonts w:ascii="宋体" w:hAnsi="宋体"/>
          <w:color w:val="FF0000"/>
          <w:position w:val="-10"/>
          <w:szCs w:val="21"/>
        </w:rPr>
        <w:object w:dxaOrig="1740" w:dyaOrig="300">
          <v:shape id="_x0000_i1192" type="#_x0000_t75" style="width:87.05pt;height:15.05pt" o:ole="">
            <v:imagedata r:id="rId215" o:title=""/>
          </v:shape>
          <o:OLEObject Type="Embed" ProgID="Equation.DSMT4" ShapeID="_x0000_i1192" DrawAspect="Content" ObjectID="_1773599547" r:id="rId216"/>
        </w:object>
      </w:r>
      <w:r w:rsidRPr="00FC1D75">
        <w:rPr>
          <w:rFonts w:ascii="宋体" w:hAnsi="宋体" w:hint="eastAsia"/>
          <w:color w:val="FF0000"/>
          <w:szCs w:val="21"/>
        </w:rPr>
        <w:t>，</w:t>
      </w:r>
      <w:r w:rsidRPr="00FC1D75">
        <w:rPr>
          <w:rFonts w:ascii="宋体" w:hAnsi="宋体"/>
          <w:color w:val="FF0000"/>
          <w:position w:val="-4"/>
          <w:szCs w:val="21"/>
        </w:rPr>
        <w:object w:dxaOrig="195" w:dyaOrig="195">
          <v:shape id="_x0000_i1193" type="#_x0000_t75" style="width:9.55pt;height:9.55pt" o:ole="">
            <v:imagedata r:id="rId217" o:title=""/>
          </v:shape>
          <o:OLEObject Type="Embed" ProgID="Equation.DSMT4" ShapeID="_x0000_i1193" DrawAspect="Content" ObjectID="_1773599548" r:id="rId218"/>
        </w:object>
      </w:r>
      <w:r w:rsidRPr="00FC1D75">
        <w:rPr>
          <w:rFonts w:ascii="宋体" w:hAnsi="宋体"/>
          <w:color w:val="FF0000"/>
          <w:position w:val="-10"/>
          <w:szCs w:val="21"/>
        </w:rPr>
        <w:object w:dxaOrig="3660" w:dyaOrig="360">
          <v:shape id="_x0000_i1194" type="#_x0000_t75" style="width:183.2pt;height:18.25pt" o:ole="">
            <v:imagedata r:id="rId219" o:title=""/>
          </v:shape>
          <o:OLEObject Type="Embed" ProgID="Equation.DSMT4" ShapeID="_x0000_i1194" DrawAspect="Content" ObjectID="_1773599549" r:id="rId220"/>
        </w:object>
      </w:r>
      <w:r w:rsidRPr="00FC1D75">
        <w:rPr>
          <w:rFonts w:ascii="宋体" w:hAnsi="宋体" w:hint="eastAsia"/>
          <w:color w:val="FF0000"/>
          <w:szCs w:val="21"/>
        </w:rPr>
        <w:t>，即</w:t>
      </w:r>
      <w:r w:rsidRPr="00FC1D75">
        <w:rPr>
          <w:rFonts w:ascii="宋体" w:hAnsi="宋体"/>
          <w:color w:val="FF0000"/>
          <w:position w:val="-6"/>
          <w:szCs w:val="21"/>
        </w:rPr>
        <w:object w:dxaOrig="2325" w:dyaOrig="315">
          <v:shape id="_x0000_i1195" type="#_x0000_t75" style="width:116.2pt;height:15.95pt" o:ole="">
            <v:imagedata r:id="rId221" o:title=""/>
          </v:shape>
          <o:OLEObject Type="Embed" ProgID="Equation.DSMT4" ShapeID="_x0000_i1195" DrawAspect="Content" ObjectID="_1773599550" r:id="rId222"/>
        </w:object>
      </w:r>
      <w:r w:rsidRPr="00FC1D75">
        <w:rPr>
          <w:rFonts w:ascii="宋体" w:hAnsi="宋体" w:hint="eastAsia"/>
          <w:color w:val="FF0000"/>
          <w:szCs w:val="21"/>
        </w:rPr>
        <w:t>，</w:t>
      </w:r>
    </w:p>
    <w:p w:rsidR="00FC1D75" w:rsidRPr="00FC1D75" w:rsidRDefault="00FC1D75" w:rsidP="00FC1D75">
      <w:pPr>
        <w:spacing w:line="360" w:lineRule="auto"/>
        <w:rPr>
          <w:rFonts w:ascii="宋体" w:hAnsi="宋体"/>
          <w:color w:val="FF0000"/>
          <w:szCs w:val="21"/>
        </w:rPr>
      </w:pPr>
      <w:r w:rsidRPr="00FC1D75">
        <w:rPr>
          <w:rFonts w:ascii="宋体" w:hAnsi="宋体"/>
          <w:color w:val="FF0000"/>
          <w:position w:val="-10"/>
          <w:szCs w:val="21"/>
        </w:rPr>
        <w:object w:dxaOrig="1035" w:dyaOrig="300">
          <v:shape id="_x0000_i1196" type="#_x0000_t75" style="width:51.95pt;height:15.05pt" o:ole="">
            <v:imagedata r:id="rId223" o:title=""/>
          </v:shape>
          <o:OLEObject Type="Embed" ProgID="Equation.DSMT4" ShapeID="_x0000_i1196" DrawAspect="Content" ObjectID="_1773599551" r:id="rId224"/>
        </w:object>
      </w:r>
      <w:r w:rsidRPr="00FC1D75">
        <w:rPr>
          <w:rFonts w:ascii="宋体" w:hAnsi="宋体" w:hint="eastAsia"/>
          <w:color w:val="FF0000"/>
          <w:szCs w:val="21"/>
        </w:rPr>
        <w:t>，</w:t>
      </w:r>
      <w:r w:rsidRPr="00FC1D75">
        <w:rPr>
          <w:rFonts w:ascii="宋体" w:hAnsi="宋体"/>
          <w:color w:val="FF0000"/>
          <w:position w:val="-6"/>
          <w:szCs w:val="21"/>
        </w:rPr>
        <w:object w:dxaOrig="975" w:dyaOrig="255">
          <v:shape id="_x0000_i1197" type="#_x0000_t75" style="width:48.75pt;height:12.75pt" o:ole="">
            <v:imagedata r:id="rId225" o:title=""/>
          </v:shape>
          <o:OLEObject Type="Embed" ProgID="Equation.DSMT4" ShapeID="_x0000_i1197" DrawAspect="Content" ObjectID="_1773599552" r:id="rId226"/>
        </w:object>
      </w:r>
      <w:r w:rsidRPr="00FC1D75">
        <w:rPr>
          <w:rFonts w:ascii="宋体" w:hAnsi="宋体" w:hint="eastAsia"/>
          <w:color w:val="FF0000"/>
          <w:szCs w:val="21"/>
        </w:rPr>
        <w:t>，所以</w:t>
      </w:r>
      <w:r w:rsidRPr="00FC1D75">
        <w:rPr>
          <w:rFonts w:ascii="宋体" w:hAnsi="宋体"/>
          <w:color w:val="FF0000"/>
          <w:position w:val="-6"/>
          <w:szCs w:val="21"/>
        </w:rPr>
        <w:object w:dxaOrig="1425" w:dyaOrig="315">
          <v:shape id="_x0000_i1198" type="#_x0000_t75" style="width:71.1pt;height:15.95pt" o:ole="">
            <v:imagedata r:id="rId227" o:title=""/>
          </v:shape>
          <o:OLEObject Type="Embed" ProgID="Equation.DSMT4" ShapeID="_x0000_i1198" DrawAspect="Content" ObjectID="_1773599553" r:id="rId228"/>
        </w:object>
      </w:r>
      <w:r w:rsidRPr="00FC1D75">
        <w:rPr>
          <w:rFonts w:ascii="宋体" w:hAnsi="宋体" w:hint="eastAsia"/>
          <w:color w:val="FF0000"/>
          <w:szCs w:val="21"/>
        </w:rPr>
        <w:t>，即</w:t>
      </w:r>
      <w:r w:rsidRPr="00FC1D75">
        <w:rPr>
          <w:rFonts w:ascii="宋体" w:hAnsi="宋体"/>
          <w:color w:val="FF0000"/>
          <w:position w:val="-6"/>
          <w:szCs w:val="21"/>
        </w:rPr>
        <w:object w:dxaOrig="975" w:dyaOrig="315">
          <v:shape id="_x0000_i1199" type="#_x0000_t75" style="width:48.75pt;height:15.95pt" o:ole="">
            <v:imagedata r:id="rId229" o:title=""/>
          </v:shape>
          <o:OLEObject Type="Embed" ProgID="Equation.DSMT4" ShapeID="_x0000_i1199" DrawAspect="Content" ObjectID="_1773599554" r:id="rId230"/>
        </w:object>
      </w:r>
      <w:r w:rsidRPr="00FC1D75">
        <w:rPr>
          <w:rFonts w:ascii="宋体" w:hAnsi="宋体" w:hint="eastAsia"/>
          <w:color w:val="FF0000"/>
          <w:szCs w:val="21"/>
        </w:rPr>
        <w:t>，因为</w:t>
      </w:r>
      <w:r w:rsidRPr="00FC1D75">
        <w:rPr>
          <w:rFonts w:ascii="宋体" w:hAnsi="宋体"/>
          <w:color w:val="FF0000"/>
          <w:position w:val="-10"/>
          <w:szCs w:val="21"/>
        </w:rPr>
        <w:object w:dxaOrig="885" w:dyaOrig="300">
          <v:shape id="_x0000_i1200" type="#_x0000_t75" style="width:44.2pt;height:15.05pt" o:ole="">
            <v:imagedata r:id="rId231" o:title=""/>
          </v:shape>
          <o:OLEObject Type="Embed" ProgID="Equation.DSMT4" ShapeID="_x0000_i1200" DrawAspect="Content" ObjectID="_1773599555" r:id="rId232"/>
        </w:object>
      </w:r>
      <w:r w:rsidRPr="00FC1D75">
        <w:rPr>
          <w:rFonts w:ascii="宋体" w:hAnsi="宋体" w:hint="eastAsia"/>
          <w:color w:val="FF0000"/>
          <w:szCs w:val="21"/>
        </w:rPr>
        <w:t>，所以</w:t>
      </w:r>
      <w:r w:rsidRPr="00FC1D75">
        <w:rPr>
          <w:rFonts w:ascii="宋体" w:hAnsi="宋体"/>
          <w:color w:val="FF0000"/>
          <w:position w:val="-22"/>
          <w:szCs w:val="21"/>
        </w:rPr>
        <w:object w:dxaOrig="600" w:dyaOrig="555">
          <v:shape id="_x0000_i1201" type="#_x0000_t75" style="width:30.1pt;height:27.8pt" o:ole="">
            <v:imagedata r:id="rId233" o:title=""/>
          </v:shape>
          <o:OLEObject Type="Embed" ProgID="Equation.DSMT4" ShapeID="_x0000_i1201" DrawAspect="Content" ObjectID="_1773599556" r:id="rId234"/>
        </w:object>
      </w:r>
      <w:r w:rsidRPr="00FC1D75">
        <w:rPr>
          <w:rFonts w:ascii="宋体" w:hAnsi="宋体" w:hint="eastAsia"/>
          <w:color w:val="FF0000"/>
          <w:szCs w:val="21"/>
        </w:rPr>
        <w:t>．</w:t>
      </w:r>
    </w:p>
    <w:p w:rsidR="00FC1D75" w:rsidRPr="00FC1D75" w:rsidRDefault="00FC1D75" w:rsidP="00FC1D75">
      <w:pPr>
        <w:spacing w:line="360" w:lineRule="auto"/>
        <w:rPr>
          <w:rFonts w:ascii="宋体" w:hAnsi="宋体"/>
          <w:color w:val="FF0000"/>
          <w:szCs w:val="21"/>
        </w:rPr>
      </w:pPr>
      <w:r w:rsidRPr="00FC1D75">
        <w:rPr>
          <w:rFonts w:ascii="宋体" w:hAnsi="宋体" w:hint="eastAsia"/>
          <w:color w:val="FF0000"/>
          <w:szCs w:val="21"/>
        </w:rPr>
        <w:t>（</w:t>
      </w:r>
      <w:r w:rsidRPr="00FC1D75">
        <w:rPr>
          <w:rFonts w:ascii="宋体" w:hAnsi="宋体"/>
          <w:color w:val="FF0000"/>
          <w:szCs w:val="21"/>
        </w:rPr>
        <w:t>2</w:t>
      </w:r>
      <w:r w:rsidRPr="00FC1D75">
        <w:rPr>
          <w:rFonts w:ascii="宋体" w:hAnsi="宋体" w:hint="eastAsia"/>
          <w:color w:val="FF0000"/>
          <w:szCs w:val="21"/>
        </w:rPr>
        <w:t>）在</w:t>
      </w:r>
      <w:r w:rsidRPr="00FC1D75">
        <w:rPr>
          <w:rFonts w:ascii="宋体" w:hAnsi="宋体"/>
          <w:color w:val="FF0000"/>
          <w:position w:val="-6"/>
          <w:szCs w:val="21"/>
        </w:rPr>
        <w:object w:dxaOrig="615" w:dyaOrig="255">
          <v:shape id="_x0000_i1202" type="#_x0000_t75" style="width:30.55pt;height:12.75pt" o:ole="">
            <v:imagedata r:id="rId235" o:title=""/>
          </v:shape>
          <o:OLEObject Type="Embed" ProgID="Equation.DSMT4" ShapeID="_x0000_i1202" DrawAspect="Content" ObjectID="_1773599557" r:id="rId236"/>
        </w:object>
      </w:r>
      <w:r w:rsidRPr="00FC1D75">
        <w:rPr>
          <w:rFonts w:ascii="宋体" w:hAnsi="宋体" w:hint="eastAsia"/>
          <w:color w:val="FF0000"/>
          <w:szCs w:val="21"/>
        </w:rPr>
        <w:t>中，</w:t>
      </w:r>
      <w:r w:rsidRPr="00FC1D75">
        <w:rPr>
          <w:rFonts w:ascii="宋体" w:hAnsi="宋体"/>
          <w:color w:val="FF0000"/>
          <w:position w:val="-4"/>
          <w:szCs w:val="21"/>
        </w:rPr>
        <w:object w:dxaOrig="675" w:dyaOrig="240">
          <v:shape id="_x0000_i1203" type="#_x0000_t75" style="width:33.7pt;height:11.85pt" o:ole="">
            <v:imagedata r:id="rId237" o:title=""/>
          </v:shape>
          <o:OLEObject Type="Embed" ProgID="Equation.DSMT4" ShapeID="_x0000_i1203" DrawAspect="Content" ObjectID="_1773599558" r:id="rId238"/>
        </w:object>
      </w:r>
      <w:r w:rsidRPr="00FC1D75">
        <w:rPr>
          <w:rFonts w:ascii="宋体" w:hAnsi="宋体" w:hint="eastAsia"/>
          <w:color w:val="FF0000"/>
          <w:szCs w:val="21"/>
        </w:rPr>
        <w:t>，</w:t>
      </w:r>
      <w:r w:rsidRPr="00FC1D75">
        <w:rPr>
          <w:rFonts w:ascii="宋体" w:hAnsi="宋体"/>
          <w:color w:val="FF0000"/>
          <w:position w:val="-6"/>
          <w:szCs w:val="21"/>
        </w:rPr>
        <w:object w:dxaOrig="675" w:dyaOrig="255">
          <v:shape id="_x0000_i1204" type="#_x0000_t75" style="width:33.7pt;height:12.75pt" o:ole="">
            <v:imagedata r:id="rId239" o:title=""/>
          </v:shape>
          <o:OLEObject Type="Embed" ProgID="Equation.DSMT4" ShapeID="_x0000_i1204" DrawAspect="Content" ObjectID="_1773599559" r:id="rId240"/>
        </w:object>
      </w:r>
      <w:r w:rsidRPr="00FC1D75">
        <w:rPr>
          <w:rFonts w:ascii="宋体" w:hAnsi="宋体" w:hint="eastAsia"/>
          <w:color w:val="FF0000"/>
          <w:szCs w:val="21"/>
        </w:rPr>
        <w:t>，所以</w:t>
      </w:r>
      <w:r w:rsidRPr="00FC1D75">
        <w:rPr>
          <w:rFonts w:ascii="宋体" w:hAnsi="宋体"/>
          <w:color w:val="FF0000"/>
          <w:position w:val="-6"/>
          <w:szCs w:val="21"/>
        </w:rPr>
        <w:object w:dxaOrig="4065" w:dyaOrig="300">
          <v:shape id="_x0000_i1205" type="#_x0000_t75" style="width:203.25pt;height:15.05pt" o:ole="">
            <v:imagedata r:id="rId241" o:title=""/>
          </v:shape>
          <o:OLEObject Type="Embed" ProgID="Equation.DSMT4" ShapeID="_x0000_i1205" DrawAspect="Content" ObjectID="_1773599560" r:id="rId242"/>
        </w:object>
      </w:r>
      <w:r w:rsidRPr="00FC1D75">
        <w:rPr>
          <w:rFonts w:ascii="宋体" w:hAnsi="宋体" w:hint="eastAsia"/>
          <w:color w:val="FF0000"/>
          <w:szCs w:val="21"/>
        </w:rPr>
        <w:t>，</w:t>
      </w:r>
    </w:p>
    <w:p w:rsidR="00FC1D75" w:rsidRPr="00FC1D75" w:rsidRDefault="00FC1D75" w:rsidP="00FC1D75">
      <w:pPr>
        <w:spacing w:line="360" w:lineRule="auto"/>
        <w:rPr>
          <w:rFonts w:ascii="宋体" w:hAnsi="宋体"/>
          <w:color w:val="FF0000"/>
          <w:szCs w:val="21"/>
        </w:rPr>
      </w:pPr>
      <w:r w:rsidRPr="00FC1D75">
        <w:rPr>
          <w:rFonts w:ascii="宋体" w:hAnsi="宋体" w:hint="eastAsia"/>
          <w:color w:val="FF0000"/>
          <w:szCs w:val="21"/>
        </w:rPr>
        <w:t>又</w:t>
      </w:r>
      <w:r w:rsidRPr="00FC1D75">
        <w:rPr>
          <w:rFonts w:ascii="宋体" w:hAnsi="宋体"/>
          <w:color w:val="FF0000"/>
          <w:position w:val="-22"/>
          <w:szCs w:val="21"/>
        </w:rPr>
        <w:object w:dxaOrig="600" w:dyaOrig="555">
          <v:shape id="_x0000_i1206" type="#_x0000_t75" style="width:30.1pt;height:27.8pt" o:ole="">
            <v:imagedata r:id="rId243" o:title=""/>
          </v:shape>
          <o:OLEObject Type="Embed" ProgID="Equation.DSMT4" ShapeID="_x0000_i1206" DrawAspect="Content" ObjectID="_1773599561" r:id="rId244"/>
        </w:object>
      </w:r>
      <w:r w:rsidRPr="00FC1D75">
        <w:rPr>
          <w:rFonts w:ascii="宋体" w:hAnsi="宋体" w:hint="eastAsia"/>
          <w:color w:val="FF0000"/>
          <w:szCs w:val="21"/>
        </w:rPr>
        <w:t>，则</w:t>
      </w:r>
      <w:r w:rsidRPr="00FC1D75">
        <w:rPr>
          <w:rFonts w:ascii="宋体" w:hAnsi="宋体"/>
          <w:color w:val="FF0000"/>
          <w:position w:val="-6"/>
          <w:szCs w:val="21"/>
        </w:rPr>
        <w:object w:dxaOrig="615" w:dyaOrig="255">
          <v:shape id="_x0000_i1207" type="#_x0000_t75" style="width:30.55pt;height:12.75pt" o:ole="">
            <v:imagedata r:id="rId245" o:title=""/>
          </v:shape>
          <o:OLEObject Type="Embed" ProgID="Equation.DSMT4" ShapeID="_x0000_i1207" DrawAspect="Content" ObjectID="_1773599562" r:id="rId246"/>
        </w:object>
      </w:r>
      <w:r w:rsidRPr="00FC1D75">
        <w:rPr>
          <w:rFonts w:ascii="宋体" w:hAnsi="宋体" w:hint="eastAsia"/>
          <w:color w:val="FF0000"/>
          <w:szCs w:val="21"/>
        </w:rPr>
        <w:t>为等边三角形，</w:t>
      </w:r>
      <w:r w:rsidRPr="00FC1D75">
        <w:rPr>
          <w:rFonts w:ascii="宋体" w:hAnsi="宋体"/>
          <w:color w:val="FF0000"/>
          <w:position w:val="-22"/>
          <w:szCs w:val="21"/>
        </w:rPr>
        <w:object w:dxaOrig="3495" w:dyaOrig="555">
          <v:shape id="_x0000_i1208" type="#_x0000_t75" style="width:174.55pt;height:27.8pt" o:ole="">
            <v:imagedata r:id="rId247" o:title=""/>
          </v:shape>
          <o:OLEObject Type="Embed" ProgID="Equation.DSMT4" ShapeID="_x0000_i1208" DrawAspect="Content" ObjectID="_1773599563" r:id="rId248"/>
        </w:object>
      </w:r>
      <w:r w:rsidRPr="00FC1D75">
        <w:rPr>
          <w:rFonts w:ascii="宋体" w:hAnsi="宋体" w:hint="eastAsia"/>
          <w:color w:val="FF0000"/>
          <w:szCs w:val="21"/>
        </w:rPr>
        <w:t>，</w:t>
      </w:r>
    </w:p>
    <w:p w:rsidR="00FC1D75" w:rsidRPr="00FC1D75" w:rsidRDefault="00FC1D75" w:rsidP="00FC1D75">
      <w:pPr>
        <w:spacing w:line="360" w:lineRule="auto"/>
        <w:rPr>
          <w:rFonts w:ascii="宋体" w:hAnsi="宋体"/>
          <w:color w:val="FF0000"/>
          <w:szCs w:val="21"/>
        </w:rPr>
      </w:pPr>
      <w:r w:rsidRPr="00FC1D75">
        <w:rPr>
          <w:rFonts w:ascii="宋体" w:hAnsi="宋体" w:hint="eastAsia"/>
          <w:color w:val="FF0000"/>
          <w:szCs w:val="21"/>
        </w:rPr>
        <w:t>又</w:t>
      </w:r>
      <w:r w:rsidRPr="00FC1D75">
        <w:rPr>
          <w:rFonts w:ascii="宋体" w:hAnsi="宋体"/>
          <w:color w:val="FF0000"/>
          <w:position w:val="-22"/>
          <w:szCs w:val="21"/>
        </w:rPr>
        <w:object w:dxaOrig="3240" w:dyaOrig="555">
          <v:shape id="_x0000_i1209" type="#_x0000_t75" style="width:162.25pt;height:27.8pt" o:ole="">
            <v:imagedata r:id="rId249" o:title=""/>
          </v:shape>
          <o:OLEObject Type="Embed" ProgID="Equation.DSMT4" ShapeID="_x0000_i1209" DrawAspect="Content" ObjectID="_1773599564" r:id="rId250"/>
        </w:object>
      </w:r>
      <w:r w:rsidRPr="00FC1D75">
        <w:rPr>
          <w:rFonts w:ascii="宋体" w:hAnsi="宋体" w:hint="eastAsia"/>
          <w:color w:val="FF0000"/>
          <w:szCs w:val="21"/>
        </w:rPr>
        <w:t>，</w:t>
      </w:r>
    </w:p>
    <w:p w:rsidR="00FC1D75" w:rsidRPr="00FC1D75" w:rsidRDefault="00FC1D75" w:rsidP="00FC1D75">
      <w:pPr>
        <w:spacing w:line="360" w:lineRule="auto"/>
        <w:rPr>
          <w:rFonts w:ascii="宋体" w:hAnsi="宋体"/>
          <w:color w:val="FF0000"/>
          <w:szCs w:val="21"/>
        </w:rPr>
      </w:pPr>
      <w:r w:rsidRPr="00FC1D75">
        <w:rPr>
          <w:rFonts w:ascii="宋体" w:hAnsi="宋体" w:hint="eastAsia"/>
          <w:color w:val="FF0000"/>
          <w:szCs w:val="21"/>
        </w:rPr>
        <w:t>所以四边形</w:t>
      </w:r>
      <w:r w:rsidRPr="00FC1D75">
        <w:rPr>
          <w:rFonts w:ascii="宋体" w:hAnsi="宋体"/>
          <w:color w:val="FF0000"/>
          <w:position w:val="-6"/>
          <w:szCs w:val="21"/>
        </w:rPr>
        <w:object w:dxaOrig="660" w:dyaOrig="255">
          <v:shape id="_x0000_i1210" type="#_x0000_t75" style="width:32.8pt;height:12.75pt" o:ole="">
            <v:imagedata r:id="rId251" o:title=""/>
          </v:shape>
          <o:OLEObject Type="Embed" ProgID="Equation.DSMT4" ShapeID="_x0000_i1210" DrawAspect="Content" ObjectID="_1773599565" r:id="rId252"/>
        </w:object>
      </w:r>
      <w:r w:rsidRPr="00FC1D75">
        <w:rPr>
          <w:rFonts w:ascii="宋体" w:hAnsi="宋体" w:hint="eastAsia"/>
          <w:color w:val="FF0000"/>
          <w:szCs w:val="21"/>
        </w:rPr>
        <w:t>的面积</w:t>
      </w:r>
      <w:r w:rsidRPr="00FC1D75">
        <w:rPr>
          <w:rFonts w:ascii="宋体" w:hAnsi="宋体"/>
          <w:color w:val="FF0000"/>
          <w:position w:val="-22"/>
          <w:szCs w:val="21"/>
        </w:rPr>
        <w:object w:dxaOrig="5700" w:dyaOrig="555">
          <v:shape id="_x0000_i1211" type="#_x0000_t75" style="width:284.8pt;height:27.8pt" o:ole="">
            <v:imagedata r:id="rId253" o:title=""/>
          </v:shape>
          <o:OLEObject Type="Embed" ProgID="Equation.DSMT4" ShapeID="_x0000_i1211" DrawAspect="Content" ObjectID="_1773599566" r:id="rId254"/>
        </w:object>
      </w:r>
      <w:r w:rsidRPr="00FC1D75">
        <w:rPr>
          <w:rFonts w:ascii="宋体" w:hAnsi="宋体" w:hint="eastAsia"/>
          <w:color w:val="FF0000"/>
          <w:szCs w:val="21"/>
        </w:rPr>
        <w:t>，，</w:t>
      </w:r>
      <w:r w:rsidRPr="00FC1D75">
        <w:rPr>
          <w:rFonts w:ascii="宋体" w:hAnsi="宋体"/>
          <w:color w:val="FF0000"/>
          <w:position w:val="-4"/>
          <w:szCs w:val="21"/>
        </w:rPr>
        <w:object w:dxaOrig="195" w:dyaOrig="195">
          <v:shape id="_x0000_i1234" type="#_x0000_t75" style="width:9.55pt;height:9.55pt" o:ole="">
            <v:imagedata r:id="rId255" o:title=""/>
          </v:shape>
          <o:OLEObject Type="Embed" ProgID="Equation.DSMT4" ShapeID="_x0000_i1234" DrawAspect="Content" ObjectID="_1773599567" r:id="rId256"/>
        </w:object>
      </w:r>
      <w:r w:rsidRPr="00FC1D75">
        <w:rPr>
          <w:rFonts w:ascii="宋体" w:hAnsi="宋体"/>
          <w:color w:val="FF0000"/>
          <w:position w:val="-22"/>
          <w:szCs w:val="21"/>
        </w:rPr>
        <w:object w:dxaOrig="1665" w:dyaOrig="555">
          <v:shape id="_x0000_i1235" type="#_x0000_t75" style="width:83.4pt;height:27.8pt" o:ole="">
            <v:imagedata r:id="rId257" o:title=""/>
          </v:shape>
          <o:OLEObject Type="Embed" ProgID="Equation.DSMT4" ShapeID="_x0000_i1235" DrawAspect="Content" ObjectID="_1773599568" r:id="rId258"/>
        </w:object>
      </w:r>
      <w:r w:rsidRPr="00FC1D75">
        <w:rPr>
          <w:rFonts w:ascii="宋体" w:hAnsi="宋体" w:hint="eastAsia"/>
          <w:color w:val="FF0000"/>
          <w:szCs w:val="21"/>
        </w:rPr>
        <w:t>，所以当</w:t>
      </w:r>
      <w:r w:rsidRPr="00FC1D75">
        <w:rPr>
          <w:rFonts w:ascii="宋体" w:hAnsi="宋体"/>
          <w:color w:val="FF0000"/>
          <w:position w:val="-22"/>
          <w:szCs w:val="21"/>
        </w:rPr>
        <w:object w:dxaOrig="975" w:dyaOrig="555">
          <v:shape id="_x0000_i1236" type="#_x0000_t75" style="width:48.75pt;height:27.8pt" o:ole="">
            <v:imagedata r:id="rId259" o:title=""/>
          </v:shape>
          <o:OLEObject Type="Embed" ProgID="Equation.DSMT4" ShapeID="_x0000_i1236" DrawAspect="Content" ObjectID="_1773599569" r:id="rId260"/>
        </w:object>
      </w:r>
      <w:r w:rsidRPr="00FC1D75">
        <w:rPr>
          <w:rFonts w:ascii="宋体" w:hAnsi="宋体" w:hint="eastAsia"/>
          <w:color w:val="FF0000"/>
          <w:szCs w:val="21"/>
        </w:rPr>
        <w:t>，即</w:t>
      </w:r>
      <w:r w:rsidRPr="00FC1D75">
        <w:rPr>
          <w:rFonts w:ascii="宋体" w:hAnsi="宋体"/>
          <w:color w:val="FF0000"/>
          <w:position w:val="-22"/>
          <w:szCs w:val="21"/>
        </w:rPr>
        <w:object w:dxaOrig="720" w:dyaOrig="555">
          <v:shape id="_x0000_i1237" type="#_x0000_t75" style="width:36pt;height:27.8pt" o:ole="">
            <v:imagedata r:id="rId261" o:title=""/>
          </v:shape>
          <o:OLEObject Type="Embed" ProgID="Equation.DSMT4" ShapeID="_x0000_i1237" DrawAspect="Content" ObjectID="_1773599570" r:id="rId262"/>
        </w:object>
      </w:r>
      <w:r w:rsidRPr="00FC1D75">
        <w:rPr>
          <w:rFonts w:ascii="宋体" w:hAnsi="宋体" w:hint="eastAsia"/>
          <w:color w:val="FF0000"/>
          <w:szCs w:val="21"/>
        </w:rPr>
        <w:t>时，四边形</w:t>
      </w:r>
      <w:r w:rsidRPr="00FC1D75">
        <w:rPr>
          <w:rFonts w:ascii="宋体" w:hAnsi="宋体"/>
          <w:color w:val="FF0000"/>
          <w:position w:val="-6"/>
          <w:szCs w:val="21"/>
        </w:rPr>
        <w:object w:dxaOrig="660" w:dyaOrig="255">
          <v:shape id="_x0000_i1238" type="#_x0000_t75" style="width:32.8pt;height:12.75pt" o:ole="">
            <v:imagedata r:id="rId263" o:title=""/>
          </v:shape>
          <o:OLEObject Type="Embed" ProgID="Equation.DSMT4" ShapeID="_x0000_i1238" DrawAspect="Content" ObjectID="_1773599571" r:id="rId264"/>
        </w:object>
      </w:r>
      <w:r w:rsidRPr="00FC1D75">
        <w:rPr>
          <w:rFonts w:ascii="宋体" w:hAnsi="宋体" w:hint="eastAsia"/>
          <w:color w:val="FF0000"/>
          <w:szCs w:val="21"/>
        </w:rPr>
        <w:t>的面积有最大值</w:t>
      </w:r>
      <w:r w:rsidRPr="00FC1D75">
        <w:rPr>
          <w:rFonts w:ascii="宋体" w:hAnsi="宋体"/>
          <w:color w:val="FF0000"/>
          <w:position w:val="-6"/>
          <w:szCs w:val="21"/>
        </w:rPr>
        <w:object w:dxaOrig="720" w:dyaOrig="315">
          <v:shape id="_x0000_i1239" type="#_x0000_t75" style="width:36pt;height:15.95pt" o:ole="">
            <v:imagedata r:id="rId265" o:title=""/>
          </v:shape>
          <o:OLEObject Type="Embed" ProgID="Equation.DSMT4" ShapeID="_x0000_i1239" DrawAspect="Content" ObjectID="_1773599572" r:id="rId266"/>
        </w:object>
      </w:r>
      <w:r w:rsidRPr="00FC1D75">
        <w:rPr>
          <w:rFonts w:ascii="宋体" w:hAnsi="宋体" w:hint="eastAsia"/>
          <w:color w:val="FF0000"/>
          <w:szCs w:val="21"/>
        </w:rPr>
        <w:t>．</w:t>
      </w:r>
    </w:p>
    <w:p w:rsidR="00FC1D75" w:rsidRPr="00C67846" w:rsidRDefault="00FC1D75" w:rsidP="00FC1D75">
      <w:pPr>
        <w:spacing w:line="360" w:lineRule="auto"/>
        <w:jc w:val="left"/>
        <w:rPr>
          <w:rFonts w:ascii="宋体" w:hAnsi="宋体"/>
          <w:szCs w:val="21"/>
        </w:rPr>
      </w:pPr>
      <w:r w:rsidRPr="00FC1D75">
        <w:rPr>
          <w:rFonts w:ascii="宋体" w:hAnsi="宋体" w:hint="eastAsia"/>
          <w:color w:val="0000FF"/>
          <w:szCs w:val="21"/>
        </w:rPr>
        <w:t>18.</w:t>
      </w:r>
      <w:r w:rsidRPr="00C67846">
        <w:rPr>
          <w:rFonts w:ascii="宋体" w:hAnsi="宋体"/>
          <w:szCs w:val="21"/>
        </w:rPr>
        <w:t>解：（1）在图1中，</w:t>
      </w:r>
      <w:r w:rsidRPr="00C67846">
        <w:rPr>
          <w:rFonts w:ascii="宋体" w:hAnsi="宋体" w:cs="宋体" w:hint="eastAsia"/>
          <w:szCs w:val="21"/>
        </w:rPr>
        <w:t>∠</w:t>
      </w:r>
      <w:r w:rsidRPr="00C67846">
        <w:rPr>
          <w:rFonts w:ascii="宋体" w:hAnsi="宋体"/>
          <w:i/>
          <w:szCs w:val="21"/>
        </w:rPr>
        <w:t>NOC</w:t>
      </w:r>
      <w:r w:rsidRPr="00C67846">
        <w:rPr>
          <w:rFonts w:ascii="宋体" w:hAnsi="宋体"/>
          <w:szCs w:val="21"/>
        </w:rPr>
        <w:t>＝θ，θ</w:t>
      </w:r>
      <w:r w:rsidRPr="00C67846">
        <w:rPr>
          <w:rFonts w:ascii="宋体" w:hAnsi="宋体" w:cs="宋体" w:hint="eastAsia"/>
          <w:szCs w:val="21"/>
        </w:rPr>
        <w:t>∈</w:t>
      </w:r>
      <w:r w:rsidRPr="00C67846">
        <w:rPr>
          <w:rFonts w:ascii="宋体" w:hAnsi="宋体"/>
          <w:szCs w:val="21"/>
        </w:rPr>
        <w:t>（0，α），</w:t>
      </w:r>
      <w:r w:rsidRPr="00C67846">
        <w:rPr>
          <w:rFonts w:ascii="宋体" w:hAnsi="宋体"/>
          <w:i/>
          <w:szCs w:val="21"/>
        </w:rPr>
        <w:t>AD</w:t>
      </w:r>
      <w:r w:rsidRPr="00C67846">
        <w:rPr>
          <w:rFonts w:ascii="宋体" w:hAnsi="宋体"/>
          <w:szCs w:val="21"/>
        </w:rPr>
        <w:t>＝</w:t>
      </w:r>
      <w:r w:rsidRPr="00C67846">
        <w:rPr>
          <w:rFonts w:ascii="宋体" w:hAnsi="宋体"/>
          <w:i/>
          <w:szCs w:val="21"/>
        </w:rPr>
        <w:t>BC</w:t>
      </w:r>
      <w:r w:rsidRPr="00C67846">
        <w:rPr>
          <w:rFonts w:ascii="宋体" w:hAnsi="宋体"/>
          <w:szCs w:val="21"/>
        </w:rPr>
        <w:t>＝</w:t>
      </w:r>
      <w:r w:rsidRPr="00C67846">
        <w:rPr>
          <w:rFonts w:ascii="宋体" w:hAnsi="宋体"/>
          <w:i/>
          <w:szCs w:val="21"/>
        </w:rPr>
        <w:t>r</w:t>
      </w:r>
      <w:r w:rsidRPr="00C67846">
        <w:rPr>
          <w:rFonts w:ascii="宋体" w:hAnsi="宋体"/>
          <w:szCs w:val="21"/>
        </w:rPr>
        <w:t>sinθ，</w:t>
      </w:r>
      <w:r w:rsidRPr="00C67846">
        <w:rPr>
          <w:rFonts w:ascii="宋体" w:hAnsi="宋体"/>
          <w:i/>
          <w:szCs w:val="21"/>
        </w:rPr>
        <w:t>OB</w:t>
      </w:r>
      <w:r w:rsidRPr="00C67846">
        <w:rPr>
          <w:rFonts w:ascii="宋体" w:hAnsi="宋体"/>
          <w:szCs w:val="21"/>
        </w:rPr>
        <w:t>＝</w:t>
      </w:r>
      <w:r w:rsidRPr="00C67846">
        <w:rPr>
          <w:rFonts w:ascii="宋体" w:hAnsi="宋体"/>
          <w:i/>
          <w:szCs w:val="21"/>
        </w:rPr>
        <w:t>r</w:t>
      </w:r>
      <w:r w:rsidRPr="00C67846">
        <w:rPr>
          <w:rFonts w:ascii="宋体" w:hAnsi="宋体"/>
          <w:szCs w:val="21"/>
        </w:rPr>
        <w:t>cosθ，</w: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i/>
          <w:szCs w:val="21"/>
        </w:rPr>
        <w:t>AB</w:t>
      </w:r>
      <w:r w:rsidRPr="00C67846">
        <w:rPr>
          <w:rFonts w:ascii="宋体" w:hAnsi="宋体"/>
          <w:szCs w:val="21"/>
        </w:rPr>
        <w:t>＝</w:t>
      </w:r>
      <w:r w:rsidRPr="00C67846">
        <w:rPr>
          <w:rFonts w:ascii="宋体" w:hAnsi="宋体"/>
          <w:i/>
          <w:szCs w:val="21"/>
        </w:rPr>
        <w:t>OB</w:t>
      </w:r>
      <w:r w:rsidRPr="00C67846">
        <w:rPr>
          <w:rFonts w:ascii="宋体" w:hAnsi="宋体"/>
          <w:szCs w:val="21"/>
        </w:rPr>
        <w:t>﹣</w:t>
      </w:r>
      <w:r w:rsidRPr="00C67846">
        <w:rPr>
          <w:rFonts w:ascii="宋体" w:hAnsi="宋体"/>
          <w:i/>
          <w:szCs w:val="21"/>
        </w:rPr>
        <w:t>OA</w:t>
      </w:r>
      <w:r w:rsidRPr="00C67846">
        <w:rPr>
          <w:rFonts w:ascii="宋体" w:hAnsi="宋体"/>
          <w:szCs w:val="21"/>
        </w:rPr>
        <w:t>＝</w:t>
      </w:r>
      <w:r w:rsidRPr="00C67846">
        <w:rPr>
          <w:rFonts w:ascii="宋体" w:hAnsi="宋体"/>
          <w:i/>
          <w:szCs w:val="21"/>
        </w:rPr>
        <w:t>OB</w:t>
      </w:r>
      <w:r w:rsidRPr="00C67846">
        <w:rPr>
          <w:rFonts w:ascii="宋体" w:hAnsi="宋体"/>
          <w:szCs w:val="21"/>
        </w:rPr>
        <w:t>﹣</w:t>
      </w:r>
      <w:r w:rsidRPr="00C67846">
        <w:rPr>
          <w:rFonts w:ascii="宋体" w:hAnsi="宋体"/>
          <w:position w:val="-22"/>
          <w:szCs w:val="21"/>
        </w:rPr>
        <w:pict>
          <v:shape id="图片 1313" o:spid="_x0000_i1213" type="#_x0000_t75" alt="菁优网-jyeoo" style="width:34.2pt;height:26.45pt;mso-wrap-style:square;mso-position-horizontal-relative:page;mso-position-vertical-relative:page">
            <v:imagedata r:id="rId267" o:title="菁优网-jyeoo"/>
          </v:shape>
        </w:pict>
      </w:r>
      <w:r w:rsidRPr="00C67846">
        <w:rPr>
          <w:rFonts w:ascii="宋体" w:hAnsi="宋体"/>
          <w:szCs w:val="21"/>
        </w:rPr>
        <w:t>＝</w:t>
      </w:r>
      <w:r w:rsidRPr="00C67846">
        <w:rPr>
          <w:rFonts w:ascii="宋体" w:hAnsi="宋体"/>
          <w:i/>
          <w:szCs w:val="21"/>
        </w:rPr>
        <w:t>r</w:t>
      </w:r>
      <w:r w:rsidRPr="00C67846">
        <w:rPr>
          <w:rFonts w:ascii="宋体" w:hAnsi="宋体"/>
          <w:szCs w:val="21"/>
        </w:rPr>
        <w:t>cosθ﹣</w:t>
      </w:r>
      <w:r w:rsidRPr="00C67846">
        <w:rPr>
          <w:rFonts w:ascii="宋体" w:hAnsi="宋体"/>
          <w:position w:val="-22"/>
          <w:szCs w:val="21"/>
        </w:rPr>
        <w:pict>
          <v:shape id="图片 1314" o:spid="_x0000_i1214" type="#_x0000_t75" alt="菁优网-jyeoo" style="width:39.65pt;height:26.45pt;mso-wrap-style:square;mso-position-horizontal-relative:page;mso-position-vertical-relative:page">
            <v:imagedata r:id="rId268" o:title="菁优网-jyeoo"/>
          </v:shape>
        </w:pict>
      </w:r>
      <w:r w:rsidRPr="00C67846">
        <w:rPr>
          <w:rFonts w:ascii="宋体" w:hAnsi="宋体"/>
          <w:szCs w:val="21"/>
        </w:rPr>
        <w:t>，</w: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position w:val="-22"/>
          <w:szCs w:val="21"/>
        </w:rPr>
        <w:pict>
          <v:shape id="图片 1315" o:spid="_x0000_i1215" type="#_x0000_t75" alt="菁优网-jyeoo" style="width:176.35pt;height:26.45pt;mso-wrap-style:square;mso-position-horizontal-relative:page;mso-position-vertical-relative:page">
            <v:imagedata r:id="rId269" o:title="菁优网-jyeoo"/>
          </v:shape>
        </w:pict>
      </w:r>
      <w:r w:rsidRPr="00C67846">
        <w:rPr>
          <w:rFonts w:ascii="宋体" w:hAnsi="宋体"/>
          <w:szCs w:val="21"/>
        </w:rPr>
        <w:t>＝</w:t>
      </w:r>
      <w:r w:rsidRPr="00C67846">
        <w:rPr>
          <w:rFonts w:ascii="宋体" w:hAnsi="宋体"/>
          <w:position w:val="-23"/>
          <w:szCs w:val="21"/>
        </w:rPr>
        <w:pict>
          <v:shape id="图片 1316" o:spid="_x0000_i1216" type="#_x0000_t75" alt="菁优网-jyeoo" style="width:126.7pt;height:30.55pt;mso-wrap-style:square;mso-position-horizontal-relative:page;mso-position-vertical-relative:page">
            <v:imagedata r:id="rId270" o:title="菁优网-jyeoo"/>
          </v:shape>
        </w:pic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szCs w:val="21"/>
        </w:rPr>
        <w:t>＝</w:t>
      </w:r>
      <w:r w:rsidRPr="00C67846">
        <w:rPr>
          <w:rFonts w:ascii="宋体" w:hAnsi="宋体"/>
          <w:position w:val="-23"/>
          <w:szCs w:val="21"/>
        </w:rPr>
        <w:pict>
          <v:shape id="图片 1317" o:spid="_x0000_i1217" type="#_x0000_t75" alt="菁优网-jyeoo" style="width:162.25pt;height:30.55pt;mso-wrap-style:square;mso-position-horizontal-relative:page;mso-position-vertical-relative:page">
            <v:imagedata r:id="rId271" o:title="菁优网-jyeoo"/>
          </v:shape>
        </w:pict>
      </w:r>
      <w:r w:rsidRPr="00C67846">
        <w:rPr>
          <w:rFonts w:ascii="宋体" w:hAnsi="宋体"/>
          <w:szCs w:val="21"/>
        </w:rPr>
        <w:t>＝</w:t>
      </w:r>
      <w:r w:rsidRPr="00C67846">
        <w:rPr>
          <w:rFonts w:ascii="宋体" w:hAnsi="宋体"/>
          <w:position w:val="-23"/>
          <w:szCs w:val="21"/>
        </w:rPr>
        <w:pict>
          <v:shape id="图片 1318" o:spid="_x0000_i1218" type="#_x0000_t75" alt="菁优网-jyeoo" style="width:194.15pt;height:30.55pt;mso-wrap-style:square;mso-position-horizontal-relative:page;mso-position-vertical-relative:page">
            <v:imagedata r:id="rId272" o:title="菁优网-jyeoo"/>
          </v:shape>
        </w:pict>
      </w:r>
      <w:r w:rsidRPr="00C67846">
        <w:rPr>
          <w:rFonts w:ascii="宋体" w:hAnsi="宋体"/>
          <w:position w:val="-23"/>
          <w:szCs w:val="21"/>
        </w:rPr>
        <w:pict>
          <v:shape id="图片 1319" o:spid="_x0000_i1219" type="#_x0000_t75" alt="菁优网-jyeoo" style="width:47.4pt;height:30.55pt;mso-wrap-style:square;mso-position-horizontal-relative:page;mso-position-vertical-relative:page">
            <v:imagedata r:id="rId273" o:title="菁优网-jyeoo"/>
          </v:shape>
        </w:pic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szCs w:val="21"/>
        </w:rPr>
        <w:t>＝</w:t>
      </w:r>
      <w:r w:rsidRPr="00C67846">
        <w:rPr>
          <w:rFonts w:ascii="宋体" w:hAnsi="宋体"/>
          <w:position w:val="-23"/>
          <w:szCs w:val="21"/>
        </w:rPr>
        <w:pict>
          <v:shape id="图片 1320" o:spid="_x0000_i1220" type="#_x0000_t75" alt="菁优网-jyeoo" style="width:164.95pt;height:30.55pt;mso-wrap-style:square;mso-position-horizontal-relative:page;mso-position-vertical-relative:page">
            <v:imagedata r:id="rId274" o:title="菁优网-jyeoo"/>
          </v:shape>
        </w:pict>
      </w:r>
      <w:r w:rsidRPr="00C67846">
        <w:rPr>
          <w:rFonts w:ascii="宋体" w:hAnsi="宋体"/>
          <w:szCs w:val="21"/>
        </w:rPr>
        <w:t>，</w: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szCs w:val="21"/>
        </w:rPr>
        <w:t>当</w:t>
      </w:r>
      <w:r w:rsidRPr="00C67846">
        <w:rPr>
          <w:rFonts w:ascii="宋体" w:hAnsi="宋体"/>
          <w:position w:val="-22"/>
          <w:szCs w:val="21"/>
        </w:rPr>
        <w:pict>
          <v:shape id="图片 1321" o:spid="_x0000_i1221" type="#_x0000_t75" alt="菁优网-jyeoo" style="width:34.65pt;height:26.45pt;mso-wrap-style:square;mso-position-horizontal-relative:page;mso-position-vertical-relative:page">
            <v:imagedata r:id="rId275" o:title="菁优网-jyeoo"/>
          </v:shape>
        </w:pict>
      </w:r>
      <w:r w:rsidRPr="00C67846">
        <w:rPr>
          <w:rFonts w:ascii="宋体" w:hAnsi="宋体"/>
          <w:szCs w:val="21"/>
        </w:rPr>
        <w:t>时，矩形</w:t>
      </w:r>
      <w:r w:rsidRPr="00C67846">
        <w:rPr>
          <w:rFonts w:ascii="宋体" w:hAnsi="宋体"/>
          <w:i/>
          <w:szCs w:val="21"/>
        </w:rPr>
        <w:t>ABCD</w:t>
      </w:r>
      <w:r w:rsidRPr="00C67846">
        <w:rPr>
          <w:rFonts w:ascii="宋体" w:hAnsi="宋体"/>
          <w:szCs w:val="21"/>
        </w:rPr>
        <w:t>的最大面积为</w:t>
      </w:r>
      <w:r w:rsidRPr="00C67846">
        <w:rPr>
          <w:rFonts w:ascii="宋体" w:hAnsi="宋体"/>
          <w:position w:val="-23"/>
          <w:szCs w:val="21"/>
        </w:rPr>
        <w:pict>
          <v:shape id="图片 1322" o:spid="_x0000_i1222" type="#_x0000_t75" alt="菁优网-jyeoo" style="width:164.95pt;height:30.55pt;mso-wrap-style:square;mso-position-horizontal-relative:page;mso-position-vertical-relative:page">
            <v:imagedata r:id="rId276" o:title="菁优网-jyeoo"/>
          </v:shape>
        </w:pict>
      </w:r>
      <w:r w:rsidRPr="00C67846">
        <w:rPr>
          <w:rFonts w:ascii="宋体" w:hAnsi="宋体"/>
          <w:szCs w:val="21"/>
        </w:rPr>
        <w:t>；</w: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szCs w:val="21"/>
        </w:rPr>
        <w:t>（2）在图2中，设</w:t>
      </w:r>
      <w:r w:rsidRPr="00C67846">
        <w:rPr>
          <w:rFonts w:ascii="宋体" w:hAnsi="宋体"/>
          <w:i/>
          <w:szCs w:val="21"/>
        </w:rPr>
        <w:t>OE</w:t>
      </w:r>
      <w:r w:rsidRPr="00C67846">
        <w:rPr>
          <w:rFonts w:ascii="宋体" w:hAnsi="宋体"/>
          <w:szCs w:val="21"/>
        </w:rPr>
        <w:t>与边</w:t>
      </w:r>
      <w:r w:rsidRPr="00C67846">
        <w:rPr>
          <w:rFonts w:ascii="宋体" w:hAnsi="宋体"/>
          <w:i/>
          <w:szCs w:val="21"/>
        </w:rPr>
        <w:t>PS</w:t>
      </w:r>
      <w:r w:rsidRPr="00C67846">
        <w:rPr>
          <w:rFonts w:ascii="宋体" w:hAnsi="宋体"/>
          <w:szCs w:val="21"/>
        </w:rPr>
        <w:t>，</w:t>
      </w:r>
      <w:r w:rsidRPr="00C67846">
        <w:rPr>
          <w:rFonts w:ascii="宋体" w:hAnsi="宋体"/>
          <w:i/>
          <w:szCs w:val="21"/>
        </w:rPr>
        <w:t>QR</w:t>
      </w:r>
      <w:r w:rsidRPr="00C67846">
        <w:rPr>
          <w:rFonts w:ascii="宋体" w:hAnsi="宋体"/>
          <w:szCs w:val="21"/>
        </w:rPr>
        <w:t>分别交于</w:t>
      </w:r>
      <w:r w:rsidRPr="00C67846">
        <w:rPr>
          <w:rFonts w:ascii="宋体" w:hAnsi="宋体"/>
          <w:i/>
          <w:szCs w:val="21"/>
        </w:rPr>
        <w:t>G</w:t>
      </w:r>
      <w:r w:rsidRPr="00C67846">
        <w:rPr>
          <w:rFonts w:ascii="宋体" w:hAnsi="宋体"/>
          <w:szCs w:val="21"/>
        </w:rPr>
        <w:t>，</w:t>
      </w:r>
      <w:r w:rsidRPr="00C67846">
        <w:rPr>
          <w:rFonts w:ascii="宋体" w:hAnsi="宋体"/>
          <w:i/>
          <w:szCs w:val="21"/>
        </w:rPr>
        <w:t>H</w:t>
      </w:r>
      <w:r w:rsidRPr="00C67846">
        <w:rPr>
          <w:rFonts w:ascii="宋体" w:hAnsi="宋体"/>
          <w:szCs w:val="21"/>
        </w:rPr>
        <w:t>，则利用（1）的结论，</w: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szCs w:val="21"/>
        </w:rPr>
        <w:t>可以得到矩形</w:t>
      </w:r>
      <w:r w:rsidRPr="00C67846">
        <w:rPr>
          <w:rFonts w:ascii="宋体" w:hAnsi="宋体"/>
          <w:i/>
          <w:szCs w:val="21"/>
        </w:rPr>
        <w:t>PQHG</w:t>
      </w:r>
      <w:r w:rsidRPr="00C67846">
        <w:rPr>
          <w:rFonts w:ascii="宋体" w:hAnsi="宋体"/>
          <w:szCs w:val="21"/>
        </w:rPr>
        <w:t>的最大面积为</w:t>
      </w:r>
      <w:r w:rsidRPr="00C67846">
        <w:rPr>
          <w:rFonts w:ascii="宋体" w:hAnsi="宋体"/>
          <w:position w:val="-23"/>
          <w:szCs w:val="21"/>
        </w:rPr>
        <w:pict>
          <v:shape id="图片 1323" o:spid="_x0000_i1223" type="#_x0000_t75" alt="菁优网-jyeoo" style="width:51.95pt;height:30.55pt;mso-wrap-style:square;mso-position-horizontal-relative:page;mso-position-vertical-relative:page">
            <v:imagedata r:id="rId277" o:title="菁优网-jyeoo"/>
          </v:shape>
        </w:pict>
      </w:r>
      <w:r w:rsidRPr="00C67846">
        <w:rPr>
          <w:rFonts w:ascii="宋体" w:hAnsi="宋体"/>
          <w:szCs w:val="21"/>
        </w:rPr>
        <w:t>，根据对称性，矩形</w:t>
      </w:r>
      <w:r w:rsidRPr="00C67846">
        <w:rPr>
          <w:rFonts w:ascii="宋体" w:hAnsi="宋体"/>
          <w:i/>
          <w:szCs w:val="21"/>
        </w:rPr>
        <w:t>PQRS</w:t>
      </w:r>
      <w:r w:rsidRPr="00C67846">
        <w:rPr>
          <w:rFonts w:ascii="宋体" w:hAnsi="宋体"/>
          <w:szCs w:val="21"/>
        </w:rPr>
        <w:t>的最大面积为</w:t>
      </w:r>
      <w:r w:rsidRPr="00C67846">
        <w:rPr>
          <w:rFonts w:ascii="宋体" w:hAnsi="宋体"/>
          <w:position w:val="-22"/>
          <w:szCs w:val="21"/>
        </w:rPr>
        <w:pict>
          <v:shape id="图片 1324" o:spid="_x0000_i1224" type="#_x0000_t75" alt="菁优网-jyeoo" style="width:49.65pt;height:26.45pt;mso-wrap-style:square;mso-position-horizontal-relative:page;mso-position-vertical-relative:page">
            <v:imagedata r:id="rId278" o:title="菁优网-jyeoo"/>
          </v:shape>
        </w:pict>
      </w:r>
      <w:r w:rsidRPr="00C67846">
        <w:rPr>
          <w:rFonts w:ascii="宋体" w:hAnsi="宋体"/>
          <w:szCs w:val="21"/>
        </w:rPr>
        <w:t>．</w: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cs="宋体" w:hint="eastAsia"/>
          <w:szCs w:val="21"/>
        </w:rPr>
        <w:t>∵</w:t>
      </w:r>
      <w:r w:rsidRPr="00C67846">
        <w:rPr>
          <w:rFonts w:ascii="宋体" w:hAnsi="宋体"/>
          <w:szCs w:val="21"/>
        </w:rPr>
        <w:t>α为锐角，</w:t>
      </w:r>
      <w:r w:rsidRPr="00C67846">
        <w:rPr>
          <w:rFonts w:ascii="宋体" w:hAnsi="宋体" w:cs="宋体" w:hint="eastAsia"/>
          <w:szCs w:val="21"/>
        </w:rPr>
        <w:t>∴</w:t>
      </w:r>
      <w:r w:rsidRPr="00C67846">
        <w:rPr>
          <w:rFonts w:ascii="宋体" w:hAnsi="宋体"/>
          <w:position w:val="-22"/>
          <w:szCs w:val="21"/>
        </w:rPr>
        <w:pict>
          <v:shape id="图片 1325" o:spid="_x0000_i1225" type="#_x0000_t75" alt="菁优网-jyeoo" style="width:15.95pt;height:26.45pt;mso-wrap-style:square;mso-position-horizontal-relative:page;mso-position-vertical-relative:page">
            <v:imagedata r:id="rId279" o:title="菁优网-jyeoo"/>
          </v:shape>
        </w:pict>
      </w:r>
      <w:r w:rsidRPr="00C67846">
        <w:rPr>
          <w:rFonts w:ascii="宋体" w:hAnsi="宋体" w:cs="宋体" w:hint="eastAsia"/>
          <w:szCs w:val="21"/>
        </w:rPr>
        <w:t>∈</w:t>
      </w:r>
      <w:r w:rsidRPr="00C67846">
        <w:rPr>
          <w:rFonts w:ascii="宋体" w:hAnsi="宋体"/>
          <w:szCs w:val="21"/>
        </w:rPr>
        <w:t>（0，</w:t>
      </w:r>
      <w:r w:rsidRPr="00C67846">
        <w:rPr>
          <w:rFonts w:ascii="宋体" w:hAnsi="宋体"/>
          <w:position w:val="-22"/>
          <w:szCs w:val="21"/>
        </w:rPr>
        <w:pict>
          <v:shape id="图片 1326" o:spid="_x0000_i1226" type="#_x0000_t75" alt="菁优网-jyeoo" style="width:15.95pt;height:26.45pt;mso-wrap-style:square;mso-position-horizontal-relative:page;mso-position-vertical-relative:page">
            <v:imagedata r:id="rId280" o:title="菁优网-jyeoo"/>
          </v:shape>
        </w:pict>
      </w:r>
      <w:r w:rsidRPr="00C67846">
        <w:rPr>
          <w:rFonts w:ascii="宋体" w:hAnsi="宋体"/>
          <w:szCs w:val="21"/>
        </w:rPr>
        <w:t>），于是0＜tan</w:t>
      </w:r>
      <w:r w:rsidRPr="00C67846">
        <w:rPr>
          <w:rFonts w:ascii="宋体" w:hAnsi="宋体"/>
          <w:position w:val="-22"/>
          <w:szCs w:val="21"/>
        </w:rPr>
        <w:pict>
          <v:shape id="图片 1327" o:spid="_x0000_i1227" type="#_x0000_t75" alt="菁优网-jyeoo" style="width:15.95pt;height:26.45pt;mso-wrap-style:square;mso-position-horizontal-relative:page;mso-position-vertical-relative:page">
            <v:imagedata r:id="rId279" o:title="菁优网-jyeoo"/>
          </v:shape>
        </w:pict>
      </w:r>
      <w:r w:rsidRPr="00C67846">
        <w:rPr>
          <w:rFonts w:ascii="宋体" w:hAnsi="宋体"/>
          <w:szCs w:val="21"/>
        </w:rPr>
        <w:t>＜tan</w:t>
      </w:r>
      <w:r w:rsidRPr="00C67846">
        <w:rPr>
          <w:rFonts w:ascii="宋体" w:hAnsi="宋体"/>
          <w:position w:val="-22"/>
          <w:szCs w:val="21"/>
        </w:rPr>
        <w:pict>
          <v:shape id="图片 1328" o:spid="_x0000_i1228" type="#_x0000_t75" alt="菁优网-jyeoo" style="width:15.95pt;height:26.45pt;mso-wrap-style:square;mso-position-horizontal-relative:page;mso-position-vertical-relative:page">
            <v:imagedata r:id="rId281" o:title="菁优网-jyeoo"/>
          </v:shape>
        </w:pict>
      </w:r>
      <w:r w:rsidRPr="00C67846">
        <w:rPr>
          <w:rFonts w:ascii="宋体" w:hAnsi="宋体"/>
          <w:szCs w:val="21"/>
        </w:rPr>
        <w:t>＜1．</w: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szCs w:val="21"/>
        </w:rPr>
        <w:lastRenderedPageBreak/>
        <w:t>因此，</w:t>
      </w:r>
      <w:r w:rsidRPr="00C67846">
        <w:rPr>
          <w:rFonts w:ascii="宋体" w:hAnsi="宋体"/>
          <w:position w:val="-23"/>
          <w:szCs w:val="21"/>
        </w:rPr>
        <w:pict>
          <v:shape id="图片 1329" o:spid="_x0000_i1229" type="#_x0000_t75" alt="菁优网-jyeoo" style="width:108pt;height:30.55pt;mso-wrap-style:square;mso-position-horizontal-relative:page;mso-position-vertical-relative:page">
            <v:imagedata r:id="rId282" o:title="菁优网-jyeoo"/>
          </v:shape>
        </w:pict>
      </w:r>
      <w:r w:rsidRPr="00C67846">
        <w:rPr>
          <w:rFonts w:ascii="宋体" w:hAnsi="宋体"/>
          <w:szCs w:val="21"/>
        </w:rPr>
        <w:t>＝</w:t>
      </w:r>
      <w:r w:rsidRPr="00C67846">
        <w:rPr>
          <w:rFonts w:ascii="宋体" w:hAnsi="宋体"/>
          <w:position w:val="-46"/>
          <w:szCs w:val="21"/>
        </w:rPr>
        <w:pict>
          <v:shape id="图片 1330" o:spid="_x0000_i1230" type="#_x0000_t75" alt="菁优网-jyeoo" style="width:135.8pt;height:54.7pt;mso-wrap-style:square;mso-position-horizontal-relative:page;mso-position-vertical-relative:page">
            <v:imagedata r:id="rId283" o:title="菁优网-jyeoo"/>
          </v:shape>
        </w:pict>
      </w:r>
      <w:r w:rsidRPr="00C67846">
        <w:rPr>
          <w:rFonts w:ascii="宋体" w:hAnsi="宋体"/>
          <w:szCs w:val="21"/>
        </w:rPr>
        <w:t>＝</w:t>
      </w:r>
      <w:r w:rsidRPr="00C67846">
        <w:rPr>
          <w:rFonts w:ascii="宋体" w:hAnsi="宋体"/>
          <w:position w:val="-46"/>
          <w:szCs w:val="21"/>
        </w:rPr>
        <w:pict>
          <v:shape id="图片 1331" o:spid="_x0000_i1231" type="#_x0000_t75" alt="菁优网-jyeoo" style="width:59.25pt;height:54.7pt;mso-wrap-style:square;mso-position-horizontal-relative:page;mso-position-vertical-relative:page">
            <v:imagedata r:id="rId284" o:title="菁优网-jyeoo"/>
          </v:shape>
        </w:pict>
      </w:r>
      <w:r w:rsidRPr="00C67846">
        <w:rPr>
          <w:rFonts w:ascii="宋体" w:hAnsi="宋体"/>
          <w:szCs w:val="21"/>
        </w:rPr>
        <w:t>＞0．</w: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szCs w:val="21"/>
        </w:rPr>
        <w:t>故按照方案1可以裁剪出面积最大的矩形，其最大面积为</w:t>
      </w:r>
      <w:r w:rsidRPr="00C67846">
        <w:rPr>
          <w:rFonts w:ascii="宋体" w:hAnsi="宋体"/>
          <w:position w:val="-23"/>
          <w:szCs w:val="21"/>
        </w:rPr>
        <w:pict>
          <v:shape id="图片 1332" o:spid="_x0000_i1232" type="#_x0000_t75" alt="菁优网-jyeoo" style="width:51.95pt;height:30.55pt;mso-wrap-style:square;mso-position-horizontal-relative:page;mso-position-vertical-relative:page">
            <v:imagedata r:id="rId285" o:title="菁优网-jyeoo"/>
          </v:shape>
        </w:pict>
      </w:r>
      <w:r w:rsidRPr="00C67846">
        <w:rPr>
          <w:rFonts w:ascii="宋体" w:hAnsi="宋体"/>
          <w:szCs w:val="21"/>
        </w:rPr>
        <w:t>．</w:t>
      </w:r>
    </w:p>
    <w:p w:rsidR="00FC1D75" w:rsidRPr="00C67846" w:rsidRDefault="00FC1D75" w:rsidP="00FC1D75">
      <w:pPr>
        <w:spacing w:line="360" w:lineRule="auto"/>
        <w:ind w:leftChars="130" w:left="273"/>
        <w:jc w:val="left"/>
        <w:rPr>
          <w:rFonts w:ascii="宋体" w:hAnsi="宋体"/>
          <w:szCs w:val="21"/>
        </w:rPr>
      </w:pPr>
      <w:r w:rsidRPr="00C67846">
        <w:rPr>
          <w:rFonts w:ascii="宋体" w:hAnsi="宋体"/>
          <w:szCs w:val="21"/>
        </w:rPr>
        <w:pict>
          <v:shape id="图片 1333" o:spid="_x0000_i1233" type="#_x0000_t75" alt="菁优网：http://www.jyeoo.com" style="width:204.6pt;height:75.2pt;mso-wrap-style:square;mso-position-horizontal-relative:page;mso-position-vertical-relative:page">
            <v:imagedata r:id="rId286" o:title="www.jyeoo"/>
          </v:shape>
        </w:pict>
      </w:r>
    </w:p>
    <w:p w:rsidR="00FC1D75" w:rsidRPr="00C67846" w:rsidRDefault="00FC1D75" w:rsidP="00FC1D75">
      <w:pPr>
        <w:spacing w:line="360" w:lineRule="auto"/>
        <w:ind w:leftChars="130" w:left="273"/>
        <w:rPr>
          <w:rFonts w:ascii="宋体" w:hAnsi="宋体"/>
          <w:szCs w:val="21"/>
        </w:rPr>
      </w:pPr>
    </w:p>
    <w:p w:rsidR="001C1954" w:rsidRPr="00FC1D75" w:rsidRDefault="00884ADB" w:rsidP="00FC1D75">
      <w:pPr>
        <w:spacing w:line="360" w:lineRule="auto"/>
        <w:textAlignment w:val="center"/>
        <w:rPr>
          <w:rFonts w:ascii="宋体" w:hAnsi="宋体"/>
          <w:szCs w:val="21"/>
        </w:rPr>
      </w:pPr>
      <w:r w:rsidRPr="00FC1D75">
        <w:rPr>
          <w:rFonts w:ascii="宋体" w:hAnsi="宋体"/>
          <w:szCs w:val="21"/>
        </w:rPr>
        <w:t>19．</w:t>
      </w:r>
      <w:bookmarkEnd w:id="1"/>
      <w:bookmarkEnd w:id="2"/>
      <w:bookmarkEnd w:id="3"/>
      <w:bookmarkEnd w:id="4"/>
      <w:r w:rsidR="00FC1D75" w:rsidRPr="00FC1D75">
        <w:rPr>
          <w:rFonts w:ascii="宋体" w:hAnsi="宋体"/>
          <w:szCs w:val="21"/>
        </w:rPr>
        <w:t xml:space="preserve"> </w:t>
      </w:r>
      <w:r w:rsidRPr="00FC1D75">
        <w:rPr>
          <w:rFonts w:ascii="宋体" w:hAnsi="宋体"/>
          <w:color w:val="FF0000"/>
          <w:szCs w:val="21"/>
        </w:rPr>
        <w:t>【答案】（1）</w:t>
      </w:r>
      <w:r w:rsidRPr="00FC1D75">
        <w:rPr>
          <w:rFonts w:ascii="宋体" w:hAnsi="宋体"/>
          <w:color w:val="FF0000"/>
          <w:szCs w:val="21"/>
        </w:rPr>
        <w:object w:dxaOrig="565" w:dyaOrig="532">
          <v:shape id="_x0000_i1060" type="#_x0000_t75" alt="eqId8e930d844b960c77a678fa64f11964eb" style="width:28.25pt;height:26.45pt" o:ole="">
            <v:imagedata r:id="rId287" o:title="eqId8e930d844b960c77a678fa64f11964eb"/>
          </v:shape>
          <o:OLEObject Type="Embed" ProgID="Equation.DSMT4" ShapeID="_x0000_i1060" DrawAspect="Content" ObjectID="_1773599573" r:id="rId288"/>
        </w:object>
      </w:r>
      <w:r w:rsidRPr="00FC1D75">
        <w:rPr>
          <w:rFonts w:ascii="宋体" w:hAnsi="宋体" w:hint="eastAsia"/>
          <w:color w:val="FF0000"/>
          <w:szCs w:val="21"/>
        </w:rPr>
        <w:t>；</w:t>
      </w:r>
      <w:r w:rsidRPr="00FC1D75">
        <w:rPr>
          <w:rFonts w:ascii="宋体" w:hAnsi="宋体"/>
          <w:color w:val="FF0000"/>
          <w:szCs w:val="21"/>
        </w:rPr>
        <w:t>（2）</w:t>
      </w:r>
      <w:r w:rsidRPr="00FC1D75">
        <w:rPr>
          <w:rFonts w:ascii="宋体" w:hAnsi="宋体"/>
          <w:color w:val="FF0000"/>
          <w:szCs w:val="21"/>
        </w:rPr>
        <w:object w:dxaOrig="598" w:dyaOrig="598">
          <v:shape id="_x0000_i1061" type="#_x0000_t75" alt="eqId824a761a49c9ac1139d205f182bfc031" style="width:30.1pt;height:30.1pt" o:ole="">
            <v:imagedata r:id="rId289" o:title="eqId824a761a49c9ac1139d205f182bfc031"/>
          </v:shape>
          <o:OLEObject Type="Embed" ProgID="Equation.DSMT4" ShapeID="_x0000_i1061" DrawAspect="Content" ObjectID="_1773599574" r:id="rId290"/>
        </w:object>
      </w:r>
      <w:r w:rsidRPr="00FC1D75">
        <w:rPr>
          <w:rFonts w:ascii="宋体" w:hAnsi="宋体" w:hint="eastAsia"/>
          <w:color w:val="FF0000"/>
          <w:szCs w:val="21"/>
        </w:rPr>
        <w:t>；（3）</w:t>
      </w:r>
      <w:r w:rsidRPr="00FC1D75">
        <w:rPr>
          <w:rFonts w:ascii="宋体" w:hAnsi="宋体"/>
          <w:color w:val="FF0000"/>
          <w:szCs w:val="21"/>
        </w:rPr>
        <w:object w:dxaOrig="720" w:dyaOrig="310">
          <v:shape id="_x0000_i1062" type="#_x0000_t75" alt="eqIdb16e62553928b52fbc6948b55293e718" style="width:36pt;height:15.5pt" o:ole="">
            <v:imagedata r:id="rId291" o:title="eqIdb16e62553928b52fbc6948b55293e718"/>
          </v:shape>
          <o:OLEObject Type="Embed" ProgID="Equation.DSMT4" ShapeID="_x0000_i1062" DrawAspect="Content" ObjectID="_1773599575" r:id="rId292"/>
        </w:object>
      </w:r>
    </w:p>
    <w:p w:rsidR="001C1954" w:rsidRPr="00FC1D75" w:rsidRDefault="00884ADB" w:rsidP="001C1954">
      <w:pPr>
        <w:spacing w:line="360" w:lineRule="auto"/>
        <w:jc w:val="left"/>
        <w:textAlignment w:val="center"/>
        <w:rPr>
          <w:rFonts w:ascii="宋体" w:hAnsi="宋体"/>
          <w:color w:val="FF0000"/>
          <w:szCs w:val="21"/>
        </w:rPr>
      </w:pPr>
      <w:r w:rsidRPr="00FC1D75">
        <w:rPr>
          <w:rFonts w:ascii="宋体" w:hAnsi="宋体"/>
          <w:color w:val="FF0000"/>
          <w:szCs w:val="21"/>
        </w:rPr>
        <w:t>【解析】（1）由已知</w:t>
      </w:r>
      <w:r w:rsidRPr="00FC1D75">
        <w:rPr>
          <w:rFonts w:ascii="宋体" w:hAnsi="宋体"/>
          <w:color w:val="FF0000"/>
          <w:szCs w:val="21"/>
        </w:rPr>
        <w:object w:dxaOrig="598" w:dyaOrig="255">
          <v:shape id="_x0000_i1063" type="#_x0000_t75" alt="eqId15c0dbe3c080c4c4636c64803e5c1f76" style="width:30.1pt;height:12.75pt" o:ole="">
            <v:imagedata r:id="rId52" o:title="eqId15c0dbe3c080c4c4636c64803e5c1f76"/>
          </v:shape>
          <o:OLEObject Type="Embed" ProgID="Equation.DSMT4" ShapeID="_x0000_i1063" DrawAspect="Content" ObjectID="_1773599576" r:id="rId293"/>
        </w:object>
      </w:r>
      <w:r w:rsidRPr="00FC1D75">
        <w:rPr>
          <w:rFonts w:ascii="宋体" w:hAnsi="宋体"/>
          <w:color w:val="FF0000"/>
          <w:szCs w:val="21"/>
        </w:rPr>
        <w:t>中</w:t>
      </w:r>
      <w:r w:rsidRPr="00FC1D75">
        <w:rPr>
          <w:rFonts w:ascii="宋体" w:hAnsi="宋体"/>
          <w:color w:val="FF0000"/>
          <w:szCs w:val="21"/>
        </w:rPr>
        <w:object w:dxaOrig="2326" w:dyaOrig="233">
          <v:shape id="_x0000_i1064" type="#_x0000_t75" alt="eqId1aa1240d911a4276d86ea2ac218084c7" style="width:116.2pt;height:11.85pt" o:ole="">
            <v:imagedata r:id="rId294" o:title="eqId1aa1240d911a4276d86ea2ac218084c7"/>
          </v:shape>
          <o:OLEObject Type="Embed" ProgID="Equation.DSMT4" ShapeID="_x0000_i1064" DrawAspect="Content" ObjectID="_1773599577" r:id="rId295"/>
        </w:object>
      </w:r>
      <w:r w:rsidRPr="00FC1D75">
        <w:rPr>
          <w:rFonts w:ascii="宋体" w:hAnsi="宋体"/>
          <w:color w:val="FF0000"/>
          <w:szCs w:val="21"/>
        </w:rPr>
        <w:t>，即</w:t>
      </w:r>
      <w:r w:rsidRPr="00FC1D75">
        <w:rPr>
          <w:rFonts w:ascii="宋体" w:hAnsi="宋体"/>
          <w:color w:val="FF0000"/>
          <w:szCs w:val="21"/>
        </w:rPr>
        <w:object w:dxaOrig="3401" w:dyaOrig="288">
          <v:shape id="_x0000_i1065" type="#_x0000_t75" alt="eqId152a2f2d3f1d38542d7435fb026f8839" style="width:169.95pt;height:14.6pt" o:ole="">
            <v:imagedata r:id="rId296" o:title="eqId152a2f2d3f1d38542d7435fb026f8839"/>
          </v:shape>
          <o:OLEObject Type="Embed" ProgID="Equation.DSMT4" ShapeID="_x0000_i1065" DrawAspect="Content" ObjectID="_1773599578" r:id="rId297"/>
        </w:object>
      </w:r>
      <w:r w:rsidRPr="00FC1D75">
        <w:rPr>
          <w:rFonts w:ascii="宋体" w:hAnsi="宋体"/>
          <w:color w:val="FF0000"/>
          <w:szCs w:val="21"/>
        </w:rPr>
        <w:t>，</w:t>
      </w:r>
    </w:p>
    <w:p w:rsidR="001C1954" w:rsidRPr="00FC1D75" w:rsidRDefault="00884ADB" w:rsidP="00FC1D75">
      <w:pPr>
        <w:spacing w:line="360" w:lineRule="auto"/>
        <w:ind w:firstLineChars="600" w:firstLine="1260"/>
        <w:jc w:val="left"/>
        <w:textAlignment w:val="center"/>
        <w:rPr>
          <w:rFonts w:ascii="宋体" w:hAnsi="宋体"/>
          <w:color w:val="FF0000"/>
          <w:szCs w:val="21"/>
        </w:rPr>
      </w:pPr>
      <w:r w:rsidRPr="00FC1D75">
        <w:rPr>
          <w:rFonts w:ascii="宋体" w:hAnsi="宋体"/>
          <w:color w:val="FF0000"/>
          <w:szCs w:val="21"/>
        </w:rPr>
        <w:t>故</w:t>
      </w:r>
      <w:r w:rsidRPr="00FC1D75">
        <w:rPr>
          <w:rFonts w:ascii="宋体" w:hAnsi="宋体"/>
          <w:color w:val="FF0000"/>
          <w:szCs w:val="21"/>
        </w:rPr>
        <w:object w:dxaOrig="2005" w:dyaOrig="277">
          <v:shape id="_x0000_i1066" type="#_x0000_t75" alt="eqId93978a8510b14104b3260c557bdd0502" style="width:100.25pt;height:13.65pt" o:ole="">
            <v:imagedata r:id="rId298" o:title="eqId93978a8510b14104b3260c557bdd0502"/>
          </v:shape>
          <o:OLEObject Type="Embed" ProgID="Equation.DSMT4" ShapeID="_x0000_i1066" DrawAspect="Content" ObjectID="_1773599579" r:id="rId299"/>
        </w:object>
      </w:r>
      <w:r w:rsidRPr="00FC1D75">
        <w:rPr>
          <w:rFonts w:ascii="宋体" w:hAnsi="宋体"/>
          <w:color w:val="FF0000"/>
          <w:szCs w:val="21"/>
        </w:rPr>
        <w:t>，由正弦定理可得</w:t>
      </w:r>
      <w:r w:rsidRPr="00FC1D75">
        <w:rPr>
          <w:rFonts w:ascii="宋体" w:hAnsi="宋体"/>
          <w:color w:val="FF0000"/>
          <w:szCs w:val="21"/>
        </w:rPr>
        <w:object w:dxaOrig="1019" w:dyaOrig="288">
          <v:shape id="_x0000_i1067" type="#_x0000_t75" alt="eqId671241e869118e81afc8cc427d24fe22" style="width:51.05pt;height:14.6pt" o:ole="">
            <v:imagedata r:id="rId300" o:title="eqId671241e869118e81afc8cc427d24fe22"/>
          </v:shape>
          <o:OLEObject Type="Embed" ProgID="Equation.DSMT4" ShapeID="_x0000_i1067" DrawAspect="Content" ObjectID="_1773599580" r:id="rId301"/>
        </w:object>
      </w:r>
      <w:r w:rsidRPr="00FC1D75">
        <w:rPr>
          <w:rFonts w:ascii="宋体" w:hAnsi="宋体"/>
          <w:color w:val="FF0000"/>
          <w:szCs w:val="21"/>
        </w:rPr>
        <w:t>，故</w:t>
      </w:r>
      <w:r w:rsidRPr="00FC1D75">
        <w:rPr>
          <w:rFonts w:ascii="宋体" w:hAnsi="宋体"/>
          <w:color w:val="FF0000"/>
          <w:szCs w:val="21"/>
        </w:rPr>
        <w:object w:dxaOrig="598" w:dyaOrig="255">
          <v:shape id="_x0000_i1068" type="#_x0000_t75" alt="eqId15c0dbe3c080c4c4636c64803e5c1f76" style="width:30.1pt;height:12.75pt" o:ole="">
            <v:imagedata r:id="rId52" o:title="eqId15c0dbe3c080c4c4636c64803e5c1f76"/>
          </v:shape>
          <o:OLEObject Type="Embed" ProgID="Equation.DSMT4" ShapeID="_x0000_i1068" DrawAspect="Content" ObjectID="_1773599581" r:id="rId302"/>
        </w:object>
      </w:r>
      <w:r w:rsidRPr="00FC1D75">
        <w:rPr>
          <w:rFonts w:ascii="宋体" w:hAnsi="宋体"/>
          <w:color w:val="FF0000"/>
          <w:szCs w:val="21"/>
        </w:rPr>
        <w:t>直角三角形，即</w:t>
      </w:r>
      <w:r w:rsidRPr="00FC1D75">
        <w:rPr>
          <w:rFonts w:ascii="宋体" w:hAnsi="宋体"/>
          <w:color w:val="FF0000"/>
          <w:szCs w:val="21"/>
        </w:rPr>
        <w:object w:dxaOrig="565" w:dyaOrig="532">
          <v:shape id="_x0000_i1069" type="#_x0000_t75" alt="eqId8e930d844b960c77a678fa64f11964eb" style="width:28.25pt;height:26.45pt" o:ole="">
            <v:imagedata r:id="rId287" o:title="eqId8e930d844b960c77a678fa64f11964eb"/>
          </v:shape>
          <o:OLEObject Type="Embed" ProgID="Equation.DSMT4" ShapeID="_x0000_i1069" DrawAspect="Content" ObjectID="_1773599582" r:id="rId303"/>
        </w:object>
      </w:r>
      <w:r w:rsidRPr="00FC1D75">
        <w:rPr>
          <w:rFonts w:ascii="宋体" w:hAnsi="宋体"/>
          <w:color w:val="FF0000"/>
          <w:szCs w:val="21"/>
        </w:rPr>
        <w:t>.</w:t>
      </w:r>
    </w:p>
    <w:p w:rsidR="001C1954" w:rsidRPr="00FC1D75" w:rsidRDefault="00884ADB" w:rsidP="001C1954">
      <w:pPr>
        <w:spacing w:line="360" w:lineRule="auto"/>
        <w:ind w:firstLineChars="350" w:firstLine="735"/>
        <w:jc w:val="left"/>
        <w:textAlignment w:val="center"/>
        <w:rPr>
          <w:rFonts w:ascii="宋体" w:hAnsi="宋体"/>
          <w:color w:val="FF0000"/>
          <w:szCs w:val="21"/>
        </w:rPr>
      </w:pPr>
      <w:r w:rsidRPr="00FC1D75">
        <w:rPr>
          <w:rFonts w:ascii="宋体" w:hAnsi="宋体"/>
          <w:color w:val="FF0000"/>
          <w:szCs w:val="21"/>
        </w:rPr>
        <w:t>（2）由（1）</w:t>
      </w:r>
      <w:r w:rsidRPr="00FC1D75">
        <w:rPr>
          <w:rFonts w:ascii="宋体" w:hAnsi="宋体"/>
          <w:color w:val="FF0000"/>
          <w:szCs w:val="21"/>
        </w:rPr>
        <w:object w:dxaOrig="565" w:dyaOrig="532">
          <v:shape id="_x0000_i1070" type="#_x0000_t75" alt="eqId8e930d844b960c77a678fa64f11964eb" style="width:28.25pt;height:26.45pt" o:ole="">
            <v:imagedata r:id="rId287" o:title="eqId8e930d844b960c77a678fa64f11964eb"/>
          </v:shape>
          <o:OLEObject Type="Embed" ProgID="Equation.DSMT4" ShapeID="_x0000_i1070" DrawAspect="Content" ObjectID="_1773599583" r:id="rId304"/>
        </w:object>
      </w:r>
      <w:r w:rsidRPr="00FC1D75">
        <w:rPr>
          <w:rFonts w:ascii="宋体" w:hAnsi="宋体"/>
          <w:color w:val="FF0000"/>
          <w:szCs w:val="21"/>
        </w:rPr>
        <w:t>，所以三角形</w:t>
      </w:r>
      <w:r w:rsidRPr="00FC1D75">
        <w:rPr>
          <w:rFonts w:ascii="宋体" w:hAnsi="宋体"/>
          <w:color w:val="FF0000"/>
          <w:szCs w:val="21"/>
        </w:rPr>
        <w:object w:dxaOrig="487" w:dyaOrig="255">
          <v:shape id="_x0000_i1071" type="#_x0000_t75" alt="eqId7bef5239ddbb0972700ce01daf9ee7cf" style="width:24.15pt;height:12.75pt" o:ole="">
            <v:imagedata r:id="rId305" o:title="eqId7bef5239ddbb0972700ce01daf9ee7cf"/>
          </v:shape>
          <o:OLEObject Type="Embed" ProgID="Equation.DSMT4" ShapeID="_x0000_i1071" DrawAspect="Content" ObjectID="_1773599584" r:id="rId306"/>
        </w:object>
      </w:r>
      <w:r w:rsidRPr="00FC1D75">
        <w:rPr>
          <w:rFonts w:ascii="宋体" w:hAnsi="宋体"/>
          <w:color w:val="FF0000"/>
          <w:szCs w:val="21"/>
        </w:rPr>
        <w:t>的三个角都小于</w:t>
      </w:r>
      <w:r w:rsidRPr="00FC1D75">
        <w:rPr>
          <w:rFonts w:ascii="宋体" w:hAnsi="宋体"/>
          <w:color w:val="FF0000"/>
          <w:szCs w:val="21"/>
        </w:rPr>
        <w:object w:dxaOrig="443" w:dyaOrig="255">
          <v:shape id="_x0000_i1072" type="#_x0000_t75" alt="eqIda6c0927afc571a7c966c98192040979e" style="width:22.35pt;height:12.75pt" o:ole="">
            <v:imagedata r:id="rId307" o:title="eqIda6c0927afc571a7c966c98192040979e"/>
          </v:shape>
          <o:OLEObject Type="Embed" ProgID="Equation.DSMT4" ShapeID="_x0000_i1072" DrawAspect="Content" ObjectID="_1773599585" r:id="rId308"/>
        </w:object>
      </w:r>
      <w:r w:rsidRPr="00FC1D75">
        <w:rPr>
          <w:rFonts w:ascii="宋体" w:hAnsi="宋体"/>
          <w:color w:val="FF0000"/>
          <w:szCs w:val="21"/>
        </w:rPr>
        <w:t>，</w:t>
      </w:r>
    </w:p>
    <w:p w:rsidR="001C1954" w:rsidRPr="00FC1D75" w:rsidRDefault="00884ADB" w:rsidP="00FC1D75">
      <w:pPr>
        <w:spacing w:line="360" w:lineRule="auto"/>
        <w:ind w:firstLineChars="600" w:firstLine="1260"/>
        <w:jc w:val="left"/>
        <w:textAlignment w:val="center"/>
        <w:rPr>
          <w:rFonts w:ascii="宋体" w:hAnsi="宋体"/>
          <w:color w:val="FF0000"/>
          <w:szCs w:val="21"/>
        </w:rPr>
      </w:pPr>
      <w:r w:rsidRPr="00FC1D75">
        <w:rPr>
          <w:rFonts w:ascii="宋体" w:hAnsi="宋体"/>
          <w:color w:val="FF0000"/>
          <w:szCs w:val="21"/>
        </w:rPr>
        <w:t>则由费马点定义可知：</w:t>
      </w:r>
      <w:r w:rsidRPr="00FC1D75">
        <w:rPr>
          <w:rFonts w:ascii="宋体" w:hAnsi="宋体"/>
          <w:color w:val="FF0000"/>
          <w:szCs w:val="21"/>
        </w:rPr>
        <w:object w:dxaOrig="2758" w:dyaOrig="255">
          <v:shape id="_x0000_i1073" type="#_x0000_t75" alt="eqId65f31ab6ee3b1bf2ef0440772ea850e7" style="width:138.1pt;height:12.75pt" o:ole="">
            <v:imagedata r:id="rId309" o:title="eqId65f31ab6ee3b1bf2ef0440772ea850e7"/>
          </v:shape>
          <o:OLEObject Type="Embed" ProgID="Equation.DSMT4" ShapeID="_x0000_i1073" DrawAspect="Content" ObjectID="_1773599586" r:id="rId310"/>
        </w:object>
      </w:r>
      <w:r w:rsidRPr="00FC1D75">
        <w:rPr>
          <w:rFonts w:ascii="宋体" w:hAnsi="宋体"/>
          <w:color w:val="FF0000"/>
          <w:szCs w:val="21"/>
        </w:rPr>
        <w:t>，设</w:t>
      </w:r>
      <w:r w:rsidRPr="00FC1D75">
        <w:rPr>
          <w:rFonts w:ascii="宋体" w:hAnsi="宋体"/>
          <w:color w:val="FF0000"/>
          <w:szCs w:val="21"/>
        </w:rPr>
        <w:object w:dxaOrig="2215" w:dyaOrig="421">
          <v:shape id="_x0000_i1074" type="#_x0000_t75" alt="eqId1ce70bcd4c8124f77becca8d8b90b910" style="width:110.75pt;height:20.95pt" o:ole="">
            <v:imagedata r:id="rId311" o:title="eqId1ce70bcd4c8124f77becca8d8b90b910"/>
          </v:shape>
          <o:OLEObject Type="Embed" ProgID="Equation.DSMT4" ShapeID="_x0000_i1074" DrawAspect="Content" ObjectID="_1773599587" r:id="rId312"/>
        </w:object>
      </w:r>
      <w:r w:rsidRPr="00FC1D75">
        <w:rPr>
          <w:rFonts w:ascii="宋体" w:hAnsi="宋体"/>
          <w:color w:val="FF0000"/>
          <w:szCs w:val="21"/>
        </w:rPr>
        <w:t>，由</w:t>
      </w:r>
      <w:r w:rsidRPr="00FC1D75">
        <w:rPr>
          <w:rFonts w:ascii="宋体" w:hAnsi="宋体"/>
          <w:color w:val="FF0000"/>
          <w:szCs w:val="21"/>
        </w:rPr>
        <w:object w:dxaOrig="2448" w:dyaOrig="321">
          <v:shape id="_x0000_i1075" type="#_x0000_t75" alt="eqId7a80c8b9f792fef65c4e4bb0cb0dec98" style="width:122.6pt;height:15.95pt" o:ole="">
            <v:imagedata r:id="rId313" o:title="eqId7a80c8b9f792fef65c4e4bb0cb0dec98"/>
          </v:shape>
          <o:OLEObject Type="Embed" ProgID="Equation.DSMT4" ShapeID="_x0000_i1075" DrawAspect="Content" ObjectID="_1773599588" r:id="rId314"/>
        </w:object>
      </w:r>
      <w:r w:rsidRPr="00FC1D75">
        <w:rPr>
          <w:rFonts w:ascii="宋体" w:hAnsi="宋体"/>
          <w:color w:val="FF0000"/>
          <w:szCs w:val="21"/>
        </w:rPr>
        <w:t>得：</w:t>
      </w:r>
      <w:r w:rsidRPr="00FC1D75">
        <w:rPr>
          <w:rFonts w:ascii="宋体" w:hAnsi="宋体"/>
          <w:color w:val="FF0000"/>
          <w:szCs w:val="21"/>
        </w:rPr>
        <w:object w:dxaOrig="3323" w:dyaOrig="598">
          <v:shape id="_x0000_i1076" type="#_x0000_t75" alt="eqId9a905a62bd25427092c06c6bd9ff99e3" style="width:166.35pt;height:30.1pt" o:ole="">
            <v:imagedata r:id="rId315" o:title="eqId9a905a62bd25427092c06c6bd9ff99e3"/>
          </v:shape>
          <o:OLEObject Type="Embed" ProgID="Equation.DSMT4" ShapeID="_x0000_i1076" DrawAspect="Content" ObjectID="_1773599589" r:id="rId316"/>
        </w:object>
      </w:r>
      <w:r w:rsidRPr="00FC1D75">
        <w:rPr>
          <w:rFonts w:ascii="宋体" w:hAnsi="宋体"/>
          <w:color w:val="FF0000"/>
          <w:szCs w:val="21"/>
        </w:rPr>
        <w:t>，整理得</w:t>
      </w:r>
      <w:r w:rsidRPr="00FC1D75">
        <w:rPr>
          <w:rFonts w:ascii="宋体" w:hAnsi="宋体"/>
          <w:color w:val="FF0000"/>
          <w:szCs w:val="21"/>
        </w:rPr>
        <w:object w:dxaOrig="1650" w:dyaOrig="598">
          <v:shape id="_x0000_i1077" type="#_x0000_t75" alt="eqIdc25f043e0d19d7f4297a8dd8026865e1" style="width:82.5pt;height:30.1pt" o:ole="">
            <v:imagedata r:id="rId317" o:title="eqIdc25f043e0d19d7f4297a8dd8026865e1"/>
          </v:shape>
          <o:OLEObject Type="Embed" ProgID="Equation.DSMT4" ShapeID="_x0000_i1077" DrawAspect="Content" ObjectID="_1773599590" r:id="rId318"/>
        </w:object>
      </w:r>
      <w:r w:rsidRPr="00FC1D75">
        <w:rPr>
          <w:rFonts w:ascii="宋体" w:hAnsi="宋体"/>
          <w:color w:val="FF0000"/>
          <w:szCs w:val="21"/>
        </w:rPr>
        <w:t>，</w:t>
      </w:r>
    </w:p>
    <w:p w:rsidR="00FC1D75" w:rsidRDefault="00FC1D75" w:rsidP="00FC1D75">
      <w:pPr>
        <w:spacing w:line="360" w:lineRule="auto"/>
        <w:ind w:firstLineChars="600" w:firstLine="1260"/>
        <w:jc w:val="left"/>
        <w:textAlignment w:val="center"/>
        <w:rPr>
          <w:rFonts w:ascii="宋体" w:hAnsi="宋体" w:hint="eastAsia"/>
          <w:color w:val="FF0000"/>
          <w:szCs w:val="21"/>
        </w:rPr>
      </w:pPr>
      <w:r w:rsidRPr="00FC1D75">
        <w:rPr>
          <w:rFonts w:ascii="宋体" w:hAnsi="宋体"/>
          <w:noProof/>
          <w:szCs w:val="21"/>
        </w:rPr>
        <w:pict>
          <v:shape id="图片 100031" o:spid="_x0000_s1874" type="#_x0000_t75" alt="@@@14c9a1fc-3546-478c-b406-ecaf56032dbe" style="position:absolute;left:0;text-align:left;margin-left:397.4pt;margin-top:59.85pt;width:84.2pt;height:120.2pt;z-index:4;visibility:visible;mso-wrap-style:square;mso-position-horizontal-relative:text;mso-position-vertical-relative:text">
            <v:imagedata r:id="rId319" o:title="@@@14c9a1fc-3546-478c-b406-ecaf56032dbe"/>
            <w10:wrap type="square"/>
          </v:shape>
        </w:pict>
      </w:r>
      <w:r w:rsidR="00884ADB" w:rsidRPr="00FC1D75">
        <w:rPr>
          <w:rFonts w:ascii="宋体" w:hAnsi="宋体"/>
          <w:color w:val="FF0000"/>
          <w:szCs w:val="21"/>
        </w:rPr>
        <w:t>则</w:t>
      </w:r>
      <w:r w:rsidR="00884ADB" w:rsidRPr="00FC1D75">
        <w:rPr>
          <w:rFonts w:ascii="宋体" w:hAnsi="宋体"/>
          <w:color w:val="FF0000"/>
          <w:szCs w:val="21"/>
        </w:rPr>
        <w:object w:dxaOrig="2393" w:dyaOrig="299">
          <v:shape id="_x0000_i1078" type="#_x0000_t75" alt="eqIdf352a59a635e3f6570e350ca08de6af5" style="width:119.85pt;height:15.05pt" o:ole="">
            <v:imagedata r:id="rId320" o:title="eqIdf352a59a635e3f6570e350ca08de6af5"/>
          </v:shape>
          <o:OLEObject Type="Embed" ProgID="Equation.DSMT4" ShapeID="_x0000_i1078" DrawAspect="Content" ObjectID="_1773599591" r:id="rId321"/>
        </w:object>
      </w:r>
      <w:r w:rsidR="00884ADB" w:rsidRPr="00FC1D75">
        <w:rPr>
          <w:rFonts w:ascii="宋体" w:hAnsi="宋体"/>
          <w:color w:val="FF0000"/>
          <w:szCs w:val="21"/>
        </w:rPr>
        <w:object w:dxaOrig="4807" w:dyaOrig="631">
          <v:shape id="_x0000_i1079" type="#_x0000_t75" alt="eqId75b3576d9ad340a585a7483174123e4f" style="width:240.15pt;height:31.45pt" o:ole="">
            <v:imagedata r:id="rId322" o:title="eqId75b3576d9ad340a585a7483174123e4f"/>
          </v:shape>
          <o:OLEObject Type="Embed" ProgID="Equation.DSMT4" ShapeID="_x0000_i1079" DrawAspect="Content" ObjectID="_1773599592" r:id="rId323"/>
        </w:object>
      </w:r>
      <w:r w:rsidR="00884ADB" w:rsidRPr="00FC1D75">
        <w:rPr>
          <w:rFonts w:ascii="宋体" w:hAnsi="宋体"/>
          <w:color w:val="FF0000"/>
          <w:szCs w:val="21"/>
        </w:rPr>
        <w:t>.</w:t>
      </w:r>
    </w:p>
    <w:p w:rsidR="001C1954" w:rsidRPr="00FC1D75" w:rsidRDefault="00884ADB" w:rsidP="00FC1D75">
      <w:pPr>
        <w:spacing w:line="360" w:lineRule="auto"/>
        <w:jc w:val="left"/>
        <w:textAlignment w:val="center"/>
        <w:rPr>
          <w:rFonts w:ascii="宋体" w:hAnsi="宋体"/>
          <w:color w:val="FF0000"/>
          <w:szCs w:val="21"/>
        </w:rPr>
      </w:pPr>
      <w:r w:rsidRPr="00FC1D75">
        <w:rPr>
          <w:rFonts w:ascii="宋体" w:hAnsi="宋体"/>
          <w:color w:val="FF0000"/>
          <w:szCs w:val="21"/>
        </w:rPr>
        <w:t>（3）点</w:t>
      </w:r>
      <w:r w:rsidRPr="00FC1D75">
        <w:rPr>
          <w:rFonts w:ascii="宋体" w:hAnsi="宋体"/>
          <w:color w:val="FF0000"/>
          <w:szCs w:val="21"/>
        </w:rPr>
        <w:object w:dxaOrig="199" w:dyaOrig="210">
          <v:shape id="_x0000_i1080" type="#_x0000_t75" alt="eqIddad2a36927223bd70f426ba06aea4b45" style="width:10.05pt;height:10.5pt" o:ole="">
            <v:imagedata r:id="rId72" o:title="eqIddad2a36927223bd70f426ba06aea4b45"/>
          </v:shape>
          <o:OLEObject Type="Embed" ProgID="Equation.DSMT4" ShapeID="_x0000_i1080" DrawAspect="Content" ObjectID="_1773599593" r:id="rId324"/>
        </w:object>
      </w:r>
      <w:r w:rsidRPr="00FC1D75">
        <w:rPr>
          <w:rFonts w:ascii="宋体" w:hAnsi="宋体"/>
          <w:color w:val="FF0000"/>
          <w:szCs w:val="21"/>
        </w:rPr>
        <w:t>为</w:t>
      </w:r>
      <w:r w:rsidRPr="00FC1D75">
        <w:rPr>
          <w:rFonts w:ascii="宋体" w:hAnsi="宋体"/>
          <w:color w:val="FF0000"/>
          <w:szCs w:val="21"/>
        </w:rPr>
        <w:object w:dxaOrig="598" w:dyaOrig="255">
          <v:shape id="_x0000_i1081" type="#_x0000_t75" alt="eqId15c0dbe3c080c4c4636c64803e5c1f76" style="width:30.1pt;height:12.75pt" o:ole="">
            <v:imagedata r:id="rId52" o:title="eqId15c0dbe3c080c4c4636c64803e5c1f76"/>
          </v:shape>
          <o:OLEObject Type="Embed" ProgID="Equation.DSMT4" ShapeID="_x0000_i1081" DrawAspect="Content" ObjectID="_1773599594" r:id="rId325"/>
        </w:object>
      </w:r>
      <w:r w:rsidRPr="00FC1D75">
        <w:rPr>
          <w:rFonts w:ascii="宋体" w:hAnsi="宋体"/>
          <w:color w:val="FF0000"/>
          <w:szCs w:val="21"/>
        </w:rPr>
        <w:t>的费马点，则</w:t>
      </w:r>
      <w:r w:rsidRPr="00FC1D75">
        <w:rPr>
          <w:rFonts w:ascii="宋体" w:hAnsi="宋体"/>
          <w:color w:val="FF0000"/>
          <w:szCs w:val="21"/>
        </w:rPr>
        <w:object w:dxaOrig="2636" w:dyaOrig="543">
          <v:shape id="_x0000_i1082" type="#_x0000_t75" alt="eqId0cbe265f2a01b3fe26d2c318a2bf83a8" style="width:131.7pt;height:27.35pt" o:ole="">
            <v:imagedata r:id="rId326" o:title="eqId0cbe265f2a01b3fe26d2c318a2bf83a8"/>
          </v:shape>
          <o:OLEObject Type="Embed" ProgID="Equation.DSMT4" ShapeID="_x0000_i1082" DrawAspect="Content" ObjectID="_1773599595" r:id="rId327"/>
        </w:object>
      </w:r>
      <w:r w:rsidRPr="00FC1D75">
        <w:rPr>
          <w:rFonts w:ascii="宋体" w:hAnsi="宋体"/>
          <w:color w:val="FF0000"/>
          <w:szCs w:val="21"/>
        </w:rPr>
        <w:t>，设</w:t>
      </w:r>
      <w:r w:rsidRPr="00FC1D75">
        <w:rPr>
          <w:rFonts w:ascii="宋体" w:hAnsi="宋体"/>
          <w:color w:val="FF0000"/>
          <w:szCs w:val="21"/>
        </w:rPr>
        <w:object w:dxaOrig="4841" w:dyaOrig="288">
          <v:shape id="_x0000_i1083" type="#_x0000_t75" alt="eqIdc210ea8208c0b4e16bdf984cda8bc6b2" style="width:241.95pt;height:14.6pt" o:ole="">
            <v:imagedata r:id="rId328" o:title="eqIdc210ea8208c0b4e16bdf984cda8bc6b2"/>
          </v:shape>
          <o:OLEObject Type="Embed" ProgID="Equation.DSMT4" ShapeID="_x0000_i1083" DrawAspect="Content" ObjectID="_1773599596" r:id="rId329"/>
        </w:object>
      </w:r>
      <w:r w:rsidRPr="00FC1D75">
        <w:rPr>
          <w:rFonts w:ascii="宋体" w:hAnsi="宋体"/>
          <w:color w:val="FF0000"/>
          <w:szCs w:val="21"/>
        </w:rPr>
        <w:t>，则由</w:t>
      </w:r>
      <w:r w:rsidRPr="00FC1D75">
        <w:rPr>
          <w:rFonts w:ascii="宋体" w:hAnsi="宋体"/>
          <w:color w:val="FF0000"/>
          <w:szCs w:val="21"/>
        </w:rPr>
        <w:object w:dxaOrig="1584" w:dyaOrig="354">
          <v:shape id="_x0000_i1084" type="#_x0000_t75" alt="eqIdd283585c357101b13084466420e1202b" style="width:79.3pt;height:17.75pt" o:ole="">
            <v:imagedata r:id="rId330" o:title="eqIdd283585c357101b13084466420e1202b"/>
          </v:shape>
          <o:OLEObject Type="Embed" ProgID="Equation.DSMT4" ShapeID="_x0000_i1084" DrawAspect="Content" ObjectID="_1773599597" r:id="rId331"/>
        </w:object>
      </w:r>
      <w:r w:rsidRPr="00FC1D75">
        <w:rPr>
          <w:rFonts w:ascii="宋体" w:hAnsi="宋体"/>
          <w:color w:val="FF0000"/>
          <w:szCs w:val="21"/>
        </w:rPr>
        <w:t>得</w:t>
      </w:r>
      <w:r w:rsidRPr="00FC1D75">
        <w:rPr>
          <w:rFonts w:ascii="宋体" w:hAnsi="宋体"/>
          <w:color w:val="FF0000"/>
          <w:szCs w:val="21"/>
        </w:rPr>
        <w:object w:dxaOrig="798" w:dyaOrig="222">
          <v:shape id="_x0000_i1085" type="#_x0000_t75" alt="eqId404a00bf430f0f1a0fadc3130b79cb23" style="width:40.1pt;height:10.95pt" o:ole="">
            <v:imagedata r:id="rId332" o:title="eqId404a00bf430f0f1a0fadc3130b79cb23"/>
          </v:shape>
          <o:OLEObject Type="Embed" ProgID="Equation.DSMT4" ShapeID="_x0000_i1085" DrawAspect="Content" ObjectID="_1773599598" r:id="rId333"/>
        </w:object>
      </w:r>
      <w:r w:rsidRPr="00FC1D75">
        <w:rPr>
          <w:rFonts w:ascii="宋体" w:hAnsi="宋体"/>
          <w:color w:val="FF0000"/>
          <w:szCs w:val="21"/>
        </w:rPr>
        <w:t>；由余弦定理得</w:t>
      </w:r>
      <w:r w:rsidRPr="00FC1D75">
        <w:rPr>
          <w:rFonts w:ascii="宋体" w:hAnsi="宋体"/>
          <w:color w:val="FF0000"/>
          <w:szCs w:val="21"/>
        </w:rPr>
        <w:object w:dxaOrig="4209" w:dyaOrig="543">
          <v:shape id="_x0000_i1086" type="#_x0000_t75" alt="eqId11d43e9788ceb62943d2c5dce7d8bec5" style="width:210.55pt;height:27.35pt" o:ole="">
            <v:imagedata r:id="rId334" o:title="eqId11d43e9788ceb62943d2c5dce7d8bec5"/>
          </v:shape>
          <o:OLEObject Type="Embed" ProgID="Equation.DSMT4" ShapeID="_x0000_i1086" DrawAspect="Content" ObjectID="_1773599599" r:id="rId335"/>
        </w:object>
      </w:r>
      <w:r w:rsidRPr="00FC1D75">
        <w:rPr>
          <w:rFonts w:ascii="宋体" w:hAnsi="宋体"/>
          <w:color w:val="FF0000"/>
          <w:szCs w:val="21"/>
        </w:rPr>
        <w:t>，</w:t>
      </w:r>
    </w:p>
    <w:p w:rsidR="001C1954" w:rsidRPr="00FC1D75" w:rsidRDefault="00884ADB" w:rsidP="00FC1D75">
      <w:pPr>
        <w:spacing w:line="360" w:lineRule="auto"/>
        <w:jc w:val="left"/>
        <w:textAlignment w:val="center"/>
        <w:rPr>
          <w:rFonts w:ascii="宋体" w:hAnsi="宋体"/>
          <w:color w:val="FF0000"/>
          <w:szCs w:val="21"/>
        </w:rPr>
      </w:pPr>
      <w:r w:rsidRPr="00FC1D75">
        <w:rPr>
          <w:rFonts w:ascii="宋体" w:hAnsi="宋体"/>
          <w:color w:val="FF0000"/>
          <w:szCs w:val="21"/>
        </w:rPr>
        <w:object w:dxaOrig="4043" w:dyaOrig="543">
          <v:shape id="_x0000_i1087" type="#_x0000_t75" alt="eqId4b8f3b2bc54c8461e6a198db124d26ea" style="width:202.35pt;height:27.35pt" o:ole="">
            <v:imagedata r:id="rId336" o:title="eqId4b8f3b2bc54c8461e6a198db124d26ea"/>
          </v:shape>
          <o:OLEObject Type="Embed" ProgID="Equation.DSMT4" ShapeID="_x0000_i1087" DrawAspect="Content" ObjectID="_1773599600" r:id="rId337"/>
        </w:object>
      </w:r>
      <w:r w:rsidRPr="00FC1D75">
        <w:rPr>
          <w:rFonts w:ascii="宋体" w:hAnsi="宋体"/>
          <w:color w:val="FF0000"/>
          <w:szCs w:val="21"/>
        </w:rPr>
        <w:object w:dxaOrig="4752" w:dyaOrig="543">
          <v:shape id="_x0000_i1088" type="#_x0000_t75" alt="eqId5bcdc821ade88dcba7edadc010f1fa21" style="width:237.4pt;height:27.35pt" o:ole="">
            <v:imagedata r:id="rId338" o:title="eqId5bcdc821ade88dcba7edadc010f1fa21"/>
          </v:shape>
          <o:OLEObject Type="Embed" ProgID="Equation.DSMT4" ShapeID="_x0000_i1088" DrawAspect="Content" ObjectID="_1773599601" r:id="rId339"/>
        </w:object>
      </w:r>
      <w:r w:rsidRPr="00FC1D75">
        <w:rPr>
          <w:rFonts w:ascii="宋体" w:hAnsi="宋体"/>
          <w:color w:val="FF0000"/>
          <w:szCs w:val="21"/>
        </w:rPr>
        <w:t>，</w:t>
      </w:r>
    </w:p>
    <w:p w:rsidR="001C1954" w:rsidRPr="00FC1D75" w:rsidRDefault="00884ADB" w:rsidP="00FC1D75">
      <w:pPr>
        <w:spacing w:line="360" w:lineRule="auto"/>
        <w:jc w:val="left"/>
        <w:textAlignment w:val="center"/>
        <w:rPr>
          <w:rFonts w:ascii="宋体" w:hAnsi="宋体"/>
          <w:color w:val="FF0000"/>
          <w:szCs w:val="21"/>
        </w:rPr>
      </w:pPr>
      <w:r w:rsidRPr="00FC1D75">
        <w:rPr>
          <w:rFonts w:ascii="宋体" w:hAnsi="宋体"/>
          <w:color w:val="FF0000"/>
          <w:szCs w:val="21"/>
        </w:rPr>
        <w:t>故由</w:t>
      </w:r>
      <w:r w:rsidRPr="00FC1D75">
        <w:rPr>
          <w:rFonts w:ascii="宋体" w:hAnsi="宋体"/>
          <w:color w:val="FF0000"/>
          <w:szCs w:val="21"/>
        </w:rPr>
        <w:object w:dxaOrig="1938" w:dyaOrig="321">
          <v:shape id="_x0000_i1089" type="#_x0000_t75" alt="eqId2a17080f9ae71726e4d844c02f0a8cd8" style="width:97.05pt;height:15.95pt" o:ole="">
            <v:imagedata r:id="rId340" o:title="eqId2a17080f9ae71726e4d844c02f0a8cd8"/>
          </v:shape>
          <o:OLEObject Type="Embed" ProgID="Equation.DSMT4" ShapeID="_x0000_i1089" DrawAspect="Content" ObjectID="_1773599602" r:id="rId341"/>
        </w:object>
      </w:r>
      <w:r w:rsidRPr="00FC1D75">
        <w:rPr>
          <w:rFonts w:ascii="宋体" w:hAnsi="宋体"/>
          <w:color w:val="FF0000"/>
          <w:szCs w:val="21"/>
        </w:rPr>
        <w:t>得</w:t>
      </w:r>
      <w:r w:rsidRPr="00FC1D75">
        <w:rPr>
          <w:rFonts w:ascii="宋体" w:hAnsi="宋体"/>
          <w:color w:val="FF0000"/>
          <w:szCs w:val="21"/>
        </w:rPr>
        <w:object w:dxaOrig="4276" w:dyaOrig="388">
          <v:shape id="_x0000_i1090" type="#_x0000_t75" alt="eqId9f9f0935f472d8892aa80532e69cd240" style="width:213.7pt;height:19.6pt" o:ole="">
            <v:imagedata r:id="rId342" o:title="eqId9f9f0935f472d8892aa80532e69cd240"/>
          </v:shape>
          <o:OLEObject Type="Embed" ProgID="Equation.DSMT4" ShapeID="_x0000_i1090" DrawAspect="Content" ObjectID="_1773599603" r:id="rId343"/>
        </w:object>
      </w:r>
      <w:r w:rsidRPr="00FC1D75">
        <w:rPr>
          <w:rFonts w:ascii="宋体" w:hAnsi="宋体"/>
          <w:color w:val="FF0000"/>
          <w:szCs w:val="21"/>
        </w:rPr>
        <w:t>，</w:t>
      </w:r>
    </w:p>
    <w:p w:rsidR="001C1954" w:rsidRPr="00FC1D75" w:rsidRDefault="00884ADB" w:rsidP="00FC1D75">
      <w:pPr>
        <w:spacing w:line="360" w:lineRule="auto"/>
        <w:jc w:val="left"/>
        <w:textAlignment w:val="center"/>
        <w:rPr>
          <w:rFonts w:ascii="宋体" w:hAnsi="宋体"/>
          <w:color w:val="FF0000"/>
          <w:szCs w:val="21"/>
        </w:rPr>
      </w:pPr>
      <w:r w:rsidRPr="00FC1D75">
        <w:rPr>
          <w:rFonts w:ascii="宋体" w:hAnsi="宋体"/>
          <w:color w:val="FF0000"/>
          <w:szCs w:val="21"/>
        </w:rPr>
        <w:t>即</w:t>
      </w:r>
      <w:r w:rsidRPr="00FC1D75">
        <w:rPr>
          <w:rFonts w:ascii="宋体" w:hAnsi="宋体"/>
          <w:color w:val="FF0000"/>
          <w:szCs w:val="21"/>
        </w:rPr>
        <w:object w:dxaOrig="1163" w:dyaOrig="222">
          <v:shape id="_x0000_i1091" type="#_x0000_t75" alt="eqId107d4202e55955f194598a9615af8227" style="width:58.35pt;height:10.95pt" o:ole="">
            <v:imagedata r:id="rId344" o:title="eqId107d4202e55955f194598a9615af8227"/>
          </v:shape>
          <o:OLEObject Type="Embed" ProgID="Equation.DSMT4" ShapeID="_x0000_i1091" DrawAspect="Content" ObjectID="_1773599604" r:id="rId345"/>
        </w:object>
      </w:r>
      <w:r w:rsidRPr="00FC1D75">
        <w:rPr>
          <w:rFonts w:ascii="宋体" w:hAnsi="宋体"/>
          <w:color w:val="FF0000"/>
          <w:szCs w:val="21"/>
        </w:rPr>
        <w:t>，而</w:t>
      </w:r>
      <w:r w:rsidRPr="00FC1D75">
        <w:rPr>
          <w:rFonts w:ascii="宋体" w:hAnsi="宋体"/>
          <w:color w:val="FF0000"/>
          <w:szCs w:val="21"/>
        </w:rPr>
        <w:object w:dxaOrig="1041" w:dyaOrig="288">
          <v:shape id="_x0000_i1092" type="#_x0000_t75" alt="eqId22d812643e080d4d447fab7fe2ae2646" style="width:51.95pt;height:14.6pt" o:ole="">
            <v:imagedata r:id="rId346" o:title="eqId22d812643e080d4d447fab7fe2ae2646"/>
          </v:shape>
          <o:OLEObject Type="Embed" ProgID="Equation.DSMT4" ShapeID="_x0000_i1092" DrawAspect="Content" ObjectID="_1773599605" r:id="rId347"/>
        </w:object>
      </w:r>
      <w:r w:rsidRPr="00FC1D75">
        <w:rPr>
          <w:rFonts w:ascii="宋体" w:hAnsi="宋体"/>
          <w:color w:val="FF0000"/>
          <w:szCs w:val="21"/>
        </w:rPr>
        <w:t>，故</w:t>
      </w:r>
      <w:r w:rsidRPr="00FC1D75">
        <w:rPr>
          <w:rFonts w:ascii="宋体" w:hAnsi="宋体"/>
          <w:color w:val="FF0000"/>
          <w:szCs w:val="21"/>
        </w:rPr>
        <w:object w:dxaOrig="2204" w:dyaOrig="543">
          <v:shape id="_x0000_i1093" type="#_x0000_t75" alt="eqIdee4024f552fa3c12bb5e0e509002ab7f" style="width:110.3pt;height:27.35pt" o:ole="">
            <v:imagedata r:id="rId348" o:title="eqIdee4024f552fa3c12bb5e0e509002ab7f"/>
          </v:shape>
          <o:OLEObject Type="Embed" ProgID="Equation.DSMT4" ShapeID="_x0000_i1093" DrawAspect="Content" ObjectID="_1773599606" r:id="rId349"/>
        </w:object>
      </w:r>
      <w:r w:rsidRPr="00FC1D75">
        <w:rPr>
          <w:rFonts w:ascii="宋体" w:hAnsi="宋体"/>
          <w:color w:val="FF0000"/>
          <w:szCs w:val="21"/>
        </w:rPr>
        <w:t>，</w:t>
      </w:r>
    </w:p>
    <w:p w:rsidR="001C1954" w:rsidRPr="00FC1D75" w:rsidRDefault="00884ADB" w:rsidP="00FC1D75">
      <w:pPr>
        <w:spacing w:line="360" w:lineRule="auto"/>
        <w:jc w:val="left"/>
        <w:textAlignment w:val="center"/>
        <w:rPr>
          <w:rFonts w:ascii="宋体" w:hAnsi="宋体"/>
          <w:color w:val="FF0000"/>
          <w:szCs w:val="21"/>
        </w:rPr>
      </w:pPr>
      <w:r w:rsidRPr="00FC1D75">
        <w:rPr>
          <w:rFonts w:ascii="宋体" w:hAnsi="宋体"/>
          <w:color w:val="FF0000"/>
          <w:szCs w:val="21"/>
        </w:rPr>
        <w:t>当且仅当</w:t>
      </w:r>
      <w:r w:rsidRPr="00FC1D75">
        <w:rPr>
          <w:rFonts w:ascii="宋体" w:hAnsi="宋体"/>
          <w:color w:val="FF0000"/>
          <w:szCs w:val="21"/>
        </w:rPr>
        <w:object w:dxaOrig="543" w:dyaOrig="199">
          <v:shape id="_x0000_i1094" type="#_x0000_t75" alt="eqIdb0a4480988244a9d04ec293975db2cc0" style="width:27.35pt;height:10.05pt" o:ole="">
            <v:imagedata r:id="rId350" o:title="eqIdb0a4480988244a9d04ec293975db2cc0"/>
          </v:shape>
          <o:OLEObject Type="Embed" ProgID="Equation.DSMT4" ShapeID="_x0000_i1094" DrawAspect="Content" ObjectID="_1773599607" r:id="rId351"/>
        </w:object>
      </w:r>
      <w:r w:rsidRPr="00FC1D75">
        <w:rPr>
          <w:rFonts w:ascii="宋体" w:hAnsi="宋体"/>
          <w:color w:val="FF0000"/>
          <w:szCs w:val="21"/>
        </w:rPr>
        <w:t>，结合</w:t>
      </w:r>
      <w:r w:rsidRPr="00FC1D75">
        <w:rPr>
          <w:rFonts w:ascii="宋体" w:hAnsi="宋体"/>
          <w:color w:val="FF0000"/>
          <w:szCs w:val="21"/>
        </w:rPr>
        <w:object w:dxaOrig="1163" w:dyaOrig="222">
          <v:shape id="_x0000_i1095" type="#_x0000_t75" alt="eqId107d4202e55955f194598a9615af8227" style="width:58.35pt;height:10.95pt" o:ole="">
            <v:imagedata r:id="rId344" o:title="eqId107d4202e55955f194598a9615af8227"/>
          </v:shape>
          <o:OLEObject Type="Embed" ProgID="Equation.DSMT4" ShapeID="_x0000_i1095" DrawAspect="Content" ObjectID="_1773599608" r:id="rId352"/>
        </w:object>
      </w:r>
      <w:r w:rsidRPr="00FC1D75">
        <w:rPr>
          <w:rFonts w:ascii="宋体" w:hAnsi="宋体"/>
          <w:color w:val="FF0000"/>
          <w:szCs w:val="21"/>
        </w:rPr>
        <w:t>，解得</w:t>
      </w:r>
      <w:r w:rsidRPr="00FC1D75">
        <w:rPr>
          <w:rFonts w:ascii="宋体" w:hAnsi="宋体"/>
          <w:color w:val="FF0000"/>
          <w:szCs w:val="21"/>
        </w:rPr>
        <w:object w:dxaOrig="1130" w:dyaOrig="277">
          <v:shape id="_x0000_i1096" type="#_x0000_t75" alt="eqId237e34434807a098e960ddcce8477786" style="width:56.5pt;height:13.65pt" o:ole="">
            <v:imagedata r:id="rId353" o:title="eqId237e34434807a098e960ddcce8477786"/>
          </v:shape>
          <o:OLEObject Type="Embed" ProgID="Equation.DSMT4" ShapeID="_x0000_i1096" DrawAspect="Content" ObjectID="_1773599609" r:id="rId354"/>
        </w:object>
      </w:r>
      <w:r w:rsidRPr="00FC1D75">
        <w:rPr>
          <w:rFonts w:ascii="宋体" w:hAnsi="宋体"/>
          <w:color w:val="FF0000"/>
          <w:szCs w:val="21"/>
        </w:rPr>
        <w:t>时，等号成立，</w:t>
      </w:r>
    </w:p>
    <w:p w:rsidR="00A72E9B" w:rsidRPr="00FC1D75" w:rsidRDefault="00884ADB" w:rsidP="00FC1D75">
      <w:pPr>
        <w:spacing w:line="360" w:lineRule="auto"/>
        <w:jc w:val="left"/>
        <w:textAlignment w:val="center"/>
        <w:rPr>
          <w:rFonts w:ascii="宋体" w:hAnsi="宋体"/>
          <w:color w:val="FF0000"/>
          <w:szCs w:val="21"/>
        </w:rPr>
      </w:pPr>
      <w:r w:rsidRPr="00FC1D75">
        <w:rPr>
          <w:rFonts w:ascii="宋体" w:hAnsi="宋体"/>
          <w:color w:val="FF0000"/>
          <w:szCs w:val="21"/>
        </w:rPr>
        <w:t>又</w:t>
      </w:r>
      <w:r w:rsidRPr="00FC1D75">
        <w:rPr>
          <w:rFonts w:ascii="宋体" w:hAnsi="宋体"/>
          <w:color w:val="FF0000"/>
          <w:szCs w:val="21"/>
        </w:rPr>
        <w:object w:dxaOrig="798" w:dyaOrig="222">
          <v:shape id="_x0000_i1097" type="#_x0000_t75" alt="eqId404a00bf430f0f1a0fadc3130b79cb23" style="width:40.1pt;height:10.95pt" o:ole="">
            <v:imagedata r:id="rId332" o:title="eqId404a00bf430f0f1a0fadc3130b79cb23"/>
          </v:shape>
          <o:OLEObject Type="Embed" ProgID="Equation.DSMT4" ShapeID="_x0000_i1097" DrawAspect="Content" ObjectID="_1773599610" r:id="rId355"/>
        </w:object>
      </w:r>
      <w:r w:rsidRPr="00FC1D75">
        <w:rPr>
          <w:rFonts w:ascii="宋体" w:hAnsi="宋体"/>
          <w:color w:val="FF0000"/>
          <w:szCs w:val="21"/>
        </w:rPr>
        <w:t>，即有</w:t>
      </w:r>
      <w:r w:rsidRPr="00FC1D75">
        <w:rPr>
          <w:rFonts w:ascii="宋体" w:hAnsi="宋体"/>
          <w:color w:val="FF0000"/>
          <w:szCs w:val="21"/>
        </w:rPr>
        <w:object w:dxaOrig="1163" w:dyaOrig="277">
          <v:shape id="_x0000_i1098" type="#_x0000_t75" alt="eqId5815a40563084633969d9187a84ee8ff" style="width:58.35pt;height:13.65pt" o:ole="">
            <v:imagedata r:id="rId356" o:title="eqId5815a40563084633969d9187a84ee8ff"/>
          </v:shape>
          <o:OLEObject Type="Embed" ProgID="Equation.DSMT4" ShapeID="_x0000_i1098" DrawAspect="Content" ObjectID="_1773599611" r:id="rId357"/>
        </w:object>
      </w:r>
      <w:r w:rsidRPr="00FC1D75">
        <w:rPr>
          <w:rFonts w:ascii="宋体" w:hAnsi="宋体"/>
          <w:color w:val="FF0000"/>
          <w:szCs w:val="21"/>
        </w:rPr>
        <w:t>，解得</w:t>
      </w:r>
      <w:r w:rsidRPr="00FC1D75">
        <w:rPr>
          <w:rFonts w:ascii="宋体" w:hAnsi="宋体"/>
          <w:color w:val="FF0000"/>
          <w:szCs w:val="21"/>
        </w:rPr>
        <w:object w:dxaOrig="986" w:dyaOrig="321">
          <v:shape id="_x0000_i1099" type="#_x0000_t75" alt="eqIda83c98224349a09ed1e0fced386b909d" style="width:49.2pt;height:15.95pt" o:ole="">
            <v:imagedata r:id="rId358" o:title="eqIda83c98224349a09ed1e0fced386b909d"/>
          </v:shape>
          <o:OLEObject Type="Embed" ProgID="Equation.DSMT4" ShapeID="_x0000_i1099" DrawAspect="Content" ObjectID="_1773599612" r:id="rId359"/>
        </w:object>
      </w:r>
      <w:r w:rsidRPr="00FC1D75">
        <w:rPr>
          <w:rFonts w:ascii="宋体" w:hAnsi="宋体"/>
          <w:color w:val="FF0000"/>
          <w:szCs w:val="21"/>
        </w:rPr>
        <w:t>或</w:t>
      </w:r>
      <w:r w:rsidRPr="00FC1D75">
        <w:rPr>
          <w:rFonts w:ascii="宋体" w:hAnsi="宋体"/>
          <w:color w:val="FF0000"/>
          <w:szCs w:val="21"/>
        </w:rPr>
        <w:object w:dxaOrig="986" w:dyaOrig="321">
          <v:shape id="_x0000_i1100" type="#_x0000_t75" alt="eqIde47a224d40ef149ef2eba9388052ced4" style="width:49.2pt;height:15.95pt" o:ole="">
            <v:imagedata r:id="rId360" o:title="eqIde47a224d40ef149ef2eba9388052ced4"/>
          </v:shape>
          <o:OLEObject Type="Embed" ProgID="Equation.DSMT4" ShapeID="_x0000_i1100" DrawAspect="Content" ObjectID="_1773599613" r:id="rId361"/>
        </w:object>
      </w:r>
      <w:r w:rsidRPr="00FC1D75">
        <w:rPr>
          <w:rFonts w:ascii="宋体" w:hAnsi="宋体"/>
          <w:color w:val="FF0000"/>
          <w:szCs w:val="21"/>
        </w:rPr>
        <w:t>（舍去），故实数</w:t>
      </w:r>
      <w:r w:rsidRPr="00FC1D75">
        <w:rPr>
          <w:rFonts w:ascii="宋体" w:hAnsi="宋体"/>
          <w:color w:val="FF0000"/>
          <w:szCs w:val="21"/>
        </w:rPr>
        <w:object w:dxaOrig="122" w:dyaOrig="199">
          <v:shape id="_x0000_i1101" type="#_x0000_t75" alt="eqId36a1b09c653185842513e24ebba60bb3" style="width:5.9pt;height:10.05pt" o:ole="">
            <v:imagedata r:id="rId362" o:title="eqId36a1b09c653185842513e24ebba60bb3"/>
          </v:shape>
          <o:OLEObject Type="Embed" ProgID="Equation.DSMT4" ShapeID="_x0000_i1101" DrawAspect="Content" ObjectID="_1773599614" r:id="rId363"/>
        </w:object>
      </w:r>
      <w:r w:rsidRPr="00FC1D75">
        <w:rPr>
          <w:rFonts w:ascii="宋体" w:hAnsi="宋体"/>
          <w:color w:val="FF0000"/>
          <w:szCs w:val="21"/>
        </w:rPr>
        <w:t>的最小值为</w:t>
      </w:r>
      <w:r w:rsidRPr="00FC1D75">
        <w:rPr>
          <w:rFonts w:ascii="宋体" w:hAnsi="宋体"/>
          <w:color w:val="FF0000"/>
          <w:szCs w:val="21"/>
        </w:rPr>
        <w:object w:dxaOrig="720" w:dyaOrig="310">
          <v:shape id="_x0000_i1102" type="#_x0000_t75" alt="eqIdb16e62553928b52fbc6948b55293e718" style="width:36pt;height:15.5pt" o:ole="">
            <v:imagedata r:id="rId291" o:title="eqIdb16e62553928b52fbc6948b55293e718"/>
          </v:shape>
          <o:OLEObject Type="Embed" ProgID="Equation.DSMT4" ShapeID="_x0000_i1102" DrawAspect="Content" ObjectID="_1773599615" r:id="rId364"/>
        </w:object>
      </w:r>
      <w:r w:rsidRPr="00FC1D75">
        <w:rPr>
          <w:rFonts w:ascii="宋体" w:hAnsi="宋体"/>
          <w:color w:val="FF0000"/>
          <w:szCs w:val="21"/>
        </w:rPr>
        <w:t>.</w:t>
      </w:r>
    </w:p>
    <w:sectPr w:rsidR="00A72E9B" w:rsidRPr="00FC1D75">
      <w:headerReference w:type="default" r:id="rId365"/>
      <w:footerReference w:type="default" r:id="rId366"/>
      <w:pgSz w:w="11906" w:h="16838"/>
      <w:pgMar w:top="1134" w:right="1077" w:bottom="1134" w:left="107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449" w:rsidRDefault="000C5449">
      <w:r>
        <w:separator/>
      </w:r>
    </w:p>
  </w:endnote>
  <w:endnote w:type="continuationSeparator" w:id="0">
    <w:p w:rsidR="000C5449" w:rsidRDefault="000C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ADB" w:rsidRDefault="00884ADB">
    <w:pPr>
      <w:pStyle w:val="a7"/>
      <w:jc w:val="center"/>
    </w:pPr>
    <w:r>
      <w:fldChar w:fldCharType="begin"/>
    </w:r>
    <w:r>
      <w:instrText>PAGE   \* MERGEFORMAT</w:instrText>
    </w:r>
    <w:r>
      <w:fldChar w:fldCharType="separate"/>
    </w:r>
    <w:r w:rsidR="00457903" w:rsidRPr="00457903">
      <w:rPr>
        <w:noProof/>
        <w:lang w:val="zh-CN"/>
      </w:rPr>
      <w:t>1</w:t>
    </w:r>
    <w:r>
      <w:fldChar w:fldCharType="end"/>
    </w:r>
  </w:p>
  <w:p w:rsidR="00884ADB" w:rsidRDefault="00884ADB">
    <w:pPr>
      <w:pStyle w:val="a7"/>
    </w:pPr>
  </w:p>
  <w:p w:rsidR="00884ADB" w:rsidRDefault="00884ADB">
    <w:pPr>
      <w:pStyle w:val="a7"/>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alt="学科网 zxxk.com" style="position:absolute;margin-left:158.95pt;margin-top:407.9pt;width:2.85pt;height:2.85pt;rotation:315;z-index:-4;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alt="学科网 zxxk.com" style="position:absolute;margin-left:64.05pt;margin-top:-20.75pt;width:.05pt;height:.05pt;z-index:2">
          <v:imagedata r:id="rId1" o:title="{75232B38-A165-1FB7-499C-2E1C792CACB5}"/>
        </v:shape>
      </w:pict>
    </w:r>
    <w:r>
      <w:rPr>
        <w:rFonts w:hint="eastAsia"/>
        <w:color w:val="FFFFFF"/>
        <w:sz w:val="2"/>
        <w:szCs w:val="2"/>
      </w:rPr>
      <w:t>学科网（北京）股份有限公司</w:t>
    </w:r>
  </w:p>
  <w:p w:rsidR="00884ADB" w:rsidRDefault="00884ADB">
    <w:pPr>
      <w:tabs>
        <w:tab w:val="center" w:pos="4153"/>
        <w:tab w:val="right" w:pos="8306"/>
      </w:tabs>
      <w:snapToGrid w:val="0"/>
      <w:jc w:val="left"/>
      <w:rPr>
        <w:kern w:val="0"/>
        <w:sz w:val="2"/>
        <w:szCs w:val="2"/>
      </w:rPr>
    </w:pPr>
    <w:r>
      <w:rPr>
        <w:color w:val="FFFFFF"/>
        <w:sz w:val="2"/>
        <w:szCs w:val="2"/>
      </w:rPr>
      <w:pict>
        <v:shape id="_x0000_s2057" type="#_x0000_t136" alt="学科网 zxxk.com" style="position:absolute;margin-left:158.95pt;margin-top:407.9pt;width:2.85pt;height:2.85pt;rotation:315;z-index:-2;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v:shape id="_x0000_s2058" type="#_x0000_t75" alt="学科网 zxxk.com" style="position:absolute;margin-left:64.05pt;margin-top:-20.75pt;width:.05pt;height:.05pt;z-index:6">
          <v:imagedata r:id="rId2" o:title="{75232B38-A165-1FB7-499C-2E1C792CACB5}"/>
        </v:shape>
      </w:pict>
    </w:r>
    <w:r>
      <w:rPr>
        <w:rFonts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449" w:rsidRDefault="000C5449">
      <w:r>
        <w:separator/>
      </w:r>
    </w:p>
  </w:footnote>
  <w:footnote w:type="continuationSeparator" w:id="0">
    <w:p w:rsidR="000C5449" w:rsidRDefault="000C5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ADB" w:rsidRDefault="00884ADB">
    <w:pPr>
      <w:pStyle w:val="a8"/>
      <w:pBdr>
        <w:bottom w:val="none" w:sz="0" w:space="0" w:color="auto"/>
      </w:pBdr>
    </w:pPr>
  </w:p>
  <w:p w:rsidR="00884ADB" w:rsidRDefault="00884ADB">
    <w:pPr>
      <w:pStyle w:val="a8"/>
      <w:pBdr>
        <w:bottom w:val="none" w:sz="0" w:space="1" w:color="auto"/>
      </w:pBdr>
      <w:tabs>
        <w:tab w:val="clear" w:pos="4153"/>
        <w:tab w:val="clear" w:pos="8306"/>
      </w:tabs>
      <w:jc w:val="both"/>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0" type="#_x0000_t75" alt="学科网 zxxk.com" style="position:absolute;left:0;text-align:left;margin-left:351pt;margin-top:8.45pt;width:.75pt;height:.75pt;z-index:1">
          <v:imagedata r:id="rId1" o:title="{75232B38-A165-1FB7-499C-2E1C792CACB5}"/>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240" type="#_x0000_t136" alt="学科网 zxxk.com" style="width:.45pt;height:.45pt" filled="f" stroked="f" strokecolor="white">
          <v:fill color2="#aaa"/>
          <v:shadow color="#4d4d4d" opacity="52429f" offset=",3pt"/>
          <v:textpath style="font-family:&quot;宋体&quot;;font-size:8pt;v-text-spacing:78650f;v-text-kern:t" trim="t" fitpath="t" string="学科网（北京）股份有限公司 "/>
        </v:shape>
      </w:pict>
    </w:r>
  </w:p>
  <w:p w:rsidR="00884ADB" w:rsidRDefault="00884ADB">
    <w:pPr>
      <w:pBdr>
        <w:bottom w:val="none" w:sz="0" w:space="1" w:color="auto"/>
      </w:pBdr>
      <w:snapToGrid w:val="0"/>
      <w:rPr>
        <w:kern w:val="0"/>
        <w:sz w:val="2"/>
        <w:szCs w:val="2"/>
      </w:rPr>
    </w:pPr>
    <w:r>
      <w:pict>
        <v:shape id="_x0000_s2052" type="#_x0000_t75" alt="学科网 zxxk.com" style="position:absolute;left:0;text-align:left;margin-left:351pt;margin-top:8.45pt;width:.75pt;height:.75pt;z-index:4">
          <v:imagedata r:id="rId2" o:title="{75232B38-A165-1FB7-499C-2E1C792CACB5}"/>
        </v:shape>
      </w:pict>
    </w:r>
    <w:r>
      <w:rPr>
        <w:color w:val="FFFFFF"/>
        <w:sz w:val="2"/>
        <w:szCs w:val="2"/>
      </w:rPr>
      <w:pict>
        <v:shape id="_x0000_i1241" type="#_x0000_t136" alt="学科网 zxxk.com" style="width:.9pt;height:.9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6DFFF"/>
    <w:multiLevelType w:val="singleLevel"/>
    <w:tmpl w:val="0376DFFF"/>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attachedTemplate r:id="rId1"/>
  <w:doNotTrackMoves/>
  <w:defaultTabStop w:val="425"/>
  <w:drawingGridHorizontalSpacing w:val="105"/>
  <w:drawingGridVerticalSpacing w:val="156"/>
  <w:displayHorizontalDrawingGridEvery w:val="0"/>
  <w:displayVerticalDrawingGridEvery w:val="2"/>
  <w:characterSpacingControl w:val="compressPunctuation"/>
  <w:hdrShapeDefaults>
    <o:shapedefaults v:ext="edit" spidmax="2059"/>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EyZWYyMDMzMDJhYzYxZmRhYjBiZDJhYWYyNWI1YjUifQ=="/>
  </w:docVars>
  <w:rsids>
    <w:rsidRoot w:val="00A12A69"/>
    <w:rsid w:val="0000011F"/>
    <w:rsid w:val="0000131C"/>
    <w:rsid w:val="00001375"/>
    <w:rsid w:val="00002874"/>
    <w:rsid w:val="00002FF6"/>
    <w:rsid w:val="00004461"/>
    <w:rsid w:val="00004EBE"/>
    <w:rsid w:val="00011240"/>
    <w:rsid w:val="00014A29"/>
    <w:rsid w:val="00020258"/>
    <w:rsid w:val="000205BA"/>
    <w:rsid w:val="00021E13"/>
    <w:rsid w:val="00025DC4"/>
    <w:rsid w:val="0003168D"/>
    <w:rsid w:val="0003196D"/>
    <w:rsid w:val="000360CB"/>
    <w:rsid w:val="00036569"/>
    <w:rsid w:val="00043819"/>
    <w:rsid w:val="000448AB"/>
    <w:rsid w:val="0004700E"/>
    <w:rsid w:val="00052026"/>
    <w:rsid w:val="00055470"/>
    <w:rsid w:val="0006050C"/>
    <w:rsid w:val="000605B7"/>
    <w:rsid w:val="00063420"/>
    <w:rsid w:val="00064C50"/>
    <w:rsid w:val="00064E51"/>
    <w:rsid w:val="000667B6"/>
    <w:rsid w:val="0006799E"/>
    <w:rsid w:val="00070020"/>
    <w:rsid w:val="00070C4D"/>
    <w:rsid w:val="00075121"/>
    <w:rsid w:val="000752A9"/>
    <w:rsid w:val="00076959"/>
    <w:rsid w:val="0008490A"/>
    <w:rsid w:val="0008534C"/>
    <w:rsid w:val="00093948"/>
    <w:rsid w:val="00093CC1"/>
    <w:rsid w:val="00093FE4"/>
    <w:rsid w:val="00094A3A"/>
    <w:rsid w:val="00095D2E"/>
    <w:rsid w:val="000979A3"/>
    <w:rsid w:val="000A1469"/>
    <w:rsid w:val="000A1806"/>
    <w:rsid w:val="000A1A82"/>
    <w:rsid w:val="000A27DB"/>
    <w:rsid w:val="000A3FA1"/>
    <w:rsid w:val="000A42B1"/>
    <w:rsid w:val="000A5180"/>
    <w:rsid w:val="000A6F7F"/>
    <w:rsid w:val="000A727F"/>
    <w:rsid w:val="000B0030"/>
    <w:rsid w:val="000B1C86"/>
    <w:rsid w:val="000B2BC4"/>
    <w:rsid w:val="000B3630"/>
    <w:rsid w:val="000B5382"/>
    <w:rsid w:val="000B7396"/>
    <w:rsid w:val="000C0671"/>
    <w:rsid w:val="000C3330"/>
    <w:rsid w:val="000C45F8"/>
    <w:rsid w:val="000C5449"/>
    <w:rsid w:val="000D1323"/>
    <w:rsid w:val="000D183E"/>
    <w:rsid w:val="000D64BB"/>
    <w:rsid w:val="000D65F4"/>
    <w:rsid w:val="000D6DE1"/>
    <w:rsid w:val="000D75C2"/>
    <w:rsid w:val="000E49AD"/>
    <w:rsid w:val="000E49CA"/>
    <w:rsid w:val="000F20C8"/>
    <w:rsid w:val="000F28A4"/>
    <w:rsid w:val="000F3D62"/>
    <w:rsid w:val="000F705D"/>
    <w:rsid w:val="0010161D"/>
    <w:rsid w:val="00103107"/>
    <w:rsid w:val="00103354"/>
    <w:rsid w:val="00103C94"/>
    <w:rsid w:val="00107D8E"/>
    <w:rsid w:val="001104E3"/>
    <w:rsid w:val="00110B5C"/>
    <w:rsid w:val="0011389F"/>
    <w:rsid w:val="00114674"/>
    <w:rsid w:val="00115A10"/>
    <w:rsid w:val="00116533"/>
    <w:rsid w:val="00117671"/>
    <w:rsid w:val="00120315"/>
    <w:rsid w:val="00122160"/>
    <w:rsid w:val="001232D6"/>
    <w:rsid w:val="00125BD4"/>
    <w:rsid w:val="00131425"/>
    <w:rsid w:val="00133CEB"/>
    <w:rsid w:val="0013474D"/>
    <w:rsid w:val="00135368"/>
    <w:rsid w:val="001433D5"/>
    <w:rsid w:val="00144430"/>
    <w:rsid w:val="00145980"/>
    <w:rsid w:val="0014712A"/>
    <w:rsid w:val="0014734A"/>
    <w:rsid w:val="00151D99"/>
    <w:rsid w:val="001524C2"/>
    <w:rsid w:val="00152ABD"/>
    <w:rsid w:val="00155376"/>
    <w:rsid w:val="001560C0"/>
    <w:rsid w:val="00161AA6"/>
    <w:rsid w:val="00165796"/>
    <w:rsid w:val="001664F9"/>
    <w:rsid w:val="00166E97"/>
    <w:rsid w:val="00167004"/>
    <w:rsid w:val="00167C1F"/>
    <w:rsid w:val="00170EA9"/>
    <w:rsid w:val="00171772"/>
    <w:rsid w:val="0017355A"/>
    <w:rsid w:val="00175631"/>
    <w:rsid w:val="0017654B"/>
    <w:rsid w:val="00176DA5"/>
    <w:rsid w:val="001774E7"/>
    <w:rsid w:val="00180EC8"/>
    <w:rsid w:val="001878E2"/>
    <w:rsid w:val="001904CC"/>
    <w:rsid w:val="00193817"/>
    <w:rsid w:val="00195A10"/>
    <w:rsid w:val="00197B3F"/>
    <w:rsid w:val="00197F6F"/>
    <w:rsid w:val="001A0056"/>
    <w:rsid w:val="001A4E02"/>
    <w:rsid w:val="001A4E86"/>
    <w:rsid w:val="001A78CD"/>
    <w:rsid w:val="001B0AE3"/>
    <w:rsid w:val="001B4725"/>
    <w:rsid w:val="001C0AD2"/>
    <w:rsid w:val="001C1954"/>
    <w:rsid w:val="001C3078"/>
    <w:rsid w:val="001C5E2C"/>
    <w:rsid w:val="001C7A87"/>
    <w:rsid w:val="001D0A97"/>
    <w:rsid w:val="001D2EC2"/>
    <w:rsid w:val="001D6208"/>
    <w:rsid w:val="001D6A39"/>
    <w:rsid w:val="001D7BE4"/>
    <w:rsid w:val="001E0140"/>
    <w:rsid w:val="001E0CC4"/>
    <w:rsid w:val="001E249B"/>
    <w:rsid w:val="001E5062"/>
    <w:rsid w:val="001F0418"/>
    <w:rsid w:val="001F1F3D"/>
    <w:rsid w:val="001F2738"/>
    <w:rsid w:val="001F2C18"/>
    <w:rsid w:val="001F30B7"/>
    <w:rsid w:val="001F3DB1"/>
    <w:rsid w:val="001F7F30"/>
    <w:rsid w:val="002011C4"/>
    <w:rsid w:val="00201E86"/>
    <w:rsid w:val="002023B9"/>
    <w:rsid w:val="002034E6"/>
    <w:rsid w:val="00206612"/>
    <w:rsid w:val="00207B82"/>
    <w:rsid w:val="00210A62"/>
    <w:rsid w:val="0021340C"/>
    <w:rsid w:val="00213D7A"/>
    <w:rsid w:val="00216C15"/>
    <w:rsid w:val="0022062A"/>
    <w:rsid w:val="00223769"/>
    <w:rsid w:val="00226352"/>
    <w:rsid w:val="00227BED"/>
    <w:rsid w:val="0023497B"/>
    <w:rsid w:val="00235299"/>
    <w:rsid w:val="002359EC"/>
    <w:rsid w:val="00235C92"/>
    <w:rsid w:val="00240ED2"/>
    <w:rsid w:val="00241093"/>
    <w:rsid w:val="00242867"/>
    <w:rsid w:val="00243F66"/>
    <w:rsid w:val="00244FA2"/>
    <w:rsid w:val="00245C6E"/>
    <w:rsid w:val="00247EBD"/>
    <w:rsid w:val="00250A0F"/>
    <w:rsid w:val="00250E84"/>
    <w:rsid w:val="002512AA"/>
    <w:rsid w:val="00251325"/>
    <w:rsid w:val="00251E96"/>
    <w:rsid w:val="00252541"/>
    <w:rsid w:val="00252E85"/>
    <w:rsid w:val="002532D9"/>
    <w:rsid w:val="00253C30"/>
    <w:rsid w:val="002542D3"/>
    <w:rsid w:val="00257BAF"/>
    <w:rsid w:val="0026066E"/>
    <w:rsid w:val="00262406"/>
    <w:rsid w:val="00264654"/>
    <w:rsid w:val="0026501E"/>
    <w:rsid w:val="0026553E"/>
    <w:rsid w:val="00265F8F"/>
    <w:rsid w:val="002706BB"/>
    <w:rsid w:val="00270D6F"/>
    <w:rsid w:val="00271974"/>
    <w:rsid w:val="00274721"/>
    <w:rsid w:val="00274BB0"/>
    <w:rsid w:val="00275591"/>
    <w:rsid w:val="00276CD0"/>
    <w:rsid w:val="00284391"/>
    <w:rsid w:val="002846F3"/>
    <w:rsid w:val="00285047"/>
    <w:rsid w:val="002861E7"/>
    <w:rsid w:val="0028760E"/>
    <w:rsid w:val="00290844"/>
    <w:rsid w:val="00291059"/>
    <w:rsid w:val="002956B8"/>
    <w:rsid w:val="00296F67"/>
    <w:rsid w:val="002971C0"/>
    <w:rsid w:val="00297AC0"/>
    <w:rsid w:val="002A06B8"/>
    <w:rsid w:val="002A0C8F"/>
    <w:rsid w:val="002A1178"/>
    <w:rsid w:val="002A301B"/>
    <w:rsid w:val="002A3808"/>
    <w:rsid w:val="002A4A71"/>
    <w:rsid w:val="002A626C"/>
    <w:rsid w:val="002A7C45"/>
    <w:rsid w:val="002B0F29"/>
    <w:rsid w:val="002B2672"/>
    <w:rsid w:val="002B29DD"/>
    <w:rsid w:val="002B2E26"/>
    <w:rsid w:val="002B4549"/>
    <w:rsid w:val="002B6977"/>
    <w:rsid w:val="002C1898"/>
    <w:rsid w:val="002C3F03"/>
    <w:rsid w:val="002C7834"/>
    <w:rsid w:val="002D1609"/>
    <w:rsid w:val="002D3E3D"/>
    <w:rsid w:val="002D4721"/>
    <w:rsid w:val="002D5479"/>
    <w:rsid w:val="002E0147"/>
    <w:rsid w:val="002E034B"/>
    <w:rsid w:val="002E3141"/>
    <w:rsid w:val="002E33C1"/>
    <w:rsid w:val="002E396A"/>
    <w:rsid w:val="002E7688"/>
    <w:rsid w:val="002F1247"/>
    <w:rsid w:val="002F1F85"/>
    <w:rsid w:val="002F2FD6"/>
    <w:rsid w:val="002F3EDE"/>
    <w:rsid w:val="002F4219"/>
    <w:rsid w:val="00302D3F"/>
    <w:rsid w:val="00302E31"/>
    <w:rsid w:val="0030367E"/>
    <w:rsid w:val="00304D4D"/>
    <w:rsid w:val="00305B2B"/>
    <w:rsid w:val="00307481"/>
    <w:rsid w:val="00311CE4"/>
    <w:rsid w:val="0031312E"/>
    <w:rsid w:val="003158D6"/>
    <w:rsid w:val="00315F1D"/>
    <w:rsid w:val="0032125C"/>
    <w:rsid w:val="0032329E"/>
    <w:rsid w:val="003240F3"/>
    <w:rsid w:val="003263DB"/>
    <w:rsid w:val="003278FF"/>
    <w:rsid w:val="003312FE"/>
    <w:rsid w:val="00332B97"/>
    <w:rsid w:val="0033391F"/>
    <w:rsid w:val="0033607F"/>
    <w:rsid w:val="00336906"/>
    <w:rsid w:val="00336ADC"/>
    <w:rsid w:val="003378AF"/>
    <w:rsid w:val="00344F9F"/>
    <w:rsid w:val="00346E29"/>
    <w:rsid w:val="0035252C"/>
    <w:rsid w:val="00356C22"/>
    <w:rsid w:val="0035760A"/>
    <w:rsid w:val="00357F6A"/>
    <w:rsid w:val="00362F12"/>
    <w:rsid w:val="00367C2E"/>
    <w:rsid w:val="003808C7"/>
    <w:rsid w:val="00380E90"/>
    <w:rsid w:val="00382027"/>
    <w:rsid w:val="0038502C"/>
    <w:rsid w:val="003927DB"/>
    <w:rsid w:val="00394C6E"/>
    <w:rsid w:val="00395903"/>
    <w:rsid w:val="00396311"/>
    <w:rsid w:val="00396E7B"/>
    <w:rsid w:val="00397085"/>
    <w:rsid w:val="003A108E"/>
    <w:rsid w:val="003A1A4C"/>
    <w:rsid w:val="003A3455"/>
    <w:rsid w:val="003A714F"/>
    <w:rsid w:val="003B00E4"/>
    <w:rsid w:val="003B3F0B"/>
    <w:rsid w:val="003B54EF"/>
    <w:rsid w:val="003B601A"/>
    <w:rsid w:val="003B6884"/>
    <w:rsid w:val="003C13A8"/>
    <w:rsid w:val="003C37C7"/>
    <w:rsid w:val="003C3963"/>
    <w:rsid w:val="003C4AEA"/>
    <w:rsid w:val="003C79A5"/>
    <w:rsid w:val="003D1760"/>
    <w:rsid w:val="003D6E05"/>
    <w:rsid w:val="003D79A5"/>
    <w:rsid w:val="003E0319"/>
    <w:rsid w:val="003E1617"/>
    <w:rsid w:val="003E48E0"/>
    <w:rsid w:val="003E78EE"/>
    <w:rsid w:val="003E7DB3"/>
    <w:rsid w:val="003F03CE"/>
    <w:rsid w:val="003F15E1"/>
    <w:rsid w:val="003F2206"/>
    <w:rsid w:val="003F4646"/>
    <w:rsid w:val="003F4DE8"/>
    <w:rsid w:val="003F5CDA"/>
    <w:rsid w:val="00403C30"/>
    <w:rsid w:val="0040436C"/>
    <w:rsid w:val="004109DE"/>
    <w:rsid w:val="00411E2B"/>
    <w:rsid w:val="00412454"/>
    <w:rsid w:val="004151FC"/>
    <w:rsid w:val="004246BE"/>
    <w:rsid w:val="004263A9"/>
    <w:rsid w:val="00432100"/>
    <w:rsid w:val="00435425"/>
    <w:rsid w:val="00437A01"/>
    <w:rsid w:val="00441F3F"/>
    <w:rsid w:val="0044200E"/>
    <w:rsid w:val="00444179"/>
    <w:rsid w:val="00444F03"/>
    <w:rsid w:val="00446C21"/>
    <w:rsid w:val="004479A2"/>
    <w:rsid w:val="004501EE"/>
    <w:rsid w:val="004507CE"/>
    <w:rsid w:val="00452FB3"/>
    <w:rsid w:val="0045605E"/>
    <w:rsid w:val="004567B6"/>
    <w:rsid w:val="00457903"/>
    <w:rsid w:val="00462593"/>
    <w:rsid w:val="004644A6"/>
    <w:rsid w:val="0046582E"/>
    <w:rsid w:val="004666CB"/>
    <w:rsid w:val="00466AE1"/>
    <w:rsid w:val="00466D63"/>
    <w:rsid w:val="0046782A"/>
    <w:rsid w:val="0047067D"/>
    <w:rsid w:val="00470B23"/>
    <w:rsid w:val="00470BCB"/>
    <w:rsid w:val="00470FE6"/>
    <w:rsid w:val="0047126E"/>
    <w:rsid w:val="004712F4"/>
    <w:rsid w:val="00471A1E"/>
    <w:rsid w:val="00481EDC"/>
    <w:rsid w:val="00485D8A"/>
    <w:rsid w:val="004862F7"/>
    <w:rsid w:val="004908C4"/>
    <w:rsid w:val="0049181F"/>
    <w:rsid w:val="004964C8"/>
    <w:rsid w:val="0049685C"/>
    <w:rsid w:val="004A1803"/>
    <w:rsid w:val="004A1D1D"/>
    <w:rsid w:val="004A3DC0"/>
    <w:rsid w:val="004A7FBC"/>
    <w:rsid w:val="004B1815"/>
    <w:rsid w:val="004B2E83"/>
    <w:rsid w:val="004B3913"/>
    <w:rsid w:val="004B4377"/>
    <w:rsid w:val="004B5A19"/>
    <w:rsid w:val="004B6BBE"/>
    <w:rsid w:val="004B7E87"/>
    <w:rsid w:val="004C2153"/>
    <w:rsid w:val="004C5183"/>
    <w:rsid w:val="004C56BE"/>
    <w:rsid w:val="004C7445"/>
    <w:rsid w:val="004C782E"/>
    <w:rsid w:val="004D061F"/>
    <w:rsid w:val="004D1001"/>
    <w:rsid w:val="004D1BAE"/>
    <w:rsid w:val="004D65D2"/>
    <w:rsid w:val="004D6A04"/>
    <w:rsid w:val="004E0A67"/>
    <w:rsid w:val="004E20C0"/>
    <w:rsid w:val="004E3917"/>
    <w:rsid w:val="004E3983"/>
    <w:rsid w:val="004E593F"/>
    <w:rsid w:val="004E5E5B"/>
    <w:rsid w:val="004E6336"/>
    <w:rsid w:val="004E7781"/>
    <w:rsid w:val="004E77AF"/>
    <w:rsid w:val="004F00BF"/>
    <w:rsid w:val="004F0FAE"/>
    <w:rsid w:val="004F1D1A"/>
    <w:rsid w:val="004F29A4"/>
    <w:rsid w:val="004F44E3"/>
    <w:rsid w:val="004F6666"/>
    <w:rsid w:val="00500171"/>
    <w:rsid w:val="00502E79"/>
    <w:rsid w:val="005044AB"/>
    <w:rsid w:val="00517ABE"/>
    <w:rsid w:val="0052009D"/>
    <w:rsid w:val="00521D33"/>
    <w:rsid w:val="00524E2E"/>
    <w:rsid w:val="005352FB"/>
    <w:rsid w:val="005356CD"/>
    <w:rsid w:val="00535872"/>
    <w:rsid w:val="005411E9"/>
    <w:rsid w:val="00545524"/>
    <w:rsid w:val="005466C3"/>
    <w:rsid w:val="00550525"/>
    <w:rsid w:val="00551E82"/>
    <w:rsid w:val="00560C66"/>
    <w:rsid w:val="00561841"/>
    <w:rsid w:val="005625BC"/>
    <w:rsid w:val="00562670"/>
    <w:rsid w:val="005641FE"/>
    <w:rsid w:val="00564BAC"/>
    <w:rsid w:val="00564C3E"/>
    <w:rsid w:val="00573F54"/>
    <w:rsid w:val="0057649E"/>
    <w:rsid w:val="00576EB1"/>
    <w:rsid w:val="00581C73"/>
    <w:rsid w:val="00581C7E"/>
    <w:rsid w:val="005826E0"/>
    <w:rsid w:val="0058479B"/>
    <w:rsid w:val="005854C9"/>
    <w:rsid w:val="0058564D"/>
    <w:rsid w:val="00586AF3"/>
    <w:rsid w:val="00586C8F"/>
    <w:rsid w:val="00591222"/>
    <w:rsid w:val="00596112"/>
    <w:rsid w:val="005A0142"/>
    <w:rsid w:val="005A7EF4"/>
    <w:rsid w:val="005B0012"/>
    <w:rsid w:val="005B219E"/>
    <w:rsid w:val="005B3188"/>
    <w:rsid w:val="005B3B0B"/>
    <w:rsid w:val="005C1EAF"/>
    <w:rsid w:val="005C2678"/>
    <w:rsid w:val="005C6C24"/>
    <w:rsid w:val="005C6D96"/>
    <w:rsid w:val="005D261C"/>
    <w:rsid w:val="005D41C6"/>
    <w:rsid w:val="005D7033"/>
    <w:rsid w:val="005D75A4"/>
    <w:rsid w:val="005D7ABB"/>
    <w:rsid w:val="005E1C9D"/>
    <w:rsid w:val="005E236E"/>
    <w:rsid w:val="005E3557"/>
    <w:rsid w:val="005E3DB6"/>
    <w:rsid w:val="005E45BE"/>
    <w:rsid w:val="005E4C72"/>
    <w:rsid w:val="005E578D"/>
    <w:rsid w:val="005E7764"/>
    <w:rsid w:val="005F04E3"/>
    <w:rsid w:val="005F0A57"/>
    <w:rsid w:val="005F299E"/>
    <w:rsid w:val="005F53D1"/>
    <w:rsid w:val="006014A8"/>
    <w:rsid w:val="00605B9C"/>
    <w:rsid w:val="006078AA"/>
    <w:rsid w:val="00607F9B"/>
    <w:rsid w:val="0061374F"/>
    <w:rsid w:val="00614968"/>
    <w:rsid w:val="00614C7A"/>
    <w:rsid w:val="006153F4"/>
    <w:rsid w:val="00616BE0"/>
    <w:rsid w:val="00625428"/>
    <w:rsid w:val="006339F0"/>
    <w:rsid w:val="006345BA"/>
    <w:rsid w:val="00636D83"/>
    <w:rsid w:val="00637CA4"/>
    <w:rsid w:val="00641316"/>
    <w:rsid w:val="00641620"/>
    <w:rsid w:val="0064232B"/>
    <w:rsid w:val="006447F3"/>
    <w:rsid w:val="0064513E"/>
    <w:rsid w:val="006457B2"/>
    <w:rsid w:val="00647854"/>
    <w:rsid w:val="00661FED"/>
    <w:rsid w:val="00662512"/>
    <w:rsid w:val="00665558"/>
    <w:rsid w:val="0066676B"/>
    <w:rsid w:val="00666CAE"/>
    <w:rsid w:val="00672A03"/>
    <w:rsid w:val="006731E1"/>
    <w:rsid w:val="00676C5C"/>
    <w:rsid w:val="00676D08"/>
    <w:rsid w:val="00676D3C"/>
    <w:rsid w:val="00677FF7"/>
    <w:rsid w:val="006805E1"/>
    <w:rsid w:val="00685759"/>
    <w:rsid w:val="006904E8"/>
    <w:rsid w:val="00690C2F"/>
    <w:rsid w:val="0069115C"/>
    <w:rsid w:val="00695CCC"/>
    <w:rsid w:val="0069614B"/>
    <w:rsid w:val="00696C37"/>
    <w:rsid w:val="006A30B1"/>
    <w:rsid w:val="006A3436"/>
    <w:rsid w:val="006A3666"/>
    <w:rsid w:val="006A6AC2"/>
    <w:rsid w:val="006A753F"/>
    <w:rsid w:val="006A7E8E"/>
    <w:rsid w:val="006B0077"/>
    <w:rsid w:val="006B14D8"/>
    <w:rsid w:val="006B1608"/>
    <w:rsid w:val="006B1F87"/>
    <w:rsid w:val="006B401B"/>
    <w:rsid w:val="006B6CDA"/>
    <w:rsid w:val="006C02C9"/>
    <w:rsid w:val="006C1430"/>
    <w:rsid w:val="006C1D41"/>
    <w:rsid w:val="006C215C"/>
    <w:rsid w:val="006C4C83"/>
    <w:rsid w:val="006C5338"/>
    <w:rsid w:val="006C74FA"/>
    <w:rsid w:val="006D2008"/>
    <w:rsid w:val="006D2E5D"/>
    <w:rsid w:val="006D2EE6"/>
    <w:rsid w:val="006D3C60"/>
    <w:rsid w:val="006D4445"/>
    <w:rsid w:val="006D491F"/>
    <w:rsid w:val="006D6318"/>
    <w:rsid w:val="006E0319"/>
    <w:rsid w:val="006E2230"/>
    <w:rsid w:val="006E2468"/>
    <w:rsid w:val="006E3F06"/>
    <w:rsid w:val="006E4693"/>
    <w:rsid w:val="006E5E0B"/>
    <w:rsid w:val="006E71D5"/>
    <w:rsid w:val="006F26C6"/>
    <w:rsid w:val="006F30F7"/>
    <w:rsid w:val="006F3AF0"/>
    <w:rsid w:val="0070663D"/>
    <w:rsid w:val="007069AB"/>
    <w:rsid w:val="0071266B"/>
    <w:rsid w:val="00714A3A"/>
    <w:rsid w:val="0071551B"/>
    <w:rsid w:val="007168D6"/>
    <w:rsid w:val="00717F1E"/>
    <w:rsid w:val="00720EC6"/>
    <w:rsid w:val="00723B6C"/>
    <w:rsid w:val="00727AFA"/>
    <w:rsid w:val="00727C56"/>
    <w:rsid w:val="00730D4D"/>
    <w:rsid w:val="00731C92"/>
    <w:rsid w:val="007326C7"/>
    <w:rsid w:val="0073467E"/>
    <w:rsid w:val="007376D6"/>
    <w:rsid w:val="00744378"/>
    <w:rsid w:val="0074460B"/>
    <w:rsid w:val="00744FF8"/>
    <w:rsid w:val="00746673"/>
    <w:rsid w:val="00753256"/>
    <w:rsid w:val="0075347E"/>
    <w:rsid w:val="0075385C"/>
    <w:rsid w:val="00753977"/>
    <w:rsid w:val="00753C0E"/>
    <w:rsid w:val="00754D83"/>
    <w:rsid w:val="00754FDC"/>
    <w:rsid w:val="00760310"/>
    <w:rsid w:val="00760CF6"/>
    <w:rsid w:val="00760D81"/>
    <w:rsid w:val="00761D80"/>
    <w:rsid w:val="007625A5"/>
    <w:rsid w:val="00763219"/>
    <w:rsid w:val="00763700"/>
    <w:rsid w:val="00763E59"/>
    <w:rsid w:val="00766EBF"/>
    <w:rsid w:val="00772E08"/>
    <w:rsid w:val="00774F7D"/>
    <w:rsid w:val="007825F6"/>
    <w:rsid w:val="007857B9"/>
    <w:rsid w:val="0078629A"/>
    <w:rsid w:val="0079112D"/>
    <w:rsid w:val="0079136B"/>
    <w:rsid w:val="007918B0"/>
    <w:rsid w:val="00792C6F"/>
    <w:rsid w:val="0079394A"/>
    <w:rsid w:val="00794899"/>
    <w:rsid w:val="00796394"/>
    <w:rsid w:val="00796C04"/>
    <w:rsid w:val="00797341"/>
    <w:rsid w:val="00797855"/>
    <w:rsid w:val="007A064D"/>
    <w:rsid w:val="007A088A"/>
    <w:rsid w:val="007A135D"/>
    <w:rsid w:val="007A3E18"/>
    <w:rsid w:val="007A7E45"/>
    <w:rsid w:val="007B0429"/>
    <w:rsid w:val="007B0FCB"/>
    <w:rsid w:val="007B1044"/>
    <w:rsid w:val="007B1736"/>
    <w:rsid w:val="007B1AEB"/>
    <w:rsid w:val="007B2178"/>
    <w:rsid w:val="007B2904"/>
    <w:rsid w:val="007B4BBF"/>
    <w:rsid w:val="007B5C84"/>
    <w:rsid w:val="007B6EBA"/>
    <w:rsid w:val="007C0AAB"/>
    <w:rsid w:val="007C595C"/>
    <w:rsid w:val="007C71D1"/>
    <w:rsid w:val="007D0ADA"/>
    <w:rsid w:val="007D2482"/>
    <w:rsid w:val="007D2492"/>
    <w:rsid w:val="007D275F"/>
    <w:rsid w:val="007D42C0"/>
    <w:rsid w:val="007D5B67"/>
    <w:rsid w:val="007D7F7E"/>
    <w:rsid w:val="007E2661"/>
    <w:rsid w:val="007E2EFE"/>
    <w:rsid w:val="007E4625"/>
    <w:rsid w:val="007E5D74"/>
    <w:rsid w:val="007F0090"/>
    <w:rsid w:val="007F0399"/>
    <w:rsid w:val="007F1079"/>
    <w:rsid w:val="007F4051"/>
    <w:rsid w:val="007F477D"/>
    <w:rsid w:val="007F6E08"/>
    <w:rsid w:val="007F7CCC"/>
    <w:rsid w:val="0080230D"/>
    <w:rsid w:val="00802ED0"/>
    <w:rsid w:val="00804A8C"/>
    <w:rsid w:val="00806044"/>
    <w:rsid w:val="008063A9"/>
    <w:rsid w:val="008103EE"/>
    <w:rsid w:val="0081094A"/>
    <w:rsid w:val="00815B2E"/>
    <w:rsid w:val="008164D2"/>
    <w:rsid w:val="00820836"/>
    <w:rsid w:val="0082099D"/>
    <w:rsid w:val="00823907"/>
    <w:rsid w:val="00824CE4"/>
    <w:rsid w:val="0082514D"/>
    <w:rsid w:val="00827AA3"/>
    <w:rsid w:val="00831825"/>
    <w:rsid w:val="00832AB8"/>
    <w:rsid w:val="00834649"/>
    <w:rsid w:val="0083624C"/>
    <w:rsid w:val="00836D37"/>
    <w:rsid w:val="0084265E"/>
    <w:rsid w:val="00842E56"/>
    <w:rsid w:val="0084497B"/>
    <w:rsid w:val="0084642D"/>
    <w:rsid w:val="00850C8C"/>
    <w:rsid w:val="00852B6A"/>
    <w:rsid w:val="00855066"/>
    <w:rsid w:val="00855B95"/>
    <w:rsid w:val="00860E7D"/>
    <w:rsid w:val="008626A5"/>
    <w:rsid w:val="008646A4"/>
    <w:rsid w:val="00866E4D"/>
    <w:rsid w:val="008702C2"/>
    <w:rsid w:val="00872D75"/>
    <w:rsid w:val="00877575"/>
    <w:rsid w:val="00882694"/>
    <w:rsid w:val="00884ADB"/>
    <w:rsid w:val="00885654"/>
    <w:rsid w:val="00890CA2"/>
    <w:rsid w:val="00890D64"/>
    <w:rsid w:val="00896CC2"/>
    <w:rsid w:val="008A013F"/>
    <w:rsid w:val="008A1827"/>
    <w:rsid w:val="008A42F3"/>
    <w:rsid w:val="008A6AE8"/>
    <w:rsid w:val="008B0E9E"/>
    <w:rsid w:val="008B0F55"/>
    <w:rsid w:val="008B6B26"/>
    <w:rsid w:val="008C090D"/>
    <w:rsid w:val="008C2E0C"/>
    <w:rsid w:val="008C3631"/>
    <w:rsid w:val="008C4AB1"/>
    <w:rsid w:val="008C4DED"/>
    <w:rsid w:val="008C7D1F"/>
    <w:rsid w:val="008D2B2C"/>
    <w:rsid w:val="008D455D"/>
    <w:rsid w:val="008E043E"/>
    <w:rsid w:val="008E085C"/>
    <w:rsid w:val="008E1F79"/>
    <w:rsid w:val="008E3D17"/>
    <w:rsid w:val="008E4D42"/>
    <w:rsid w:val="008F1DAD"/>
    <w:rsid w:val="008F46C8"/>
    <w:rsid w:val="008F6041"/>
    <w:rsid w:val="008F6A9A"/>
    <w:rsid w:val="008F6F2D"/>
    <w:rsid w:val="0090271F"/>
    <w:rsid w:val="009047F0"/>
    <w:rsid w:val="009052E2"/>
    <w:rsid w:val="009060E7"/>
    <w:rsid w:val="00906CF0"/>
    <w:rsid w:val="00913338"/>
    <w:rsid w:val="00915078"/>
    <w:rsid w:val="0091677F"/>
    <w:rsid w:val="00916CF4"/>
    <w:rsid w:val="00921AB6"/>
    <w:rsid w:val="00922CB1"/>
    <w:rsid w:val="00922F66"/>
    <w:rsid w:val="00923A7D"/>
    <w:rsid w:val="00923B5E"/>
    <w:rsid w:val="00923FC1"/>
    <w:rsid w:val="00924B5A"/>
    <w:rsid w:val="0092588D"/>
    <w:rsid w:val="00927811"/>
    <w:rsid w:val="009279E8"/>
    <w:rsid w:val="00930EE2"/>
    <w:rsid w:val="00930FB7"/>
    <w:rsid w:val="0093277D"/>
    <w:rsid w:val="00932E42"/>
    <w:rsid w:val="0093359B"/>
    <w:rsid w:val="00934147"/>
    <w:rsid w:val="00934EC3"/>
    <w:rsid w:val="0093504D"/>
    <w:rsid w:val="00937F73"/>
    <w:rsid w:val="009412BC"/>
    <w:rsid w:val="0094247F"/>
    <w:rsid w:val="00947A8A"/>
    <w:rsid w:val="00947DA0"/>
    <w:rsid w:val="009504F9"/>
    <w:rsid w:val="00950E2F"/>
    <w:rsid w:val="00951052"/>
    <w:rsid w:val="00952248"/>
    <w:rsid w:val="0095362E"/>
    <w:rsid w:val="00956A9B"/>
    <w:rsid w:val="009578AF"/>
    <w:rsid w:val="00963239"/>
    <w:rsid w:val="00965CA7"/>
    <w:rsid w:val="00972CBF"/>
    <w:rsid w:val="00975915"/>
    <w:rsid w:val="009801A9"/>
    <w:rsid w:val="009824CC"/>
    <w:rsid w:val="00984EFF"/>
    <w:rsid w:val="00987FE1"/>
    <w:rsid w:val="00990024"/>
    <w:rsid w:val="00991456"/>
    <w:rsid w:val="0099270C"/>
    <w:rsid w:val="00995A6A"/>
    <w:rsid w:val="0099639D"/>
    <w:rsid w:val="009963B1"/>
    <w:rsid w:val="009A046F"/>
    <w:rsid w:val="009A074E"/>
    <w:rsid w:val="009A14EA"/>
    <w:rsid w:val="009A3C4B"/>
    <w:rsid w:val="009A66C7"/>
    <w:rsid w:val="009A6D7D"/>
    <w:rsid w:val="009A6E4D"/>
    <w:rsid w:val="009B346A"/>
    <w:rsid w:val="009B396A"/>
    <w:rsid w:val="009B430A"/>
    <w:rsid w:val="009B4B5E"/>
    <w:rsid w:val="009B72A2"/>
    <w:rsid w:val="009C0C88"/>
    <w:rsid w:val="009C1FC5"/>
    <w:rsid w:val="009C2035"/>
    <w:rsid w:val="009C36F7"/>
    <w:rsid w:val="009C3A97"/>
    <w:rsid w:val="009C3B11"/>
    <w:rsid w:val="009C4999"/>
    <w:rsid w:val="009C6145"/>
    <w:rsid w:val="009D1ABC"/>
    <w:rsid w:val="009D437B"/>
    <w:rsid w:val="009D6E7E"/>
    <w:rsid w:val="009E0224"/>
    <w:rsid w:val="009E5AAD"/>
    <w:rsid w:val="009F0BDD"/>
    <w:rsid w:val="009F69F7"/>
    <w:rsid w:val="009F6B04"/>
    <w:rsid w:val="009F7C24"/>
    <w:rsid w:val="00A00EAF"/>
    <w:rsid w:val="00A013CF"/>
    <w:rsid w:val="00A01C99"/>
    <w:rsid w:val="00A01EA7"/>
    <w:rsid w:val="00A04059"/>
    <w:rsid w:val="00A07FB3"/>
    <w:rsid w:val="00A11101"/>
    <w:rsid w:val="00A12A69"/>
    <w:rsid w:val="00A14AAB"/>
    <w:rsid w:val="00A16299"/>
    <w:rsid w:val="00A174D1"/>
    <w:rsid w:val="00A208C7"/>
    <w:rsid w:val="00A2244E"/>
    <w:rsid w:val="00A24F92"/>
    <w:rsid w:val="00A25148"/>
    <w:rsid w:val="00A317A8"/>
    <w:rsid w:val="00A33ED1"/>
    <w:rsid w:val="00A36BAF"/>
    <w:rsid w:val="00A404A3"/>
    <w:rsid w:val="00A40677"/>
    <w:rsid w:val="00A40E43"/>
    <w:rsid w:val="00A447AA"/>
    <w:rsid w:val="00A47B8E"/>
    <w:rsid w:val="00A512FF"/>
    <w:rsid w:val="00A53152"/>
    <w:rsid w:val="00A56D54"/>
    <w:rsid w:val="00A5749E"/>
    <w:rsid w:val="00A57869"/>
    <w:rsid w:val="00A57F62"/>
    <w:rsid w:val="00A6087A"/>
    <w:rsid w:val="00A60C12"/>
    <w:rsid w:val="00A61B73"/>
    <w:rsid w:val="00A63AA7"/>
    <w:rsid w:val="00A658A0"/>
    <w:rsid w:val="00A67CF6"/>
    <w:rsid w:val="00A704B5"/>
    <w:rsid w:val="00A7164E"/>
    <w:rsid w:val="00A720E6"/>
    <w:rsid w:val="00A72E9B"/>
    <w:rsid w:val="00A762F0"/>
    <w:rsid w:val="00A77216"/>
    <w:rsid w:val="00A8530E"/>
    <w:rsid w:val="00A85F1E"/>
    <w:rsid w:val="00A86DF5"/>
    <w:rsid w:val="00A86E05"/>
    <w:rsid w:val="00A90379"/>
    <w:rsid w:val="00A913D6"/>
    <w:rsid w:val="00A9148B"/>
    <w:rsid w:val="00A91FF2"/>
    <w:rsid w:val="00A92867"/>
    <w:rsid w:val="00A94391"/>
    <w:rsid w:val="00A94E0D"/>
    <w:rsid w:val="00A962A9"/>
    <w:rsid w:val="00A96D7B"/>
    <w:rsid w:val="00A978E7"/>
    <w:rsid w:val="00AA11B4"/>
    <w:rsid w:val="00AA7AD6"/>
    <w:rsid w:val="00AB057D"/>
    <w:rsid w:val="00AB16F2"/>
    <w:rsid w:val="00AB1919"/>
    <w:rsid w:val="00AB226B"/>
    <w:rsid w:val="00AB6913"/>
    <w:rsid w:val="00AC2CF4"/>
    <w:rsid w:val="00AC7545"/>
    <w:rsid w:val="00AD0894"/>
    <w:rsid w:val="00AD10C3"/>
    <w:rsid w:val="00AD3569"/>
    <w:rsid w:val="00AD4B8A"/>
    <w:rsid w:val="00AD58FA"/>
    <w:rsid w:val="00AD79D0"/>
    <w:rsid w:val="00AE0996"/>
    <w:rsid w:val="00AE3FE9"/>
    <w:rsid w:val="00AE4715"/>
    <w:rsid w:val="00AE4F98"/>
    <w:rsid w:val="00AE7E94"/>
    <w:rsid w:val="00AF231F"/>
    <w:rsid w:val="00AF38BD"/>
    <w:rsid w:val="00AF3AF2"/>
    <w:rsid w:val="00AF47C4"/>
    <w:rsid w:val="00AF69D1"/>
    <w:rsid w:val="00B003BA"/>
    <w:rsid w:val="00B02C6F"/>
    <w:rsid w:val="00B04408"/>
    <w:rsid w:val="00B046A4"/>
    <w:rsid w:val="00B04AD2"/>
    <w:rsid w:val="00B05945"/>
    <w:rsid w:val="00B0650C"/>
    <w:rsid w:val="00B0790B"/>
    <w:rsid w:val="00B11BD8"/>
    <w:rsid w:val="00B14AD6"/>
    <w:rsid w:val="00B14B09"/>
    <w:rsid w:val="00B1589E"/>
    <w:rsid w:val="00B15987"/>
    <w:rsid w:val="00B17927"/>
    <w:rsid w:val="00B200C9"/>
    <w:rsid w:val="00B2228E"/>
    <w:rsid w:val="00B233E8"/>
    <w:rsid w:val="00B26C24"/>
    <w:rsid w:val="00B27106"/>
    <w:rsid w:val="00B305A1"/>
    <w:rsid w:val="00B31021"/>
    <w:rsid w:val="00B336DF"/>
    <w:rsid w:val="00B41622"/>
    <w:rsid w:val="00B419D5"/>
    <w:rsid w:val="00B41DD3"/>
    <w:rsid w:val="00B421ED"/>
    <w:rsid w:val="00B429F2"/>
    <w:rsid w:val="00B44F8A"/>
    <w:rsid w:val="00B453E8"/>
    <w:rsid w:val="00B455AE"/>
    <w:rsid w:val="00B4660A"/>
    <w:rsid w:val="00B47A84"/>
    <w:rsid w:val="00B5561A"/>
    <w:rsid w:val="00B56D9E"/>
    <w:rsid w:val="00B5735F"/>
    <w:rsid w:val="00B57AD8"/>
    <w:rsid w:val="00B61432"/>
    <w:rsid w:val="00B63150"/>
    <w:rsid w:val="00B63739"/>
    <w:rsid w:val="00B644B5"/>
    <w:rsid w:val="00B6495B"/>
    <w:rsid w:val="00B65F1E"/>
    <w:rsid w:val="00B66C9F"/>
    <w:rsid w:val="00B671FF"/>
    <w:rsid w:val="00B7098E"/>
    <w:rsid w:val="00B716C5"/>
    <w:rsid w:val="00B71B28"/>
    <w:rsid w:val="00B73185"/>
    <w:rsid w:val="00B7409E"/>
    <w:rsid w:val="00B74EF1"/>
    <w:rsid w:val="00B74FCB"/>
    <w:rsid w:val="00B75CA1"/>
    <w:rsid w:val="00B76A5B"/>
    <w:rsid w:val="00B76C47"/>
    <w:rsid w:val="00B77BE5"/>
    <w:rsid w:val="00B80CE2"/>
    <w:rsid w:val="00B80D2D"/>
    <w:rsid w:val="00B83919"/>
    <w:rsid w:val="00B84A33"/>
    <w:rsid w:val="00B90E11"/>
    <w:rsid w:val="00B93193"/>
    <w:rsid w:val="00B933BD"/>
    <w:rsid w:val="00B94556"/>
    <w:rsid w:val="00B9495C"/>
    <w:rsid w:val="00B97662"/>
    <w:rsid w:val="00BA1BEB"/>
    <w:rsid w:val="00BA1E92"/>
    <w:rsid w:val="00BA1EDF"/>
    <w:rsid w:val="00BA29BA"/>
    <w:rsid w:val="00BA474D"/>
    <w:rsid w:val="00BB1D0A"/>
    <w:rsid w:val="00BB4F38"/>
    <w:rsid w:val="00BC1029"/>
    <w:rsid w:val="00BC300F"/>
    <w:rsid w:val="00BC508F"/>
    <w:rsid w:val="00BD0CD9"/>
    <w:rsid w:val="00BD3675"/>
    <w:rsid w:val="00BD4971"/>
    <w:rsid w:val="00BD51AC"/>
    <w:rsid w:val="00BD6785"/>
    <w:rsid w:val="00BE19F1"/>
    <w:rsid w:val="00BE216C"/>
    <w:rsid w:val="00BE2E60"/>
    <w:rsid w:val="00BE3187"/>
    <w:rsid w:val="00BE7110"/>
    <w:rsid w:val="00BF1DFB"/>
    <w:rsid w:val="00BF4E63"/>
    <w:rsid w:val="00C021DA"/>
    <w:rsid w:val="00C02FC6"/>
    <w:rsid w:val="00C047CC"/>
    <w:rsid w:val="00C06497"/>
    <w:rsid w:val="00C06F04"/>
    <w:rsid w:val="00C11EE4"/>
    <w:rsid w:val="00C12B07"/>
    <w:rsid w:val="00C1461D"/>
    <w:rsid w:val="00C14D6F"/>
    <w:rsid w:val="00C202C9"/>
    <w:rsid w:val="00C20867"/>
    <w:rsid w:val="00C26508"/>
    <w:rsid w:val="00C31005"/>
    <w:rsid w:val="00C32D66"/>
    <w:rsid w:val="00C33DB2"/>
    <w:rsid w:val="00C3420D"/>
    <w:rsid w:val="00C37091"/>
    <w:rsid w:val="00C37966"/>
    <w:rsid w:val="00C430CB"/>
    <w:rsid w:val="00C47D87"/>
    <w:rsid w:val="00C538FB"/>
    <w:rsid w:val="00C53D78"/>
    <w:rsid w:val="00C56E59"/>
    <w:rsid w:val="00C57D2A"/>
    <w:rsid w:val="00C64493"/>
    <w:rsid w:val="00C66ED4"/>
    <w:rsid w:val="00C67FFC"/>
    <w:rsid w:val="00C70664"/>
    <w:rsid w:val="00C70EAD"/>
    <w:rsid w:val="00C70FC6"/>
    <w:rsid w:val="00C71485"/>
    <w:rsid w:val="00C71B9F"/>
    <w:rsid w:val="00C71C83"/>
    <w:rsid w:val="00C74DA4"/>
    <w:rsid w:val="00C7708E"/>
    <w:rsid w:val="00C8079C"/>
    <w:rsid w:val="00C81AFD"/>
    <w:rsid w:val="00C827EF"/>
    <w:rsid w:val="00C84E84"/>
    <w:rsid w:val="00C85D55"/>
    <w:rsid w:val="00C862E9"/>
    <w:rsid w:val="00C907F2"/>
    <w:rsid w:val="00C90AAC"/>
    <w:rsid w:val="00C93FD2"/>
    <w:rsid w:val="00C95208"/>
    <w:rsid w:val="00C971DA"/>
    <w:rsid w:val="00CA00EC"/>
    <w:rsid w:val="00CA32CB"/>
    <w:rsid w:val="00CA3CFB"/>
    <w:rsid w:val="00CA7E88"/>
    <w:rsid w:val="00CB0B8D"/>
    <w:rsid w:val="00CB2C0D"/>
    <w:rsid w:val="00CB3EE9"/>
    <w:rsid w:val="00CB52C8"/>
    <w:rsid w:val="00CB5680"/>
    <w:rsid w:val="00CB7D00"/>
    <w:rsid w:val="00CC0653"/>
    <w:rsid w:val="00CC311D"/>
    <w:rsid w:val="00CC359E"/>
    <w:rsid w:val="00CC5358"/>
    <w:rsid w:val="00CC7248"/>
    <w:rsid w:val="00CD1DD1"/>
    <w:rsid w:val="00CD2A23"/>
    <w:rsid w:val="00CD2A4A"/>
    <w:rsid w:val="00CD634A"/>
    <w:rsid w:val="00CD79B6"/>
    <w:rsid w:val="00CE3E8B"/>
    <w:rsid w:val="00CE7B00"/>
    <w:rsid w:val="00CF075A"/>
    <w:rsid w:val="00CF4679"/>
    <w:rsid w:val="00CF4F04"/>
    <w:rsid w:val="00CF5209"/>
    <w:rsid w:val="00CF6A16"/>
    <w:rsid w:val="00D000A2"/>
    <w:rsid w:val="00D015B5"/>
    <w:rsid w:val="00D03C94"/>
    <w:rsid w:val="00D04E9F"/>
    <w:rsid w:val="00D05C2B"/>
    <w:rsid w:val="00D05E4E"/>
    <w:rsid w:val="00D11539"/>
    <w:rsid w:val="00D12226"/>
    <w:rsid w:val="00D12D77"/>
    <w:rsid w:val="00D1336E"/>
    <w:rsid w:val="00D1479A"/>
    <w:rsid w:val="00D14A49"/>
    <w:rsid w:val="00D14ACC"/>
    <w:rsid w:val="00D176C2"/>
    <w:rsid w:val="00D2074A"/>
    <w:rsid w:val="00D212FF"/>
    <w:rsid w:val="00D21362"/>
    <w:rsid w:val="00D219EB"/>
    <w:rsid w:val="00D24063"/>
    <w:rsid w:val="00D2505D"/>
    <w:rsid w:val="00D25419"/>
    <w:rsid w:val="00D25AE5"/>
    <w:rsid w:val="00D26960"/>
    <w:rsid w:val="00D274B8"/>
    <w:rsid w:val="00D27AE4"/>
    <w:rsid w:val="00D32BAC"/>
    <w:rsid w:val="00D3422F"/>
    <w:rsid w:val="00D34DA2"/>
    <w:rsid w:val="00D35DDD"/>
    <w:rsid w:val="00D36B1A"/>
    <w:rsid w:val="00D4034B"/>
    <w:rsid w:val="00D40E53"/>
    <w:rsid w:val="00D414FF"/>
    <w:rsid w:val="00D431F8"/>
    <w:rsid w:val="00D43389"/>
    <w:rsid w:val="00D453C4"/>
    <w:rsid w:val="00D45BD2"/>
    <w:rsid w:val="00D47FCB"/>
    <w:rsid w:val="00D51680"/>
    <w:rsid w:val="00D54510"/>
    <w:rsid w:val="00D54E50"/>
    <w:rsid w:val="00D55A62"/>
    <w:rsid w:val="00D57CF4"/>
    <w:rsid w:val="00D60D5C"/>
    <w:rsid w:val="00D612F5"/>
    <w:rsid w:val="00D62DD2"/>
    <w:rsid w:val="00D63591"/>
    <w:rsid w:val="00D63E45"/>
    <w:rsid w:val="00D64D44"/>
    <w:rsid w:val="00D6637D"/>
    <w:rsid w:val="00D67FE4"/>
    <w:rsid w:val="00D70DA1"/>
    <w:rsid w:val="00D7142C"/>
    <w:rsid w:val="00D71C48"/>
    <w:rsid w:val="00D72662"/>
    <w:rsid w:val="00D74826"/>
    <w:rsid w:val="00D77605"/>
    <w:rsid w:val="00D80B7F"/>
    <w:rsid w:val="00D80BF9"/>
    <w:rsid w:val="00D814FF"/>
    <w:rsid w:val="00D82819"/>
    <w:rsid w:val="00D86D9B"/>
    <w:rsid w:val="00D87568"/>
    <w:rsid w:val="00D910A4"/>
    <w:rsid w:val="00D950F7"/>
    <w:rsid w:val="00D960D8"/>
    <w:rsid w:val="00D97235"/>
    <w:rsid w:val="00D9754B"/>
    <w:rsid w:val="00DA05EC"/>
    <w:rsid w:val="00DA10C9"/>
    <w:rsid w:val="00DA27FC"/>
    <w:rsid w:val="00DA73D0"/>
    <w:rsid w:val="00DB5D26"/>
    <w:rsid w:val="00DB6882"/>
    <w:rsid w:val="00DB6951"/>
    <w:rsid w:val="00DB6CB9"/>
    <w:rsid w:val="00DB7BC0"/>
    <w:rsid w:val="00DC152E"/>
    <w:rsid w:val="00DC29C2"/>
    <w:rsid w:val="00DC5B75"/>
    <w:rsid w:val="00DC6040"/>
    <w:rsid w:val="00DC62E3"/>
    <w:rsid w:val="00DC7056"/>
    <w:rsid w:val="00DD10C0"/>
    <w:rsid w:val="00DD527A"/>
    <w:rsid w:val="00DD55C3"/>
    <w:rsid w:val="00DD78FB"/>
    <w:rsid w:val="00DD7A27"/>
    <w:rsid w:val="00DE4838"/>
    <w:rsid w:val="00DE64AA"/>
    <w:rsid w:val="00DF01B4"/>
    <w:rsid w:val="00DF12D9"/>
    <w:rsid w:val="00DF2CB3"/>
    <w:rsid w:val="00DF48EA"/>
    <w:rsid w:val="00E007EF"/>
    <w:rsid w:val="00E03FE8"/>
    <w:rsid w:val="00E049AC"/>
    <w:rsid w:val="00E0648C"/>
    <w:rsid w:val="00E10779"/>
    <w:rsid w:val="00E140DD"/>
    <w:rsid w:val="00E1451A"/>
    <w:rsid w:val="00E15776"/>
    <w:rsid w:val="00E1617E"/>
    <w:rsid w:val="00E17B37"/>
    <w:rsid w:val="00E244C7"/>
    <w:rsid w:val="00E25ACA"/>
    <w:rsid w:val="00E260D4"/>
    <w:rsid w:val="00E2714C"/>
    <w:rsid w:val="00E27A94"/>
    <w:rsid w:val="00E31944"/>
    <w:rsid w:val="00E329E8"/>
    <w:rsid w:val="00E33DB7"/>
    <w:rsid w:val="00E34F17"/>
    <w:rsid w:val="00E37046"/>
    <w:rsid w:val="00E42FE5"/>
    <w:rsid w:val="00E46D70"/>
    <w:rsid w:val="00E47F90"/>
    <w:rsid w:val="00E521AB"/>
    <w:rsid w:val="00E5230D"/>
    <w:rsid w:val="00E53BE8"/>
    <w:rsid w:val="00E55A46"/>
    <w:rsid w:val="00E57495"/>
    <w:rsid w:val="00E57A96"/>
    <w:rsid w:val="00E6399E"/>
    <w:rsid w:val="00E676AC"/>
    <w:rsid w:val="00E70524"/>
    <w:rsid w:val="00E70C8D"/>
    <w:rsid w:val="00E71EAF"/>
    <w:rsid w:val="00E720D8"/>
    <w:rsid w:val="00E738B0"/>
    <w:rsid w:val="00E74B9E"/>
    <w:rsid w:val="00E7536C"/>
    <w:rsid w:val="00E76A83"/>
    <w:rsid w:val="00E83812"/>
    <w:rsid w:val="00E842A6"/>
    <w:rsid w:val="00E84FAB"/>
    <w:rsid w:val="00E870DF"/>
    <w:rsid w:val="00E9025A"/>
    <w:rsid w:val="00E93F8E"/>
    <w:rsid w:val="00E94C5D"/>
    <w:rsid w:val="00E94F70"/>
    <w:rsid w:val="00E959A8"/>
    <w:rsid w:val="00E97021"/>
    <w:rsid w:val="00EA0189"/>
    <w:rsid w:val="00EA3936"/>
    <w:rsid w:val="00EA3F6D"/>
    <w:rsid w:val="00EA3FE9"/>
    <w:rsid w:val="00EA5299"/>
    <w:rsid w:val="00EA60D1"/>
    <w:rsid w:val="00EA7171"/>
    <w:rsid w:val="00EA7F47"/>
    <w:rsid w:val="00EB5029"/>
    <w:rsid w:val="00EB71BA"/>
    <w:rsid w:val="00EC2414"/>
    <w:rsid w:val="00EC337E"/>
    <w:rsid w:val="00EC4DE5"/>
    <w:rsid w:val="00EC4E4D"/>
    <w:rsid w:val="00EC4E9F"/>
    <w:rsid w:val="00EC56D8"/>
    <w:rsid w:val="00EC5877"/>
    <w:rsid w:val="00EC5D94"/>
    <w:rsid w:val="00EC6331"/>
    <w:rsid w:val="00EC650B"/>
    <w:rsid w:val="00ED0E17"/>
    <w:rsid w:val="00ED47D7"/>
    <w:rsid w:val="00ED6BA2"/>
    <w:rsid w:val="00ED7C2E"/>
    <w:rsid w:val="00ED7ECF"/>
    <w:rsid w:val="00EE1287"/>
    <w:rsid w:val="00EE444D"/>
    <w:rsid w:val="00EE54D0"/>
    <w:rsid w:val="00EE7754"/>
    <w:rsid w:val="00EF3C01"/>
    <w:rsid w:val="00EF3DE0"/>
    <w:rsid w:val="00EF51E0"/>
    <w:rsid w:val="00EF5C73"/>
    <w:rsid w:val="00EF72AA"/>
    <w:rsid w:val="00F0414C"/>
    <w:rsid w:val="00F04970"/>
    <w:rsid w:val="00F049BF"/>
    <w:rsid w:val="00F04AB0"/>
    <w:rsid w:val="00F10F89"/>
    <w:rsid w:val="00F12849"/>
    <w:rsid w:val="00F15F34"/>
    <w:rsid w:val="00F1739D"/>
    <w:rsid w:val="00F17E50"/>
    <w:rsid w:val="00F227AF"/>
    <w:rsid w:val="00F30A78"/>
    <w:rsid w:val="00F30E31"/>
    <w:rsid w:val="00F31292"/>
    <w:rsid w:val="00F31378"/>
    <w:rsid w:val="00F36080"/>
    <w:rsid w:val="00F365EF"/>
    <w:rsid w:val="00F40868"/>
    <w:rsid w:val="00F41740"/>
    <w:rsid w:val="00F43B12"/>
    <w:rsid w:val="00F47191"/>
    <w:rsid w:val="00F52A34"/>
    <w:rsid w:val="00F537D7"/>
    <w:rsid w:val="00F5550B"/>
    <w:rsid w:val="00F56BF4"/>
    <w:rsid w:val="00F618B7"/>
    <w:rsid w:val="00F62CE7"/>
    <w:rsid w:val="00F64546"/>
    <w:rsid w:val="00F66F80"/>
    <w:rsid w:val="00F67493"/>
    <w:rsid w:val="00F67D71"/>
    <w:rsid w:val="00F70D71"/>
    <w:rsid w:val="00F710CA"/>
    <w:rsid w:val="00F71A60"/>
    <w:rsid w:val="00F71CD9"/>
    <w:rsid w:val="00F720D3"/>
    <w:rsid w:val="00F75F4C"/>
    <w:rsid w:val="00F764D6"/>
    <w:rsid w:val="00F773DF"/>
    <w:rsid w:val="00F82AF9"/>
    <w:rsid w:val="00F84FD0"/>
    <w:rsid w:val="00F85256"/>
    <w:rsid w:val="00F90722"/>
    <w:rsid w:val="00F93E88"/>
    <w:rsid w:val="00F94FFA"/>
    <w:rsid w:val="00F957CB"/>
    <w:rsid w:val="00F958B9"/>
    <w:rsid w:val="00F95F6B"/>
    <w:rsid w:val="00FA11AB"/>
    <w:rsid w:val="00FA3C94"/>
    <w:rsid w:val="00FA5AB8"/>
    <w:rsid w:val="00FA6019"/>
    <w:rsid w:val="00FA68A7"/>
    <w:rsid w:val="00FA69B5"/>
    <w:rsid w:val="00FA6F6A"/>
    <w:rsid w:val="00FB100B"/>
    <w:rsid w:val="00FB7064"/>
    <w:rsid w:val="00FC1010"/>
    <w:rsid w:val="00FC1D75"/>
    <w:rsid w:val="00FC21AD"/>
    <w:rsid w:val="00FC240A"/>
    <w:rsid w:val="00FC42A9"/>
    <w:rsid w:val="00FC45AB"/>
    <w:rsid w:val="00FC4D7E"/>
    <w:rsid w:val="00FC4D80"/>
    <w:rsid w:val="00FC78AC"/>
    <w:rsid w:val="00FD0095"/>
    <w:rsid w:val="00FD0C35"/>
    <w:rsid w:val="00FD15E1"/>
    <w:rsid w:val="00FD435E"/>
    <w:rsid w:val="00FD604D"/>
    <w:rsid w:val="00FE03E9"/>
    <w:rsid w:val="00FE1156"/>
    <w:rsid w:val="00FE129B"/>
    <w:rsid w:val="00FE2ECC"/>
    <w:rsid w:val="00FE4FD3"/>
    <w:rsid w:val="00FE7271"/>
    <w:rsid w:val="00FF0747"/>
    <w:rsid w:val="00FF51CE"/>
    <w:rsid w:val="00FF73FF"/>
    <w:rsid w:val="06B75B89"/>
    <w:rsid w:val="134F6997"/>
    <w:rsid w:val="138D6DCF"/>
    <w:rsid w:val="13DA2EF5"/>
    <w:rsid w:val="16ED05FA"/>
    <w:rsid w:val="1A4F43F5"/>
    <w:rsid w:val="1D4731D6"/>
    <w:rsid w:val="1DD7544B"/>
    <w:rsid w:val="20045E31"/>
    <w:rsid w:val="20BC0433"/>
    <w:rsid w:val="210601B2"/>
    <w:rsid w:val="261C6D36"/>
    <w:rsid w:val="265E5A84"/>
    <w:rsid w:val="2DA9033A"/>
    <w:rsid w:val="30B752DD"/>
    <w:rsid w:val="31150D77"/>
    <w:rsid w:val="31C8777D"/>
    <w:rsid w:val="35607D7C"/>
    <w:rsid w:val="3694689B"/>
    <w:rsid w:val="38350920"/>
    <w:rsid w:val="395E5A27"/>
    <w:rsid w:val="39B27777"/>
    <w:rsid w:val="43E837B0"/>
    <w:rsid w:val="444B2DE2"/>
    <w:rsid w:val="47C80A65"/>
    <w:rsid w:val="48C373BD"/>
    <w:rsid w:val="4BF57B2A"/>
    <w:rsid w:val="4C957357"/>
    <w:rsid w:val="4CAE670C"/>
    <w:rsid w:val="4E5A0343"/>
    <w:rsid w:val="4E84530C"/>
    <w:rsid w:val="55540864"/>
    <w:rsid w:val="581C19E5"/>
    <w:rsid w:val="58A42B79"/>
    <w:rsid w:val="593F1E06"/>
    <w:rsid w:val="5E956CB6"/>
    <w:rsid w:val="5FD826DF"/>
    <w:rsid w:val="6130081B"/>
    <w:rsid w:val="62B1713E"/>
    <w:rsid w:val="65177D73"/>
    <w:rsid w:val="65676702"/>
    <w:rsid w:val="6BEE13D4"/>
    <w:rsid w:val="734B5A4B"/>
    <w:rsid w:val="73CF7069"/>
    <w:rsid w:val="74820EDA"/>
    <w:rsid w:val="77224F8B"/>
    <w:rsid w:val="79EC11AB"/>
    <w:rsid w:val="7DBD370E"/>
    <w:rsid w:val="7E8D1AAA"/>
    <w:rsid w:val="7EF44FC6"/>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lsdException w:name="footer" w:semiHidden="0"/>
    <w:lsdException w:name="caption" w:uiPriority="35" w:qFormat="1"/>
    <w:lsdException w:name="annotation reference" w:semiHidden="0"/>
    <w:lsdException w:name="Title" w:semiHidden="0" w:uiPriority="1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lsdException w:name="Strong" w:semiHidden="0" w:uiPriority="22" w:unhideWhenUsed="0" w:qFormat="1"/>
    <w:lsdException w:name="Emphasis" w:semiHidden="0" w:uiPriority="0" w:unhideWhenUsed="0" w:qFormat="1"/>
    <w:lsdException w:name="Plain Text" w:semiHidden="0" w:uiPriority="0" w:unhideWhenUsed="0" w:qFormat="1"/>
    <w:lsdException w:name="Normal (Web)" w:semiHidden="0" w:uiPriority="0" w:qFormat="1"/>
    <w:lsdException w:name="annotation subject" w:semiHidden="0"/>
    <w:lsdException w:name="Balloon Text" w:semiHidden="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link w:val="1Char"/>
    <w:uiPriority w:val="9"/>
    <w:qFormat/>
    <w:pPr>
      <w:widowControl/>
      <w:spacing w:before="100" w:beforeAutospacing="1" w:after="100" w:afterAutospacing="1"/>
      <w:jc w:val="left"/>
      <w:outlineLvl w:val="0"/>
    </w:pPr>
    <w:rPr>
      <w:rFonts w:ascii="宋体" w:hAnsi="宋体"/>
      <w:b/>
      <w:bCs/>
      <w:kern w:val="36"/>
      <w:sz w:val="48"/>
      <w:szCs w:val="48"/>
    </w:rPr>
  </w:style>
  <w:style w:type="paragraph" w:styleId="2">
    <w:name w:val="heading 2"/>
    <w:basedOn w:val="a"/>
    <w:link w:val="2Char"/>
    <w:uiPriority w:val="9"/>
    <w:qFormat/>
    <w:pPr>
      <w:widowControl/>
      <w:spacing w:before="100" w:beforeAutospacing="1" w:after="100" w:afterAutospacing="1"/>
      <w:jc w:val="left"/>
      <w:outlineLvl w:val="1"/>
    </w:pPr>
    <w:rPr>
      <w:rFonts w:ascii="宋体" w:hAns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Pr>
      <w:rFonts w:ascii="宋体" w:hAnsi="宋体" w:cs="宋体"/>
      <w:b/>
      <w:bCs/>
      <w:kern w:val="36"/>
      <w:sz w:val="48"/>
      <w:szCs w:val="48"/>
    </w:rPr>
  </w:style>
  <w:style w:type="character" w:customStyle="1" w:styleId="2Char">
    <w:name w:val="标题 2 Char"/>
    <w:link w:val="2"/>
    <w:uiPriority w:val="9"/>
    <w:rPr>
      <w:rFonts w:ascii="宋体" w:hAnsi="宋体" w:cs="宋体"/>
      <w:b/>
      <w:bCs/>
      <w:sz w:val="36"/>
      <w:szCs w:val="36"/>
    </w:rPr>
  </w:style>
  <w:style w:type="paragraph" w:styleId="a3">
    <w:name w:val="annotation text"/>
    <w:basedOn w:val="a"/>
    <w:link w:val="Char"/>
    <w:unhideWhenUsed/>
    <w:qFormat/>
    <w:pPr>
      <w:jc w:val="left"/>
    </w:pPr>
  </w:style>
  <w:style w:type="character" w:customStyle="1" w:styleId="Char">
    <w:name w:val="批注文字 Char"/>
    <w:link w:val="a3"/>
    <w:uiPriority w:val="99"/>
    <w:qFormat/>
  </w:style>
  <w:style w:type="paragraph" w:styleId="a4">
    <w:name w:val="Body Text"/>
    <w:basedOn w:val="a"/>
    <w:link w:val="Char0"/>
    <w:pPr>
      <w:widowControl/>
      <w:shd w:val="clear" w:color="auto" w:fill="FFFFFF"/>
      <w:spacing w:line="312" w:lineRule="exact"/>
      <w:ind w:hanging="400"/>
      <w:jc w:val="distribute"/>
    </w:pPr>
    <w:rPr>
      <w:rFonts w:ascii="宋体" w:hAnsi="宋体"/>
      <w:kern w:val="0"/>
      <w:sz w:val="19"/>
      <w:szCs w:val="19"/>
      <w:shd w:val="clear" w:color="auto" w:fill="FFFFFF"/>
    </w:rPr>
  </w:style>
  <w:style w:type="character" w:customStyle="1" w:styleId="Char0">
    <w:name w:val="正文文本 Char"/>
    <w:link w:val="a4"/>
    <w:rPr>
      <w:rFonts w:ascii="宋体" w:hAnsi="宋体"/>
      <w:sz w:val="19"/>
      <w:szCs w:val="19"/>
      <w:shd w:val="clear" w:color="auto" w:fill="FFFFFF"/>
    </w:rPr>
  </w:style>
  <w:style w:type="paragraph" w:styleId="a5">
    <w:name w:val="Plain Text"/>
    <w:basedOn w:val="a"/>
    <w:link w:val="Char1"/>
    <w:qFormat/>
    <w:rPr>
      <w:rFonts w:ascii="宋体" w:hAnsi="Courier New"/>
      <w:kern w:val="0"/>
      <w:sz w:val="20"/>
      <w:szCs w:val="21"/>
    </w:rPr>
  </w:style>
  <w:style w:type="character" w:customStyle="1" w:styleId="Char1">
    <w:name w:val="纯文本 Char"/>
    <w:link w:val="a5"/>
    <w:qFormat/>
    <w:rPr>
      <w:rFonts w:ascii="宋体" w:eastAsia="宋体" w:hAnsi="Courier New" w:cs="Courier New"/>
      <w:szCs w:val="21"/>
    </w:rPr>
  </w:style>
  <w:style w:type="paragraph" w:styleId="a6">
    <w:name w:val="Balloon Text"/>
    <w:basedOn w:val="a"/>
    <w:link w:val="Char2"/>
    <w:uiPriority w:val="99"/>
    <w:unhideWhenUsed/>
    <w:rPr>
      <w:kern w:val="0"/>
      <w:sz w:val="18"/>
      <w:szCs w:val="18"/>
    </w:rPr>
  </w:style>
  <w:style w:type="character" w:customStyle="1" w:styleId="Char2">
    <w:name w:val="批注框文本 Char"/>
    <w:link w:val="a6"/>
    <w:uiPriority w:val="99"/>
    <w:semiHidden/>
    <w:rPr>
      <w:sz w:val="18"/>
      <w:szCs w:val="18"/>
    </w:rPr>
  </w:style>
  <w:style w:type="paragraph" w:styleId="a7">
    <w:name w:val="footer"/>
    <w:basedOn w:val="a"/>
    <w:link w:val="Char3"/>
    <w:uiPriority w:val="99"/>
    <w:unhideWhenUsed/>
    <w:pPr>
      <w:tabs>
        <w:tab w:val="center" w:pos="4153"/>
        <w:tab w:val="right" w:pos="8306"/>
      </w:tabs>
      <w:snapToGrid w:val="0"/>
      <w:jc w:val="left"/>
    </w:pPr>
    <w:rPr>
      <w:kern w:val="0"/>
      <w:sz w:val="18"/>
      <w:szCs w:val="18"/>
    </w:rPr>
  </w:style>
  <w:style w:type="character" w:customStyle="1" w:styleId="Char3">
    <w:name w:val="页脚 Char"/>
    <w:link w:val="a7"/>
    <w:uiPriority w:val="99"/>
    <w:rPr>
      <w:sz w:val="18"/>
      <w:szCs w:val="18"/>
    </w:rPr>
  </w:style>
  <w:style w:type="paragraph" w:styleId="a8">
    <w:name w:val="header"/>
    <w:basedOn w:val="a"/>
    <w:link w:val="Char4"/>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4">
    <w:name w:val="页眉 Char"/>
    <w:link w:val="a8"/>
    <w:uiPriority w:val="99"/>
    <w:rPr>
      <w:sz w:val="18"/>
      <w:szCs w:val="18"/>
    </w:rPr>
  </w:style>
  <w:style w:type="paragraph" w:styleId="a9">
    <w:name w:val="Normal (Web)"/>
    <w:basedOn w:val="a"/>
    <w:link w:val="Char5"/>
    <w:unhideWhenUsed/>
    <w:qFormat/>
    <w:pPr>
      <w:widowControl/>
      <w:spacing w:before="100" w:beforeAutospacing="1" w:after="100" w:afterAutospacing="1"/>
      <w:jc w:val="left"/>
    </w:pPr>
    <w:rPr>
      <w:rFonts w:ascii="宋体" w:hAnsi="宋体"/>
      <w:kern w:val="0"/>
      <w:sz w:val="24"/>
      <w:szCs w:val="24"/>
    </w:rPr>
  </w:style>
  <w:style w:type="character" w:customStyle="1" w:styleId="Char5">
    <w:name w:val="普通(网站) Char"/>
    <w:link w:val="a9"/>
    <w:qFormat/>
    <w:rPr>
      <w:rFonts w:ascii="宋体" w:hAnsi="宋体" w:cs="宋体"/>
      <w:sz w:val="24"/>
      <w:szCs w:val="24"/>
    </w:rPr>
  </w:style>
  <w:style w:type="paragraph" w:styleId="aa">
    <w:name w:val="annotation subject"/>
    <w:basedOn w:val="a3"/>
    <w:next w:val="a3"/>
    <w:link w:val="Char6"/>
    <w:uiPriority w:val="99"/>
    <w:unhideWhenUsed/>
    <w:rPr>
      <w:b/>
      <w:bCs/>
      <w:kern w:val="0"/>
      <w:sz w:val="20"/>
      <w:szCs w:val="20"/>
    </w:rPr>
  </w:style>
  <w:style w:type="character" w:customStyle="1" w:styleId="Char6">
    <w:name w:val="批注主题 Char"/>
    <w:link w:val="aa"/>
    <w:uiPriority w:val="99"/>
    <w:semiHidden/>
    <w:rPr>
      <w:b/>
      <w:bCs/>
    </w:rPr>
  </w:style>
  <w:style w:type="table" w:styleId="ab">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Emphasis"/>
    <w:qFormat/>
    <w:rPr>
      <w:color w:val="CC0000"/>
    </w:rPr>
  </w:style>
  <w:style w:type="character" w:styleId="ad">
    <w:name w:val="Hyperlink"/>
    <w:uiPriority w:val="99"/>
    <w:unhideWhenUsed/>
    <w:rPr>
      <w:color w:val="0000FF"/>
      <w:u w:val="single"/>
    </w:rPr>
  </w:style>
  <w:style w:type="character" w:styleId="ae">
    <w:name w:val="annotation reference"/>
    <w:uiPriority w:val="99"/>
    <w:unhideWhenUsed/>
    <w:rPr>
      <w:sz w:val="21"/>
      <w:szCs w:val="21"/>
    </w:rPr>
  </w:style>
  <w:style w:type="character" w:customStyle="1" w:styleId="Char10">
    <w:name w:val="批注文字 Char1"/>
    <w:semiHidden/>
    <w:locked/>
    <w:rPr>
      <w:rFonts w:eastAsia="宋体"/>
      <w:kern w:val="2"/>
      <w:sz w:val="21"/>
      <w:szCs w:val="24"/>
      <w:lang w:val="en-US" w:eastAsia="zh-CN" w:bidi="ar-SA"/>
    </w:rPr>
  </w:style>
  <w:style w:type="character" w:customStyle="1" w:styleId="DefaultParagraphChar">
    <w:name w:val="DefaultParagraph Char"/>
    <w:link w:val="DefaultParagraph"/>
    <w:qFormat/>
    <w:locked/>
    <w:rPr>
      <w:kern w:val="2"/>
      <w:sz w:val="21"/>
      <w:szCs w:val="22"/>
      <w:lang w:bidi="ar-SA"/>
    </w:rPr>
  </w:style>
  <w:style w:type="paragraph" w:customStyle="1" w:styleId="DefaultParagraph">
    <w:name w:val="DefaultParagraph"/>
    <w:link w:val="DefaultParagraphChar"/>
    <w:qFormat/>
    <w:rPr>
      <w:kern w:val="2"/>
      <w:sz w:val="21"/>
      <w:szCs w:val="22"/>
    </w:rPr>
  </w:style>
  <w:style w:type="character" w:customStyle="1" w:styleId="Char20">
    <w:name w:val="纯文本 Char2"/>
    <w:aliases w:val="Char Char Char Char1,Char Char Char2,Char Char2,Plain Text Char1,普通文字 Char Char1,普通文字 Char3,标题1 Char Char Char1,标题1 Char1,纯文本 Char Char Char Char1,纯文本 Char Char Char2,纯文本 Char Char1 Char Char Char Char1,纯文本 Char Char1 Char1,纯文本 Char Char2"/>
    <w:rPr>
      <w:rFonts w:ascii="宋体" w:eastAsia="宋体" w:hAnsi="Courier New" w:cs="Courier New"/>
      <w:kern w:val="2"/>
      <w:sz w:val="21"/>
      <w:szCs w:val="21"/>
      <w:lang w:val="en-US" w:eastAsia="zh-CN" w:bidi="ar-SA"/>
    </w:rPr>
  </w:style>
  <w:style w:type="character" w:customStyle="1" w:styleId="MTDisplayEquationChar">
    <w:name w:val="MTDisplayEquation Char"/>
    <w:link w:val="MTDisplayEquation"/>
    <w:rPr>
      <w:rFonts w:ascii="Times New Roman" w:hAnsi="Times New Roman"/>
      <w:kern w:val="2"/>
      <w:sz w:val="21"/>
      <w:szCs w:val="21"/>
    </w:rPr>
  </w:style>
  <w:style w:type="paragraph" w:customStyle="1" w:styleId="MTDisplayEquation">
    <w:name w:val="MTDisplayEquation"/>
    <w:basedOn w:val="a"/>
    <w:next w:val="a"/>
    <w:link w:val="MTDisplayEquationChar"/>
    <w:pPr>
      <w:tabs>
        <w:tab w:val="center" w:pos="5040"/>
        <w:tab w:val="right" w:pos="9640"/>
      </w:tabs>
      <w:spacing w:line="288" w:lineRule="auto"/>
      <w:ind w:left="420" w:hangingChars="200" w:hanging="420"/>
      <w:jc w:val="left"/>
    </w:pPr>
    <w:rPr>
      <w:szCs w:val="21"/>
    </w:rPr>
  </w:style>
  <w:style w:type="character" w:customStyle="1" w:styleId="Char7">
    <w:name w:val="列出段落 Char"/>
    <w:link w:val="af"/>
    <w:rPr>
      <w:rFonts w:ascii="Calibri" w:eastAsia="宋体" w:hAnsi="Calibri" w:cs="Times New Roman"/>
    </w:rPr>
  </w:style>
  <w:style w:type="paragraph" w:styleId="af">
    <w:name w:val="List Paragraph"/>
    <w:basedOn w:val="a"/>
    <w:link w:val="Char7"/>
    <w:qFormat/>
    <w:pPr>
      <w:ind w:firstLineChars="200" w:firstLine="420"/>
    </w:pPr>
    <w:rPr>
      <w:kern w:val="0"/>
      <w:sz w:val="20"/>
      <w:szCs w:val="20"/>
    </w:rPr>
  </w:style>
  <w:style w:type="character" w:customStyle="1" w:styleId="DefaultParagraphCharChar">
    <w:name w:val="DefaultParagraph Char Char"/>
    <w:rPr>
      <w:rFonts w:ascii="Times New Roman"/>
      <w:kern w:val="2"/>
      <w:sz w:val="21"/>
      <w:szCs w:val="22"/>
    </w:rPr>
  </w:style>
  <w:style w:type="character" w:customStyle="1" w:styleId="Char11">
    <w:name w:val="正文文本 Char1"/>
    <w:uiPriority w:val="99"/>
    <w:semiHidden/>
    <w:rPr>
      <w:kern w:val="2"/>
      <w:sz w:val="21"/>
      <w:szCs w:val="22"/>
    </w:rPr>
  </w:style>
  <w:style w:type="character" w:customStyle="1" w:styleId="Char2Char">
    <w:name w:val="纯文本 Char2 Char"/>
    <w:link w:val="0"/>
    <w:rPr>
      <w:rFonts w:ascii="宋体" w:eastAsia="宋体" w:hAnsi="Courier New" w:cs="Courier New"/>
      <w:kern w:val="0"/>
      <w:sz w:val="20"/>
      <w:szCs w:val="21"/>
    </w:rPr>
  </w:style>
  <w:style w:type="paragraph" w:customStyle="1" w:styleId="0">
    <w:name w:val="纯文本_0"/>
    <w:basedOn w:val="a"/>
    <w:link w:val="Char2Char"/>
    <w:rPr>
      <w:rFonts w:ascii="宋体" w:hAnsi="Courier New"/>
      <w:kern w:val="0"/>
      <w:sz w:val="20"/>
      <w:szCs w:val="21"/>
    </w:rPr>
  </w:style>
  <w:style w:type="character" w:styleId="af0">
    <w:name w:val="Placeholder Text"/>
    <w:uiPriority w:val="99"/>
    <w:semiHidden/>
    <w:rPr>
      <w:color w:val="808080"/>
    </w:rPr>
  </w:style>
  <w:style w:type="character" w:customStyle="1" w:styleId="0Char">
    <w:name w:val="正文_0 Char"/>
    <w:link w:val="00"/>
    <w:qFormat/>
    <w:rPr>
      <w:szCs w:val="24"/>
      <w:lang w:bidi="ar-SA"/>
    </w:rPr>
  </w:style>
  <w:style w:type="paragraph" w:customStyle="1" w:styleId="00">
    <w:name w:val="正文_0"/>
    <w:link w:val="0Char"/>
    <w:qFormat/>
    <w:pPr>
      <w:widowControl w:val="0"/>
      <w:jc w:val="both"/>
    </w:pPr>
    <w:rPr>
      <w:szCs w:val="24"/>
    </w:rPr>
  </w:style>
  <w:style w:type="character" w:customStyle="1" w:styleId="apple-converted-space">
    <w:name w:val="apple-converted-space"/>
  </w:style>
  <w:style w:type="character" w:customStyle="1" w:styleId="Web1Char1">
    <w:name w:val="普通 (Web)1 Char1"/>
    <w:aliases w:val="普通 (Web) Char1,普通(Web) Char Char Char Char Char Char Char Char Char Char1,普通(Web) Char Char Char Char Char Char Char Char Char2,普通(Web) Char Char Char Char Char1,普通(Web) Char Char Char1,普通(Web) Char Char3,普通(Web) Char Char4,普通(网站)1 Char1"/>
    <w:link w:val="01"/>
    <w:rPr>
      <w:rFonts w:ascii="宋体" w:eastAsia="宋体" w:hAnsi="宋体" w:cs="宋体"/>
      <w:kern w:val="0"/>
      <w:sz w:val="24"/>
      <w:szCs w:val="24"/>
    </w:rPr>
  </w:style>
  <w:style w:type="paragraph" w:customStyle="1" w:styleId="01">
    <w:name w:val="普通(网站)_0"/>
    <w:basedOn w:val="00"/>
    <w:link w:val="Web1Char1"/>
    <w:pPr>
      <w:widowControl/>
      <w:spacing w:before="100" w:beforeAutospacing="1" w:after="100" w:afterAutospacing="1"/>
      <w:jc w:val="left"/>
    </w:pPr>
    <w:rPr>
      <w:rFonts w:ascii="宋体" w:hAnsi="宋体"/>
      <w:sz w:val="24"/>
    </w:rPr>
  </w:style>
  <w:style w:type="paragraph" w:customStyle="1" w:styleId="NewNewNewNewNewNewNewNewNew">
    <w:name w:val="正文 New New New New New New New New New"/>
    <w:pPr>
      <w:widowControl w:val="0"/>
      <w:jc w:val="both"/>
    </w:pPr>
    <w:rPr>
      <w:kern w:val="2"/>
      <w:sz w:val="21"/>
      <w:szCs w:val="24"/>
    </w:rPr>
  </w:style>
  <w:style w:type="paragraph" w:customStyle="1" w:styleId="10">
    <w:name w:val="正文1"/>
    <w:pPr>
      <w:jc w:val="both"/>
    </w:pPr>
    <w:rPr>
      <w:kern w:val="2"/>
      <w:sz w:val="21"/>
      <w:szCs w:val="21"/>
    </w:rPr>
  </w:style>
  <w:style w:type="paragraph" w:customStyle="1" w:styleId="000">
    <w:name w:val="正文_0_0"/>
    <w:qFormat/>
    <w:pPr>
      <w:widowControl w:val="0"/>
      <w:jc w:val="both"/>
    </w:pPr>
    <w:rPr>
      <w:kern w:val="2"/>
      <w:sz w:val="21"/>
    </w:rPr>
  </w:style>
  <w:style w:type="paragraph" w:customStyle="1" w:styleId="CharCharCharCharCharCharCharCharCharCharCharCharCharCharCharCharCharCharChar">
    <w:name w:val="Char Char Char Char Char Char Char Char Char Char Char Char Char Char Char Char Char Char Char"/>
    <w:basedOn w:val="a"/>
    <w:pPr>
      <w:widowControl/>
      <w:spacing w:line="300" w:lineRule="auto"/>
      <w:ind w:firstLineChars="200" w:firstLine="200"/>
    </w:pPr>
    <w:rPr>
      <w:rFonts w:ascii="Verdana" w:hAnsi="Verdana"/>
      <w:kern w:val="0"/>
      <w:szCs w:val="20"/>
      <w:lang w:eastAsia="en-US"/>
    </w:rPr>
  </w:style>
  <w:style w:type="paragraph" w:customStyle="1" w:styleId="NewNewNewNewNewNewNewNewNewNewNewNewNewNewNewNewNewNewNewNewNewNewNewNewNewNewNew">
    <w:name w:val="正文 New New New New New New New New New New New New New New New New New New New New New New New New New New New"/>
    <w:pPr>
      <w:widowControl w:val="0"/>
      <w:jc w:val="both"/>
    </w:pPr>
    <w:rPr>
      <w:kern w:val="2"/>
      <w:sz w:val="21"/>
      <w:szCs w:val="24"/>
    </w:rPr>
  </w:style>
  <w:style w:type="paragraph" w:customStyle="1" w:styleId="NewNewNewNewNewNewNewNewNewNewNewNewNewNewNew">
    <w:name w:val="正文 New New New New New New New New New New New New New New New"/>
    <w:pPr>
      <w:widowControl w:val="0"/>
      <w:jc w:val="both"/>
    </w:pPr>
    <w:rPr>
      <w:kern w:val="2"/>
      <w:sz w:val="21"/>
    </w:rPr>
  </w:style>
  <w:style w:type="paragraph" w:styleId="af1">
    <w:name w:val="No Spacing"/>
    <w:uiPriority w:val="1"/>
    <w:qFormat/>
    <w:pPr>
      <w:widowControl w:val="0"/>
      <w:jc w:val="both"/>
    </w:pPr>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144"/>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0.bin"/><Relationship Id="rId299" Type="http://schemas.openxmlformats.org/officeDocument/2006/relationships/oleObject" Target="embeddings/oleObject124.bin"/><Relationship Id="rId21" Type="http://schemas.openxmlformats.org/officeDocument/2006/relationships/image" Target="media/image11.png"/><Relationship Id="rId63" Type="http://schemas.openxmlformats.org/officeDocument/2006/relationships/image" Target="media/image33.wmf"/><Relationship Id="rId159" Type="http://schemas.openxmlformats.org/officeDocument/2006/relationships/image" Target="media/image90.wmf"/><Relationship Id="rId324" Type="http://schemas.openxmlformats.org/officeDocument/2006/relationships/oleObject" Target="embeddings/oleObject138.bin"/><Relationship Id="rId366" Type="http://schemas.openxmlformats.org/officeDocument/2006/relationships/footer" Target="footer1.xml"/><Relationship Id="rId170" Type="http://schemas.openxmlformats.org/officeDocument/2006/relationships/oleObject" Target="embeddings/oleObject68.bin"/><Relationship Id="rId226" Type="http://schemas.openxmlformats.org/officeDocument/2006/relationships/oleObject" Target="embeddings/oleObject97.bin"/><Relationship Id="rId268" Type="http://schemas.openxmlformats.org/officeDocument/2006/relationships/image" Target="media/image144.png"/><Relationship Id="rId32" Type="http://schemas.openxmlformats.org/officeDocument/2006/relationships/image" Target="media/image17.wmf"/><Relationship Id="rId74" Type="http://schemas.openxmlformats.org/officeDocument/2006/relationships/image" Target="media/image38.wmf"/><Relationship Id="rId128" Type="http://schemas.openxmlformats.org/officeDocument/2006/relationships/oleObject" Target="embeddings/oleObject47.bin"/><Relationship Id="rId335" Type="http://schemas.openxmlformats.org/officeDocument/2006/relationships/oleObject" Target="embeddings/oleObject144.bin"/><Relationship Id="rId5" Type="http://schemas.openxmlformats.org/officeDocument/2006/relationships/webSettings" Target="webSettings.xml"/><Relationship Id="rId181" Type="http://schemas.openxmlformats.org/officeDocument/2006/relationships/oleObject" Target="embeddings/oleObject74.bin"/><Relationship Id="rId237" Type="http://schemas.openxmlformats.org/officeDocument/2006/relationships/image" Target="media/image128.wmf"/><Relationship Id="rId279" Type="http://schemas.openxmlformats.org/officeDocument/2006/relationships/image" Target="media/image155.png"/><Relationship Id="rId43" Type="http://schemas.openxmlformats.org/officeDocument/2006/relationships/oleObject" Target="embeddings/oleObject14.bin"/><Relationship Id="rId139" Type="http://schemas.openxmlformats.org/officeDocument/2006/relationships/image" Target="media/image80.wmf"/><Relationship Id="rId290" Type="http://schemas.openxmlformats.org/officeDocument/2006/relationships/oleObject" Target="embeddings/oleObject119.bin"/><Relationship Id="rId304" Type="http://schemas.openxmlformats.org/officeDocument/2006/relationships/oleObject" Target="embeddings/oleObject128.bin"/><Relationship Id="rId346" Type="http://schemas.openxmlformats.org/officeDocument/2006/relationships/image" Target="media/image190.wmf"/><Relationship Id="rId85" Type="http://schemas.openxmlformats.org/officeDocument/2006/relationships/image" Target="media/image44.png"/><Relationship Id="rId150" Type="http://schemas.openxmlformats.org/officeDocument/2006/relationships/oleObject" Target="embeddings/oleObject58.bin"/><Relationship Id="rId192" Type="http://schemas.openxmlformats.org/officeDocument/2006/relationships/oleObject" Target="embeddings/oleObject80.bin"/><Relationship Id="rId206" Type="http://schemas.openxmlformats.org/officeDocument/2006/relationships/oleObject" Target="embeddings/oleObject87.bin"/><Relationship Id="rId248" Type="http://schemas.openxmlformats.org/officeDocument/2006/relationships/oleObject" Target="embeddings/oleObject108.bin"/><Relationship Id="rId12" Type="http://schemas.openxmlformats.org/officeDocument/2006/relationships/image" Target="media/image4.png"/><Relationship Id="rId108" Type="http://schemas.openxmlformats.org/officeDocument/2006/relationships/image" Target="media/image66.wmf"/><Relationship Id="rId315" Type="http://schemas.openxmlformats.org/officeDocument/2006/relationships/image" Target="media/image175.wmf"/><Relationship Id="rId357" Type="http://schemas.openxmlformats.org/officeDocument/2006/relationships/oleObject" Target="embeddings/oleObject156.bin"/><Relationship Id="rId54" Type="http://schemas.openxmlformats.org/officeDocument/2006/relationships/image" Target="media/image28.wmf"/><Relationship Id="rId96" Type="http://schemas.openxmlformats.org/officeDocument/2006/relationships/image" Target="media/image55.png"/><Relationship Id="rId161" Type="http://schemas.openxmlformats.org/officeDocument/2006/relationships/image" Target="media/image91.wmf"/><Relationship Id="rId217" Type="http://schemas.openxmlformats.org/officeDocument/2006/relationships/image" Target="media/image118.wmf"/><Relationship Id="rId259" Type="http://schemas.openxmlformats.org/officeDocument/2006/relationships/image" Target="media/image139.wmf"/><Relationship Id="rId23" Type="http://schemas.openxmlformats.org/officeDocument/2006/relationships/oleObject" Target="embeddings/oleObject4.bin"/><Relationship Id="rId119" Type="http://schemas.openxmlformats.org/officeDocument/2006/relationships/oleObject" Target="embeddings/oleObject41.bin"/><Relationship Id="rId270" Type="http://schemas.openxmlformats.org/officeDocument/2006/relationships/image" Target="media/image146.png"/><Relationship Id="rId326" Type="http://schemas.openxmlformats.org/officeDocument/2006/relationships/image" Target="media/image180.wmf"/><Relationship Id="rId65" Type="http://schemas.openxmlformats.org/officeDocument/2006/relationships/image" Target="media/image34.wmf"/><Relationship Id="rId130" Type="http://schemas.openxmlformats.org/officeDocument/2006/relationships/oleObject" Target="embeddings/oleObject48.bin"/><Relationship Id="rId368" Type="http://schemas.openxmlformats.org/officeDocument/2006/relationships/theme" Target="theme/theme1.xml"/><Relationship Id="rId172" Type="http://schemas.openxmlformats.org/officeDocument/2006/relationships/oleObject" Target="embeddings/oleObject69.bin"/><Relationship Id="rId228" Type="http://schemas.openxmlformats.org/officeDocument/2006/relationships/oleObject" Target="embeddings/oleObject98.bin"/><Relationship Id="rId281" Type="http://schemas.openxmlformats.org/officeDocument/2006/relationships/image" Target="media/image157.png"/><Relationship Id="rId337" Type="http://schemas.openxmlformats.org/officeDocument/2006/relationships/oleObject" Target="embeddings/oleObject145.bin"/><Relationship Id="rId34" Type="http://schemas.openxmlformats.org/officeDocument/2006/relationships/image" Target="media/image18.wmf"/><Relationship Id="rId76" Type="http://schemas.openxmlformats.org/officeDocument/2006/relationships/oleObject" Target="embeddings/oleObject31.bin"/><Relationship Id="rId141" Type="http://schemas.openxmlformats.org/officeDocument/2006/relationships/image" Target="media/image81.wmf"/><Relationship Id="rId7" Type="http://schemas.openxmlformats.org/officeDocument/2006/relationships/endnotes" Target="endnotes.xml"/><Relationship Id="rId183" Type="http://schemas.openxmlformats.org/officeDocument/2006/relationships/image" Target="media/image101.wmf"/><Relationship Id="rId239" Type="http://schemas.openxmlformats.org/officeDocument/2006/relationships/image" Target="media/image129.wmf"/><Relationship Id="rId250" Type="http://schemas.openxmlformats.org/officeDocument/2006/relationships/oleObject" Target="embeddings/oleObject109.bin"/><Relationship Id="rId292" Type="http://schemas.openxmlformats.org/officeDocument/2006/relationships/oleObject" Target="embeddings/oleObject120.bin"/><Relationship Id="rId306" Type="http://schemas.openxmlformats.org/officeDocument/2006/relationships/oleObject" Target="embeddings/oleObject129.bin"/><Relationship Id="rId45" Type="http://schemas.openxmlformats.org/officeDocument/2006/relationships/oleObject" Target="embeddings/oleObject15.bin"/><Relationship Id="rId87" Type="http://schemas.openxmlformats.org/officeDocument/2006/relationships/image" Target="media/image46.png"/><Relationship Id="rId110" Type="http://schemas.openxmlformats.org/officeDocument/2006/relationships/image" Target="media/image67.wmf"/><Relationship Id="rId348" Type="http://schemas.openxmlformats.org/officeDocument/2006/relationships/image" Target="media/image191.wmf"/><Relationship Id="rId152" Type="http://schemas.openxmlformats.org/officeDocument/2006/relationships/oleObject" Target="embeddings/oleObject59.bin"/><Relationship Id="rId194" Type="http://schemas.openxmlformats.org/officeDocument/2006/relationships/oleObject" Target="embeddings/oleObject81.bin"/><Relationship Id="rId208" Type="http://schemas.openxmlformats.org/officeDocument/2006/relationships/oleObject" Target="embeddings/oleObject88.bin"/><Relationship Id="rId261" Type="http://schemas.openxmlformats.org/officeDocument/2006/relationships/image" Target="media/image140.wmf"/><Relationship Id="rId14" Type="http://schemas.openxmlformats.org/officeDocument/2006/relationships/image" Target="media/image6.png"/><Relationship Id="rId56" Type="http://schemas.openxmlformats.org/officeDocument/2006/relationships/image" Target="media/image29.wmf"/><Relationship Id="rId317" Type="http://schemas.openxmlformats.org/officeDocument/2006/relationships/image" Target="media/image176.wmf"/><Relationship Id="rId359" Type="http://schemas.openxmlformats.org/officeDocument/2006/relationships/oleObject" Target="embeddings/oleObject157.bin"/><Relationship Id="rId98" Type="http://schemas.openxmlformats.org/officeDocument/2006/relationships/image" Target="media/image57.png"/><Relationship Id="rId121" Type="http://schemas.openxmlformats.org/officeDocument/2006/relationships/oleObject" Target="embeddings/oleObject43.bin"/><Relationship Id="rId163" Type="http://schemas.openxmlformats.org/officeDocument/2006/relationships/image" Target="media/image92.wmf"/><Relationship Id="rId219" Type="http://schemas.openxmlformats.org/officeDocument/2006/relationships/image" Target="media/image119.wmf"/><Relationship Id="rId230" Type="http://schemas.openxmlformats.org/officeDocument/2006/relationships/oleObject" Target="embeddings/oleObject99.bin"/><Relationship Id="rId25" Type="http://schemas.openxmlformats.org/officeDocument/2006/relationships/oleObject" Target="embeddings/oleObject5.bin"/><Relationship Id="rId67" Type="http://schemas.openxmlformats.org/officeDocument/2006/relationships/image" Target="media/image35.wmf"/><Relationship Id="rId272" Type="http://schemas.openxmlformats.org/officeDocument/2006/relationships/image" Target="media/image148.png"/><Relationship Id="rId328" Type="http://schemas.openxmlformats.org/officeDocument/2006/relationships/image" Target="media/image181.wmf"/><Relationship Id="rId132" Type="http://schemas.openxmlformats.org/officeDocument/2006/relationships/oleObject" Target="embeddings/oleObject49.bin"/><Relationship Id="rId174" Type="http://schemas.openxmlformats.org/officeDocument/2006/relationships/oleObject" Target="embeddings/oleObject70.bin"/><Relationship Id="rId220" Type="http://schemas.openxmlformats.org/officeDocument/2006/relationships/oleObject" Target="embeddings/oleObject94.bin"/><Relationship Id="rId241" Type="http://schemas.openxmlformats.org/officeDocument/2006/relationships/image" Target="media/image130.wmf"/><Relationship Id="rId15" Type="http://schemas.openxmlformats.org/officeDocument/2006/relationships/image" Target="media/image7.wmf"/><Relationship Id="rId36" Type="http://schemas.openxmlformats.org/officeDocument/2006/relationships/image" Target="media/image19.wmf"/><Relationship Id="rId57" Type="http://schemas.openxmlformats.org/officeDocument/2006/relationships/oleObject" Target="embeddings/oleObject21.bin"/><Relationship Id="rId262" Type="http://schemas.openxmlformats.org/officeDocument/2006/relationships/oleObject" Target="embeddings/oleObject115.bin"/><Relationship Id="rId283" Type="http://schemas.openxmlformats.org/officeDocument/2006/relationships/image" Target="media/image159.png"/><Relationship Id="rId318" Type="http://schemas.openxmlformats.org/officeDocument/2006/relationships/oleObject" Target="embeddings/oleObject135.bin"/><Relationship Id="rId339" Type="http://schemas.openxmlformats.org/officeDocument/2006/relationships/oleObject" Target="embeddings/oleObject146.bin"/><Relationship Id="rId78" Type="http://schemas.openxmlformats.org/officeDocument/2006/relationships/image" Target="media/image39.wmf"/><Relationship Id="rId99" Type="http://schemas.openxmlformats.org/officeDocument/2006/relationships/image" Target="media/image58.png"/><Relationship Id="rId101" Type="http://schemas.openxmlformats.org/officeDocument/2006/relationships/image" Target="media/image60.png"/><Relationship Id="rId122" Type="http://schemas.openxmlformats.org/officeDocument/2006/relationships/oleObject" Target="embeddings/oleObject44.bin"/><Relationship Id="rId143" Type="http://schemas.openxmlformats.org/officeDocument/2006/relationships/image" Target="media/image82.wmf"/><Relationship Id="rId164" Type="http://schemas.openxmlformats.org/officeDocument/2006/relationships/oleObject" Target="embeddings/oleObject65.bin"/><Relationship Id="rId185" Type="http://schemas.openxmlformats.org/officeDocument/2006/relationships/image" Target="media/image102.wmf"/><Relationship Id="rId350" Type="http://schemas.openxmlformats.org/officeDocument/2006/relationships/image" Target="media/image192.wmf"/><Relationship Id="rId9" Type="http://schemas.openxmlformats.org/officeDocument/2006/relationships/image" Target="media/image2.wmf"/><Relationship Id="rId210" Type="http://schemas.openxmlformats.org/officeDocument/2006/relationships/oleObject" Target="embeddings/oleObject89.bin"/><Relationship Id="rId26" Type="http://schemas.openxmlformats.org/officeDocument/2006/relationships/image" Target="media/image14.wmf"/><Relationship Id="rId231" Type="http://schemas.openxmlformats.org/officeDocument/2006/relationships/image" Target="media/image125.wmf"/><Relationship Id="rId252" Type="http://schemas.openxmlformats.org/officeDocument/2006/relationships/oleObject" Target="embeddings/oleObject110.bin"/><Relationship Id="rId273" Type="http://schemas.openxmlformats.org/officeDocument/2006/relationships/image" Target="media/image149.png"/><Relationship Id="rId294" Type="http://schemas.openxmlformats.org/officeDocument/2006/relationships/image" Target="media/image166.wmf"/><Relationship Id="rId308" Type="http://schemas.openxmlformats.org/officeDocument/2006/relationships/oleObject" Target="embeddings/oleObject130.bin"/><Relationship Id="rId329" Type="http://schemas.openxmlformats.org/officeDocument/2006/relationships/oleObject" Target="embeddings/oleObject141.bin"/><Relationship Id="rId47" Type="http://schemas.openxmlformats.org/officeDocument/2006/relationships/oleObject" Target="embeddings/oleObject16.bin"/><Relationship Id="rId68" Type="http://schemas.openxmlformats.org/officeDocument/2006/relationships/oleObject" Target="embeddings/oleObject26.bin"/><Relationship Id="rId89" Type="http://schemas.openxmlformats.org/officeDocument/2006/relationships/image" Target="media/image48.png"/><Relationship Id="rId112" Type="http://schemas.openxmlformats.org/officeDocument/2006/relationships/image" Target="media/image68.wmf"/><Relationship Id="rId133" Type="http://schemas.openxmlformats.org/officeDocument/2006/relationships/image" Target="media/image77.wmf"/><Relationship Id="rId154" Type="http://schemas.openxmlformats.org/officeDocument/2006/relationships/oleObject" Target="embeddings/oleObject60.bin"/><Relationship Id="rId175" Type="http://schemas.openxmlformats.org/officeDocument/2006/relationships/image" Target="media/image98.wmf"/><Relationship Id="rId340" Type="http://schemas.openxmlformats.org/officeDocument/2006/relationships/image" Target="media/image187.wmf"/><Relationship Id="rId361" Type="http://schemas.openxmlformats.org/officeDocument/2006/relationships/oleObject" Target="embeddings/oleObject158.bin"/><Relationship Id="rId196" Type="http://schemas.openxmlformats.org/officeDocument/2006/relationships/oleObject" Target="embeddings/oleObject82.bin"/><Relationship Id="rId200" Type="http://schemas.openxmlformats.org/officeDocument/2006/relationships/oleObject" Target="embeddings/oleObject84.bin"/><Relationship Id="rId16" Type="http://schemas.openxmlformats.org/officeDocument/2006/relationships/oleObject" Target="embeddings/oleObject2.bin"/><Relationship Id="rId221" Type="http://schemas.openxmlformats.org/officeDocument/2006/relationships/image" Target="media/image120.wmf"/><Relationship Id="rId242" Type="http://schemas.openxmlformats.org/officeDocument/2006/relationships/oleObject" Target="embeddings/oleObject105.bin"/><Relationship Id="rId263" Type="http://schemas.openxmlformats.org/officeDocument/2006/relationships/image" Target="media/image141.wmf"/><Relationship Id="rId284" Type="http://schemas.openxmlformats.org/officeDocument/2006/relationships/image" Target="media/image160.png"/><Relationship Id="rId319" Type="http://schemas.openxmlformats.org/officeDocument/2006/relationships/image" Target="media/image177.png"/><Relationship Id="rId37" Type="http://schemas.openxmlformats.org/officeDocument/2006/relationships/oleObject" Target="embeddings/oleObject11.bin"/><Relationship Id="rId58" Type="http://schemas.openxmlformats.org/officeDocument/2006/relationships/image" Target="media/image30.wmf"/><Relationship Id="rId79" Type="http://schemas.openxmlformats.org/officeDocument/2006/relationships/oleObject" Target="embeddings/oleObject33.bin"/><Relationship Id="rId102" Type="http://schemas.openxmlformats.org/officeDocument/2006/relationships/image" Target="media/image61.png"/><Relationship Id="rId123" Type="http://schemas.openxmlformats.org/officeDocument/2006/relationships/image" Target="media/image72.wmf"/><Relationship Id="rId144" Type="http://schemas.openxmlformats.org/officeDocument/2006/relationships/oleObject" Target="embeddings/oleObject55.bin"/><Relationship Id="rId330" Type="http://schemas.openxmlformats.org/officeDocument/2006/relationships/image" Target="media/image182.wmf"/><Relationship Id="rId90" Type="http://schemas.openxmlformats.org/officeDocument/2006/relationships/image" Target="media/image49.png"/><Relationship Id="rId165" Type="http://schemas.openxmlformats.org/officeDocument/2006/relationships/image" Target="media/image93.wmf"/><Relationship Id="rId186" Type="http://schemas.openxmlformats.org/officeDocument/2006/relationships/oleObject" Target="embeddings/oleObject77.bin"/><Relationship Id="rId351" Type="http://schemas.openxmlformats.org/officeDocument/2006/relationships/oleObject" Target="embeddings/oleObject152.bin"/><Relationship Id="rId211" Type="http://schemas.openxmlformats.org/officeDocument/2006/relationships/image" Target="media/image115.wmf"/><Relationship Id="rId232" Type="http://schemas.openxmlformats.org/officeDocument/2006/relationships/oleObject" Target="embeddings/oleObject100.bin"/><Relationship Id="rId253" Type="http://schemas.openxmlformats.org/officeDocument/2006/relationships/image" Target="media/image136.wmf"/><Relationship Id="rId274" Type="http://schemas.openxmlformats.org/officeDocument/2006/relationships/image" Target="media/image150.png"/><Relationship Id="rId295" Type="http://schemas.openxmlformats.org/officeDocument/2006/relationships/oleObject" Target="embeddings/oleObject122.bin"/><Relationship Id="rId309" Type="http://schemas.openxmlformats.org/officeDocument/2006/relationships/image" Target="media/image172.wmf"/><Relationship Id="rId27" Type="http://schemas.openxmlformats.org/officeDocument/2006/relationships/oleObject" Target="embeddings/oleObject6.bin"/><Relationship Id="rId48" Type="http://schemas.openxmlformats.org/officeDocument/2006/relationships/image" Target="media/image25.wmf"/><Relationship Id="rId69" Type="http://schemas.openxmlformats.org/officeDocument/2006/relationships/image" Target="media/image36.wmf"/><Relationship Id="rId113" Type="http://schemas.openxmlformats.org/officeDocument/2006/relationships/oleObject" Target="embeddings/oleObject38.bin"/><Relationship Id="rId134" Type="http://schemas.openxmlformats.org/officeDocument/2006/relationships/oleObject" Target="embeddings/oleObject50.bin"/><Relationship Id="rId320" Type="http://schemas.openxmlformats.org/officeDocument/2006/relationships/image" Target="media/image178.wmf"/><Relationship Id="rId80" Type="http://schemas.openxmlformats.org/officeDocument/2006/relationships/image" Target="media/image40.wmf"/><Relationship Id="rId155" Type="http://schemas.openxmlformats.org/officeDocument/2006/relationships/image" Target="media/image88.wmf"/><Relationship Id="rId176" Type="http://schemas.openxmlformats.org/officeDocument/2006/relationships/oleObject" Target="embeddings/oleObject71.bin"/><Relationship Id="rId197" Type="http://schemas.openxmlformats.org/officeDocument/2006/relationships/image" Target="media/image108.wmf"/><Relationship Id="rId341" Type="http://schemas.openxmlformats.org/officeDocument/2006/relationships/oleObject" Target="embeddings/oleObject147.bin"/><Relationship Id="rId362" Type="http://schemas.openxmlformats.org/officeDocument/2006/relationships/image" Target="media/image197.wmf"/><Relationship Id="rId201" Type="http://schemas.openxmlformats.org/officeDocument/2006/relationships/image" Target="media/image110.wmf"/><Relationship Id="rId222" Type="http://schemas.openxmlformats.org/officeDocument/2006/relationships/oleObject" Target="embeddings/oleObject95.bin"/><Relationship Id="rId243" Type="http://schemas.openxmlformats.org/officeDocument/2006/relationships/image" Target="media/image131.wmf"/><Relationship Id="rId264" Type="http://schemas.openxmlformats.org/officeDocument/2006/relationships/oleObject" Target="embeddings/oleObject116.bin"/><Relationship Id="rId285" Type="http://schemas.openxmlformats.org/officeDocument/2006/relationships/image" Target="media/image161.png"/><Relationship Id="rId17" Type="http://schemas.openxmlformats.org/officeDocument/2006/relationships/image" Target="media/image8.png"/><Relationship Id="rId38" Type="http://schemas.openxmlformats.org/officeDocument/2006/relationships/image" Target="media/image20.wmf"/><Relationship Id="rId59" Type="http://schemas.openxmlformats.org/officeDocument/2006/relationships/oleObject" Target="embeddings/oleObject22.bin"/><Relationship Id="rId103" Type="http://schemas.openxmlformats.org/officeDocument/2006/relationships/image" Target="media/image62.png"/><Relationship Id="rId124" Type="http://schemas.openxmlformats.org/officeDocument/2006/relationships/oleObject" Target="embeddings/oleObject45.bin"/><Relationship Id="rId310" Type="http://schemas.openxmlformats.org/officeDocument/2006/relationships/oleObject" Target="embeddings/oleObject131.bin"/><Relationship Id="rId70" Type="http://schemas.openxmlformats.org/officeDocument/2006/relationships/oleObject" Target="embeddings/oleObject27.bin"/><Relationship Id="rId91" Type="http://schemas.openxmlformats.org/officeDocument/2006/relationships/image" Target="media/image50.png"/><Relationship Id="rId145" Type="http://schemas.openxmlformats.org/officeDocument/2006/relationships/image" Target="media/image83.wmf"/><Relationship Id="rId166" Type="http://schemas.openxmlformats.org/officeDocument/2006/relationships/oleObject" Target="embeddings/oleObject66.bin"/><Relationship Id="rId187" Type="http://schemas.openxmlformats.org/officeDocument/2006/relationships/image" Target="media/image103.wmf"/><Relationship Id="rId331" Type="http://schemas.openxmlformats.org/officeDocument/2006/relationships/oleObject" Target="embeddings/oleObject142.bin"/><Relationship Id="rId352" Type="http://schemas.openxmlformats.org/officeDocument/2006/relationships/oleObject" Target="embeddings/oleObject153.bin"/><Relationship Id="rId1" Type="http://schemas.openxmlformats.org/officeDocument/2006/relationships/numbering" Target="numbering.xml"/><Relationship Id="rId212" Type="http://schemas.openxmlformats.org/officeDocument/2006/relationships/oleObject" Target="embeddings/oleObject90.bin"/><Relationship Id="rId233" Type="http://schemas.openxmlformats.org/officeDocument/2006/relationships/image" Target="media/image126.wmf"/><Relationship Id="rId254" Type="http://schemas.openxmlformats.org/officeDocument/2006/relationships/oleObject" Target="embeddings/oleObject111.bin"/><Relationship Id="rId28" Type="http://schemas.openxmlformats.org/officeDocument/2006/relationships/image" Target="media/image15.wmf"/><Relationship Id="rId49" Type="http://schemas.openxmlformats.org/officeDocument/2006/relationships/oleObject" Target="embeddings/oleObject17.bin"/><Relationship Id="rId114" Type="http://schemas.openxmlformats.org/officeDocument/2006/relationships/image" Target="media/image69.wmf"/><Relationship Id="rId275" Type="http://schemas.openxmlformats.org/officeDocument/2006/relationships/image" Target="media/image151.png"/><Relationship Id="rId296" Type="http://schemas.openxmlformats.org/officeDocument/2006/relationships/image" Target="media/image167.wmf"/><Relationship Id="rId300" Type="http://schemas.openxmlformats.org/officeDocument/2006/relationships/image" Target="media/image169.wmf"/><Relationship Id="rId60" Type="http://schemas.openxmlformats.org/officeDocument/2006/relationships/image" Target="media/image31.wmf"/><Relationship Id="rId81" Type="http://schemas.openxmlformats.org/officeDocument/2006/relationships/oleObject" Target="embeddings/oleObject34.bin"/><Relationship Id="rId135" Type="http://schemas.openxmlformats.org/officeDocument/2006/relationships/image" Target="media/image78.wmf"/><Relationship Id="rId156" Type="http://schemas.openxmlformats.org/officeDocument/2006/relationships/oleObject" Target="embeddings/oleObject61.bin"/><Relationship Id="rId177" Type="http://schemas.openxmlformats.org/officeDocument/2006/relationships/image" Target="media/image99.wmf"/><Relationship Id="rId198" Type="http://schemas.openxmlformats.org/officeDocument/2006/relationships/oleObject" Target="embeddings/oleObject83.bin"/><Relationship Id="rId321" Type="http://schemas.openxmlformats.org/officeDocument/2006/relationships/oleObject" Target="embeddings/oleObject136.bin"/><Relationship Id="rId342" Type="http://schemas.openxmlformats.org/officeDocument/2006/relationships/image" Target="media/image188.wmf"/><Relationship Id="rId363" Type="http://schemas.openxmlformats.org/officeDocument/2006/relationships/oleObject" Target="embeddings/oleObject159.bin"/><Relationship Id="rId202" Type="http://schemas.openxmlformats.org/officeDocument/2006/relationships/oleObject" Target="embeddings/oleObject85.bin"/><Relationship Id="rId223" Type="http://schemas.openxmlformats.org/officeDocument/2006/relationships/image" Target="media/image121.wmf"/><Relationship Id="rId244" Type="http://schemas.openxmlformats.org/officeDocument/2006/relationships/oleObject" Target="embeddings/oleObject106.bin"/><Relationship Id="rId18" Type="http://schemas.openxmlformats.org/officeDocument/2006/relationships/image" Target="media/image9.wmf"/><Relationship Id="rId39" Type="http://schemas.openxmlformats.org/officeDocument/2006/relationships/oleObject" Target="embeddings/oleObject12.bin"/><Relationship Id="rId265" Type="http://schemas.openxmlformats.org/officeDocument/2006/relationships/image" Target="media/image142.wmf"/><Relationship Id="rId286" Type="http://schemas.openxmlformats.org/officeDocument/2006/relationships/image" Target="media/image162.png"/><Relationship Id="rId50" Type="http://schemas.openxmlformats.org/officeDocument/2006/relationships/image" Target="media/image26.wmf"/><Relationship Id="rId104" Type="http://schemas.openxmlformats.org/officeDocument/2006/relationships/image" Target="media/image63.png"/><Relationship Id="rId125" Type="http://schemas.openxmlformats.org/officeDocument/2006/relationships/image" Target="media/image73.wmf"/><Relationship Id="rId146" Type="http://schemas.openxmlformats.org/officeDocument/2006/relationships/oleObject" Target="embeddings/oleObject56.bin"/><Relationship Id="rId167" Type="http://schemas.openxmlformats.org/officeDocument/2006/relationships/image" Target="media/image94.wmf"/><Relationship Id="rId188" Type="http://schemas.openxmlformats.org/officeDocument/2006/relationships/oleObject" Target="embeddings/oleObject78.bin"/><Relationship Id="rId311" Type="http://schemas.openxmlformats.org/officeDocument/2006/relationships/image" Target="media/image173.wmf"/><Relationship Id="rId332" Type="http://schemas.openxmlformats.org/officeDocument/2006/relationships/image" Target="media/image183.wmf"/><Relationship Id="rId353" Type="http://schemas.openxmlformats.org/officeDocument/2006/relationships/image" Target="media/image193.wmf"/><Relationship Id="rId71" Type="http://schemas.openxmlformats.org/officeDocument/2006/relationships/oleObject" Target="embeddings/oleObject28.bin"/><Relationship Id="rId92" Type="http://schemas.openxmlformats.org/officeDocument/2006/relationships/image" Target="media/image51.png"/><Relationship Id="rId213" Type="http://schemas.openxmlformats.org/officeDocument/2006/relationships/image" Target="media/image116.wmf"/><Relationship Id="rId234" Type="http://schemas.openxmlformats.org/officeDocument/2006/relationships/oleObject" Target="embeddings/oleObject101.bin"/><Relationship Id="rId2" Type="http://schemas.openxmlformats.org/officeDocument/2006/relationships/styles" Target="styles.xml"/><Relationship Id="rId29" Type="http://schemas.openxmlformats.org/officeDocument/2006/relationships/oleObject" Target="embeddings/oleObject7.bin"/><Relationship Id="rId255" Type="http://schemas.openxmlformats.org/officeDocument/2006/relationships/image" Target="media/image137.wmf"/><Relationship Id="rId276" Type="http://schemas.openxmlformats.org/officeDocument/2006/relationships/image" Target="media/image152.png"/><Relationship Id="rId297" Type="http://schemas.openxmlformats.org/officeDocument/2006/relationships/oleObject" Target="embeddings/oleObject123.bin"/><Relationship Id="rId40" Type="http://schemas.openxmlformats.org/officeDocument/2006/relationships/image" Target="media/image21.wmf"/><Relationship Id="rId115" Type="http://schemas.openxmlformats.org/officeDocument/2006/relationships/oleObject" Target="embeddings/oleObject39.bin"/><Relationship Id="rId136" Type="http://schemas.openxmlformats.org/officeDocument/2006/relationships/oleObject" Target="embeddings/oleObject51.bin"/><Relationship Id="rId157" Type="http://schemas.openxmlformats.org/officeDocument/2006/relationships/image" Target="media/image89.wmf"/><Relationship Id="rId178" Type="http://schemas.openxmlformats.org/officeDocument/2006/relationships/oleObject" Target="embeddings/oleObject72.bin"/><Relationship Id="rId301" Type="http://schemas.openxmlformats.org/officeDocument/2006/relationships/oleObject" Target="embeddings/oleObject125.bin"/><Relationship Id="rId322" Type="http://schemas.openxmlformats.org/officeDocument/2006/relationships/image" Target="media/image179.wmf"/><Relationship Id="rId343" Type="http://schemas.openxmlformats.org/officeDocument/2006/relationships/oleObject" Target="embeddings/oleObject148.bin"/><Relationship Id="rId364" Type="http://schemas.openxmlformats.org/officeDocument/2006/relationships/oleObject" Target="embeddings/oleObject160.bin"/><Relationship Id="rId61" Type="http://schemas.openxmlformats.org/officeDocument/2006/relationships/oleObject" Target="embeddings/oleObject23.bin"/><Relationship Id="rId82" Type="http://schemas.openxmlformats.org/officeDocument/2006/relationships/image" Target="media/image41.png"/><Relationship Id="rId199" Type="http://schemas.openxmlformats.org/officeDocument/2006/relationships/image" Target="media/image109.wmf"/><Relationship Id="rId203" Type="http://schemas.openxmlformats.org/officeDocument/2006/relationships/image" Target="media/image111.wmf"/><Relationship Id="rId19" Type="http://schemas.openxmlformats.org/officeDocument/2006/relationships/oleObject" Target="embeddings/oleObject3.bin"/><Relationship Id="rId224" Type="http://schemas.openxmlformats.org/officeDocument/2006/relationships/oleObject" Target="embeddings/oleObject96.bin"/><Relationship Id="rId245" Type="http://schemas.openxmlformats.org/officeDocument/2006/relationships/image" Target="media/image132.wmf"/><Relationship Id="rId266" Type="http://schemas.openxmlformats.org/officeDocument/2006/relationships/oleObject" Target="embeddings/oleObject117.bin"/><Relationship Id="rId287" Type="http://schemas.openxmlformats.org/officeDocument/2006/relationships/image" Target="media/image163.wmf"/><Relationship Id="rId30" Type="http://schemas.openxmlformats.org/officeDocument/2006/relationships/image" Target="media/image16.wmf"/><Relationship Id="rId105" Type="http://schemas.openxmlformats.org/officeDocument/2006/relationships/image" Target="media/image64.png"/><Relationship Id="rId126" Type="http://schemas.openxmlformats.org/officeDocument/2006/relationships/oleObject" Target="embeddings/oleObject46.bin"/><Relationship Id="rId147" Type="http://schemas.openxmlformats.org/officeDocument/2006/relationships/image" Target="media/image84.wmf"/><Relationship Id="rId168" Type="http://schemas.openxmlformats.org/officeDocument/2006/relationships/oleObject" Target="embeddings/oleObject67.bin"/><Relationship Id="rId312" Type="http://schemas.openxmlformats.org/officeDocument/2006/relationships/oleObject" Target="embeddings/oleObject132.bin"/><Relationship Id="rId333" Type="http://schemas.openxmlformats.org/officeDocument/2006/relationships/oleObject" Target="embeddings/oleObject143.bin"/><Relationship Id="rId354" Type="http://schemas.openxmlformats.org/officeDocument/2006/relationships/oleObject" Target="embeddings/oleObject154.bin"/><Relationship Id="rId51" Type="http://schemas.openxmlformats.org/officeDocument/2006/relationships/oleObject" Target="embeddings/oleObject18.bin"/><Relationship Id="rId72" Type="http://schemas.openxmlformats.org/officeDocument/2006/relationships/image" Target="media/image37.wmf"/><Relationship Id="rId93" Type="http://schemas.openxmlformats.org/officeDocument/2006/relationships/image" Target="media/image52.png"/><Relationship Id="rId189" Type="http://schemas.openxmlformats.org/officeDocument/2006/relationships/image" Target="media/image104.wmf"/><Relationship Id="rId3" Type="http://schemas.microsoft.com/office/2007/relationships/stylesWithEffects" Target="stylesWithEffects.xml"/><Relationship Id="rId214" Type="http://schemas.openxmlformats.org/officeDocument/2006/relationships/oleObject" Target="embeddings/oleObject91.bin"/><Relationship Id="rId235" Type="http://schemas.openxmlformats.org/officeDocument/2006/relationships/image" Target="media/image127.wmf"/><Relationship Id="rId256" Type="http://schemas.openxmlformats.org/officeDocument/2006/relationships/oleObject" Target="embeddings/oleObject112.bin"/><Relationship Id="rId277" Type="http://schemas.openxmlformats.org/officeDocument/2006/relationships/image" Target="media/image153.png"/><Relationship Id="rId298" Type="http://schemas.openxmlformats.org/officeDocument/2006/relationships/image" Target="media/image168.wmf"/><Relationship Id="rId116" Type="http://schemas.openxmlformats.org/officeDocument/2006/relationships/image" Target="media/image70.wmf"/><Relationship Id="rId137" Type="http://schemas.openxmlformats.org/officeDocument/2006/relationships/image" Target="media/image79.wmf"/><Relationship Id="rId158" Type="http://schemas.openxmlformats.org/officeDocument/2006/relationships/oleObject" Target="embeddings/oleObject62.bin"/><Relationship Id="rId302" Type="http://schemas.openxmlformats.org/officeDocument/2006/relationships/oleObject" Target="embeddings/oleObject126.bin"/><Relationship Id="rId323" Type="http://schemas.openxmlformats.org/officeDocument/2006/relationships/oleObject" Target="embeddings/oleObject137.bin"/><Relationship Id="rId344" Type="http://schemas.openxmlformats.org/officeDocument/2006/relationships/image" Target="media/image189.wmf"/><Relationship Id="rId20" Type="http://schemas.openxmlformats.org/officeDocument/2006/relationships/image" Target="media/image10.png"/><Relationship Id="rId41" Type="http://schemas.openxmlformats.org/officeDocument/2006/relationships/oleObject" Target="embeddings/oleObject13.bin"/><Relationship Id="rId62" Type="http://schemas.openxmlformats.org/officeDocument/2006/relationships/image" Target="media/image32.png"/><Relationship Id="rId83" Type="http://schemas.openxmlformats.org/officeDocument/2006/relationships/image" Target="media/image42.png"/><Relationship Id="rId179" Type="http://schemas.openxmlformats.org/officeDocument/2006/relationships/oleObject" Target="embeddings/oleObject73.bin"/><Relationship Id="rId365" Type="http://schemas.openxmlformats.org/officeDocument/2006/relationships/header" Target="header1.xml"/><Relationship Id="rId190" Type="http://schemas.openxmlformats.org/officeDocument/2006/relationships/oleObject" Target="embeddings/oleObject79.bin"/><Relationship Id="rId204" Type="http://schemas.openxmlformats.org/officeDocument/2006/relationships/oleObject" Target="embeddings/oleObject86.bin"/><Relationship Id="rId225" Type="http://schemas.openxmlformats.org/officeDocument/2006/relationships/image" Target="media/image122.wmf"/><Relationship Id="rId246" Type="http://schemas.openxmlformats.org/officeDocument/2006/relationships/oleObject" Target="embeddings/oleObject107.bin"/><Relationship Id="rId267" Type="http://schemas.openxmlformats.org/officeDocument/2006/relationships/image" Target="media/image143.png"/><Relationship Id="rId288" Type="http://schemas.openxmlformats.org/officeDocument/2006/relationships/oleObject" Target="embeddings/oleObject118.bin"/><Relationship Id="rId106" Type="http://schemas.openxmlformats.org/officeDocument/2006/relationships/image" Target="media/image65.wmf"/><Relationship Id="rId127" Type="http://schemas.openxmlformats.org/officeDocument/2006/relationships/image" Target="media/image74.wmf"/><Relationship Id="rId313" Type="http://schemas.openxmlformats.org/officeDocument/2006/relationships/image" Target="media/image174.wmf"/><Relationship Id="rId10" Type="http://schemas.openxmlformats.org/officeDocument/2006/relationships/oleObject" Target="embeddings/oleObject1.bin"/><Relationship Id="rId31" Type="http://schemas.openxmlformats.org/officeDocument/2006/relationships/oleObject" Target="embeddings/oleObject8.bin"/><Relationship Id="rId52" Type="http://schemas.openxmlformats.org/officeDocument/2006/relationships/image" Target="media/image27.wmf"/><Relationship Id="rId73" Type="http://schemas.openxmlformats.org/officeDocument/2006/relationships/oleObject" Target="embeddings/oleObject29.bin"/><Relationship Id="rId94" Type="http://schemas.openxmlformats.org/officeDocument/2006/relationships/image" Target="media/image53.png"/><Relationship Id="rId148" Type="http://schemas.openxmlformats.org/officeDocument/2006/relationships/oleObject" Target="embeddings/oleObject57.bin"/><Relationship Id="rId169" Type="http://schemas.openxmlformats.org/officeDocument/2006/relationships/image" Target="media/image95.wmf"/><Relationship Id="rId334" Type="http://schemas.openxmlformats.org/officeDocument/2006/relationships/image" Target="media/image184.wmf"/><Relationship Id="rId355" Type="http://schemas.openxmlformats.org/officeDocument/2006/relationships/oleObject" Target="embeddings/oleObject155.bin"/><Relationship Id="rId4" Type="http://schemas.openxmlformats.org/officeDocument/2006/relationships/settings" Target="settings.xml"/><Relationship Id="rId180" Type="http://schemas.openxmlformats.org/officeDocument/2006/relationships/image" Target="media/image100.wmf"/><Relationship Id="rId215" Type="http://schemas.openxmlformats.org/officeDocument/2006/relationships/image" Target="media/image117.wmf"/><Relationship Id="rId236" Type="http://schemas.openxmlformats.org/officeDocument/2006/relationships/oleObject" Target="embeddings/oleObject102.bin"/><Relationship Id="rId257" Type="http://schemas.openxmlformats.org/officeDocument/2006/relationships/image" Target="media/image138.wmf"/><Relationship Id="rId278" Type="http://schemas.openxmlformats.org/officeDocument/2006/relationships/image" Target="media/image154.png"/><Relationship Id="rId303" Type="http://schemas.openxmlformats.org/officeDocument/2006/relationships/oleObject" Target="embeddings/oleObject127.bin"/><Relationship Id="rId42" Type="http://schemas.openxmlformats.org/officeDocument/2006/relationships/image" Target="media/image22.wmf"/><Relationship Id="rId84" Type="http://schemas.openxmlformats.org/officeDocument/2006/relationships/image" Target="media/image43.png"/><Relationship Id="rId138" Type="http://schemas.openxmlformats.org/officeDocument/2006/relationships/oleObject" Target="embeddings/oleObject52.bin"/><Relationship Id="rId345" Type="http://schemas.openxmlformats.org/officeDocument/2006/relationships/oleObject" Target="embeddings/oleObject149.bin"/><Relationship Id="rId191" Type="http://schemas.openxmlformats.org/officeDocument/2006/relationships/image" Target="media/image105.wmf"/><Relationship Id="rId205" Type="http://schemas.openxmlformats.org/officeDocument/2006/relationships/image" Target="media/image112.wmf"/><Relationship Id="rId247" Type="http://schemas.openxmlformats.org/officeDocument/2006/relationships/image" Target="media/image133.wmf"/><Relationship Id="rId107" Type="http://schemas.openxmlformats.org/officeDocument/2006/relationships/oleObject" Target="embeddings/oleObject35.bin"/><Relationship Id="rId289" Type="http://schemas.openxmlformats.org/officeDocument/2006/relationships/image" Target="media/image164.wmf"/><Relationship Id="rId11" Type="http://schemas.openxmlformats.org/officeDocument/2006/relationships/image" Target="media/image3.png"/><Relationship Id="rId53" Type="http://schemas.openxmlformats.org/officeDocument/2006/relationships/oleObject" Target="embeddings/oleObject19.bin"/><Relationship Id="rId149" Type="http://schemas.openxmlformats.org/officeDocument/2006/relationships/image" Target="media/image85.wmf"/><Relationship Id="rId314" Type="http://schemas.openxmlformats.org/officeDocument/2006/relationships/oleObject" Target="embeddings/oleObject133.bin"/><Relationship Id="rId356" Type="http://schemas.openxmlformats.org/officeDocument/2006/relationships/image" Target="media/image194.wmf"/><Relationship Id="rId95" Type="http://schemas.openxmlformats.org/officeDocument/2006/relationships/image" Target="media/image54.png"/><Relationship Id="rId160" Type="http://schemas.openxmlformats.org/officeDocument/2006/relationships/oleObject" Target="embeddings/oleObject63.bin"/><Relationship Id="rId216" Type="http://schemas.openxmlformats.org/officeDocument/2006/relationships/oleObject" Target="embeddings/oleObject92.bin"/><Relationship Id="rId258" Type="http://schemas.openxmlformats.org/officeDocument/2006/relationships/oleObject" Target="embeddings/oleObject113.bin"/><Relationship Id="rId22" Type="http://schemas.openxmlformats.org/officeDocument/2006/relationships/image" Target="media/image12.wmf"/><Relationship Id="rId64" Type="http://schemas.openxmlformats.org/officeDocument/2006/relationships/oleObject" Target="embeddings/oleObject24.bin"/><Relationship Id="rId118" Type="http://schemas.openxmlformats.org/officeDocument/2006/relationships/image" Target="media/image71.wmf"/><Relationship Id="rId325" Type="http://schemas.openxmlformats.org/officeDocument/2006/relationships/oleObject" Target="embeddings/oleObject139.bin"/><Relationship Id="rId367" Type="http://schemas.openxmlformats.org/officeDocument/2006/relationships/fontTable" Target="fontTable.xml"/><Relationship Id="rId171" Type="http://schemas.openxmlformats.org/officeDocument/2006/relationships/image" Target="media/image96.wmf"/><Relationship Id="rId227" Type="http://schemas.openxmlformats.org/officeDocument/2006/relationships/image" Target="media/image123.wmf"/><Relationship Id="rId269" Type="http://schemas.openxmlformats.org/officeDocument/2006/relationships/image" Target="media/image145.png"/><Relationship Id="rId33" Type="http://schemas.openxmlformats.org/officeDocument/2006/relationships/oleObject" Target="embeddings/oleObject9.bin"/><Relationship Id="rId129" Type="http://schemas.openxmlformats.org/officeDocument/2006/relationships/image" Target="media/image75.wmf"/><Relationship Id="rId280" Type="http://schemas.openxmlformats.org/officeDocument/2006/relationships/image" Target="media/image156.png"/><Relationship Id="rId336" Type="http://schemas.openxmlformats.org/officeDocument/2006/relationships/image" Target="media/image185.wmf"/><Relationship Id="rId75" Type="http://schemas.openxmlformats.org/officeDocument/2006/relationships/oleObject" Target="embeddings/oleObject30.bin"/><Relationship Id="rId140" Type="http://schemas.openxmlformats.org/officeDocument/2006/relationships/oleObject" Target="embeddings/oleObject53.bin"/><Relationship Id="rId182" Type="http://schemas.openxmlformats.org/officeDocument/2006/relationships/oleObject" Target="embeddings/oleObject75.bin"/><Relationship Id="rId6" Type="http://schemas.openxmlformats.org/officeDocument/2006/relationships/footnotes" Target="footnotes.xml"/><Relationship Id="rId238" Type="http://schemas.openxmlformats.org/officeDocument/2006/relationships/oleObject" Target="embeddings/oleObject103.bin"/><Relationship Id="rId291" Type="http://schemas.openxmlformats.org/officeDocument/2006/relationships/image" Target="media/image165.wmf"/><Relationship Id="rId305" Type="http://schemas.openxmlformats.org/officeDocument/2006/relationships/image" Target="media/image170.wmf"/><Relationship Id="rId347" Type="http://schemas.openxmlformats.org/officeDocument/2006/relationships/oleObject" Target="embeddings/oleObject150.bin"/><Relationship Id="rId44" Type="http://schemas.openxmlformats.org/officeDocument/2006/relationships/image" Target="media/image23.wmf"/><Relationship Id="rId86" Type="http://schemas.openxmlformats.org/officeDocument/2006/relationships/image" Target="media/image45.png"/><Relationship Id="rId151" Type="http://schemas.openxmlformats.org/officeDocument/2006/relationships/image" Target="media/image86.wmf"/><Relationship Id="rId193" Type="http://schemas.openxmlformats.org/officeDocument/2006/relationships/image" Target="media/image106.wmf"/><Relationship Id="rId207" Type="http://schemas.openxmlformats.org/officeDocument/2006/relationships/image" Target="media/image113.wmf"/><Relationship Id="rId249" Type="http://schemas.openxmlformats.org/officeDocument/2006/relationships/image" Target="media/image134.wmf"/><Relationship Id="rId13" Type="http://schemas.openxmlformats.org/officeDocument/2006/relationships/image" Target="media/image5.png"/><Relationship Id="rId109" Type="http://schemas.openxmlformats.org/officeDocument/2006/relationships/oleObject" Target="embeddings/oleObject36.bin"/><Relationship Id="rId260" Type="http://schemas.openxmlformats.org/officeDocument/2006/relationships/oleObject" Target="embeddings/oleObject114.bin"/><Relationship Id="rId316" Type="http://schemas.openxmlformats.org/officeDocument/2006/relationships/oleObject" Target="embeddings/oleObject134.bin"/><Relationship Id="rId55" Type="http://schemas.openxmlformats.org/officeDocument/2006/relationships/oleObject" Target="embeddings/oleObject20.bin"/><Relationship Id="rId97" Type="http://schemas.openxmlformats.org/officeDocument/2006/relationships/image" Target="media/image56.png"/><Relationship Id="rId120" Type="http://schemas.openxmlformats.org/officeDocument/2006/relationships/oleObject" Target="embeddings/oleObject42.bin"/><Relationship Id="rId358" Type="http://schemas.openxmlformats.org/officeDocument/2006/relationships/image" Target="media/image195.wmf"/><Relationship Id="rId162" Type="http://schemas.openxmlformats.org/officeDocument/2006/relationships/oleObject" Target="embeddings/oleObject64.bin"/><Relationship Id="rId218" Type="http://schemas.openxmlformats.org/officeDocument/2006/relationships/oleObject" Target="embeddings/oleObject93.bin"/><Relationship Id="rId271" Type="http://schemas.openxmlformats.org/officeDocument/2006/relationships/image" Target="media/image147.png"/><Relationship Id="rId24" Type="http://schemas.openxmlformats.org/officeDocument/2006/relationships/image" Target="media/image13.wmf"/><Relationship Id="rId66" Type="http://schemas.openxmlformats.org/officeDocument/2006/relationships/oleObject" Target="embeddings/oleObject25.bin"/><Relationship Id="rId131" Type="http://schemas.openxmlformats.org/officeDocument/2006/relationships/image" Target="media/image76.wmf"/><Relationship Id="rId327" Type="http://schemas.openxmlformats.org/officeDocument/2006/relationships/oleObject" Target="embeddings/oleObject140.bin"/><Relationship Id="rId173" Type="http://schemas.openxmlformats.org/officeDocument/2006/relationships/image" Target="media/image97.wmf"/><Relationship Id="rId229" Type="http://schemas.openxmlformats.org/officeDocument/2006/relationships/image" Target="media/image124.wmf"/><Relationship Id="rId240" Type="http://schemas.openxmlformats.org/officeDocument/2006/relationships/oleObject" Target="embeddings/oleObject104.bin"/><Relationship Id="rId35" Type="http://schemas.openxmlformats.org/officeDocument/2006/relationships/oleObject" Target="embeddings/oleObject10.bin"/><Relationship Id="rId77" Type="http://schemas.openxmlformats.org/officeDocument/2006/relationships/oleObject" Target="embeddings/oleObject32.bin"/><Relationship Id="rId100" Type="http://schemas.openxmlformats.org/officeDocument/2006/relationships/image" Target="media/image59.png"/><Relationship Id="rId282" Type="http://schemas.openxmlformats.org/officeDocument/2006/relationships/image" Target="media/image158.png"/><Relationship Id="rId338" Type="http://schemas.openxmlformats.org/officeDocument/2006/relationships/image" Target="media/image186.wmf"/><Relationship Id="rId8" Type="http://schemas.openxmlformats.org/officeDocument/2006/relationships/image" Target="media/image1.png"/><Relationship Id="rId142" Type="http://schemas.openxmlformats.org/officeDocument/2006/relationships/oleObject" Target="embeddings/oleObject54.bin"/><Relationship Id="rId184" Type="http://schemas.openxmlformats.org/officeDocument/2006/relationships/oleObject" Target="embeddings/oleObject76.bin"/><Relationship Id="rId251" Type="http://schemas.openxmlformats.org/officeDocument/2006/relationships/image" Target="media/image135.wmf"/><Relationship Id="rId46" Type="http://schemas.openxmlformats.org/officeDocument/2006/relationships/image" Target="media/image24.wmf"/><Relationship Id="rId293" Type="http://schemas.openxmlformats.org/officeDocument/2006/relationships/oleObject" Target="embeddings/oleObject121.bin"/><Relationship Id="rId307" Type="http://schemas.openxmlformats.org/officeDocument/2006/relationships/image" Target="media/image171.wmf"/><Relationship Id="rId349" Type="http://schemas.openxmlformats.org/officeDocument/2006/relationships/oleObject" Target="embeddings/oleObject151.bin"/><Relationship Id="rId88" Type="http://schemas.openxmlformats.org/officeDocument/2006/relationships/image" Target="media/image47.png"/><Relationship Id="rId111" Type="http://schemas.openxmlformats.org/officeDocument/2006/relationships/oleObject" Target="embeddings/oleObject37.bin"/><Relationship Id="rId153" Type="http://schemas.openxmlformats.org/officeDocument/2006/relationships/image" Target="media/image87.wmf"/><Relationship Id="rId195" Type="http://schemas.openxmlformats.org/officeDocument/2006/relationships/image" Target="media/image107.wmf"/><Relationship Id="rId209" Type="http://schemas.openxmlformats.org/officeDocument/2006/relationships/image" Target="media/image114.wmf"/><Relationship Id="rId360" Type="http://schemas.openxmlformats.org/officeDocument/2006/relationships/image" Target="media/image196.wmf"/></Relationships>
</file>

<file path=word/_rels/footer1.xml.rels><?xml version="1.0" encoding="UTF-8" standalone="yes"?>
<Relationships xmlns="http://schemas.openxmlformats.org/package/2006/relationships"><Relationship Id="rId2" Type="http://schemas.openxmlformats.org/officeDocument/2006/relationships/image" Target="media/image199.png"/><Relationship Id="rId1" Type="http://schemas.openxmlformats.org/officeDocument/2006/relationships/image" Target="media/image198.png"/></Relationships>
</file>

<file path=word/_rels/header1.xml.rels><?xml version="1.0" encoding="UTF-8" standalone="yes"?>
<Relationships xmlns="http://schemas.openxmlformats.org/package/2006/relationships"><Relationship Id="rId2" Type="http://schemas.openxmlformats.org/officeDocument/2006/relationships/image" Target="media/image199.png"/><Relationship Id="rId1" Type="http://schemas.openxmlformats.org/officeDocument/2006/relationships/image" Target="media/image198.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HXJP\hxj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hxjp.dot</Template>
  <TotalTime>47</TotalTime>
  <Pages>4</Pages>
  <Words>835</Words>
  <Characters>4765</Characters>
  <Application>Microsoft Office Word</Application>
  <DocSecurity>0</DocSecurity>
  <Lines>39</Lines>
  <Paragraphs>11</Paragraphs>
  <ScaleCrop>false</ScaleCrop>
  <Company>Microsoft</Company>
  <LinksUpToDate>false</LinksUpToDate>
  <CharactersWithSpaces>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张奉国</dc:creator>
  <cp:lastModifiedBy>Lenovo</cp:lastModifiedBy>
  <cp:revision>30</cp:revision>
  <cp:lastPrinted>2017-04-20T05:31:00Z</cp:lastPrinted>
  <dcterms:created xsi:type="dcterms:W3CDTF">2018-04-24T09:10:00Z</dcterms:created>
  <dcterms:modified xsi:type="dcterms:W3CDTF">2024-04-02T12:36:00Z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