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>
    <v:background id="_x0000_s1025" o:bwmode="white" fillcolor="white [3212]">
      <v:fill r:id="rId4" o:title="5%" type="pattern"/>
    </v:background>
  </w:background>
  <w:body>
    <w:p w:rsidR="005C03FA" w:rsidRPr="00C73E51" w:rsidRDefault="005C03FA" w:rsidP="001F7544">
      <w:pPr>
        <w:spacing w:line="120" w:lineRule="auto"/>
        <w:jc w:val="center"/>
        <w:textAlignment w:val="center"/>
        <w:rPr>
          <w:rFonts w:asciiTheme="minorEastAsia" w:eastAsiaTheme="minorEastAsia" w:hAnsiTheme="minorEastAsia"/>
          <w:noProof/>
          <w:sz w:val="30"/>
          <w:szCs w:val="30"/>
        </w:rPr>
      </w:pPr>
      <w:r w:rsidRPr="00C73E51">
        <w:rPr>
          <w:rFonts w:asciiTheme="minorEastAsia" w:eastAsiaTheme="minorEastAsia" w:hAnsiTheme="minorEastAsia" w:hint="eastAsia"/>
          <w:noProof/>
          <w:sz w:val="30"/>
          <w:szCs w:val="30"/>
        </w:rPr>
        <w:t>2023-2024学年第二学期高一年级五月份质量调研</w:t>
      </w:r>
    </w:p>
    <w:p w:rsidR="005C03FA" w:rsidRPr="00C73E51" w:rsidRDefault="005C03FA" w:rsidP="001F7544">
      <w:pPr>
        <w:spacing w:line="120" w:lineRule="auto"/>
        <w:jc w:val="center"/>
        <w:textAlignment w:val="center"/>
        <w:rPr>
          <w:rFonts w:asciiTheme="minorEastAsia" w:eastAsiaTheme="minorEastAsia" w:hAnsiTheme="minorEastAsia"/>
          <w:noProof/>
          <w:sz w:val="30"/>
          <w:szCs w:val="30"/>
        </w:rPr>
      </w:pPr>
      <w:r w:rsidRPr="00C73E51">
        <w:rPr>
          <w:rFonts w:asciiTheme="minorEastAsia" w:eastAsiaTheme="minorEastAsia" w:hAnsiTheme="minorEastAsia" w:hint="eastAsia"/>
          <w:noProof/>
          <w:sz w:val="30"/>
          <w:szCs w:val="30"/>
        </w:rPr>
        <w:t>数学</w:t>
      </w:r>
      <w:r w:rsidR="00EE65B2" w:rsidRPr="00C73E51">
        <w:rPr>
          <w:rFonts w:asciiTheme="minorEastAsia" w:eastAsiaTheme="minorEastAsia" w:hAnsiTheme="minorEastAsia" w:hint="eastAsia"/>
          <w:noProof/>
          <w:sz w:val="30"/>
          <w:szCs w:val="30"/>
        </w:rPr>
        <w:t>答案</w:t>
      </w:r>
    </w:p>
    <w:p w:rsidR="00EF035E" w:rsidRPr="00C73E51" w:rsidRDefault="005C03FA" w:rsidP="001F7544">
      <w:pPr>
        <w:pStyle w:val="a6"/>
        <w:numPr>
          <w:ilvl w:val="0"/>
          <w:numId w:val="1"/>
        </w:numPr>
        <w:spacing w:line="120" w:lineRule="auto"/>
        <w:ind w:firstLineChars="0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C73E51">
        <w:rPr>
          <w:rFonts w:asciiTheme="minorEastAsia" w:eastAsiaTheme="minorEastAsia" w:hAnsiTheme="minorEastAsia" w:cs="宋体"/>
          <w:b/>
          <w:szCs w:val="21"/>
        </w:rPr>
        <w:t>单选题</w:t>
      </w:r>
      <w:r w:rsidR="004D1555" w:rsidRPr="00C73E51">
        <w:rPr>
          <w:rFonts w:asciiTheme="minorEastAsia" w:eastAsiaTheme="minorEastAsia" w:hAnsiTheme="minorEastAsia" w:cs="宋体" w:hint="eastAsia"/>
          <w:b/>
          <w:szCs w:val="21"/>
        </w:rPr>
        <w:t>（共40分</w:t>
      </w:r>
      <w:r w:rsidR="004D1555" w:rsidRPr="00C73E51">
        <w:rPr>
          <w:rFonts w:asciiTheme="minorEastAsia" w:eastAsiaTheme="minorEastAsia" w:hAnsiTheme="minorEastAsia" w:cs="宋体"/>
          <w:b/>
          <w:szCs w:val="21"/>
        </w:rPr>
        <w:t>，每小题</w:t>
      </w:r>
      <w:r w:rsidR="004D1555" w:rsidRPr="00C73E51">
        <w:rPr>
          <w:rFonts w:asciiTheme="minorEastAsia" w:eastAsiaTheme="minorEastAsia" w:hAnsiTheme="minorEastAsia" w:cs="宋体" w:hint="eastAsia"/>
          <w:b/>
          <w:szCs w:val="21"/>
        </w:rPr>
        <w:t>5分）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1"/>
        <w:gridCol w:w="947"/>
        <w:gridCol w:w="947"/>
        <w:gridCol w:w="947"/>
        <w:gridCol w:w="947"/>
        <w:gridCol w:w="947"/>
        <w:gridCol w:w="947"/>
        <w:gridCol w:w="947"/>
        <w:gridCol w:w="923"/>
      </w:tblGrid>
      <w:tr w:rsidR="004D1555" w:rsidRPr="00C73E51" w:rsidTr="004D1555">
        <w:tc>
          <w:tcPr>
            <w:tcW w:w="971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题号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1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2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3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4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5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6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7</w:t>
            </w:r>
          </w:p>
        </w:tc>
        <w:tc>
          <w:tcPr>
            <w:tcW w:w="923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8</w:t>
            </w:r>
          </w:p>
        </w:tc>
      </w:tr>
      <w:tr w:rsidR="004D1555" w:rsidRPr="00C73E51" w:rsidTr="004D1555">
        <w:tc>
          <w:tcPr>
            <w:tcW w:w="971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答案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B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/>
                <w:noProof/>
                <w:szCs w:val="21"/>
              </w:rPr>
              <w:t>C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C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A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B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D</w:t>
            </w:r>
          </w:p>
        </w:tc>
        <w:tc>
          <w:tcPr>
            <w:tcW w:w="947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C</w:t>
            </w:r>
          </w:p>
        </w:tc>
        <w:tc>
          <w:tcPr>
            <w:tcW w:w="923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B</w:t>
            </w:r>
          </w:p>
        </w:tc>
      </w:tr>
    </w:tbl>
    <w:p w:rsidR="00AA386F" w:rsidRPr="00C73E51" w:rsidRDefault="005C03FA" w:rsidP="001F7544">
      <w:pPr>
        <w:pStyle w:val="a6"/>
        <w:numPr>
          <w:ilvl w:val="0"/>
          <w:numId w:val="1"/>
        </w:numPr>
        <w:spacing w:line="120" w:lineRule="auto"/>
        <w:ind w:firstLineChars="0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C73E51">
        <w:rPr>
          <w:rFonts w:asciiTheme="minorEastAsia" w:eastAsiaTheme="minorEastAsia" w:hAnsiTheme="minorEastAsia" w:cs="宋体"/>
          <w:b/>
          <w:szCs w:val="21"/>
        </w:rPr>
        <w:t>多选题</w:t>
      </w:r>
      <w:r w:rsidR="004D1555" w:rsidRPr="00C73E51">
        <w:rPr>
          <w:rFonts w:asciiTheme="minorEastAsia" w:eastAsiaTheme="minorEastAsia" w:hAnsiTheme="minorEastAsia" w:cs="宋体" w:hint="eastAsia"/>
          <w:b/>
          <w:szCs w:val="21"/>
        </w:rPr>
        <w:t>（共18分</w:t>
      </w:r>
      <w:r w:rsidR="004D1555" w:rsidRPr="00C73E51">
        <w:rPr>
          <w:rFonts w:asciiTheme="minorEastAsia" w:eastAsiaTheme="minorEastAsia" w:hAnsiTheme="minorEastAsia" w:cs="宋体"/>
          <w:b/>
          <w:szCs w:val="21"/>
        </w:rPr>
        <w:t>，每小题</w:t>
      </w:r>
      <w:r w:rsidR="004D1555" w:rsidRPr="00C73E51">
        <w:rPr>
          <w:rFonts w:asciiTheme="minorEastAsia" w:eastAsiaTheme="minorEastAsia" w:hAnsiTheme="minorEastAsia" w:cs="宋体" w:hint="eastAsia"/>
          <w:b/>
          <w:szCs w:val="21"/>
        </w:rPr>
        <w:t>6分）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1559"/>
        <w:gridCol w:w="1276"/>
        <w:gridCol w:w="1134"/>
      </w:tblGrid>
      <w:tr w:rsidR="004D1555" w:rsidRPr="00C73E51" w:rsidTr="004D1555">
        <w:tc>
          <w:tcPr>
            <w:tcW w:w="1101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题号</w:t>
            </w:r>
          </w:p>
        </w:tc>
        <w:tc>
          <w:tcPr>
            <w:tcW w:w="1559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szCs w:val="21"/>
              </w:rPr>
              <w:t>9</w:t>
            </w:r>
          </w:p>
        </w:tc>
        <w:tc>
          <w:tcPr>
            <w:tcW w:w="1276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szCs w:val="21"/>
              </w:rPr>
              <w:t>11</w:t>
            </w:r>
          </w:p>
        </w:tc>
      </w:tr>
      <w:tr w:rsidR="004D1555" w:rsidRPr="00C73E51" w:rsidTr="004D1555">
        <w:tc>
          <w:tcPr>
            <w:tcW w:w="1101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noProof/>
                <w:szCs w:val="21"/>
              </w:rPr>
              <w:t>答案</w:t>
            </w:r>
          </w:p>
        </w:tc>
        <w:tc>
          <w:tcPr>
            <w:tcW w:w="1559" w:type="dxa"/>
          </w:tcPr>
          <w:p w:rsidR="004D1555" w:rsidRPr="00C73E51" w:rsidRDefault="00E6094B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AB</w:t>
            </w:r>
            <w:r w:rsidR="004D1555" w:rsidRPr="00C73E51">
              <w:rPr>
                <w:rFonts w:asciiTheme="minorEastAsia" w:eastAsiaTheme="minorEastAsia" w:hAnsiTheme="minorEastAsia" w:hint="eastAsia"/>
                <w:szCs w:val="21"/>
              </w:rPr>
              <w:t>D</w:t>
            </w:r>
          </w:p>
        </w:tc>
        <w:tc>
          <w:tcPr>
            <w:tcW w:w="1276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szCs w:val="21"/>
              </w:rPr>
              <w:t>ABD</w:t>
            </w:r>
          </w:p>
        </w:tc>
        <w:tc>
          <w:tcPr>
            <w:tcW w:w="1134" w:type="dxa"/>
          </w:tcPr>
          <w:p w:rsidR="004D1555" w:rsidRPr="00C73E51" w:rsidRDefault="004D1555" w:rsidP="001F7544">
            <w:pPr>
              <w:spacing w:line="120" w:lineRule="auto"/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C73E51">
              <w:rPr>
                <w:rFonts w:asciiTheme="minorEastAsia" w:eastAsiaTheme="minorEastAsia" w:hAnsiTheme="minorEastAsia" w:hint="eastAsia"/>
                <w:szCs w:val="21"/>
              </w:rPr>
              <w:t>AD</w:t>
            </w:r>
          </w:p>
        </w:tc>
      </w:tr>
    </w:tbl>
    <w:p w:rsidR="00AA386F" w:rsidRPr="00C73E51" w:rsidRDefault="005C03FA" w:rsidP="001F7544">
      <w:pPr>
        <w:spacing w:line="12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C73E51">
        <w:rPr>
          <w:rFonts w:asciiTheme="minorEastAsia" w:eastAsiaTheme="minorEastAsia" w:hAnsiTheme="minorEastAsia" w:cs="宋体"/>
          <w:b/>
          <w:szCs w:val="21"/>
        </w:rPr>
        <w:t>三、填空题</w:t>
      </w:r>
      <w:r w:rsidR="004D1555" w:rsidRPr="00C73E51">
        <w:rPr>
          <w:rFonts w:asciiTheme="minorEastAsia" w:eastAsiaTheme="minorEastAsia" w:hAnsiTheme="minorEastAsia" w:cs="宋体" w:hint="eastAsia"/>
          <w:b/>
          <w:szCs w:val="21"/>
        </w:rPr>
        <w:t>（共15分</w:t>
      </w:r>
      <w:r w:rsidR="004D1555" w:rsidRPr="00C73E51">
        <w:rPr>
          <w:rFonts w:asciiTheme="minorEastAsia" w:eastAsiaTheme="minorEastAsia" w:hAnsiTheme="minorEastAsia" w:cs="宋体"/>
          <w:b/>
          <w:szCs w:val="21"/>
        </w:rPr>
        <w:t>，每小题</w:t>
      </w:r>
      <w:r w:rsidR="004D1555" w:rsidRPr="00C73E51">
        <w:rPr>
          <w:rFonts w:asciiTheme="minorEastAsia" w:eastAsiaTheme="minorEastAsia" w:hAnsiTheme="minorEastAsia" w:cs="宋体" w:hint="eastAsia"/>
          <w:b/>
          <w:szCs w:val="21"/>
        </w:rPr>
        <w:t>5分）</w:t>
      </w:r>
    </w:p>
    <w:p w:rsidR="002A6836" w:rsidRPr="00C73E51" w:rsidRDefault="005D21C9" w:rsidP="001F7544">
      <w:pPr>
        <w:spacing w:line="120" w:lineRule="auto"/>
        <w:textAlignment w:val="center"/>
      </w:pPr>
      <w:r w:rsidRPr="00C73E51">
        <w:t>12</w:t>
      </w:r>
      <w:r w:rsidR="009713CF" w:rsidRPr="00C73E51">
        <w:t>．</w:t>
      </w:r>
      <w:r w:rsidR="004D1555" w:rsidRPr="00C73E51">
        <w:rPr>
          <w:rFonts w:hint="eastAsia"/>
        </w:rPr>
        <w:t>1</w:t>
      </w:r>
      <w:r w:rsidR="004D1555" w:rsidRPr="00C73E51">
        <w:t xml:space="preserve"> </w:t>
      </w:r>
      <w:r w:rsidR="004D1555" w:rsidRPr="00C73E51">
        <w:rPr>
          <w:rFonts w:hint="eastAsia"/>
        </w:rPr>
        <w:t xml:space="preserve">   </w:t>
      </w:r>
      <w:r w:rsidRPr="00C73E51">
        <w:t>13</w:t>
      </w:r>
      <w:r w:rsidR="005C03FA" w:rsidRPr="00C73E51">
        <w:t>．</w:t>
      </w:r>
      <w:r w:rsidR="004D1555" w:rsidRPr="00C73E51">
        <w:t xml:space="preserve"> </w:t>
      </w:r>
      <w:r w:rsidR="004D1555" w:rsidRPr="00C73E51">
        <w:object w:dxaOrig="5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eda3abb8811faa1de70d04a4d0e0ed26" style="width:25.5pt;height:27pt" o:ole="">
            <v:imagedata r:id="rId9" o:title="eqIdeda3abb8811faa1de70d04a4d0e0ed26"/>
          </v:shape>
          <o:OLEObject Type="Embed" ProgID="Equation.DSMT4" ShapeID="_x0000_i1025" DrawAspect="Content" ObjectID="_1778502857" r:id="rId10"/>
        </w:object>
      </w:r>
      <w:r w:rsidR="004D1555" w:rsidRPr="00C73E51">
        <w:t xml:space="preserve">      14</w:t>
      </w:r>
      <w:r w:rsidR="0045185F" w:rsidRPr="00C73E51">
        <w:rPr>
          <w:rFonts w:hint="eastAsia"/>
        </w:rPr>
        <w:t>.</w:t>
      </w:r>
      <w:r w:rsidR="004D1555" w:rsidRPr="00C73E51">
        <w:object w:dxaOrig="500" w:dyaOrig="619">
          <v:shape id="_x0000_i1026" type="#_x0000_t75" alt="eqId79a637d153c4d6398a5cd3fe70d18faf" style="width:22.5pt;height:27pt" o:ole="">
            <v:imagedata r:id="rId11" o:title="eqId79a637d153c4d6398a5cd3fe70d18faf"/>
          </v:shape>
          <o:OLEObject Type="Embed" ProgID="Equation.DSMT4" ShapeID="_x0000_i1026" DrawAspect="Content" ObjectID="_1778502858" r:id="rId12"/>
        </w:object>
      </w:r>
    </w:p>
    <w:p w:rsidR="002A6836" w:rsidRPr="000632FA" w:rsidRDefault="002A6836" w:rsidP="001F7544">
      <w:pPr>
        <w:spacing w:line="120" w:lineRule="auto"/>
        <w:textAlignment w:val="center"/>
      </w:pPr>
      <w:r w:rsidRPr="000632FA">
        <w:rPr>
          <w:rFonts w:hint="eastAsia"/>
          <w:b/>
        </w:rPr>
        <w:t>第</w:t>
      </w:r>
      <w:r w:rsidRPr="000632FA">
        <w:rPr>
          <w:b/>
        </w:rPr>
        <w:t>7</w:t>
      </w:r>
      <w:r w:rsidRPr="000632FA">
        <w:rPr>
          <w:rFonts w:hint="eastAsia"/>
          <w:b/>
        </w:rPr>
        <w:t>题</w:t>
      </w:r>
      <w:r w:rsidRPr="000632FA">
        <w:t>【详解】因为</w:t>
      </w:r>
      <w:r w:rsidRPr="000632FA">
        <w:object w:dxaOrig="6540" w:dyaOrig="500">
          <v:shape id="_x0000_i1027" type="#_x0000_t75" alt="eqId9ddd13c9984968f5033add936272c36c" style="width:4in;height:22.5pt" o:ole="">
            <v:imagedata r:id="rId13" o:title="eqId9ddd13c9984968f5033add936272c36c"/>
          </v:shape>
          <o:OLEObject Type="Embed" ProgID="Equation.DSMT4" ShapeID="_x0000_i1027" DrawAspect="Content" ObjectID="_1778502859" r:id="rId14"/>
        </w:object>
      </w:r>
      <w:r w:rsidRPr="000632FA">
        <w:t>，</w:t>
      </w:r>
    </w:p>
    <w:p w:rsidR="002A6836" w:rsidRPr="000632FA" w:rsidRDefault="002A6836" w:rsidP="001F7544">
      <w:pPr>
        <w:spacing w:line="120" w:lineRule="auto"/>
        <w:textAlignment w:val="center"/>
      </w:pPr>
      <w:r w:rsidRPr="000632FA">
        <w:t>所以</w:t>
      </w:r>
      <w:r w:rsidRPr="000632FA">
        <w:object w:dxaOrig="4320" w:dyaOrig="480">
          <v:shape id="_x0000_i1028" type="#_x0000_t75" alt="eqId9967a31b708bb6d8101d13062acd9ca8" style="width:189.75pt;height:21pt" o:ole="">
            <v:imagedata r:id="rId15" o:title="eqId9967a31b708bb6d8101d13062acd9ca8"/>
          </v:shape>
          <o:OLEObject Type="Embed" ProgID="Equation.DSMT4" ShapeID="_x0000_i1028" DrawAspect="Content" ObjectID="_1778502860" r:id="rId16"/>
        </w:object>
      </w:r>
      <w:r w:rsidRPr="000632FA">
        <w:t>，</w:t>
      </w:r>
    </w:p>
    <w:p w:rsidR="002A6836" w:rsidRPr="000632FA" w:rsidRDefault="002A6836" w:rsidP="001F7544">
      <w:pPr>
        <w:spacing w:line="120" w:lineRule="auto"/>
        <w:textAlignment w:val="center"/>
      </w:pPr>
      <w:r w:rsidRPr="000632FA">
        <w:t>设</w:t>
      </w:r>
      <w:r w:rsidRPr="000632FA">
        <w:object w:dxaOrig="400" w:dyaOrig="280">
          <v:shape id="_x0000_i1029" type="#_x0000_t75" alt="eqId0dc5c9827dfd0be5a9c85962d6ccbfb1" style="width:17.25pt;height:12.75pt" o:ole="">
            <v:imagedata r:id="rId17" o:title="eqId0dc5c9827dfd0be5a9c85962d6ccbfb1"/>
          </v:shape>
          <o:OLEObject Type="Embed" ProgID="Equation.DSMT4" ShapeID="_x0000_i1029" DrawAspect="Content" ObjectID="_1778502861" r:id="rId18"/>
        </w:object>
      </w:r>
      <w:r w:rsidRPr="000632FA">
        <w:t>的中点为</w:t>
      </w:r>
      <w:r w:rsidRPr="000632FA">
        <w:object w:dxaOrig="260" w:dyaOrig="260">
          <v:shape id="_x0000_i1030" type="#_x0000_t75" alt="eqId8455657dde27aabe6adb7b188e031c11" style="width:11.25pt;height:11.25pt" o:ole="">
            <v:imagedata r:id="rId19" o:title="eqId8455657dde27aabe6adb7b188e031c11"/>
          </v:shape>
          <o:OLEObject Type="Embed" ProgID="Equation.DSMT4" ShapeID="_x0000_i1030" DrawAspect="Content" ObjectID="_1778502862" r:id="rId20"/>
        </w:object>
      </w:r>
      <w:r w:rsidRPr="000632FA">
        <w:t>，则</w:t>
      </w:r>
      <w:r w:rsidRPr="000632FA">
        <w:object w:dxaOrig="1619" w:dyaOrig="340">
          <v:shape id="_x0000_i1031" type="#_x0000_t75" alt="eqIdc3d8042a1bd028950a8a479565b21d0f" style="width:71.25pt;height:15pt" o:ole="">
            <v:imagedata r:id="rId21" o:title="eqIdc3d8042a1bd028950a8a479565b21d0f"/>
          </v:shape>
          <o:OLEObject Type="Embed" ProgID="Equation.DSMT4" ShapeID="_x0000_i1031" DrawAspect="Content" ObjectID="_1778502863" r:id="rId22"/>
        </w:object>
      </w:r>
      <w:r w:rsidRPr="000632FA">
        <w:t>，则</w:t>
      </w:r>
      <w:r w:rsidRPr="000632FA">
        <w:object w:dxaOrig="1319" w:dyaOrig="340">
          <v:shape id="_x0000_i1032" type="#_x0000_t75" alt="eqId92dde75c3092680c7b00882c23f2182c" style="width:57.75pt;height:14.25pt" o:ole="">
            <v:imagedata r:id="rId23" o:title="eqId92dde75c3092680c7b00882c23f2182c"/>
          </v:shape>
          <o:OLEObject Type="Embed" ProgID="Equation.DSMT4" ShapeID="_x0000_i1032" DrawAspect="Content" ObjectID="_1778502864" r:id="rId24"/>
        </w:object>
      </w:r>
      <w:r w:rsidRPr="000632FA">
        <w:t>，</w:t>
      </w:r>
    </w:p>
    <w:p w:rsidR="002A6836" w:rsidRPr="000632FA" w:rsidRDefault="002A6836" w:rsidP="001F7544">
      <w:pPr>
        <w:spacing w:line="120" w:lineRule="auto"/>
        <w:textAlignment w:val="center"/>
      </w:pPr>
      <w:r w:rsidRPr="000632FA">
        <w:t>即</w:t>
      </w:r>
      <w:r w:rsidRPr="000632FA">
        <w:object w:dxaOrig="1199" w:dyaOrig="340">
          <v:shape id="_x0000_i1033" type="#_x0000_t75" alt="eqId81a224f2c0b00f12037e196bfaf1f891" style="width:52.5pt;height:14.25pt" o:ole="">
            <v:imagedata r:id="rId25" o:title="eqId81a224f2c0b00f12037e196bfaf1f891"/>
          </v:shape>
          <o:OLEObject Type="Embed" ProgID="Equation.DSMT4" ShapeID="_x0000_i1033" DrawAspect="Content" ObjectID="_1778502865" r:id="rId26"/>
        </w:object>
      </w:r>
      <w:r w:rsidRPr="000632FA">
        <w:t>，所以</w:t>
      </w:r>
      <w:r w:rsidRPr="000632FA">
        <w:object w:dxaOrig="980" w:dyaOrig="340">
          <v:shape id="_x0000_i1034" type="#_x0000_t75" alt="eqIdfb91944625eecb550ec438536fac213b" style="width:42.75pt;height:14.25pt" o:ole="">
            <v:imagedata r:id="rId27" o:title="eqIdfb91944625eecb550ec438536fac213b"/>
          </v:shape>
          <o:OLEObject Type="Embed" ProgID="Equation.DSMT4" ShapeID="_x0000_i1034" DrawAspect="Content" ObjectID="_1778502866" r:id="rId28"/>
        </w:object>
      </w:r>
      <w:r w:rsidRPr="000632FA">
        <w:t>，所以点</w:t>
      </w:r>
      <w:r w:rsidRPr="000632FA">
        <w:object w:dxaOrig="220" w:dyaOrig="240">
          <v:shape id="_x0000_i1035" type="#_x0000_t75" alt="eqIddad2a36927223bd70f426ba06aea4b45" style="width:9.75pt;height:10.5pt" o:ole="">
            <v:imagedata r:id="rId29" o:title="eqIddad2a36927223bd70f426ba06aea4b45"/>
          </v:shape>
          <o:OLEObject Type="Embed" ProgID="Equation.DSMT4" ShapeID="_x0000_i1035" DrawAspect="Content" ObjectID="_1778502867" r:id="rId30"/>
        </w:object>
      </w:r>
      <w:r w:rsidRPr="000632FA">
        <w:t>在线段</w:t>
      </w:r>
      <w:r w:rsidRPr="000632FA">
        <w:object w:dxaOrig="400" w:dyaOrig="280">
          <v:shape id="_x0000_i1036" type="#_x0000_t75" alt="eqId0dc5c9827dfd0be5a9c85962d6ccbfb1" style="width:17.25pt;height:12.75pt" o:ole="">
            <v:imagedata r:id="rId17" o:title="eqId0dc5c9827dfd0be5a9c85962d6ccbfb1"/>
          </v:shape>
          <o:OLEObject Type="Embed" ProgID="Equation.DSMT4" ShapeID="_x0000_i1036" DrawAspect="Content" ObjectID="_1778502868" r:id="rId31"/>
        </w:object>
      </w:r>
      <w:r w:rsidRPr="000632FA">
        <w:t>的中垂线上，</w:t>
      </w:r>
    </w:p>
    <w:p w:rsidR="002A6836" w:rsidRPr="000632FA" w:rsidRDefault="002A6836" w:rsidP="001F7544">
      <w:pPr>
        <w:spacing w:line="120" w:lineRule="auto"/>
        <w:textAlignment w:val="center"/>
      </w:pPr>
      <w:r w:rsidRPr="000632FA">
        <w:t>故点</w:t>
      </w:r>
      <w:r w:rsidRPr="000632FA">
        <w:object w:dxaOrig="220" w:dyaOrig="240">
          <v:shape id="_x0000_i1037" type="#_x0000_t75" alt="eqIddad2a36927223bd70f426ba06aea4b45" style="width:9.75pt;height:10.5pt" o:ole="">
            <v:imagedata r:id="rId29" o:title="eqIddad2a36927223bd70f426ba06aea4b45"/>
          </v:shape>
          <o:OLEObject Type="Embed" ProgID="Equation.DSMT4" ShapeID="_x0000_i1037" DrawAspect="Content" ObjectID="_1778502869" r:id="rId32"/>
        </w:object>
      </w:r>
      <w:r w:rsidRPr="000632FA">
        <w:t>的轨迹过</w:t>
      </w:r>
      <w:r w:rsidRPr="000632FA">
        <w:object w:dxaOrig="679" w:dyaOrig="280">
          <v:shape id="_x0000_i1038" type="#_x0000_t75" alt="eqId15c0dbe3c080c4c4636c64803e5c1f76" style="width:30pt;height:12.75pt" o:ole="">
            <v:imagedata r:id="rId33" o:title="eqId15c0dbe3c080c4c4636c64803e5c1f76"/>
          </v:shape>
          <o:OLEObject Type="Embed" ProgID="Equation.DSMT4" ShapeID="_x0000_i1038" DrawAspect="Content" ObjectID="_1778502870" r:id="rId34"/>
        </w:object>
      </w:r>
      <w:r w:rsidRPr="000632FA">
        <w:t>的外心</w:t>
      </w:r>
      <w:r w:rsidRPr="000632FA">
        <w:t>.</w:t>
      </w:r>
      <w:r w:rsidRPr="000632FA">
        <w:t>故选：</w:t>
      </w:r>
      <w:r w:rsidRPr="000632FA">
        <w:t>C</w:t>
      </w:r>
    </w:p>
    <w:p w:rsidR="002A6836" w:rsidRPr="000632FA" w:rsidRDefault="002A6836" w:rsidP="001F7544">
      <w:pPr>
        <w:spacing w:line="120" w:lineRule="auto"/>
        <w:textAlignment w:val="center"/>
      </w:pPr>
      <w:r w:rsidRPr="000632FA">
        <w:rPr>
          <w:rFonts w:hint="eastAsia"/>
          <w:b/>
        </w:rPr>
        <w:t>第</w:t>
      </w:r>
      <w:r w:rsidRPr="000632FA">
        <w:rPr>
          <w:b/>
        </w:rPr>
        <w:t>8</w:t>
      </w:r>
      <w:r w:rsidRPr="000632FA">
        <w:rPr>
          <w:rFonts w:hint="eastAsia"/>
          <w:b/>
        </w:rPr>
        <w:t>题</w:t>
      </w:r>
      <w:r w:rsidRPr="000632FA">
        <w:rPr>
          <w:rFonts w:hint="eastAsia"/>
        </w:rPr>
        <w:t>【详解】在</w:t>
      </w:r>
      <w:r w:rsidRPr="000632FA">
        <w:object w:dxaOrig="810" w:dyaOrig="255">
          <v:shape id="_x0000_i1039" type="#_x0000_t75" alt="eqId1ce7f6d278f2ef7a193b7eed7be6b3c5" style="width:40.5pt;height:12.75pt" o:ole="">
            <v:imagedata r:id="rId35" o:title="eqId1ce7f6d278f2ef7a193b7eed7be6b3c5"/>
          </v:shape>
          <o:OLEObject Type="Embed" ProgID="Equation.DSMT4" ShapeID="_x0000_i1039" DrawAspect="Content" ObjectID="_1778502871" r:id="rId36"/>
        </w:object>
      </w:r>
      <w:r w:rsidRPr="000632FA">
        <w:rPr>
          <w:rFonts w:hint="eastAsia"/>
        </w:rPr>
        <w:t>中，</w:t>
      </w:r>
      <w:r w:rsidRPr="000632FA">
        <w:object w:dxaOrig="1560" w:dyaOrig="510">
          <v:shape id="_x0000_i1040" type="#_x0000_t75" alt="eqId59c82830359ffbd465c3502ff962886c" style="width:78pt;height:25.5pt" o:ole="">
            <v:imagedata r:id="rId37" o:title="eqId59c82830359ffbd465c3502ff962886c"/>
          </v:shape>
          <o:OLEObject Type="Embed" ProgID="Equation.DSMT4" ShapeID="_x0000_i1040" DrawAspect="Content" ObjectID="_1778502872" r:id="rId38"/>
        </w:object>
      </w:r>
      <w:r w:rsidRPr="000632FA">
        <w:rPr>
          <w:rFonts w:hint="eastAsia"/>
        </w:rPr>
        <w:t>，则</w:t>
      </w:r>
      <w:r w:rsidRPr="000632FA">
        <w:object w:dxaOrig="945" w:dyaOrig="600">
          <v:shape id="_x0000_i1041" type="#_x0000_t75" alt="eqId27b183cb878f2ceedad8d780514dcc96" style="width:47.25pt;height:30pt" o:ole="">
            <v:imagedata r:id="rId39" o:title="eqId27b183cb878f2ceedad8d780514dcc96"/>
          </v:shape>
          <o:OLEObject Type="Embed" ProgID="Equation.DSMT4" ShapeID="_x0000_i1041" DrawAspect="Content" ObjectID="_1778502873" r:id="rId40"/>
        </w:object>
      </w:r>
      <w:r w:rsidRPr="000632FA">
        <w:rPr>
          <w:rFonts w:hint="eastAsia"/>
        </w:rPr>
        <w:t>，</w:t>
      </w:r>
    </w:p>
    <w:p w:rsidR="002A6836" w:rsidRPr="000632FA" w:rsidRDefault="002A6836" w:rsidP="001F7544">
      <w:pPr>
        <w:spacing w:line="120" w:lineRule="auto"/>
        <w:textAlignment w:val="center"/>
      </w:pPr>
      <w:r w:rsidRPr="000632FA">
        <w:rPr>
          <w:rFonts w:hint="eastAsia"/>
        </w:rPr>
        <w:t>又平面</w:t>
      </w:r>
      <w:r w:rsidRPr="000632FA">
        <w:object w:dxaOrig="495" w:dyaOrig="255">
          <v:shape id="_x0000_i1042" type="#_x0000_t75" alt="eqId7bef5239ddbb0972700ce01daf9ee7cf" style="width:24.75pt;height:12.75pt" o:ole="">
            <v:imagedata r:id="rId41" o:title="eqId7bef5239ddbb0972700ce01daf9ee7cf"/>
          </v:shape>
          <o:OLEObject Type="Embed" ProgID="Equation.DSMT4" ShapeID="_x0000_i1042" DrawAspect="Content" ObjectID="_1778502874" r:id="rId42"/>
        </w:object>
      </w:r>
      <w:r w:rsidRPr="000632FA">
        <w:object w:dxaOrig="390" w:dyaOrig="255">
          <v:shape id="_x0000_i1043" type="#_x0000_t75" alt="eqId65f83ce7bdb74611997432dd5c6c523e" style="width:19.5pt;height:12.75pt" o:ole="">
            <v:imagedata r:id="rId43" o:title="eqId65f83ce7bdb74611997432dd5c6c523e"/>
          </v:shape>
          <o:OLEObject Type="Embed" ProgID="Equation.DSMT4" ShapeID="_x0000_i1043" DrawAspect="Content" ObjectID="_1778502875" r:id="rId44"/>
        </w:object>
      </w:r>
      <w:r w:rsidRPr="000632FA">
        <w:rPr>
          <w:rFonts w:hint="eastAsia"/>
        </w:rPr>
        <w:t>，平面</w:t>
      </w:r>
      <w:r w:rsidRPr="000632FA">
        <w:object w:dxaOrig="495" w:dyaOrig="255">
          <v:shape id="_x0000_i1044" type="#_x0000_t75" alt="eqId7bef5239ddbb0972700ce01daf9ee7cf" style="width:24.75pt;height:12.75pt" o:ole="">
            <v:imagedata r:id="rId41" o:title="eqId7bef5239ddbb0972700ce01daf9ee7cf"/>
          </v:shape>
          <o:OLEObject Type="Embed" ProgID="Equation.DSMT4" ShapeID="_x0000_i1044" DrawAspect="Content" ObjectID="_1778502876" r:id="rId45"/>
        </w:object>
      </w:r>
      <w:r w:rsidRPr="000632FA">
        <w:object w:dxaOrig="1950" w:dyaOrig="240">
          <v:shape id="_x0000_i1045" type="#_x0000_t75" alt="eqIde14fe252ae59dc236103b2d73cd52f61" style="width:97.5pt;height:12pt" o:ole="">
            <v:imagedata r:id="rId46" o:title="eqIde14fe252ae59dc236103b2d73cd52f61"/>
          </v:shape>
          <o:OLEObject Type="Embed" ProgID="Equation.DSMT4" ShapeID="_x0000_i1045" DrawAspect="Content" ObjectID="_1778502877" r:id="rId47"/>
        </w:object>
      </w:r>
      <w:r w:rsidRPr="000632FA">
        <w:rPr>
          <w:rFonts w:hint="eastAsia"/>
        </w:rPr>
        <w:t>平面</w:t>
      </w:r>
      <w:r w:rsidRPr="000632FA">
        <w:object w:dxaOrig="495" w:dyaOrig="255">
          <v:shape id="_x0000_i1046" type="#_x0000_t75" alt="eqId7bef5239ddbb0972700ce01daf9ee7cf" style="width:24.75pt;height:12.75pt" o:ole="">
            <v:imagedata r:id="rId41" o:title="eqId7bef5239ddbb0972700ce01daf9ee7cf"/>
          </v:shape>
          <o:OLEObject Type="Embed" ProgID="Equation.DSMT4" ShapeID="_x0000_i1046" DrawAspect="Content" ObjectID="_1778502878" r:id="rId48"/>
        </w:object>
      </w:r>
      <w:r w:rsidRPr="000632FA">
        <w:rPr>
          <w:rFonts w:hint="eastAsia"/>
        </w:rPr>
        <w:t>，</w:t>
      </w:r>
    </w:p>
    <w:p w:rsidR="002A6836" w:rsidRPr="000632FA" w:rsidRDefault="002A6836" w:rsidP="001F7544">
      <w:pPr>
        <w:spacing w:line="120" w:lineRule="auto"/>
        <w:textAlignment w:val="center"/>
      </w:pPr>
      <w:r w:rsidRPr="000632FA">
        <w:rPr>
          <w:rFonts w:hint="eastAsia"/>
        </w:rPr>
        <w:t>所以</w:t>
      </w:r>
      <w:r w:rsidRPr="000632FA">
        <w:object w:dxaOrig="540" w:dyaOrig="255">
          <v:shape id="_x0000_i1047" type="#_x0000_t75" alt="eqIde2ffc6952e988d04f22f0fb2f7f0ab7b" style="width:27pt;height:12.75pt" o:ole="">
            <v:imagedata r:id="rId49" o:title="eqIde2ffc6952e988d04f22f0fb2f7f0ab7b"/>
          </v:shape>
          <o:OLEObject Type="Embed" ProgID="Equation.DSMT4" ShapeID="_x0000_i1047" DrawAspect="Content" ObjectID="_1778502879" r:id="rId50"/>
        </w:object>
      </w:r>
      <w:r w:rsidRPr="000632FA">
        <w:rPr>
          <w:rFonts w:hint="eastAsia"/>
        </w:rPr>
        <w:t>平面</w:t>
      </w:r>
      <w:r w:rsidR="00E6094B" w:rsidRPr="000632FA">
        <w:object w:dxaOrig="240" w:dyaOrig="220">
          <v:shape id="_x0000_i1305" type="#_x0000_t75" alt="eqId7bef5239ddbb0972700ce01daf9ee7cf" style="width:12pt;height:11.25pt" o:ole="">
            <v:imagedata r:id="rId51" o:title=""/>
          </v:shape>
          <o:OLEObject Type="Embed" ProgID="Equation.DSMT4" ShapeID="_x0000_i1305" DrawAspect="Content" ObjectID="_1778502880" r:id="rId52"/>
        </w:object>
      </w:r>
      <w:r w:rsidRPr="000632FA">
        <w:rPr>
          <w:rFonts w:hint="eastAsia"/>
        </w:rPr>
        <w:t>，连接</w:t>
      </w:r>
      <w:r w:rsidRPr="000632FA">
        <w:object w:dxaOrig="330" w:dyaOrig="240">
          <v:shape id="_x0000_i1049" type="#_x0000_t75" alt="eqId63a253c7fdf589ee3dece13d5b5b5732" style="width:16.5pt;height:12pt" o:ole="">
            <v:imagedata r:id="rId53" o:title="eqId63a253c7fdf589ee3dece13d5b5b5732"/>
          </v:shape>
          <o:OLEObject Type="Embed" ProgID="Equation.DSMT4" ShapeID="_x0000_i1049" DrawAspect="Content" ObjectID="_1778502881" r:id="rId54"/>
        </w:object>
      </w:r>
      <w:r w:rsidRPr="000632FA">
        <w:rPr>
          <w:rFonts w:hint="eastAsia"/>
        </w:rPr>
        <w:t>，</w:t>
      </w:r>
      <w:r w:rsidRPr="000632FA">
        <w:object w:dxaOrig="645" w:dyaOrig="225">
          <v:shape id="_x0000_i1050" type="#_x0000_t75" alt="eqId6f2426daca4101522518695d3ae4412f" style="width:32.25pt;height:11.25pt" o:ole="">
            <v:imagedata r:id="rId55" o:title="eqId6f2426daca4101522518695d3ae4412f"/>
          </v:shape>
          <o:OLEObject Type="Embed" ProgID="Equation.DSMT4" ShapeID="_x0000_i1050" DrawAspect="Content" ObjectID="_1778502882" r:id="rId56"/>
        </w:object>
      </w:r>
      <w:r w:rsidRPr="000632FA">
        <w:rPr>
          <w:rFonts w:hint="eastAsia"/>
        </w:rPr>
        <w:t>，所以</w:t>
      </w:r>
      <w:r w:rsidRPr="000632FA">
        <w:object w:dxaOrig="540" w:dyaOrig="255">
          <v:shape id="_x0000_i1051" type="#_x0000_t75" alt="eqIde2ffc6952e988d04f22f0fb2f7f0ab7b" style="width:27pt;height:12.75pt" o:ole="">
            <v:imagedata r:id="rId49" o:title="eqIde2ffc6952e988d04f22f0fb2f7f0ab7b"/>
          </v:shape>
          <o:OLEObject Type="Embed" ProgID="Equation.DSMT4" ShapeID="_x0000_i1051" DrawAspect="Content" ObjectID="_1778502883" r:id="rId57"/>
        </w:object>
      </w:r>
      <w:r w:rsidRPr="000632FA">
        <w:object w:dxaOrig="330" w:dyaOrig="240">
          <v:shape id="_x0000_i1052" type="#_x0000_t75" alt="eqId63a253c7fdf589ee3dece13d5b5b5732" style="width:16.5pt;height:12pt" o:ole="">
            <v:imagedata r:id="rId53" o:title="eqId63a253c7fdf589ee3dece13d5b5b5732"/>
          </v:shape>
          <o:OLEObject Type="Embed" ProgID="Equation.DSMT4" ShapeID="_x0000_i1052" DrawAspect="Content" ObjectID="_1778502884" r:id="rId58"/>
        </w:object>
      </w:r>
      <w:r w:rsidRPr="000632FA">
        <w:rPr>
          <w:rFonts w:hint="eastAsia"/>
        </w:rPr>
        <w:t>，</w:t>
      </w:r>
    </w:p>
    <w:p w:rsidR="002A6836" w:rsidRPr="000632FA" w:rsidRDefault="002A6836" w:rsidP="001F7544">
      <w:pPr>
        <w:spacing w:line="120" w:lineRule="auto"/>
        <w:textAlignment w:val="center"/>
      </w:pPr>
      <w:r w:rsidRPr="000632FA">
        <w:rPr>
          <w:rFonts w:hint="eastAsia"/>
        </w:rPr>
        <w:t>得</w:t>
      </w:r>
      <w:r w:rsidRPr="000632FA">
        <w:object w:dxaOrig="2250" w:dyaOrig="525">
          <v:shape id="_x0000_i1053" type="#_x0000_t75" alt="eqId997df5dd2964de3ce0b9d684ecab8b86" style="width:112.5pt;height:26.25pt" o:ole="">
            <v:imagedata r:id="rId59" o:title="eqId997df5dd2964de3ce0b9d684ecab8b86"/>
          </v:shape>
          <o:OLEObject Type="Embed" ProgID="Equation.DSMT4" ShapeID="_x0000_i1053" DrawAspect="Content" ObjectID="_1778502885" r:id="rId60"/>
        </w:object>
      </w:r>
      <w:r w:rsidRPr="000632FA">
        <w:rPr>
          <w:rFonts w:hint="eastAsia"/>
        </w:rPr>
        <w:t>，设</w:t>
      </w:r>
      <w:r w:rsidRPr="000632FA">
        <w:object w:dxaOrig="945" w:dyaOrig="255">
          <v:shape id="_x0000_i1054" type="#_x0000_t75" alt="eqIdeb3ebe2470b9f98ce309de1ce700a4b8" style="width:47.25pt;height:12.75pt" o:ole="">
            <v:imagedata r:id="rId61" o:title="eqIdeb3ebe2470b9f98ce309de1ce700a4b8"/>
          </v:shape>
          <o:OLEObject Type="Embed" ProgID="Equation.DSMT4" ShapeID="_x0000_i1054" DrawAspect="Content" ObjectID="_1778502886" r:id="rId62"/>
        </w:object>
      </w:r>
      <w:r w:rsidRPr="000632FA">
        <w:rPr>
          <w:rFonts w:hint="eastAsia"/>
        </w:rPr>
        <w:t>（</w:t>
      </w:r>
      <w:r w:rsidRPr="000632FA">
        <w:object w:dxaOrig="810" w:dyaOrig="255">
          <v:shape id="_x0000_i1055" type="#_x0000_t75" alt="eqId0917d846965359153058d56498f076bb" style="width:40.5pt;height:12.75pt" o:ole="">
            <v:imagedata r:id="rId63" o:title="eqId0917d846965359153058d56498f076bb"/>
          </v:shape>
          <o:OLEObject Type="Embed" ProgID="Equation.DSMT4" ShapeID="_x0000_i1055" DrawAspect="Content" ObjectID="_1778502887" r:id="rId64"/>
        </w:object>
      </w:r>
      <w:r w:rsidRPr="000632FA">
        <w:rPr>
          <w:rFonts w:hint="eastAsia"/>
        </w:rPr>
        <w:t>），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rPr>
          <w:rFonts w:hint="eastAsia"/>
        </w:rPr>
        <w:t>则</w:t>
      </w:r>
      <w:r w:rsidRPr="00C73E51">
        <w:object w:dxaOrig="1635" w:dyaOrig="450">
          <v:shape id="_x0000_i1056" type="#_x0000_t75" alt="eqIdaf8f6c3805950842f3539a22b19383bd" style="width:81.75pt;height:22.5pt" o:ole="">
            <v:imagedata r:id="rId65" o:title="eqIdaf8f6c3805950842f3539a22b19383bd"/>
          </v:shape>
          <o:OLEObject Type="Embed" ProgID="Equation.DSMT4" ShapeID="_x0000_i1056" DrawAspect="Content" ObjectID="_1778502888" r:id="rId66"/>
        </w:object>
      </w:r>
      <w:r w:rsidRPr="00C73E51">
        <w:rPr>
          <w:rFonts w:hint="eastAsia"/>
        </w:rPr>
        <w:t>，即</w:t>
      </w:r>
      <w:r w:rsidRPr="00C73E51">
        <w:object w:dxaOrig="1665" w:dyaOrig="510">
          <v:shape id="_x0000_i1057" type="#_x0000_t75" alt="eqId4e005888dc95c1de43c1a9c89fae3e54" style="width:83.25pt;height:25.5pt" o:ole="">
            <v:imagedata r:id="rId67" o:title="eqId4e005888dc95c1de43c1a9c89fae3e54"/>
          </v:shape>
          <o:OLEObject Type="Embed" ProgID="Equation.DSMT4" ShapeID="_x0000_i1057" DrawAspect="Content" ObjectID="_1778502889" r:id="rId68"/>
        </w:object>
      </w:r>
      <w:r w:rsidRPr="00C73E51">
        <w:rPr>
          <w:rFonts w:hint="eastAsia"/>
        </w:rPr>
        <w:t>，得</w:t>
      </w:r>
      <w:r w:rsidRPr="00C73E51">
        <w:object w:dxaOrig="825" w:dyaOrig="465">
          <v:shape id="_x0000_i1058" type="#_x0000_t75" alt="eqId228db59d3a0bee067527719fc9bc48a1" style="width:41.25pt;height:23.25pt" o:ole="">
            <v:imagedata r:id="rId69" o:title="eqId228db59d3a0bee067527719fc9bc48a1"/>
          </v:shape>
          <o:OLEObject Type="Embed" ProgID="Equation.DSMT4" ShapeID="_x0000_i1058" DrawAspect="Content" ObjectID="_1778502890" r:id="rId70"/>
        </w:object>
      </w:r>
      <w:r w:rsidRPr="00C73E51">
        <w:rPr>
          <w:rFonts w:hint="eastAsia"/>
        </w:rPr>
        <w:t>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rPr>
          <w:rFonts w:hint="eastAsia"/>
        </w:rPr>
        <w:t>当</w:t>
      </w:r>
      <w:r w:rsidRPr="00C73E51">
        <w:object w:dxaOrig="735" w:dyaOrig="255">
          <v:shape id="_x0000_i1059" type="#_x0000_t75" alt="eqId71b8dccda5ade6417e50e8216c8b7b40" style="width:36.75pt;height:12.75pt" o:ole="">
            <v:imagedata r:id="rId71" o:title="eqId71b8dccda5ade6417e50e8216c8b7b40"/>
          </v:shape>
          <o:OLEObject Type="Embed" ProgID="Equation.DSMT4" ShapeID="_x0000_i1059" DrawAspect="Content" ObjectID="_1778502891" r:id="rId72"/>
        </w:object>
      </w:r>
      <w:proofErr w:type="gramStart"/>
      <w:r w:rsidRPr="00C73E51">
        <w:rPr>
          <w:rFonts w:hint="eastAsia"/>
        </w:rPr>
        <w:t>即</w:t>
      </w:r>
      <w:r w:rsidRPr="00C73E51">
        <w:object w:dxaOrig="540" w:dyaOrig="540">
          <v:shape id="_x0000_i1060" type="#_x0000_t75" alt="eqId70ad7d1e3fad77908415415d6b2a90f4" style="width:27pt;height:27pt" o:ole="">
            <v:imagedata r:id="rId73" o:title="eqId70ad7d1e3fad77908415415d6b2a90f4"/>
          </v:shape>
          <o:OLEObject Type="Embed" ProgID="Equation.DSMT4" ShapeID="_x0000_i1060" DrawAspect="Content" ObjectID="_1778502892" r:id="rId74"/>
        </w:object>
      </w:r>
      <w:r w:rsidRPr="00C73E51">
        <w:rPr>
          <w:rFonts w:hint="eastAsia"/>
        </w:rPr>
        <w:t>即</w:t>
      </w:r>
      <w:proofErr w:type="gramEnd"/>
      <w:r w:rsidRPr="00C73E51">
        <w:object w:dxaOrig="840" w:dyaOrig="225">
          <v:shape id="_x0000_i1061" type="#_x0000_t75" alt="eqId6d975f472e1663622e2b7629a3f5ff95" style="width:42pt;height:11.25pt" o:ole="">
            <v:imagedata r:id="rId75" o:title="eqId6d975f472e1663622e2b7629a3f5ff95"/>
          </v:shape>
          <o:OLEObject Type="Embed" ProgID="Equation.DSMT4" ShapeID="_x0000_i1061" DrawAspect="Content" ObjectID="_1778502893" r:id="rId76"/>
        </w:object>
      </w:r>
      <w:r w:rsidRPr="00C73E51">
        <w:rPr>
          <w:rFonts w:hint="eastAsia"/>
        </w:rPr>
        <w:t>时，</w:t>
      </w:r>
      <w:r w:rsidRPr="00C73E51">
        <w:object w:dxaOrig="330" w:dyaOrig="225">
          <v:shape id="_x0000_i1062" type="#_x0000_t75" alt="eqId2cdba1337ec85fa9722cb4b320a82ae6" style="width:16.5pt;height:11.25pt" o:ole="">
            <v:imagedata r:id="rId77" o:title="eqId2cdba1337ec85fa9722cb4b320a82ae6"/>
          </v:shape>
          <o:OLEObject Type="Embed" ProgID="Equation.DSMT4" ShapeID="_x0000_i1062" DrawAspect="Content" ObjectID="_1778502894" r:id="rId78"/>
        </w:object>
      </w:r>
      <w:r w:rsidRPr="00C73E51">
        <w:rPr>
          <w:rFonts w:hint="eastAsia"/>
        </w:rPr>
        <w:t>取到最小值</w:t>
      </w:r>
      <w:r w:rsidRPr="00C73E51">
        <w:t>1</w:t>
      </w:r>
      <w:r w:rsidRPr="00C73E51">
        <w:rPr>
          <w:rFonts w:hint="eastAsia"/>
        </w:rPr>
        <w:t>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rPr>
          <w:rFonts w:hint="eastAsia"/>
        </w:rPr>
        <w:t>此时</w:t>
      </w:r>
      <w:r w:rsidRPr="00C73E51">
        <w:object w:dxaOrig="330" w:dyaOrig="240">
          <v:shape id="_x0000_i1063" type="#_x0000_t75" alt="eqId63a253c7fdf589ee3dece13d5b5b5732" style="width:16.5pt;height:12pt" o:ole="">
            <v:imagedata r:id="rId53" o:title="eqId63a253c7fdf589ee3dece13d5b5b5732"/>
          </v:shape>
          <o:OLEObject Type="Embed" ProgID="Equation.DSMT4" ShapeID="_x0000_i1063" DrawAspect="Content" ObjectID="_1778502895" r:id="rId79"/>
        </w:object>
      </w:r>
      <w:r w:rsidRPr="00C73E51">
        <w:rPr>
          <w:rFonts w:hint="eastAsia"/>
        </w:rPr>
        <w:t>取到最小值</w:t>
      </w:r>
      <w:r w:rsidRPr="00C73E51">
        <w:object w:dxaOrig="1875" w:dyaOrig="525">
          <v:shape id="_x0000_i1064" type="#_x0000_t75" alt="eqId46836915867b55482cb8a0942cfaf02a" style="width:93.75pt;height:26.25pt" o:ole="">
            <v:imagedata r:id="rId80" o:title="eqId46836915867b55482cb8a0942cfaf02a"/>
          </v:shape>
          <o:OLEObject Type="Embed" ProgID="Equation.DSMT4" ShapeID="_x0000_i1064" DrawAspect="Content" ObjectID="_1778502896" r:id="rId81"/>
        </w:object>
      </w:r>
      <w:r w:rsidR="00C73E51">
        <w:t>.</w:t>
      </w:r>
      <w:r w:rsidRPr="00C73E51">
        <w:rPr>
          <w:rFonts w:hint="eastAsia"/>
        </w:rPr>
        <w:t>故答案为：</w:t>
      </w:r>
      <w:r w:rsidRPr="00C73E51">
        <w:object w:dxaOrig="375" w:dyaOrig="600">
          <v:shape id="_x0000_i1065" type="#_x0000_t75" alt="eqId1174142f3bba761585b6bc2653009b36" style="width:18.75pt;height:30pt" o:ole="">
            <v:imagedata r:id="rId82" o:title="eqId1174142f3bba761585b6bc2653009b36"/>
          </v:shape>
          <o:OLEObject Type="Embed" ProgID="Equation.DSMT4" ShapeID="_x0000_i1065" DrawAspect="Content" ObjectID="_1778502897" r:id="rId83"/>
        </w:objec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 </w:t>
      </w:r>
      <w:r w:rsidRPr="001F7544">
        <w:rPr>
          <w:b/>
        </w:rPr>
        <w:t> </w:t>
      </w:r>
      <w:r w:rsidRPr="001F7544">
        <w:rPr>
          <w:rFonts w:hint="eastAsia"/>
          <w:b/>
        </w:rPr>
        <w:t>第</w:t>
      </w:r>
      <w:r w:rsidRPr="001F7544">
        <w:rPr>
          <w:rFonts w:hint="eastAsia"/>
          <w:b/>
        </w:rPr>
        <w:t>11</w:t>
      </w:r>
      <w:r w:rsidRPr="001F7544">
        <w:rPr>
          <w:rFonts w:hint="eastAsia"/>
          <w:b/>
        </w:rPr>
        <w:t>题</w:t>
      </w:r>
      <w:r w:rsidR="00C73E51" w:rsidRPr="00C73E51">
        <w:t>AD</w:t>
      </w:r>
      <w:r w:rsidR="00C73E51" w:rsidRPr="00C73E51">
        <w:t>．</w:t>
      </w:r>
      <w:r w:rsidRPr="00C73E51">
        <w:t>【详解】对选项</w:t>
      </w:r>
      <w:r w:rsidRPr="00C73E51">
        <w:object w:dxaOrig="240" w:dyaOrig="240">
          <v:shape id="_x0000_i1066" type="#_x0000_t75" alt="eqId5963abe8f421bd99a2aaa94831a951e9" style="width:10.5pt;height:10.5pt" o:ole="">
            <v:imagedata r:id="rId84" o:title="eqId5963abe8f421bd99a2aaa94831a951e9"/>
          </v:shape>
          <o:OLEObject Type="Embed" ProgID="Equation.DSMT4" ShapeID="_x0000_i1066" DrawAspect="Content" ObjectID="_1778502898" r:id="rId85"/>
        </w:object>
      </w:r>
      <w:r w:rsidRPr="00C73E51">
        <w:t>：在</w:t>
      </w:r>
      <w:r w:rsidRPr="00C73E51">
        <w:object w:dxaOrig="700" w:dyaOrig="320">
          <v:shape id="_x0000_i1067" type="#_x0000_t75" alt="eqId20a1eda00fc2d64ce3a42004b24adf00" style="width:30.75pt;height:13.5pt" o:ole="">
            <v:imagedata r:id="rId86" o:title="eqId20a1eda00fc2d64ce3a42004b24adf00"/>
          </v:shape>
          <o:OLEObject Type="Embed" ProgID="Equation.DSMT4" ShapeID="_x0000_i1067" DrawAspect="Content" ObjectID="_1778502899" r:id="rId87"/>
        </w:object>
      </w:r>
      <w:r w:rsidRPr="00C73E51">
        <w:t>中，因为</w:t>
      </w:r>
      <w:r w:rsidRPr="00C73E51">
        <w:object w:dxaOrig="320" w:dyaOrig="240">
          <v:shape id="_x0000_i1068" type="#_x0000_t75" alt="eqIdac047e91852b91af639feec23a9598b2" style="width:14.25pt;height:10.5pt" o:ole="">
            <v:imagedata r:id="rId88" o:title="eqIdac047e91852b91af639feec23a9598b2"/>
          </v:shape>
          <o:OLEObject Type="Embed" ProgID="Equation.DSMT4" ShapeID="_x0000_i1068" DrawAspect="Content" ObjectID="_1778502900" r:id="rId89"/>
        </w:object>
      </w:r>
      <w:r w:rsidRPr="00C73E51">
        <w:t>，</w:t>
      </w:r>
      <w:r w:rsidRPr="00C73E51">
        <w:object w:dxaOrig="280" w:dyaOrig="280">
          <v:shape id="_x0000_i1069" type="#_x0000_t75" alt="eqId54a5d7d3b6b63fe5c24c3907b7a8eaa3" style="width:12pt;height:12pt" o:ole="">
            <v:imagedata r:id="rId90" o:title="eqId54a5d7d3b6b63fe5c24c3907b7a8eaa3"/>
          </v:shape>
          <o:OLEObject Type="Embed" ProgID="Equation.DSMT4" ShapeID="_x0000_i1069" DrawAspect="Content" ObjectID="_1778502901" r:id="rId91"/>
        </w:object>
      </w:r>
      <w:r w:rsidRPr="00C73E51">
        <w:t>为</w:t>
      </w:r>
      <w:r w:rsidRPr="00C73E51">
        <w:object w:dxaOrig="419" w:dyaOrig="280">
          <v:shape id="_x0000_i1070" type="#_x0000_t75" alt="eqId60ef95894ceebaf236170e8832dcf7e3" style="width:18.75pt;height:12.75pt" o:ole="">
            <v:imagedata r:id="rId92" o:title="eqId60ef95894ceebaf236170e8832dcf7e3"/>
          </v:shape>
          <o:OLEObject Type="Embed" ProgID="Equation.DSMT4" ShapeID="_x0000_i1070" DrawAspect="Content" ObjectID="_1778502902" r:id="rId93"/>
        </w:object>
      </w:r>
      <w:r w:rsidRPr="00C73E51">
        <w:t>，</w:t>
      </w:r>
      <w:r w:rsidRPr="00C73E51">
        <w:object w:dxaOrig="420" w:dyaOrig="320">
          <v:shape id="_x0000_i1071" type="#_x0000_t75" alt="eqId84d454c82d9e52747563d47b68099249" style="width:18.75pt;height:13.5pt" o:ole="">
            <v:imagedata r:id="rId94" o:title="eqId84d454c82d9e52747563d47b68099249"/>
          </v:shape>
          <o:OLEObject Type="Embed" ProgID="Equation.DSMT4" ShapeID="_x0000_i1071" DrawAspect="Content" ObjectID="_1778502903" r:id="rId95"/>
        </w:object>
      </w:r>
      <w:r w:rsidRPr="00C73E51">
        <w:t>的中点，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rPr>
          <w:noProof/>
        </w:rPr>
        <w:drawing>
          <wp:anchor distT="0" distB="0" distL="114300" distR="114300" simplePos="0" relativeHeight="251671040" behindDoc="0" locked="0" layoutInCell="1" allowOverlap="1" wp14:anchorId="26996B3E" wp14:editId="66B3F0DA">
            <wp:simplePos x="0" y="0"/>
            <wp:positionH relativeFrom="column">
              <wp:posOffset>4676775</wp:posOffset>
            </wp:positionH>
            <wp:positionV relativeFrom="paragraph">
              <wp:posOffset>118110</wp:posOffset>
            </wp:positionV>
            <wp:extent cx="994410" cy="952500"/>
            <wp:effectExtent l="0" t="0" r="0" b="0"/>
            <wp:wrapSquare wrapText="bothSides"/>
            <wp:docPr id="5" name="图片 5" descr="@@@db6d1f54-8126-4a2d-a594-5a68d940d4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"/>
                    <pic:cNvPicPr>
                      <a:picLocks noChangeAspect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41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3E51">
        <w:t>所以</w:t>
      </w:r>
      <w:r w:rsidRPr="00C73E51">
        <w:object w:dxaOrig="1060" w:dyaOrig="320">
          <v:shape id="_x0000_i1072" type="#_x0000_t75" alt="eqIdbc98fe351b9ce055518b70e97b80c038" style="width:46.5pt;height:14.25pt" o:ole="">
            <v:imagedata r:id="rId97" o:title="eqIdbc98fe351b9ce055518b70e97b80c038"/>
          </v:shape>
          <o:OLEObject Type="Embed" ProgID="Equation.DSMT4" ShapeID="_x0000_i1072" DrawAspect="Content" ObjectID="_1778502904" r:id="rId98"/>
        </w:object>
      </w:r>
      <w:r w:rsidRPr="00C73E51">
        <w:t>，所以</w:t>
      </w:r>
      <w:r w:rsidRPr="00C73E51">
        <w:object w:dxaOrig="419" w:dyaOrig="280">
          <v:shape id="_x0000_i1073" type="#_x0000_t75" alt="eqId167d31eb8432b5c0364316e5048c23dd" style="width:18.75pt;height:12pt" o:ole="">
            <v:imagedata r:id="rId99" o:title="eqId167d31eb8432b5c0364316e5048c23dd"/>
          </v:shape>
          <o:OLEObject Type="Embed" ProgID="Equation.DSMT4" ShapeID="_x0000_i1073" DrawAspect="Content" ObjectID="_1778502905" r:id="rId100"/>
        </w:object>
      </w:r>
      <w:r w:rsidRPr="00C73E51">
        <w:t>与</w:t>
      </w:r>
      <w:r w:rsidRPr="00C73E51">
        <w:object w:dxaOrig="440" w:dyaOrig="300">
          <v:shape id="_x0000_i1074" type="#_x0000_t75" alt="eqIddb8305c4ffbf876642440c3d28e91e9f" style="width:19.5pt;height:13.5pt" o:ole="">
            <v:imagedata r:id="rId101" o:title="eqIddb8305c4ffbf876642440c3d28e91e9f"/>
          </v:shape>
          <o:OLEObject Type="Embed" ProgID="Equation.DSMT4" ShapeID="_x0000_i1074" DrawAspect="Content" ObjectID="_1778502906" r:id="rId102"/>
        </w:object>
      </w:r>
      <w:r w:rsidRPr="00C73E51">
        <w:t>共面，所以</w:t>
      </w:r>
      <w:r w:rsidRPr="00C73E51">
        <w:object w:dxaOrig="260" w:dyaOrig="260">
          <v:shape id="_x0000_i1075" type="#_x0000_t75" alt="eqIdff4489d9b83072184c0e1d6b09be50ca" style="width:11.25pt;height:11.25pt" o:ole="">
            <v:imagedata r:id="rId103" o:title="eqIdff4489d9b83072184c0e1d6b09be50ca"/>
          </v:shape>
          <o:OLEObject Type="Embed" ProgID="Equation.DSMT4" ShapeID="_x0000_i1075" DrawAspect="Content" ObjectID="_1778502907" r:id="rId104"/>
        </w:object>
      </w:r>
      <w:r w:rsidRPr="00C73E51">
        <w:t>正确；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对选项</w:t>
      </w:r>
      <w:r w:rsidRPr="00C73E51">
        <w:t>B</w:t>
      </w:r>
      <w:r w:rsidRPr="00C73E51">
        <w:t>：由</w:t>
      </w:r>
      <w:r w:rsidRPr="00C73E51">
        <w:object w:dxaOrig="1500" w:dyaOrig="320">
          <v:shape id="_x0000_i1076" type="#_x0000_t75" alt="eqId45e711e0a6a150c0b9287f72fb408d3e" style="width:66pt;height:13.5pt" o:ole="">
            <v:imagedata r:id="rId105" o:title="eqId45e711e0a6a150c0b9287f72fb408d3e"/>
          </v:shape>
          <o:OLEObject Type="Embed" ProgID="Equation.DSMT4" ShapeID="_x0000_i1076" DrawAspect="Content" ObjectID="_1778502908" r:id="rId106"/>
        </w:object>
      </w:r>
      <w:r w:rsidRPr="00C73E51">
        <w:t>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因为</w:t>
      </w:r>
      <w:r w:rsidRPr="00C73E51">
        <w:object w:dxaOrig="280" w:dyaOrig="280">
          <v:shape id="_x0000_i1077" type="#_x0000_t75" alt="eqId54a5d7d3b6b63fe5c24c3907b7a8eaa3" style="width:12pt;height:12pt" o:ole="">
            <v:imagedata r:id="rId90" o:title="eqId54a5d7d3b6b63fe5c24c3907b7a8eaa3"/>
          </v:shape>
          <o:OLEObject Type="Embed" ProgID="Equation.DSMT4" ShapeID="_x0000_i1077" DrawAspect="Content" ObjectID="_1778502909" r:id="rId107"/>
        </w:object>
      </w:r>
      <w:r w:rsidRPr="00C73E51">
        <w:t>到平面</w:t>
      </w:r>
      <w:r w:rsidRPr="00C73E51">
        <w:object w:dxaOrig="720" w:dyaOrig="280">
          <v:shape id="_x0000_i1078" type="#_x0000_t75" alt="eqId411b38a18046fea8e9fab1f9f9b80a5f" style="width:31.5pt;height:12.75pt" o:ole="">
            <v:imagedata r:id="rId108" o:title="eqId411b38a18046fea8e9fab1f9f9b80a5f"/>
          </v:shape>
          <o:OLEObject Type="Embed" ProgID="Equation.DSMT4" ShapeID="_x0000_i1078" DrawAspect="Content" ObjectID="_1778502910" r:id="rId109"/>
        </w:object>
      </w:r>
      <w:r w:rsidRPr="00C73E51">
        <w:t>的距离为定值</w:t>
      </w:r>
      <w:r w:rsidR="00B15D9E" w:rsidRPr="00C73E51">
        <w:object w:dxaOrig="139" w:dyaOrig="260">
          <v:shape id="_x0000_i1307" type="#_x0000_t75" alt="eqIdf89eef3148f2d4d09379767b4af69132" style="width:6pt;height:9pt" o:ole="">
            <v:imagedata r:id="rId110" o:title=""/>
          </v:shape>
          <o:OLEObject Type="Embed" ProgID="Equation.DSMT4" ShapeID="_x0000_i1307" DrawAspect="Content" ObjectID="_1778502911" r:id="rId111"/>
        </w:object>
      </w:r>
      <w:r w:rsidRPr="00C73E51">
        <w:t>，且</w:t>
      </w:r>
      <w:r w:rsidRPr="00C73E51">
        <w:object w:dxaOrig="859" w:dyaOrig="260">
          <v:shape id="_x0000_i1080" type="#_x0000_t75" alt="eqIdf7f9fba8a4098c1a0515286eb8d616dc" style="width:37.5pt;height:11.25pt" o:ole="">
            <v:imagedata r:id="rId112" o:title="eqIdf7f9fba8a4098c1a0515286eb8d616dc"/>
          </v:shape>
          <o:OLEObject Type="Embed" ProgID="Equation.DSMT4" ShapeID="_x0000_i1080" DrawAspect="Content" ObjectID="_1778502912" r:id="rId113"/>
        </w:object>
      </w:r>
      <w:r w:rsidRPr="00C73E51">
        <w:t>的面积为定值</w:t>
      </w:r>
      <w:r w:rsidR="00B15D9E" w:rsidRPr="00C73E51">
        <w:object w:dxaOrig="139" w:dyaOrig="260">
          <v:shape id="_x0000_i1309" type="#_x0000_t75" alt="eqId56d266a04f3dc7483eddbc26c5e487db" style="width:6pt;height:12pt" o:ole="">
            <v:imagedata r:id="rId114" o:title=""/>
          </v:shape>
          <o:OLEObject Type="Embed" ProgID="Equation.DSMT4" ShapeID="_x0000_i1309" DrawAspect="Content" ObjectID="_1778502913" r:id="rId115"/>
        </w:object>
      </w:r>
      <w:r w:rsidRPr="00C73E51">
        <w:t>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所以三棱锥</w:t>
      </w:r>
      <w:r w:rsidRPr="00C73E51">
        <w:object w:dxaOrig="1020" w:dyaOrig="280">
          <v:shape id="_x0000_i1082" type="#_x0000_t75" alt="eqId9933c392d85e51aba78e72468363579b" style="width:45pt;height:12pt" o:ole="">
            <v:imagedata r:id="rId116" o:title="eqId9933c392d85e51aba78e72468363579b"/>
          </v:shape>
          <o:OLEObject Type="Embed" ProgID="Equation.DSMT4" ShapeID="_x0000_i1082" DrawAspect="Content" ObjectID="_1778502914" r:id="rId117"/>
        </w:object>
      </w:r>
      <w:r w:rsidRPr="00C73E51">
        <w:t>的体积跟</w:t>
      </w:r>
      <w:r w:rsidRPr="00C73E51">
        <w:object w:dxaOrig="220" w:dyaOrig="280">
          <v:shape id="_x0000_i1083" type="#_x0000_t75" alt="eqIddf64046e91b047037f19e4032e3b6de3" style="width:9.75pt;height:12pt" o:ole="">
            <v:imagedata r:id="rId118" o:title="eqIddf64046e91b047037f19e4032e3b6de3"/>
          </v:shape>
          <o:OLEObject Type="Embed" ProgID="Equation.DSMT4" ShapeID="_x0000_i1083" DrawAspect="Content" ObjectID="_1778502915" r:id="rId119"/>
        </w:object>
      </w:r>
      <w:r w:rsidRPr="00C73E51">
        <w:t>的取值无关，为定值，所以</w:t>
      </w:r>
      <w:r w:rsidRPr="00C73E51">
        <w:t>B</w:t>
      </w:r>
      <w:r w:rsidRPr="00C73E51">
        <w:t>不正确；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对选项</w:t>
      </w:r>
      <w:r w:rsidRPr="00C73E51">
        <w:t>C</w:t>
      </w:r>
      <w:r w:rsidRPr="00C73E51">
        <w:t>：若</w:t>
      </w:r>
      <w:r w:rsidRPr="00C73E51">
        <w:object w:dxaOrig="1160" w:dyaOrig="320">
          <v:shape id="_x0000_i1084" type="#_x0000_t75" alt="eqId04788d23a49a7025c8375c25d923a7c8" style="width:51pt;height:14.25pt" o:ole="">
            <v:imagedata r:id="rId120" o:title="eqId04788d23a49a7025c8375c25d923a7c8"/>
          </v:shape>
          <o:OLEObject Type="Embed" ProgID="Equation.DSMT4" ShapeID="_x0000_i1084" DrawAspect="Content" ObjectID="_1778502916" r:id="rId121"/>
        </w:object>
      </w:r>
      <w:r w:rsidRPr="00C73E51">
        <w:t>，在正方体</w:t>
      </w:r>
      <w:r w:rsidRPr="00C73E51">
        <w:object w:dxaOrig="1780" w:dyaOrig="360">
          <v:shape id="_x0000_i1085" type="#_x0000_t75" alt="eqId6e09725691ee7851f54c0dee86b2bf55" style="width:78pt;height:16.5pt" o:ole="">
            <v:imagedata r:id="rId122" o:title="eqId6e09725691ee7851f54c0dee86b2bf55"/>
          </v:shape>
          <o:OLEObject Type="Embed" ProgID="Equation.DSMT4" ShapeID="_x0000_i1085" DrawAspect="Content" ObjectID="_1778502917" r:id="rId123"/>
        </w:object>
      </w:r>
      <w:r w:rsidRPr="00C73E51">
        <w:t>中，</w:t>
      </w:r>
      <w:r w:rsidRPr="00C73E51">
        <w:object w:dxaOrig="1080" w:dyaOrig="260">
          <v:shape id="_x0000_i1086" type="#_x0000_t75" alt="eqId52ab924e3692515bd8be4c36472a959a" style="width:47.25pt;height:11.25pt" o:ole="">
            <v:imagedata r:id="rId124" o:title="eqId52ab924e3692515bd8be4c36472a959a"/>
          </v:shape>
          <o:OLEObject Type="Embed" ProgID="Equation.DSMT4" ShapeID="_x0000_i1086" DrawAspect="Content" ObjectID="_1778502918" r:id="rId125"/>
        </w:object>
      </w:r>
      <w:r w:rsidRPr="00C73E51">
        <w:t>，</w:t>
      </w:r>
    </w:p>
    <w:p w:rsidR="002A6836" w:rsidRPr="00C73E51" w:rsidRDefault="001F7544" w:rsidP="001F7544">
      <w:pPr>
        <w:spacing w:line="120" w:lineRule="auto"/>
        <w:textAlignment w:val="center"/>
      </w:pPr>
      <w:r w:rsidRPr="00C73E51">
        <w:rPr>
          <w:noProof/>
        </w:rPr>
        <w:drawing>
          <wp:anchor distT="0" distB="0" distL="114300" distR="114300" simplePos="0" relativeHeight="251699712" behindDoc="0" locked="0" layoutInCell="1" allowOverlap="1" wp14:anchorId="5C647500" wp14:editId="14E964E2">
            <wp:simplePos x="0" y="0"/>
            <wp:positionH relativeFrom="column">
              <wp:posOffset>4427855</wp:posOffset>
            </wp:positionH>
            <wp:positionV relativeFrom="paragraph">
              <wp:posOffset>61595</wp:posOffset>
            </wp:positionV>
            <wp:extent cx="933450" cy="898525"/>
            <wp:effectExtent l="0" t="0" r="0" b="0"/>
            <wp:wrapSquare wrapText="bothSides"/>
            <wp:docPr id="6" name="图片 6" descr="@@@fea3d1a1-18ff-4d3d-9d47-ae612bd73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"/>
                    <pic:cNvPicPr>
                      <a:picLocks noChangeAspect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6836" w:rsidRPr="00C73E51">
        <w:t>因为</w:t>
      </w:r>
      <w:r w:rsidR="002A6836" w:rsidRPr="00C73E51">
        <w:object w:dxaOrig="1559" w:dyaOrig="320">
          <v:shape id="_x0000_i1087" type="#_x0000_t75" alt="eqId88826b5efb47b946b429c20d837c0b12" style="width:68.25pt;height:14.25pt" o:ole="">
            <v:imagedata r:id="rId127" o:title="eqId88826b5efb47b946b429c20d837c0b12"/>
          </v:shape>
          <o:OLEObject Type="Embed" ProgID="Equation.DSMT4" ShapeID="_x0000_i1087" DrawAspect="Content" ObjectID="_1778502919" r:id="rId128"/>
        </w:object>
      </w:r>
      <w:r w:rsidR="002A6836" w:rsidRPr="00C73E51">
        <w:t>，</w:t>
      </w:r>
      <w:r w:rsidR="002A6836" w:rsidRPr="00C73E51">
        <w:object w:dxaOrig="1120" w:dyaOrig="320">
          <v:shape id="_x0000_i1088" type="#_x0000_t75" alt="eqIde870950cc781296105cf40ffaf4c246a" style="width:49.5pt;height:13.5pt" o:ole="">
            <v:imagedata r:id="rId129" o:title="eqIde870950cc781296105cf40ffaf4c246a"/>
          </v:shape>
          <o:OLEObject Type="Embed" ProgID="Equation.DSMT4" ShapeID="_x0000_i1088" DrawAspect="Content" ObjectID="_1778502920" r:id="rId130"/>
        </w:object>
      </w:r>
      <w:r w:rsidR="002A6836" w:rsidRPr="00C73E51">
        <w:t>平面</w:t>
      </w:r>
      <w:r w:rsidR="002A6836" w:rsidRPr="00C73E51">
        <w:object w:dxaOrig="580" w:dyaOrig="320">
          <v:shape id="_x0000_i1089" type="#_x0000_t75" alt="eqId532c7d9eb4015a630d0f2f5038991932" style="width:25.5pt;height:13.5pt" o:ole="">
            <v:imagedata r:id="rId131" o:title="eqId532c7d9eb4015a630d0f2f5038991932"/>
          </v:shape>
          <o:OLEObject Type="Embed" ProgID="Equation.DSMT4" ShapeID="_x0000_i1089" DrawAspect="Content" ObjectID="_1778502921" r:id="rId132"/>
        </w:object>
      </w:r>
      <w:r w:rsidR="002A6836" w:rsidRPr="00C73E51">
        <w:t>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所以</w:t>
      </w:r>
      <w:r w:rsidRPr="00C73E51">
        <w:object w:dxaOrig="699" w:dyaOrig="260">
          <v:shape id="_x0000_i1090" type="#_x0000_t75" alt="eqId7d0edb1508fc95765f3bb316bcb5252d" style="width:30.75pt;height:11.25pt" o:ole="">
            <v:imagedata r:id="rId133" o:title="eqId7d0edb1508fc95765f3bb316bcb5252d"/>
          </v:shape>
          <o:OLEObject Type="Embed" ProgID="Equation.DSMT4" ShapeID="_x0000_i1090" DrawAspect="Content" ObjectID="_1778502922" r:id="rId134"/>
        </w:object>
      </w:r>
      <w:r w:rsidRPr="00C73E51">
        <w:t>平面</w:t>
      </w:r>
      <w:r w:rsidRPr="00C73E51">
        <w:object w:dxaOrig="580" w:dyaOrig="320">
          <v:shape id="_x0000_i1091" type="#_x0000_t75" alt="eqId532c7d9eb4015a630d0f2f5038991932" style="width:25.5pt;height:13.5pt" o:ole="">
            <v:imagedata r:id="rId131" o:title="eqId532c7d9eb4015a630d0f2f5038991932"/>
          </v:shape>
          <o:OLEObject Type="Embed" ProgID="Equation.DSMT4" ShapeID="_x0000_i1091" DrawAspect="Content" ObjectID="_1778502923" r:id="rId135"/>
        </w:object>
      </w:r>
      <w:r w:rsidRPr="00C73E51">
        <w:t>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由于在正方体中，</w:t>
      </w:r>
      <w:r w:rsidRPr="00C73E51">
        <w:object w:dxaOrig="699" w:dyaOrig="260">
          <v:shape id="_x0000_i1092" type="#_x0000_t75" alt="eqId7d0edb1508fc95765f3bb316bcb5252d" style="width:30.75pt;height:11.25pt" o:ole="">
            <v:imagedata r:id="rId133" o:title="eqId7d0edb1508fc95765f3bb316bcb5252d"/>
          </v:shape>
          <o:OLEObject Type="Embed" ProgID="Equation.DSMT4" ShapeID="_x0000_i1092" DrawAspect="Content" ObjectID="_1778502924" r:id="rId136"/>
        </w:object>
      </w:r>
      <w:r w:rsidRPr="00C73E51">
        <w:t>平面</w:t>
      </w:r>
      <w:r w:rsidRPr="00C73E51">
        <w:object w:dxaOrig="820" w:dyaOrig="360">
          <v:shape id="_x0000_i1093" type="#_x0000_t75" alt="eqId140c36905f0afef0bec940f1b40072ca" style="width:36pt;height:15.75pt" o:ole="">
            <v:imagedata r:id="rId137" o:title="eqId140c36905f0afef0bec940f1b40072ca"/>
          </v:shape>
          <o:OLEObject Type="Embed" ProgID="Equation.DSMT4" ShapeID="_x0000_i1093" DrawAspect="Content" ObjectID="_1778502925" r:id="rId138"/>
        </w:object>
      </w:r>
      <w:r w:rsidRPr="00C73E51">
        <w:t>，而平面</w:t>
      </w:r>
      <w:r w:rsidRPr="00C73E51">
        <w:object w:dxaOrig="600" w:dyaOrig="320">
          <v:shape id="_x0000_i1094" type="#_x0000_t75" alt="eqIdc233190f9339e777fe26c7b690541baf" style="width:26.25pt;height:14.25pt" o:ole="">
            <v:imagedata r:id="rId139" o:title="eqIdc233190f9339e777fe26c7b690541baf"/>
          </v:shape>
          <o:OLEObject Type="Embed" ProgID="Equation.DSMT4" ShapeID="_x0000_i1094" DrawAspect="Content" ObjectID="_1778502926" r:id="rId140"/>
        </w:object>
      </w:r>
      <w:r w:rsidRPr="00C73E51">
        <w:t>与平面</w:t>
      </w:r>
      <w:r w:rsidRPr="00C73E51">
        <w:object w:dxaOrig="820" w:dyaOrig="360">
          <v:shape id="_x0000_i1095" type="#_x0000_t75" alt="eqId140c36905f0afef0bec940f1b40072ca" style="width:36pt;height:15.75pt" o:ole="">
            <v:imagedata r:id="rId137" o:title="eqId140c36905f0afef0bec940f1b40072ca"/>
          </v:shape>
          <o:OLEObject Type="Embed" ProgID="Equation.DSMT4" ShapeID="_x0000_i1095" DrawAspect="Content" ObjectID="_1778502927" r:id="rId141"/>
        </w:object>
      </w:r>
      <w:r w:rsidRPr="00C73E51">
        <w:t>相交，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根据垂直于同一条直线的两个平面平行或重合可得，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当</w:t>
      </w:r>
      <w:r w:rsidRPr="00C73E51">
        <w:object w:dxaOrig="240" w:dyaOrig="320">
          <v:shape id="_x0000_i1096" type="#_x0000_t75" alt="eqIdacc290b44635265137fdf13146b6a6d9" style="width:10.5pt;height:13.5pt" o:ole="">
            <v:imagedata r:id="rId142" o:title="eqIdacc290b44635265137fdf13146b6a6d9"/>
          </v:shape>
          <o:OLEObject Type="Embed" ProgID="Equation.DSMT4" ShapeID="_x0000_i1096" DrawAspect="Content" ObjectID="_1778502928" r:id="rId143"/>
        </w:object>
      </w:r>
      <w:r w:rsidRPr="00C73E51">
        <w:t>与</w:t>
      </w:r>
      <w:r w:rsidRPr="00C73E51">
        <w:object w:dxaOrig="300" w:dyaOrig="360">
          <v:shape id="_x0000_i1097" type="#_x0000_t75" alt="eqId6795cae2df43a722e1355e9562d93c09" style="width:13.5pt;height:15.75pt" o:ole="">
            <v:imagedata r:id="rId144" o:title="eqId6795cae2df43a722e1355e9562d93c09"/>
          </v:shape>
          <o:OLEObject Type="Embed" ProgID="Equation.DSMT4" ShapeID="_x0000_i1097" DrawAspect="Content" ObjectID="_1778502929" r:id="rId145"/>
        </w:object>
      </w:r>
      <w:r w:rsidRPr="00C73E51">
        <w:t>重合时才满足</w:t>
      </w:r>
      <w:r w:rsidRPr="00C73E51">
        <w:object w:dxaOrig="1160" w:dyaOrig="320">
          <v:shape id="_x0000_i1098" type="#_x0000_t75" alt="eqId04788d23a49a7025c8375c25d923a7c8" style="width:51pt;height:14.25pt" o:ole="">
            <v:imagedata r:id="rId120" o:title="eqId04788d23a49a7025c8375c25d923a7c8"/>
          </v:shape>
          <o:OLEObject Type="Embed" ProgID="Equation.DSMT4" ShapeID="_x0000_i1098" DrawAspect="Content" ObjectID="_1778502930" r:id="rId146"/>
        </w:object>
      </w:r>
      <w:r w:rsidRPr="00C73E51">
        <w:t>，故不存在两个不同的</w:t>
      </w:r>
      <w:r w:rsidRPr="00C73E51">
        <w:object w:dxaOrig="560" w:dyaOrig="300">
          <v:shape id="_x0000_i1099" type="#_x0000_t75" alt="eqId6a9f261650f6318b0403cd51c91ce15b" style="width:24.75pt;height:13.5pt" o:ole="">
            <v:imagedata r:id="rId147" o:title="eqId6a9f261650f6318b0403cd51c91ce15b"/>
          </v:shape>
          <o:OLEObject Type="Embed" ProgID="Equation.DSMT4" ShapeID="_x0000_i1099" DrawAspect="Content" ObjectID="_1778502931" r:id="rId148"/>
        </w:object>
      </w:r>
      <w:r w:rsidRPr="00C73E51">
        <w:t>，</w:t>
      </w:r>
      <w:r w:rsidRPr="00C73E51">
        <w:object w:dxaOrig="200" w:dyaOrig="300">
          <v:shape id="_x0000_i1100" type="#_x0000_t75" alt="eqId5ad04b9df1032e5d2953e45d238da08d" style="width:9pt;height:13.5pt" o:ole="">
            <v:imagedata r:id="rId149" o:title="eqId5ad04b9df1032e5d2953e45d238da08d"/>
          </v:shape>
          <o:OLEObject Type="Embed" ProgID="Equation.DSMT4" ShapeID="_x0000_i1100" DrawAspect="Content" ObjectID="_1778502932" r:id="rId150"/>
        </w:object>
      </w:r>
      <w:r w:rsidRPr="00C73E51">
        <w:t>，使得</w:t>
      </w:r>
      <w:r w:rsidRPr="00C73E51">
        <w:object w:dxaOrig="1160" w:dyaOrig="320">
          <v:shape id="_x0000_i1101" type="#_x0000_t75" alt="eqId04788d23a49a7025c8375c25d923a7c8" style="width:51pt;height:14.25pt" o:ole="">
            <v:imagedata r:id="rId120" o:title="eqId04788d23a49a7025c8375c25d923a7c8"/>
          </v:shape>
          <o:OLEObject Type="Embed" ProgID="Equation.DSMT4" ShapeID="_x0000_i1101" DrawAspect="Content" ObjectID="_1778502933" r:id="rId151"/>
        </w:object>
      </w:r>
      <w:r w:rsidRPr="00C73E51">
        <w:t>，所以</w:t>
      </w:r>
      <w:r w:rsidRPr="00C73E51">
        <w:t>C</w:t>
      </w:r>
      <w:r w:rsidRPr="00C73E51">
        <w:t>不正确；</w:t>
      </w:r>
    </w:p>
    <w:p w:rsidR="002A6836" w:rsidRPr="00C73E51" w:rsidRDefault="00C73E51" w:rsidP="001F7544">
      <w:pPr>
        <w:spacing w:line="120" w:lineRule="auto"/>
        <w:textAlignment w:val="center"/>
      </w:pPr>
      <w:r w:rsidRPr="00C73E51">
        <w:rPr>
          <w:noProof/>
        </w:rPr>
        <w:lastRenderedPageBreak/>
        <w:drawing>
          <wp:anchor distT="0" distB="0" distL="114300" distR="114300" simplePos="0" relativeHeight="251726336" behindDoc="0" locked="0" layoutInCell="1" allowOverlap="1" wp14:anchorId="095D3E04" wp14:editId="5920C584">
            <wp:simplePos x="0" y="0"/>
            <wp:positionH relativeFrom="column">
              <wp:posOffset>4795520</wp:posOffset>
            </wp:positionH>
            <wp:positionV relativeFrom="paragraph">
              <wp:posOffset>12065</wp:posOffset>
            </wp:positionV>
            <wp:extent cx="981075" cy="944880"/>
            <wp:effectExtent l="0" t="0" r="0" b="0"/>
            <wp:wrapSquare wrapText="bothSides"/>
            <wp:docPr id="7" name="图片 7" descr="@@@477e9f07-285e-4c1b-abce-998525294b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"/>
                    <pic:cNvPicPr>
                      <a:picLocks noChangeAspect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6836" w:rsidRPr="00C73E51">
        <w:t>对选项</w:t>
      </w:r>
      <w:r w:rsidR="002A6836" w:rsidRPr="00C73E51">
        <w:t>D</w:t>
      </w:r>
      <w:r w:rsidR="002A6836" w:rsidRPr="00C73E51">
        <w:t>：</w:t>
      </w:r>
      <w:r w:rsidR="002A6836" w:rsidRPr="00C73E51">
        <w:object w:dxaOrig="620" w:dyaOrig="620">
          <v:shape id="_x0000_i1102" type="#_x0000_t75" alt="eqId73b3cf0f585938ede9eca890a6eb326d" style="width:27pt;height:27pt" o:ole="">
            <v:imagedata r:id="rId153" o:title="eqId73b3cf0f585938ede9eca890a6eb326d"/>
          </v:shape>
          <o:OLEObject Type="Embed" ProgID="Equation.DSMT4" ShapeID="_x0000_i1102" DrawAspect="Content" ObjectID="_1778502934" r:id="rId154"/>
        </w:object>
      </w:r>
      <w:r w:rsidR="002A6836" w:rsidRPr="00C73E51">
        <w:t>时，取</w:t>
      </w:r>
      <w:r w:rsidR="002A6836" w:rsidRPr="00C73E51">
        <w:object w:dxaOrig="1399" w:dyaOrig="620">
          <v:shape id="_x0000_i1103" type="#_x0000_t75" alt="eqId4e29c14ea5cb83bc2724557a178d60d4" style="width:61.5pt;height:27.75pt" o:ole="">
            <v:imagedata r:id="rId155" o:title="eqId4e29c14ea5cb83bc2724557a178d60d4"/>
          </v:shape>
          <o:OLEObject Type="Embed" ProgID="Equation.DSMT4" ShapeID="_x0000_i1103" DrawAspect="Content" ObjectID="_1778502935" r:id="rId156"/>
        </w:object>
      </w:r>
      <w:r w:rsidR="002A6836" w:rsidRPr="00C73E51">
        <w:t>，连接</w:t>
      </w:r>
      <w:r w:rsidR="002A6836" w:rsidRPr="00C73E51">
        <w:object w:dxaOrig="440" w:dyaOrig="280">
          <v:shape id="_x0000_i1104" type="#_x0000_t75" alt="eqId8e0ae50d5993a332b5cddb022eaa6f1e" style="width:19.5pt;height:12pt" o:ole="">
            <v:imagedata r:id="rId157" o:title="eqId8e0ae50d5993a332b5cddb022eaa6f1e"/>
          </v:shape>
          <o:OLEObject Type="Embed" ProgID="Equation.DSMT4" ShapeID="_x0000_i1104" DrawAspect="Content" ObjectID="_1778502936" r:id="rId158"/>
        </w:object>
      </w:r>
      <w:r w:rsidR="002A6836" w:rsidRPr="00C73E51">
        <w:t>，则</w:t>
      </w:r>
      <w:r w:rsidR="002A6836" w:rsidRPr="00C73E51">
        <w:object w:dxaOrig="1160" w:dyaOrig="360">
          <v:shape id="_x0000_i1105" type="#_x0000_t75" alt="eqIdc66ec7a8f200133a674519e85e7bbeab" style="width:51pt;height:15.75pt" o:ole="">
            <v:imagedata r:id="rId159" o:title="eqIdc66ec7a8f200133a674519e85e7bbeab"/>
          </v:shape>
          <o:OLEObject Type="Embed" ProgID="Equation.DSMT4" ShapeID="_x0000_i1105" DrawAspect="Content" ObjectID="_1778502937" r:id="rId160"/>
        </w:object>
      </w:r>
      <w:r w:rsidR="002A6836" w:rsidRPr="00C73E51">
        <w:t>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又</w:t>
      </w:r>
      <w:r w:rsidRPr="00C73E51">
        <w:object w:dxaOrig="1060" w:dyaOrig="360">
          <v:shape id="_x0000_i1106" type="#_x0000_t75" alt="eqIda7d6e229087955de424e64139e6f33e2" style="width:46.5pt;height:15.75pt" o:ole="">
            <v:imagedata r:id="rId161" o:title="eqIda7d6e229087955de424e64139e6f33e2"/>
          </v:shape>
          <o:OLEObject Type="Embed" ProgID="Equation.DSMT4" ShapeID="_x0000_i1106" DrawAspect="Content" ObjectID="_1778502938" r:id="rId162"/>
        </w:object>
      </w:r>
      <w:r w:rsidRPr="00C73E51">
        <w:t>，所以</w:t>
      </w:r>
      <w:r w:rsidRPr="00C73E51">
        <w:object w:dxaOrig="1100" w:dyaOrig="340">
          <v:shape id="_x0000_i1107" type="#_x0000_t75" alt="eqId1e2d5ef793f6ae60ed47923526f50063" style="width:48.75pt;height:15pt" o:ole="">
            <v:imagedata r:id="rId163" o:title="eqId1e2d5ef793f6ae60ed47923526f50063"/>
          </v:shape>
          <o:OLEObject Type="Embed" ProgID="Equation.DSMT4" ShapeID="_x0000_i1107" DrawAspect="Content" ObjectID="_1778502939" r:id="rId164"/>
        </w:object>
      </w:r>
      <w:r w:rsidRPr="00C73E51">
        <w:t>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所以</w:t>
      </w:r>
      <w:r w:rsidRPr="00C73E51">
        <w:object w:dxaOrig="240" w:dyaOrig="240">
          <v:shape id="_x0000_i1108" type="#_x0000_t75" alt="eqId5963abe8f421bd99a2aaa94831a951e9" style="width:10.5pt;height:10.5pt" o:ole="">
            <v:imagedata r:id="rId84" o:title="eqId5963abe8f421bd99a2aaa94831a951e9"/>
          </v:shape>
          <o:OLEObject Type="Embed" ProgID="Equation.DSMT4" ShapeID="_x0000_i1108" DrawAspect="Content" ObjectID="_1778502940" r:id="rId165"/>
        </w:object>
      </w:r>
      <w:r w:rsidRPr="00C73E51">
        <w:t>，</w:t>
      </w:r>
      <w:r w:rsidRPr="00C73E51">
        <w:object w:dxaOrig="320" w:dyaOrig="240">
          <v:shape id="_x0000_i1109" type="#_x0000_t75" alt="eqIdac047e91852b91af639feec23a9598b2" style="width:14.25pt;height:10.5pt" o:ole="">
            <v:imagedata r:id="rId88" o:title="eqIdac047e91852b91af639feec23a9598b2"/>
          </v:shape>
          <o:OLEObject Type="Embed" ProgID="Equation.DSMT4" ShapeID="_x0000_i1109" DrawAspect="Content" ObjectID="_1778502941" r:id="rId166"/>
        </w:object>
      </w:r>
      <w:r w:rsidRPr="00C73E51">
        <w:t>，</w:t>
      </w:r>
      <w:r w:rsidRPr="00C73E51">
        <w:object w:dxaOrig="243" w:dyaOrig="284">
          <v:shape id="_x0000_i1110" type="#_x0000_t75" alt="eqIdc5db41a1f31d6baee7c69990811edb9f" style="width:10.5pt;height:12.75pt" o:ole="">
            <v:imagedata r:id="rId167" o:title="eqIdc5db41a1f31d6baee7c69990811edb9f"/>
          </v:shape>
          <o:OLEObject Type="Embed" ProgID="Equation.DSMT4" ShapeID="_x0000_i1110" DrawAspect="Content" ObjectID="_1778502942" r:id="rId168"/>
        </w:object>
      </w:r>
      <w:r w:rsidRPr="00C73E51">
        <w:t>，</w:t>
      </w:r>
      <w:r w:rsidRPr="00C73E51">
        <w:object w:dxaOrig="260" w:dyaOrig="240">
          <v:shape id="_x0000_i1111" type="#_x0000_t75" alt="eqId73465a1f9aa03481295bf6bd3c6903ac" style="width:11.25pt;height:10.5pt" o:ole="">
            <v:imagedata r:id="rId169" o:title="eqId73465a1f9aa03481295bf6bd3c6903ac"/>
          </v:shape>
          <o:OLEObject Type="Embed" ProgID="Equation.DSMT4" ShapeID="_x0000_i1111" DrawAspect="Content" ObjectID="_1778502943" r:id="rId170"/>
        </w:object>
      </w:r>
      <w:r w:rsidRPr="00C73E51">
        <w:t>，</w:t>
      </w:r>
      <w:r w:rsidRPr="00C73E51">
        <w:object w:dxaOrig="240" w:dyaOrig="320">
          <v:shape id="_x0000_i1112" type="#_x0000_t75" alt="eqIdacc290b44635265137fdf13146b6a6d9" style="width:10.5pt;height:13.5pt" o:ole="">
            <v:imagedata r:id="rId142" o:title="eqIdacc290b44635265137fdf13146b6a6d9"/>
          </v:shape>
          <o:OLEObject Type="Embed" ProgID="Equation.DSMT4" ShapeID="_x0000_i1112" DrawAspect="Content" ObjectID="_1778502944" r:id="rId171"/>
        </w:object>
      </w:r>
      <w:r w:rsidRPr="00C73E51">
        <w:t>共面，即过</w:t>
      </w:r>
      <w:r w:rsidRPr="00C73E51">
        <w:object w:dxaOrig="240" w:dyaOrig="240">
          <v:shape id="_x0000_i1113" type="#_x0000_t75" alt="eqId5963abe8f421bd99a2aaa94831a951e9" style="width:10.5pt;height:10.5pt" o:ole="">
            <v:imagedata r:id="rId84" o:title="eqId5963abe8f421bd99a2aaa94831a951e9"/>
          </v:shape>
          <o:OLEObject Type="Embed" ProgID="Equation.DSMT4" ShapeID="_x0000_i1113" DrawAspect="Content" ObjectID="_1778502945" r:id="rId172"/>
        </w:object>
      </w:r>
      <w:r w:rsidRPr="00C73E51">
        <w:t>，</w:t>
      </w:r>
      <w:r w:rsidRPr="00C73E51">
        <w:object w:dxaOrig="240" w:dyaOrig="320">
          <v:shape id="_x0000_i1114" type="#_x0000_t75" alt="eqIdacc290b44635265137fdf13146b6a6d9" style="width:10.5pt;height:13.5pt" o:ole="">
            <v:imagedata r:id="rId142" o:title="eqIdacc290b44635265137fdf13146b6a6d9"/>
          </v:shape>
          <o:OLEObject Type="Embed" ProgID="Equation.DSMT4" ShapeID="_x0000_i1114" DrawAspect="Content" ObjectID="_1778502946" r:id="rId173"/>
        </w:object>
      </w:r>
      <w:r w:rsidRPr="00C73E51">
        <w:t>，</w:t>
      </w:r>
      <w:r w:rsidRPr="00C73E51">
        <w:object w:dxaOrig="320" w:dyaOrig="240">
          <v:shape id="_x0000_i1115" type="#_x0000_t75" alt="eqIdac047e91852b91af639feec23a9598b2" style="width:14.25pt;height:10.5pt" o:ole="">
            <v:imagedata r:id="rId88" o:title="eqIdac047e91852b91af639feec23a9598b2"/>
          </v:shape>
          <o:OLEObject Type="Embed" ProgID="Equation.DSMT4" ShapeID="_x0000_i1115" DrawAspect="Content" ObjectID="_1778502947" r:id="rId174"/>
        </w:object>
      </w:r>
      <w:r w:rsidRPr="00C73E51">
        <w:t>三点的正方体的截面为</w:t>
      </w:r>
      <w:r w:rsidRPr="00C73E51">
        <w:object w:dxaOrig="760" w:dyaOrig="320">
          <v:shape id="_x0000_i1116" type="#_x0000_t75" alt="eqIdd076864c25e442c900327a44af1dda8b" style="width:33.75pt;height:13.5pt" o:ole="">
            <v:imagedata r:id="rId175" o:title="eqIdd076864c25e442c900327a44af1dda8b"/>
          </v:shape>
          <o:OLEObject Type="Embed" ProgID="Equation.DSMT4" ShapeID="_x0000_i1116" DrawAspect="Content" ObjectID="_1778502948" r:id="rId176"/>
        </w:object>
      </w:r>
      <w:r w:rsidRPr="00C73E51">
        <w:t>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由</w:t>
      </w:r>
      <w:r w:rsidRPr="00C73E51">
        <w:object w:dxaOrig="2579" w:dyaOrig="420">
          <v:shape id="_x0000_i1117" type="#_x0000_t75" alt="eqId90563c35208dfdbf27632d6a4bbf9d54" style="width:113.25pt;height:18.75pt" o:ole="">
            <v:imagedata r:id="rId177" o:title="eqId90563c35208dfdbf27632d6a4bbf9d54"/>
          </v:shape>
          <o:OLEObject Type="Embed" ProgID="Equation.DSMT4" ShapeID="_x0000_i1117" DrawAspect="Content" ObjectID="_1778502949" r:id="rId178"/>
        </w:object>
      </w:r>
      <w:r w:rsidRPr="00C73E51">
        <w:t>，则</w:t>
      </w:r>
      <w:r w:rsidRPr="00C73E51">
        <w:object w:dxaOrig="760" w:dyaOrig="320">
          <v:shape id="_x0000_i1118" type="#_x0000_t75" alt="eqIdd076864c25e442c900327a44af1dda8b" style="width:33.75pt;height:13.5pt" o:ole="">
            <v:imagedata r:id="rId175" o:title="eqIdd076864c25e442c900327a44af1dda8b"/>
          </v:shape>
          <o:OLEObject Type="Embed" ProgID="Equation.DSMT4" ShapeID="_x0000_i1118" DrawAspect="Content" ObjectID="_1778502950" r:id="rId179"/>
        </w:object>
      </w:r>
      <w:r w:rsidRPr="00C73E51">
        <w:t>是等腰梯形，且</w:t>
      </w:r>
      <w:r w:rsidRPr="00C73E51">
        <w:object w:dxaOrig="2859" w:dyaOrig="620">
          <v:shape id="_x0000_i1119" type="#_x0000_t75" alt="eqIde267a1ae00b63c606e66d10579bf5309" style="width:126pt;height:27pt" o:ole="">
            <v:imagedata r:id="rId180" o:title="eqIde267a1ae00b63c606e66d10579bf5309"/>
          </v:shape>
          <o:OLEObject Type="Embed" ProgID="Equation.DSMT4" ShapeID="_x0000_i1119" DrawAspect="Content" ObjectID="_1778502951" r:id="rId181"/>
        </w:object>
      </w:r>
      <w:r w:rsidRPr="00C73E51">
        <w:t>，</w:t>
      </w:r>
    </w:p>
    <w:p w:rsidR="002A6836" w:rsidRPr="00C73E51" w:rsidRDefault="002A6836" w:rsidP="001F7544">
      <w:pPr>
        <w:spacing w:line="120" w:lineRule="auto"/>
        <w:textAlignment w:val="center"/>
      </w:pPr>
      <w:r w:rsidRPr="00C73E51">
        <w:t>所以平面</w:t>
      </w:r>
      <w:proofErr w:type="gramStart"/>
      <w:r w:rsidRPr="00C73E51">
        <w:t>截</w:t>
      </w:r>
      <w:proofErr w:type="gramEnd"/>
      <w:r w:rsidRPr="00C73E51">
        <w:t>正方体所得截面的周长为</w:t>
      </w:r>
      <w:r w:rsidRPr="00C73E51">
        <w:object w:dxaOrig="3620" w:dyaOrig="360">
          <v:shape id="_x0000_i1120" type="#_x0000_t75" alt="eqId07d1268b0836fc6a937e176f86235ef0" style="width:159pt;height:15.75pt" o:ole="">
            <v:imagedata r:id="rId182" o:title="eqId07d1268b0836fc6a937e176f86235ef0"/>
          </v:shape>
          <o:OLEObject Type="Embed" ProgID="Equation.DSMT4" ShapeID="_x0000_i1120" DrawAspect="Content" ObjectID="_1778502952" r:id="rId183"/>
        </w:object>
      </w:r>
      <w:r w:rsidRPr="00C73E51">
        <w:t>，所以</w:t>
      </w:r>
      <w:r w:rsidRPr="00C73E51">
        <w:t>D</w:t>
      </w:r>
      <w:r w:rsidRPr="00C73E51">
        <w:t>正确．</w:t>
      </w:r>
    </w:p>
    <w:p w:rsidR="00AA386F" w:rsidRPr="00C73E51" w:rsidRDefault="005C03FA" w:rsidP="001F7544">
      <w:pPr>
        <w:spacing w:line="120" w:lineRule="auto"/>
        <w:textAlignment w:val="center"/>
        <w:rPr>
          <w:b/>
        </w:rPr>
      </w:pPr>
      <w:r w:rsidRPr="00C73E51">
        <w:rPr>
          <w:b/>
        </w:rPr>
        <w:t>四、解答题</w:t>
      </w:r>
      <w:r w:rsidR="0045185F" w:rsidRPr="00C73E51">
        <w:rPr>
          <w:rFonts w:hint="eastAsia"/>
          <w:b/>
        </w:rPr>
        <w:t>（</w:t>
      </w:r>
      <w:r w:rsidR="0045185F" w:rsidRPr="00C73E51">
        <w:rPr>
          <w:rFonts w:hint="eastAsia"/>
          <w:b/>
        </w:rPr>
        <w:t>5</w:t>
      </w:r>
      <w:r w:rsidR="0045185F" w:rsidRPr="00C73E51">
        <w:rPr>
          <w:rFonts w:hint="eastAsia"/>
          <w:b/>
        </w:rPr>
        <w:t>道题</w:t>
      </w:r>
      <w:r w:rsidR="0045185F" w:rsidRPr="00C73E51">
        <w:rPr>
          <w:b/>
        </w:rPr>
        <w:t>，</w:t>
      </w:r>
      <w:r w:rsidR="0045185F" w:rsidRPr="00C73E51">
        <w:rPr>
          <w:rFonts w:hint="eastAsia"/>
          <w:b/>
        </w:rPr>
        <w:t>共</w:t>
      </w:r>
      <w:r w:rsidR="0045185F" w:rsidRPr="00C73E51">
        <w:rPr>
          <w:rFonts w:hint="eastAsia"/>
          <w:b/>
        </w:rPr>
        <w:t>7</w:t>
      </w:r>
      <w:r w:rsidR="0045185F" w:rsidRPr="00C73E51">
        <w:rPr>
          <w:b/>
        </w:rPr>
        <w:t>7</w:t>
      </w:r>
      <w:r w:rsidR="0045185F" w:rsidRPr="00C73E51">
        <w:rPr>
          <w:rFonts w:hint="eastAsia"/>
          <w:b/>
        </w:rPr>
        <w:t>分）</w:t>
      </w:r>
    </w:p>
    <w:p w:rsidR="009713CF" w:rsidRPr="00C73E51" w:rsidRDefault="002A6836" w:rsidP="001F7544">
      <w:pPr>
        <w:spacing w:line="120" w:lineRule="auto"/>
        <w:textAlignment w:val="center"/>
      </w:pPr>
      <w:r w:rsidRPr="001F7544">
        <w:rPr>
          <w:rFonts w:hint="eastAsia"/>
          <w:b/>
        </w:rPr>
        <w:t>第</w:t>
      </w:r>
      <w:r w:rsidRPr="001F7544">
        <w:rPr>
          <w:b/>
        </w:rPr>
        <w:t>15</w:t>
      </w:r>
      <w:r w:rsidRPr="001F7544">
        <w:rPr>
          <w:rFonts w:hint="eastAsia"/>
          <w:b/>
        </w:rPr>
        <w:t>题</w:t>
      </w:r>
      <w:r w:rsidR="009713CF" w:rsidRPr="00C73E51">
        <w:t>【详解】（</w:t>
      </w:r>
      <w:r w:rsidR="009713CF" w:rsidRPr="00C73E51">
        <w:t>1</w:t>
      </w:r>
      <w:r w:rsidR="009713CF" w:rsidRPr="00C73E51">
        <w:t>）因为四边形</w:t>
      </w:r>
      <w:r w:rsidR="009713CF" w:rsidRPr="00C73E51">
        <w:t>ABCD</w:t>
      </w:r>
      <w:r w:rsidR="009713CF" w:rsidRPr="00C73E51">
        <w:t>是矩形，所以</w:t>
      </w:r>
      <w:r w:rsidR="009713CF" w:rsidRPr="00C73E51">
        <w:t>AB</w:t>
      </w:r>
      <w:r w:rsidR="009713CF" w:rsidRPr="00C73E51">
        <w:rPr>
          <w:rFonts w:hint="eastAsia"/>
        </w:rPr>
        <w:t>∥</w:t>
      </w:r>
      <w:r w:rsidR="009713CF" w:rsidRPr="00C73E51">
        <w:t>CD</w:t>
      </w:r>
      <w:r w:rsidR="009713CF" w:rsidRPr="00C73E51">
        <w:t>，</w:t>
      </w:r>
    </w:p>
    <w:p w:rsidR="009713CF" w:rsidRPr="00C73E51" w:rsidRDefault="009713CF" w:rsidP="001F7544">
      <w:pPr>
        <w:spacing w:line="120" w:lineRule="auto"/>
        <w:textAlignment w:val="center"/>
      </w:pPr>
      <w:r w:rsidRPr="00C73E51">
        <w:t>因为</w:t>
      </w:r>
      <w:r w:rsidRPr="00C73E51">
        <w:object w:dxaOrig="619" w:dyaOrig="280">
          <v:shape id="_x0000_i1121" type="#_x0000_t75" alt="eqIdf79b8cb7902c45c215f9ee3798667383" style="width:27pt;height:12.75pt" o:ole="">
            <v:imagedata r:id="rId184" o:title="eqIdf79b8cb7902c45c215f9ee3798667383"/>
          </v:shape>
          <o:OLEObject Type="Embed" ProgID="Equation.DSMT4" ShapeID="_x0000_i1121" DrawAspect="Content" ObjectID="_1778502953" r:id="rId185"/>
        </w:object>
      </w:r>
      <w:r w:rsidRPr="00C73E51">
        <w:t>平面</w:t>
      </w:r>
      <w:r w:rsidRPr="00C73E51">
        <w:t>CDEF</w:t>
      </w:r>
      <w:r w:rsidRPr="00C73E51">
        <w:t>，</w:t>
      </w:r>
      <w:r w:rsidRPr="00C73E51">
        <w:object w:dxaOrig="639" w:dyaOrig="280">
          <v:shape id="_x0000_i1122" type="#_x0000_t75" alt="eqId8c512b1574276cb2674017c826059b33" style="width:27.75pt;height:12.75pt" o:ole="">
            <v:imagedata r:id="rId186" o:title="eqId8c512b1574276cb2674017c826059b33"/>
          </v:shape>
          <o:OLEObject Type="Embed" ProgID="Equation.DSMT4" ShapeID="_x0000_i1122" DrawAspect="Content" ObjectID="_1778502954" r:id="rId187"/>
        </w:object>
      </w:r>
      <w:r w:rsidRPr="00C73E51">
        <w:t>平面</w:t>
      </w:r>
      <w:r w:rsidRPr="00C73E51">
        <w:t>CDEF</w:t>
      </w:r>
      <w:r w:rsidRPr="00C73E51">
        <w:t>，</w:t>
      </w:r>
    </w:p>
    <w:p w:rsidR="00FA38D1" w:rsidRPr="00FA38D1" w:rsidRDefault="009713CF" w:rsidP="00FA38D1">
      <w:pPr>
        <w:spacing w:line="120" w:lineRule="auto"/>
        <w:textAlignment w:val="center"/>
        <w:rPr>
          <w:b/>
          <w:color w:val="FF0000"/>
        </w:rPr>
      </w:pPr>
      <w:r w:rsidRPr="00C73E51">
        <w:t>所以</w:t>
      </w:r>
      <w:r w:rsidRPr="00C73E51">
        <w:t>AB</w:t>
      </w:r>
      <w:r w:rsidRPr="00C73E51">
        <w:rPr>
          <w:rFonts w:hint="eastAsia"/>
        </w:rPr>
        <w:t>∥</w:t>
      </w:r>
      <w:r w:rsidRPr="00C73E51">
        <w:t>平面</w:t>
      </w:r>
      <w:r w:rsidRPr="00C73E51">
        <w:t>CDEF</w:t>
      </w:r>
      <w:r w:rsidRPr="00C73E51">
        <w:t>．</w:t>
      </w:r>
      <w:r w:rsidRPr="00C73E51">
        <w:t>     </w:t>
      </w:r>
      <w:r w:rsidR="00FA38D1" w:rsidRPr="00C73E51">
        <w:t> </w:t>
      </w:r>
      <w:r w:rsidR="00FA38D1">
        <w:t xml:space="preserve">    </w:t>
      </w:r>
      <w:r w:rsidR="00005DE6">
        <w:t xml:space="preserve"> </w:t>
      </w:r>
      <w:r w:rsidR="00FA38D1" w:rsidRPr="00FA38D1">
        <w:rPr>
          <w:b/>
          <w:color w:val="FF0000"/>
        </w:rPr>
        <w:t xml:space="preserve"> …………………………………………………………………3</w:t>
      </w:r>
      <w:r w:rsidR="00FA38D1" w:rsidRPr="00FA38D1">
        <w:rPr>
          <w:rFonts w:hint="eastAsia"/>
          <w:b/>
          <w:color w:val="FF0000"/>
        </w:rPr>
        <w:t>分</w:t>
      </w:r>
    </w:p>
    <w:p w:rsidR="009713CF" w:rsidRPr="00FA38D1" w:rsidRDefault="009713CF" w:rsidP="001F7544">
      <w:pPr>
        <w:spacing w:line="120" w:lineRule="auto"/>
        <w:textAlignment w:val="center"/>
        <w:rPr>
          <w:b/>
          <w:color w:val="FF0000"/>
        </w:rPr>
      </w:pPr>
      <w:r w:rsidRPr="00C73E51">
        <w:t>因为</w:t>
      </w:r>
      <w:r w:rsidRPr="00C73E51">
        <w:object w:dxaOrig="639" w:dyaOrig="260">
          <v:shape id="_x0000_i1123" type="#_x0000_t75" alt="eqIdbe509ef5101aae24609ff9941cb246fc" style="width:28.5pt;height:11.25pt" o:ole="">
            <v:imagedata r:id="rId188" o:title="eqIdbe509ef5101aae24609ff9941cb246fc"/>
          </v:shape>
          <o:OLEObject Type="Embed" ProgID="Equation.DSMT4" ShapeID="_x0000_i1123" DrawAspect="Content" ObjectID="_1778502955" r:id="rId189"/>
        </w:object>
      </w:r>
      <w:r w:rsidRPr="00C73E51">
        <w:t>平面</w:t>
      </w:r>
      <w:r w:rsidRPr="00C73E51">
        <w:t>ABFE</w:t>
      </w:r>
      <w:r w:rsidRPr="00C73E51">
        <w:t>，</w:t>
      </w:r>
      <w:proofErr w:type="gramStart"/>
      <w:r w:rsidRPr="00C73E51">
        <w:t>平面</w:t>
      </w:r>
      <w:r w:rsidRPr="00C73E51">
        <w:object w:dxaOrig="900" w:dyaOrig="300">
          <v:shape id="_x0000_i1124" type="#_x0000_t75" alt="eqIdac0ee6608ab3ae63b54cd3330d30b6d7" style="width:39.75pt;height:13.5pt" o:ole="">
            <v:imagedata r:id="rId190" o:title="eqIdac0ee6608ab3ae63b54cd3330d30b6d7"/>
          </v:shape>
          <o:OLEObject Type="Embed" ProgID="Equation.DSMT4" ShapeID="_x0000_i1124" DrawAspect="Content" ObjectID="_1778502956" r:id="rId191"/>
        </w:object>
      </w:r>
      <w:r w:rsidRPr="00C73E51">
        <w:t>平面</w:t>
      </w:r>
      <w:proofErr w:type="gramEnd"/>
      <w:r w:rsidRPr="00C73E51">
        <w:object w:dxaOrig="1278" w:dyaOrig="280">
          <v:shape id="_x0000_i1125" type="#_x0000_t75" alt="eqIdb5663257819e5f0fcc7da5306fea7e37" style="width:56.25pt;height:12.75pt" o:ole="">
            <v:imagedata r:id="rId192" o:title="eqIdb5663257819e5f0fcc7da5306fea7e37"/>
          </v:shape>
          <o:OLEObject Type="Embed" ProgID="Equation.DSMT4" ShapeID="_x0000_i1125" DrawAspect="Content" ObjectID="_1778502957" r:id="rId193"/>
        </w:object>
      </w:r>
      <w:r w:rsidRPr="00C73E51">
        <w:t>，</w:t>
      </w:r>
      <w:r w:rsidR="001F7544">
        <w:rPr>
          <w:rFonts w:hint="eastAsia"/>
        </w:rPr>
        <w:t xml:space="preserve">  </w:t>
      </w:r>
      <w:r w:rsidRPr="00C73E51">
        <w:t>所以</w:t>
      </w:r>
      <w:r w:rsidRPr="00C73E51">
        <w:t>AB</w:t>
      </w:r>
      <w:r w:rsidRPr="00C73E51">
        <w:rPr>
          <w:rFonts w:hint="eastAsia"/>
        </w:rPr>
        <w:t>∥</w:t>
      </w:r>
      <w:r w:rsidRPr="00C73E51">
        <w:t>EF</w:t>
      </w:r>
      <w:r w:rsidRPr="00C73E51">
        <w:t>．</w:t>
      </w:r>
      <w:r w:rsidR="00FA38D1" w:rsidRPr="00C73E51">
        <w:t> </w:t>
      </w:r>
      <w:r w:rsidR="00FA38D1" w:rsidRPr="00FA38D1">
        <w:rPr>
          <w:b/>
          <w:color w:val="FF0000"/>
        </w:rPr>
        <w:t>  </w:t>
      </w:r>
      <w:r w:rsidR="00A2767F">
        <w:rPr>
          <w:b/>
          <w:color w:val="FF0000"/>
        </w:rPr>
        <w:t xml:space="preserve">   </w:t>
      </w:r>
      <w:r w:rsidR="00FA38D1" w:rsidRPr="00FA38D1">
        <w:rPr>
          <w:b/>
          <w:color w:val="FF0000"/>
        </w:rPr>
        <w:t>……………7</w:t>
      </w:r>
      <w:r w:rsidR="00FA38D1" w:rsidRPr="00FA38D1">
        <w:rPr>
          <w:rFonts w:hint="eastAsia"/>
          <w:b/>
          <w:color w:val="FF0000"/>
        </w:rPr>
        <w:t>分</w:t>
      </w:r>
    </w:p>
    <w:p w:rsidR="009713CF" w:rsidRPr="00C73E51" w:rsidRDefault="009713CF" w:rsidP="001F7544">
      <w:pPr>
        <w:spacing w:line="120" w:lineRule="auto"/>
        <w:textAlignment w:val="center"/>
      </w:pPr>
      <w:r w:rsidRPr="00C73E51">
        <w:t>（</w:t>
      </w:r>
      <w:r w:rsidRPr="00C73E51">
        <w:t>2</w:t>
      </w:r>
      <w:r w:rsidRPr="00C73E51">
        <w:t>）因为</w:t>
      </w:r>
      <w:r w:rsidRPr="00C73E51">
        <w:t>DE</w:t>
      </w:r>
      <w:r w:rsidRPr="00C73E51">
        <w:rPr>
          <w:rFonts w:hint="eastAsia"/>
        </w:rPr>
        <w:t>⊥</w:t>
      </w:r>
      <w:r w:rsidRPr="00C73E51">
        <w:t>平面</w:t>
      </w:r>
      <w:r w:rsidRPr="00C73E51">
        <w:t>ABCD</w:t>
      </w:r>
      <w:r w:rsidRPr="00C73E51">
        <w:t>，</w:t>
      </w:r>
      <w:r w:rsidRPr="00C73E51">
        <w:object w:dxaOrig="660" w:dyaOrig="280">
          <v:shape id="_x0000_i1126" type="#_x0000_t75" alt="eqIdc8690d88536618e3f993dae41a3de66a" style="width:29.25pt;height:12.75pt" o:ole="">
            <v:imagedata r:id="rId194" o:title="eqIdc8690d88536618e3f993dae41a3de66a"/>
          </v:shape>
          <o:OLEObject Type="Embed" ProgID="Equation.DSMT4" ShapeID="_x0000_i1126" DrawAspect="Content" ObjectID="_1778502958" r:id="rId195"/>
        </w:object>
      </w:r>
      <w:r w:rsidRPr="00C73E51">
        <w:t>平面</w:t>
      </w:r>
      <w:r w:rsidRPr="00C73E51">
        <w:t>ABCD</w:t>
      </w:r>
      <w:r w:rsidRPr="00C73E51">
        <w:t>，</w:t>
      </w:r>
    </w:p>
    <w:p w:rsidR="00FA38D1" w:rsidRPr="00A2767F" w:rsidRDefault="009713CF" w:rsidP="001F7544">
      <w:pPr>
        <w:spacing w:line="120" w:lineRule="auto"/>
        <w:textAlignment w:val="center"/>
        <w:rPr>
          <w:b/>
          <w:color w:val="FF0000"/>
        </w:rPr>
      </w:pPr>
      <w:r w:rsidRPr="00C73E51">
        <w:t>所以</w:t>
      </w:r>
      <w:r w:rsidRPr="00C73E51">
        <w:t>DE</w:t>
      </w:r>
      <w:r w:rsidRPr="00C73E51">
        <w:rPr>
          <w:rFonts w:hint="eastAsia"/>
        </w:rPr>
        <w:t>⊥</w:t>
      </w:r>
      <w:r w:rsidRPr="00C73E51">
        <w:t>BC.</w:t>
      </w:r>
      <w:r w:rsidR="00FA38D1">
        <w:t xml:space="preserve"> </w:t>
      </w:r>
      <w:r w:rsidR="00FA38D1" w:rsidRPr="00FA38D1">
        <w:rPr>
          <w:b/>
          <w:color w:val="FF0000"/>
        </w:rPr>
        <w:t xml:space="preserve"> </w:t>
      </w:r>
      <w:r w:rsidR="00A2767F">
        <w:rPr>
          <w:b/>
          <w:color w:val="FF0000"/>
        </w:rPr>
        <w:t xml:space="preserve">               </w:t>
      </w:r>
      <w:r w:rsidR="00FA38D1" w:rsidRPr="00FA38D1">
        <w:rPr>
          <w:b/>
          <w:color w:val="FF0000"/>
        </w:rPr>
        <w:t>…………………………………………………………………</w:t>
      </w:r>
      <w:r w:rsidR="00A2767F">
        <w:rPr>
          <w:b/>
          <w:color w:val="FF0000"/>
        </w:rPr>
        <w:t>9</w:t>
      </w:r>
      <w:r w:rsidR="00FA38D1" w:rsidRPr="00FA38D1">
        <w:rPr>
          <w:rFonts w:hint="eastAsia"/>
          <w:b/>
          <w:color w:val="FF0000"/>
        </w:rPr>
        <w:t>分</w:t>
      </w:r>
    </w:p>
    <w:p w:rsidR="009713CF" w:rsidRPr="00C73E51" w:rsidRDefault="009713CF" w:rsidP="001F7544">
      <w:pPr>
        <w:spacing w:line="120" w:lineRule="auto"/>
        <w:textAlignment w:val="center"/>
      </w:pPr>
      <w:r w:rsidRPr="00C73E51">
        <w:t>因为</w:t>
      </w:r>
      <w:r w:rsidRPr="00C73E51">
        <w:t>BC</w:t>
      </w:r>
      <w:r w:rsidRPr="00C73E51">
        <w:rPr>
          <w:rFonts w:hint="eastAsia"/>
        </w:rPr>
        <w:t>⊥</w:t>
      </w:r>
      <w:r w:rsidRPr="00C73E51">
        <w:t>CD</w:t>
      </w:r>
      <w:r w:rsidRPr="00C73E51">
        <w:t>，</w:t>
      </w:r>
      <w:r w:rsidRPr="00C73E51">
        <w:object w:dxaOrig="1420" w:dyaOrig="300">
          <v:shape id="_x0000_i1127" type="#_x0000_t75" alt="eqIda2204c70ca6de5c5a965806b5ecbfec8" style="width:62.25pt;height:13.5pt" o:ole="">
            <v:imagedata r:id="rId196" o:title="eqIda2204c70ca6de5c5a965806b5ecbfec8"/>
          </v:shape>
          <o:OLEObject Type="Embed" ProgID="Equation.DSMT4" ShapeID="_x0000_i1127" DrawAspect="Content" ObjectID="_1778502959" r:id="rId197"/>
        </w:object>
      </w:r>
      <w:r w:rsidRPr="00C73E51">
        <w:t>，</w:t>
      </w:r>
      <w:r w:rsidRPr="00C73E51">
        <w:object w:dxaOrig="1060" w:dyaOrig="320">
          <v:shape id="_x0000_i1128" type="#_x0000_t75" alt="eqId6a9972cb2db469f06b586c8ad790776a" style="width:46.5pt;height:13.5pt" o:ole="">
            <v:imagedata r:id="rId198" o:title="eqId6a9972cb2db469f06b586c8ad790776a"/>
          </v:shape>
          <o:OLEObject Type="Embed" ProgID="Equation.DSMT4" ShapeID="_x0000_i1128" DrawAspect="Content" ObjectID="_1778502960" r:id="rId199"/>
        </w:object>
      </w:r>
      <w:r w:rsidRPr="00C73E51">
        <w:t>平面</w:t>
      </w:r>
      <w:r w:rsidRPr="00C73E51">
        <w:t>CDEF</w:t>
      </w:r>
      <w:r w:rsidRPr="00C73E51">
        <w:t>，</w:t>
      </w:r>
    </w:p>
    <w:p w:rsidR="009713CF" w:rsidRPr="00C73E51" w:rsidRDefault="009713CF" w:rsidP="001F7544">
      <w:pPr>
        <w:spacing w:line="120" w:lineRule="auto"/>
        <w:textAlignment w:val="center"/>
      </w:pPr>
      <w:r w:rsidRPr="00C73E51">
        <w:t>所以</w:t>
      </w:r>
      <w:r w:rsidRPr="00C73E51">
        <w:t>BC</w:t>
      </w:r>
      <w:r w:rsidRPr="00C73E51">
        <w:rPr>
          <w:rFonts w:hint="eastAsia"/>
        </w:rPr>
        <w:t>⊥</w:t>
      </w:r>
      <w:r w:rsidRPr="00C73E51">
        <w:t>平面</w:t>
      </w:r>
      <w:r w:rsidRPr="00C73E51">
        <w:t>CDEF</w:t>
      </w:r>
      <w:r w:rsidRPr="00C73E51">
        <w:t>．</w:t>
      </w:r>
      <w:r w:rsidRPr="00C73E51">
        <w:t xml:space="preserve"> </w:t>
      </w:r>
      <w:r w:rsidR="00FA38D1" w:rsidRPr="00FA38D1">
        <w:rPr>
          <w:b/>
          <w:color w:val="FF0000"/>
        </w:rPr>
        <w:t xml:space="preserve"> </w:t>
      </w:r>
      <w:r w:rsidR="00FA38D1">
        <w:rPr>
          <w:b/>
          <w:color w:val="FF0000"/>
        </w:rPr>
        <w:t xml:space="preserve">      </w:t>
      </w:r>
      <w:r w:rsidR="00FA38D1" w:rsidRPr="00FA38D1">
        <w:rPr>
          <w:b/>
          <w:color w:val="FF0000"/>
        </w:rPr>
        <w:t>…………………………………………………………………</w:t>
      </w:r>
      <w:r w:rsidR="00FA38D1">
        <w:rPr>
          <w:b/>
          <w:color w:val="FF0000"/>
        </w:rPr>
        <w:t>13</w:t>
      </w:r>
      <w:r w:rsidR="00FA38D1" w:rsidRPr="00FA38D1">
        <w:rPr>
          <w:rFonts w:hint="eastAsia"/>
          <w:b/>
          <w:color w:val="FF0000"/>
        </w:rPr>
        <w:t>分</w:t>
      </w:r>
    </w:p>
    <w:p w:rsidR="008D6C04" w:rsidRPr="00A2767F" w:rsidRDefault="002A6836" w:rsidP="001F7544">
      <w:pPr>
        <w:spacing w:line="120" w:lineRule="auto"/>
        <w:textAlignment w:val="center"/>
        <w:rPr>
          <w:b/>
          <w:color w:val="FF0000"/>
        </w:rPr>
      </w:pPr>
      <w:r w:rsidRPr="001F7544">
        <w:rPr>
          <w:rFonts w:hint="eastAsia"/>
          <w:b/>
        </w:rPr>
        <w:t>第</w:t>
      </w:r>
      <w:r w:rsidRPr="001F7544">
        <w:rPr>
          <w:b/>
        </w:rPr>
        <w:t>16</w:t>
      </w:r>
      <w:r w:rsidRPr="001F7544">
        <w:rPr>
          <w:rFonts w:hint="eastAsia"/>
          <w:b/>
        </w:rPr>
        <w:t>题</w:t>
      </w:r>
      <w:r w:rsidR="008D6C04" w:rsidRPr="00C73E51">
        <w:t>【详解】（</w:t>
      </w:r>
      <w:r w:rsidR="008D6C04" w:rsidRPr="00C73E51">
        <w:t>1</w:t>
      </w:r>
      <w:r w:rsidR="008D6C04" w:rsidRPr="00C73E51">
        <w:t>）由</w:t>
      </w:r>
      <w:r w:rsidR="008D6C04" w:rsidRPr="00C73E51">
        <w:object w:dxaOrig="1800" w:dyaOrig="320">
          <v:shape id="_x0000_i1129" type="#_x0000_t75" alt="eqIdaa1ec2d7289bc848c59d03ef876073d6" style="width:79.5pt;height:13.5pt" o:ole="">
            <v:imagedata r:id="rId200" o:title="eqIdaa1ec2d7289bc848c59d03ef876073d6"/>
          </v:shape>
          <o:OLEObject Type="Embed" ProgID="Equation.DSMT4" ShapeID="_x0000_i1129" DrawAspect="Content" ObjectID="_1778502961" r:id="rId201"/>
        </w:object>
      </w:r>
      <w:r w:rsidR="008D6C04" w:rsidRPr="00C73E51">
        <w:t>，</w:t>
      </w:r>
      <w:r w:rsidR="008D6C04" w:rsidRPr="00C73E51">
        <w:object w:dxaOrig="1120" w:dyaOrig="620">
          <v:shape id="_x0000_i1130" type="#_x0000_t75" alt="eqId75083d2a3f62c22971c6ef543e237420" style="width:49.5pt;height:27.75pt" o:ole="">
            <v:imagedata r:id="rId202" o:title="eqId75083d2a3f62c22971c6ef543e237420"/>
          </v:shape>
          <o:OLEObject Type="Embed" ProgID="Equation.DSMT4" ShapeID="_x0000_i1130" DrawAspect="Content" ObjectID="_1778502962" r:id="rId203"/>
        </w:object>
      </w:r>
      <w:r w:rsidR="008D6C04" w:rsidRPr="00C73E51">
        <w:t>，</w:t>
      </w:r>
      <w:r w:rsidR="008D6C04" w:rsidRPr="00C73E51">
        <w:object w:dxaOrig="1259" w:dyaOrig="680">
          <v:shape id="_x0000_i1131" type="#_x0000_t75" alt="eqIde091e5f236f8e5bc1040e5a7f08560d3" style="width:55.5pt;height:30pt" o:ole="">
            <v:imagedata r:id="rId204" o:title="eqIde091e5f236f8e5bc1040e5a7f08560d3"/>
          </v:shape>
          <o:OLEObject Type="Embed" ProgID="Equation.DSMT4" ShapeID="_x0000_i1131" DrawAspect="Content" ObjectID="_1778502963" r:id="rId205"/>
        </w:object>
      </w:r>
      <w:r w:rsidR="008D6C04" w:rsidRPr="00C73E51">
        <w:t>，可得</w:t>
      </w:r>
      <w:r w:rsidR="008D6C04" w:rsidRPr="00C73E51">
        <w:object w:dxaOrig="980" w:dyaOrig="620">
          <v:shape id="_x0000_i1132" type="#_x0000_t75" alt="eqId25f8783429be686df75afcd56e847dfa" style="width:42.75pt;height:27pt" o:ole="">
            <v:imagedata r:id="rId206" o:title="eqId25f8783429be686df75afcd56e847dfa"/>
          </v:shape>
          <o:OLEObject Type="Embed" ProgID="Equation.DSMT4" ShapeID="_x0000_i1132" DrawAspect="Content" ObjectID="_1778502964" r:id="rId207"/>
        </w:object>
      </w:r>
      <w:r w:rsidR="008D6C04" w:rsidRPr="00C73E51">
        <w:t>，</w:t>
      </w:r>
      <w:r w:rsidR="00A2767F">
        <w:rPr>
          <w:b/>
          <w:color w:val="FF0000"/>
        </w:rPr>
        <w:t xml:space="preserve"> </w:t>
      </w:r>
      <w:r w:rsidR="00A2767F" w:rsidRPr="00FA38D1">
        <w:rPr>
          <w:b/>
          <w:color w:val="FF0000"/>
        </w:rPr>
        <w:t>…</w:t>
      </w:r>
      <w:r w:rsidR="00A2767F">
        <w:rPr>
          <w:b/>
          <w:color w:val="FF0000"/>
        </w:rPr>
        <w:t>2</w:t>
      </w:r>
      <w:r w:rsidR="00A2767F" w:rsidRPr="00FA38D1">
        <w:rPr>
          <w:rFonts w:hint="eastAsia"/>
          <w:b/>
          <w:color w:val="FF0000"/>
        </w:rPr>
        <w:t>分</w:t>
      </w:r>
    </w:p>
    <w:p w:rsidR="008D6C04" w:rsidRPr="00A2767F" w:rsidRDefault="008D6C04" w:rsidP="001F7544">
      <w:pPr>
        <w:spacing w:line="120" w:lineRule="auto"/>
        <w:textAlignment w:val="center"/>
        <w:rPr>
          <w:b/>
          <w:color w:val="FF0000"/>
        </w:rPr>
      </w:pPr>
      <w:r w:rsidRPr="00C73E51">
        <w:t>所以</w:t>
      </w:r>
      <w:r w:rsidRPr="00C73E51">
        <w:object w:dxaOrig="6740" w:dyaOrig="720">
          <v:shape id="_x0000_i1133" type="#_x0000_t75" alt="eqId7c78e92253fbfd77969f14264669d420" style="width:296.25pt;height:31.5pt" o:ole="">
            <v:imagedata r:id="rId208" o:title="eqId7c78e92253fbfd77969f14264669d420"/>
          </v:shape>
          <o:OLEObject Type="Embed" ProgID="Equation.DSMT4" ShapeID="_x0000_i1133" DrawAspect="Content" ObjectID="_1778502965" r:id="rId209"/>
        </w:object>
      </w:r>
      <w:r w:rsidRPr="00C73E51">
        <w:t>.</w:t>
      </w:r>
      <w:r w:rsidR="00A2767F">
        <w:t xml:space="preserve">   </w:t>
      </w:r>
      <w:r w:rsidR="00A2767F" w:rsidRPr="00FA38D1">
        <w:rPr>
          <w:b/>
          <w:color w:val="FF0000"/>
        </w:rPr>
        <w:t>……………………</w:t>
      </w:r>
      <w:r w:rsidR="00A2767F">
        <w:rPr>
          <w:b/>
          <w:color w:val="FF0000"/>
        </w:rPr>
        <w:t>7</w:t>
      </w:r>
      <w:r w:rsidR="00A2767F" w:rsidRPr="00FA38D1">
        <w:rPr>
          <w:rFonts w:hint="eastAsia"/>
          <w:b/>
          <w:color w:val="FF0000"/>
        </w:rPr>
        <w:t>分</w:t>
      </w:r>
    </w:p>
    <w:p w:rsidR="008D6C04" w:rsidRPr="00A2767F" w:rsidRDefault="008D6C04" w:rsidP="001F7544">
      <w:pPr>
        <w:spacing w:line="120" w:lineRule="auto"/>
        <w:textAlignment w:val="center"/>
        <w:rPr>
          <w:b/>
          <w:color w:val="FF0000"/>
        </w:rPr>
      </w:pPr>
      <w:r w:rsidRPr="00C73E51">
        <w:t>（</w:t>
      </w:r>
      <w:r w:rsidRPr="00C73E51">
        <w:t>2</w:t>
      </w:r>
      <w:r w:rsidRPr="00C73E51">
        <w:t>）由</w:t>
      </w:r>
      <w:r w:rsidRPr="00C73E51">
        <w:object w:dxaOrig="1259" w:dyaOrig="680">
          <v:shape id="_x0000_i1134" type="#_x0000_t75" alt="eqIde091e5f236f8e5bc1040e5a7f08560d3" style="width:55.5pt;height:30pt" o:ole="">
            <v:imagedata r:id="rId204" o:title="eqIde091e5f236f8e5bc1040e5a7f08560d3"/>
          </v:shape>
          <o:OLEObject Type="Embed" ProgID="Equation.DSMT4" ShapeID="_x0000_i1134" DrawAspect="Content" ObjectID="_1778502966" r:id="rId210"/>
        </w:object>
      </w:r>
      <w:r w:rsidRPr="00C73E51">
        <w:t>，</w:t>
      </w:r>
      <w:r w:rsidRPr="00C73E51">
        <w:object w:dxaOrig="1080" w:dyaOrig="680">
          <v:shape id="_x0000_i1135" type="#_x0000_t75" alt="eqId17cc100e36303b3566d91e4756594cf2" style="width:47.25pt;height:30pt" o:ole="">
            <v:imagedata r:id="rId211" o:title="eqId17cc100e36303b3566d91e4756594cf2"/>
          </v:shape>
          <o:OLEObject Type="Embed" ProgID="Equation.DSMT4" ShapeID="_x0000_i1135" DrawAspect="Content" ObjectID="_1778502967" r:id="rId212"/>
        </w:object>
      </w:r>
      <w:r w:rsidRPr="00C73E51">
        <w:t>，可得</w:t>
      </w:r>
      <w:r w:rsidRPr="00C73E51">
        <w:object w:dxaOrig="1699" w:dyaOrig="680">
          <v:shape id="_x0000_i1136" type="#_x0000_t75" alt="eqId524eb8bf68d62508e2e4d29f05354fd5" style="width:75pt;height:30pt" o:ole="">
            <v:imagedata r:id="rId213" o:title="eqId524eb8bf68d62508e2e4d29f05354fd5"/>
          </v:shape>
          <o:OLEObject Type="Embed" ProgID="Equation.DSMT4" ShapeID="_x0000_i1136" DrawAspect="Content" ObjectID="_1778502968" r:id="rId214"/>
        </w:object>
      </w:r>
      <w:r w:rsidRPr="00C73E51">
        <w:t>，</w:t>
      </w:r>
      <w:r w:rsidR="00A2767F">
        <w:rPr>
          <w:rFonts w:hint="eastAsia"/>
        </w:rPr>
        <w:t xml:space="preserve">           </w:t>
      </w:r>
      <w:r w:rsidR="00A2767F">
        <w:t xml:space="preserve"> </w:t>
      </w:r>
      <w:r w:rsidR="00A2767F">
        <w:rPr>
          <w:rFonts w:hint="eastAsia"/>
        </w:rPr>
        <w:t xml:space="preserve"> </w:t>
      </w:r>
      <w:r w:rsidR="00A2767F" w:rsidRPr="00FA38D1">
        <w:rPr>
          <w:b/>
          <w:color w:val="FF0000"/>
        </w:rPr>
        <w:t>……</w:t>
      </w:r>
      <w:proofErr w:type="gramStart"/>
      <w:r w:rsidR="00A2767F" w:rsidRPr="00FA38D1">
        <w:rPr>
          <w:b/>
          <w:color w:val="FF0000"/>
        </w:rPr>
        <w:t>………………</w:t>
      </w:r>
      <w:proofErr w:type="gramEnd"/>
      <w:r w:rsidR="00A2767F">
        <w:rPr>
          <w:b/>
          <w:color w:val="FF0000"/>
        </w:rPr>
        <w:t>9</w:t>
      </w:r>
      <w:r w:rsidR="00A2767F" w:rsidRPr="00FA38D1">
        <w:rPr>
          <w:rFonts w:hint="eastAsia"/>
          <w:b/>
          <w:color w:val="FF0000"/>
        </w:rPr>
        <w:t>分</w:t>
      </w:r>
    </w:p>
    <w:p w:rsidR="008D6C04" w:rsidRPr="00C73E51" w:rsidRDefault="008D6C04" w:rsidP="001F7544">
      <w:pPr>
        <w:spacing w:line="120" w:lineRule="auto"/>
        <w:textAlignment w:val="center"/>
      </w:pPr>
      <w:r w:rsidRPr="00C73E51">
        <w:t>故</w:t>
      </w:r>
      <w:r w:rsidRPr="00C73E51">
        <w:object w:dxaOrig="3400" w:dyaOrig="920">
          <v:shape id="_x0000_i1137" type="#_x0000_t75" alt="eqId5121b3c6aa32afcd8817451b276206dc" style="width:149.25pt;height:40.5pt" o:ole="">
            <v:imagedata r:id="rId215" o:title="eqId5121b3c6aa32afcd8817451b276206dc"/>
          </v:shape>
          <o:OLEObject Type="Embed" ProgID="Equation.DSMT4" ShapeID="_x0000_i1137" DrawAspect="Content" ObjectID="_1778502969" r:id="rId216"/>
        </w:object>
      </w:r>
      <w:r w:rsidRPr="00C73E51">
        <w:t>.</w:t>
      </w:r>
      <w:r w:rsidR="00A2767F">
        <w:t xml:space="preserve">                               </w:t>
      </w:r>
      <w:r w:rsidR="00A2767F">
        <w:rPr>
          <w:rFonts w:hint="eastAsia"/>
        </w:rPr>
        <w:t xml:space="preserve"> </w:t>
      </w:r>
      <w:r w:rsidR="00A2767F" w:rsidRPr="00FA38D1">
        <w:rPr>
          <w:b/>
          <w:color w:val="FF0000"/>
        </w:rPr>
        <w:t>……………………</w:t>
      </w:r>
      <w:r w:rsidR="00A2767F">
        <w:rPr>
          <w:b/>
          <w:color w:val="FF0000"/>
        </w:rPr>
        <w:t>11</w:t>
      </w:r>
      <w:r w:rsidR="00A2767F" w:rsidRPr="00FA38D1">
        <w:rPr>
          <w:rFonts w:hint="eastAsia"/>
          <w:b/>
          <w:color w:val="FF0000"/>
        </w:rPr>
        <w:t>分</w:t>
      </w:r>
    </w:p>
    <w:p w:rsidR="008D6C04" w:rsidRPr="00C73E51" w:rsidRDefault="008D6C04" w:rsidP="001F7544">
      <w:pPr>
        <w:spacing w:line="120" w:lineRule="auto"/>
        <w:textAlignment w:val="center"/>
      </w:pPr>
      <w:r w:rsidRPr="00C73E51">
        <w:t>从而</w:t>
      </w:r>
      <w:r w:rsidRPr="00C73E51">
        <w:object w:dxaOrig="6120" w:dyaOrig="440">
          <v:shape id="_x0000_i1138" type="#_x0000_t75" alt="eqId8bed4c597219f03c6b9b0c141cdb0ffc" style="width:269.25pt;height:19.5pt" o:ole="">
            <v:imagedata r:id="rId217" o:title="eqId8bed4c597219f03c6b9b0c141cdb0ffc"/>
          </v:shape>
          <o:OLEObject Type="Embed" ProgID="Equation.DSMT4" ShapeID="_x0000_i1138" DrawAspect="Content" ObjectID="_1778502970" r:id="rId218"/>
        </w:object>
      </w:r>
    </w:p>
    <w:p w:rsidR="00A2767F" w:rsidRDefault="008D6C04" w:rsidP="001F7544">
      <w:pPr>
        <w:spacing w:line="120" w:lineRule="auto"/>
        <w:textAlignment w:val="center"/>
      </w:pPr>
      <w:r w:rsidRPr="00C73E51">
        <w:object w:dxaOrig="3360" w:dyaOrig="800">
          <v:shape id="_x0000_i1139" type="#_x0000_t75" alt="eqId290ee6d26f550a1dbcd4d6a1e585cae7" style="width:147.75pt;height:35.25pt" o:ole="">
            <v:imagedata r:id="rId219" o:title="eqId290ee6d26f550a1dbcd4d6a1e585cae7"/>
          </v:shape>
          <o:OLEObject Type="Embed" ProgID="Equation.DSMT4" ShapeID="_x0000_i1139" DrawAspect="Content" ObjectID="_1778502971" r:id="rId220"/>
        </w:object>
      </w:r>
      <w:r w:rsidR="00A2767F">
        <w:rPr>
          <w:rFonts w:hint="eastAsia"/>
        </w:rPr>
        <w:t xml:space="preserve"> </w:t>
      </w:r>
      <w:r w:rsidR="00A2767F">
        <w:t xml:space="preserve">    </w:t>
      </w:r>
      <w:r w:rsidR="00A2767F">
        <w:rPr>
          <w:b/>
          <w:color w:val="FF0000"/>
        </w:rPr>
        <w:t xml:space="preserve">    …………………………………</w:t>
      </w:r>
      <w:r w:rsidR="00A2767F" w:rsidRPr="00FA38D1">
        <w:rPr>
          <w:b/>
          <w:color w:val="FF0000"/>
        </w:rPr>
        <w:t>……………………</w:t>
      </w:r>
      <w:r w:rsidR="00A2767F">
        <w:rPr>
          <w:b/>
          <w:color w:val="FF0000"/>
        </w:rPr>
        <w:t>13</w:t>
      </w:r>
      <w:r w:rsidR="00A2767F" w:rsidRPr="00FA38D1">
        <w:rPr>
          <w:rFonts w:hint="eastAsia"/>
          <w:b/>
          <w:color w:val="FF0000"/>
        </w:rPr>
        <w:t>分</w:t>
      </w:r>
    </w:p>
    <w:p w:rsidR="009713CF" w:rsidRPr="00C73E51" w:rsidRDefault="008D6C04" w:rsidP="001F7544">
      <w:pPr>
        <w:spacing w:line="120" w:lineRule="auto"/>
        <w:textAlignment w:val="center"/>
      </w:pPr>
      <w:r w:rsidRPr="00C73E51">
        <w:t>由</w:t>
      </w:r>
      <w:r w:rsidRPr="00C73E51">
        <w:object w:dxaOrig="1080" w:dyaOrig="680">
          <v:shape id="_x0000_i1140" type="#_x0000_t75" alt="eqId17cc100e36303b3566d91e4756594cf2" style="width:47.25pt;height:30pt" o:ole="">
            <v:imagedata r:id="rId211" o:title="eqId17cc100e36303b3566d91e4756594cf2"/>
          </v:shape>
          <o:OLEObject Type="Embed" ProgID="Equation.DSMT4" ShapeID="_x0000_i1140" DrawAspect="Content" ObjectID="_1778502972" r:id="rId221"/>
        </w:object>
      </w:r>
      <w:r w:rsidRPr="00C73E51">
        <w:t>，可得</w:t>
      </w:r>
      <w:r w:rsidRPr="00C73E51">
        <w:object w:dxaOrig="660" w:dyaOrig="620">
          <v:shape id="_x0000_i1141" type="#_x0000_t75" alt="eqId4ff4b6f8033f0c7d72a144fe39e0e040" style="width:29.25pt;height:27pt" o:ole="">
            <v:imagedata r:id="rId222" o:title="eqId4ff4b6f8033f0c7d72a144fe39e0e040"/>
          </v:shape>
          <o:OLEObject Type="Embed" ProgID="Equation.DSMT4" ShapeID="_x0000_i1141" DrawAspect="Content" ObjectID="_1778502973" r:id="rId223"/>
        </w:object>
      </w:r>
      <w:r w:rsidRPr="00C73E51">
        <w:t>.</w:t>
      </w:r>
      <w:r w:rsidR="00A2767F">
        <w:t xml:space="preserve">                            </w:t>
      </w:r>
      <w:r w:rsidR="00A2767F" w:rsidRPr="00FA38D1">
        <w:rPr>
          <w:b/>
          <w:color w:val="FF0000"/>
        </w:rPr>
        <w:t>……………………………………</w:t>
      </w:r>
      <w:r w:rsidR="00A2767F">
        <w:rPr>
          <w:b/>
          <w:color w:val="FF0000"/>
        </w:rPr>
        <w:t>15</w:t>
      </w:r>
      <w:r w:rsidR="00A2767F" w:rsidRPr="00FA38D1">
        <w:rPr>
          <w:rFonts w:hint="eastAsia"/>
          <w:b/>
          <w:color w:val="FF0000"/>
        </w:rPr>
        <w:t>分</w:t>
      </w:r>
    </w:p>
    <w:p w:rsidR="00AA386F" w:rsidRPr="00C73E51" w:rsidRDefault="002A6836" w:rsidP="001F7544">
      <w:pPr>
        <w:spacing w:line="120" w:lineRule="auto"/>
        <w:textAlignment w:val="center"/>
      </w:pPr>
      <w:r w:rsidRPr="001F7544">
        <w:rPr>
          <w:rFonts w:hint="eastAsia"/>
          <w:b/>
        </w:rPr>
        <w:t>第</w:t>
      </w:r>
      <w:r w:rsidRPr="001F7544">
        <w:rPr>
          <w:b/>
        </w:rPr>
        <w:t>17</w:t>
      </w:r>
      <w:r w:rsidRPr="001F7544">
        <w:rPr>
          <w:rFonts w:hint="eastAsia"/>
          <w:b/>
        </w:rPr>
        <w:t>题</w:t>
      </w:r>
      <w:r w:rsidR="005C03FA" w:rsidRPr="00C73E51">
        <w:t>【详解】（</w:t>
      </w:r>
      <w:r w:rsidR="005C03FA" w:rsidRPr="00C73E51">
        <w:t>1</w:t>
      </w:r>
      <w:r w:rsidR="005C03FA" w:rsidRPr="00C73E51">
        <w:t>）方法</w:t>
      </w:r>
      <w:proofErr w:type="gramStart"/>
      <w:r w:rsidR="005C03FA" w:rsidRPr="00C73E51">
        <w:t>一</w:t>
      </w:r>
      <w:proofErr w:type="gramEnd"/>
      <w:r w:rsidR="005C03FA" w:rsidRPr="00C73E51">
        <w:t>：</w:t>
      </w:r>
      <w:r w:rsidR="00AA386F" w:rsidRPr="00C73E51">
        <w:object w:dxaOrig="680" w:dyaOrig="280">
          <v:shape id="_x0000_i1142" type="#_x0000_t75" alt="eqIdf135a6c9ccaf61dfe825f747e3e1dd9e" style="width:30pt;height:12.75pt" o:ole="">
            <v:imagedata r:id="rId224" o:title="eqIdf135a6c9ccaf61dfe825f747e3e1dd9e"/>
          </v:shape>
          <o:OLEObject Type="Embed" ProgID="Equation.DSMT4" ShapeID="_x0000_i1142" DrawAspect="Content" ObjectID="_1778502974" r:id="rId225"/>
        </w:object>
      </w:r>
      <w:r w:rsidR="005C03FA" w:rsidRPr="00C73E51">
        <w:t>，</w:t>
      </w:r>
      <w:r w:rsidR="00AA386F" w:rsidRPr="00C73E51">
        <w:object w:dxaOrig="2299" w:dyaOrig="280">
          <v:shape id="_x0000_i1143" type="#_x0000_t75" alt="eqId1990a8c541a38dcd1439f7569d5a7629" style="width:101.25pt;height:12pt" o:ole="">
            <v:imagedata r:id="rId226" o:title="eqId1990a8c541a38dcd1439f7569d5a7629"/>
          </v:shape>
          <o:OLEObject Type="Embed" ProgID="Equation.DSMT4" ShapeID="_x0000_i1143" DrawAspect="Content" ObjectID="_1778502975" r:id="rId227"/>
        </w:object>
      </w:r>
      <w:r w:rsidR="005C03FA" w:rsidRPr="00C73E51">
        <w:t>，</w:t>
      </w:r>
    </w:p>
    <w:p w:rsidR="00AA386F" w:rsidRPr="00C73E51" w:rsidRDefault="00AA386F" w:rsidP="001F7544">
      <w:pPr>
        <w:spacing w:line="120" w:lineRule="auto"/>
        <w:textAlignment w:val="center"/>
      </w:pPr>
      <w:r w:rsidRPr="00C73E51">
        <w:object w:dxaOrig="2619" w:dyaOrig="280">
          <v:shape id="_x0000_i1144" type="#_x0000_t75" alt="eqId74f74202f88508a7cea7dd6fb32dc020" style="width:115.5pt;height:12pt" o:ole="">
            <v:imagedata r:id="rId228" o:title="eqId74f74202f88508a7cea7dd6fb32dc020"/>
          </v:shape>
          <o:OLEObject Type="Embed" ProgID="Equation.DSMT4" ShapeID="_x0000_i1144" DrawAspect="Content" ObjectID="_1778502976" r:id="rId229"/>
        </w:object>
      </w:r>
      <w:r w:rsidR="005C03FA" w:rsidRPr="00C73E51">
        <w:t>，又</w:t>
      </w:r>
      <w:r w:rsidRPr="00C73E51">
        <w:object w:dxaOrig="2680" w:dyaOrig="620">
          <v:shape id="_x0000_i1145" type="#_x0000_t75" alt="eqId5040306837f28314481bc4bf118ff5e5" style="width:117.75pt;height:27.75pt" o:ole="">
            <v:imagedata r:id="rId230" o:title="eqId5040306837f28314481bc4bf118ff5e5"/>
          </v:shape>
          <o:OLEObject Type="Embed" ProgID="Equation.DSMT4" ShapeID="_x0000_i1145" DrawAspect="Content" ObjectID="_1778502977" r:id="rId231"/>
        </w:object>
      </w:r>
      <w:r w:rsidR="005C03FA" w:rsidRPr="00C73E51">
        <w:t>，</w:t>
      </w:r>
      <w:r w:rsidRPr="00C73E51">
        <w:object w:dxaOrig="3560" w:dyaOrig="280">
          <v:shape id="_x0000_i1146" type="#_x0000_t75" alt="eqId4b22454fb4b5b6d7026a3fe86a0f910a" style="width:156.75pt;height:12pt" o:ole="">
            <v:imagedata r:id="rId232" o:title="eqId4b22454fb4b5b6d7026a3fe86a0f910a"/>
          </v:shape>
          <o:OLEObject Type="Embed" ProgID="Equation.DSMT4" ShapeID="_x0000_i1146" DrawAspect="Content" ObjectID="_1778502978" r:id="rId233"/>
        </w:object>
      </w:r>
      <w:r w:rsidR="005C03FA" w:rsidRPr="00C73E51">
        <w:t>，</w:t>
      </w:r>
    </w:p>
    <w:p w:rsidR="00AA386F" w:rsidRPr="00C73E51" w:rsidRDefault="00AA386F" w:rsidP="001F7544">
      <w:pPr>
        <w:spacing w:line="120" w:lineRule="auto"/>
        <w:textAlignment w:val="center"/>
      </w:pPr>
      <w:r w:rsidRPr="00C73E51">
        <w:object w:dxaOrig="2560" w:dyaOrig="400">
          <v:shape id="_x0000_i1147" type="#_x0000_t75" alt="eqId15270aceb45a6eb709d8688a81078b6b" style="width:112.5pt;height:18pt" o:ole="">
            <v:imagedata r:id="rId234" o:title="eqId15270aceb45a6eb709d8688a81078b6b"/>
          </v:shape>
          <o:OLEObject Type="Embed" ProgID="Equation.DSMT4" ShapeID="_x0000_i1147" DrawAspect="Content" ObjectID="_1778502979" r:id="rId235"/>
        </w:object>
      </w:r>
      <w:r w:rsidR="005C03FA" w:rsidRPr="00C73E51">
        <w:t>又</w:t>
      </w:r>
      <w:r w:rsidRPr="00C73E51">
        <w:object w:dxaOrig="220" w:dyaOrig="200">
          <v:shape id="_x0000_i1148" type="#_x0000_t75" alt="eqId16f3d198e76391779fa3badc848c8ac8" style="width:9.75pt;height:8.25pt" o:ole="">
            <v:imagedata r:id="rId236" o:title="eqId16f3d198e76391779fa3badc848c8ac8"/>
          </v:shape>
          <o:OLEObject Type="Embed" ProgID="Equation.DSMT4" ShapeID="_x0000_i1148" DrawAspect="Content" ObjectID="_1778502980" r:id="rId237"/>
        </w:object>
      </w:r>
      <w:r w:rsidR="005C03FA" w:rsidRPr="00C73E51">
        <w:t>在</w:t>
      </w:r>
      <w:r w:rsidRPr="00C73E51">
        <w:object w:dxaOrig="679" w:dyaOrig="280">
          <v:shape id="_x0000_i1149" type="#_x0000_t75" alt="eqId15c0dbe3c080c4c4636c64803e5c1f76" style="width:30pt;height:12.75pt" o:ole="">
            <v:imagedata r:id="rId33" o:title="eqId15c0dbe3c080c4c4636c64803e5c1f76"/>
          </v:shape>
          <o:OLEObject Type="Embed" ProgID="Equation.DSMT4" ShapeID="_x0000_i1149" DrawAspect="Content" ObjectID="_1778502981" r:id="rId238"/>
        </w:object>
      </w:r>
      <w:r w:rsidR="005C03FA" w:rsidRPr="00C73E51">
        <w:t>中，</w:t>
      </w:r>
      <w:r w:rsidRPr="00C73E51">
        <w:object w:dxaOrig="1219" w:dyaOrig="260">
          <v:shape id="_x0000_i1150" type="#_x0000_t75" alt="eqId6f9462d1267dc4a9aa3a8056635cad43" style="width:54pt;height:12pt" o:ole="">
            <v:imagedata r:id="rId239" o:title="eqId6f9462d1267dc4a9aa3a8056635cad43"/>
          </v:shape>
          <o:OLEObject Type="Embed" ProgID="Equation.DSMT4" ShapeID="_x0000_i1150" DrawAspect="Content" ObjectID="_1778502982" r:id="rId240"/>
        </w:object>
      </w:r>
      <w:r w:rsidR="005C03FA" w:rsidRPr="00C73E51">
        <w:t>，</w:t>
      </w:r>
      <w:r w:rsidRPr="00C73E51">
        <w:object w:dxaOrig="980" w:dyaOrig="400">
          <v:shape id="_x0000_i1151" type="#_x0000_t75" alt="eqId77e0b50369c088744a9d303e3ad8a6bb" style="width:42.75pt;height:18pt" o:ole="">
            <v:imagedata r:id="rId241" o:title="eqId77e0b50369c088744a9d303e3ad8a6bb"/>
          </v:shape>
          <o:OLEObject Type="Embed" ProgID="Equation.DSMT4" ShapeID="_x0000_i1151" DrawAspect="Content" ObjectID="_1778502983" r:id="rId242"/>
        </w:object>
      </w:r>
      <w:r w:rsidR="005C03FA" w:rsidRPr="00C73E51">
        <w:t>，</w:t>
      </w:r>
    </w:p>
    <w:p w:rsidR="00A2767F" w:rsidRPr="00A2767F" w:rsidRDefault="00AA386F" w:rsidP="00A2767F">
      <w:pPr>
        <w:spacing w:line="120" w:lineRule="auto"/>
        <w:textAlignment w:val="center"/>
        <w:rPr>
          <w:b/>
          <w:color w:val="FF0000"/>
        </w:rPr>
      </w:pPr>
      <w:r w:rsidRPr="00C73E51">
        <w:object w:dxaOrig="1939" w:dyaOrig="280">
          <v:shape id="_x0000_i1152" type="#_x0000_t75" alt="eqId9fcfdd08eb13e4140aa789d00895af11" style="width:85.5pt;height:12pt" o:ole="">
            <v:imagedata r:id="rId243" o:title="eqId9fcfdd08eb13e4140aa789d00895af11"/>
          </v:shape>
          <o:OLEObject Type="Embed" ProgID="Equation.DSMT4" ShapeID="_x0000_i1152" DrawAspect="Content" ObjectID="_1778502984" r:id="rId244"/>
        </w:object>
      </w:r>
      <w:r w:rsidR="005C03FA" w:rsidRPr="00C73E51">
        <w:t>，</w:t>
      </w:r>
      <w:r w:rsidRPr="00C73E51">
        <w:object w:dxaOrig="1140" w:dyaOrig="620">
          <v:shape id="_x0000_i1153" type="#_x0000_t75" alt="eqId8b12a2665eff2be7d9371d198945a1b5" style="width:50.25pt;height:27pt" o:ole="">
            <v:imagedata r:id="rId245" o:title="eqId8b12a2665eff2be7d9371d198945a1b5"/>
          </v:shape>
          <o:OLEObject Type="Embed" ProgID="Equation.DSMT4" ShapeID="_x0000_i1153" DrawAspect="Content" ObjectID="_1778502985" r:id="rId246"/>
        </w:object>
      </w:r>
      <w:r w:rsidR="005C03FA" w:rsidRPr="00C73E51">
        <w:t>，又</w:t>
      </w:r>
      <w:r w:rsidRPr="00C73E51">
        <w:object w:dxaOrig="220" w:dyaOrig="200">
          <v:shape id="_x0000_i1154" type="#_x0000_t75" alt="eqId16f3d198e76391779fa3badc848c8ac8" style="width:9.75pt;height:8.25pt" o:ole="">
            <v:imagedata r:id="rId236" o:title="eqId16f3d198e76391779fa3badc848c8ac8"/>
          </v:shape>
          <o:OLEObject Type="Embed" ProgID="Equation.DSMT4" ShapeID="_x0000_i1154" DrawAspect="Content" ObjectID="_1778502986" r:id="rId247"/>
        </w:object>
      </w:r>
      <w:r w:rsidR="005C03FA" w:rsidRPr="00C73E51">
        <w:t>在</w:t>
      </w:r>
      <w:r w:rsidRPr="00C73E51">
        <w:object w:dxaOrig="679" w:dyaOrig="280">
          <v:shape id="_x0000_i1155" type="#_x0000_t75" alt="eqId15c0dbe3c080c4c4636c64803e5c1f76" style="width:30pt;height:12.75pt" o:ole="">
            <v:imagedata r:id="rId33" o:title="eqId15c0dbe3c080c4c4636c64803e5c1f76"/>
          </v:shape>
          <o:OLEObject Type="Embed" ProgID="Equation.DSMT4" ShapeID="_x0000_i1155" DrawAspect="Content" ObjectID="_1778502987" r:id="rId248"/>
        </w:object>
      </w:r>
      <w:r w:rsidR="005C03FA" w:rsidRPr="00C73E51">
        <w:t>中，</w:t>
      </w:r>
      <w:r w:rsidRPr="00C73E51">
        <w:object w:dxaOrig="980" w:dyaOrig="400">
          <v:shape id="_x0000_i1156" type="#_x0000_t75" alt="eqId91a4a10e6ebab13cba83dec9d6662fba" style="width:42.75pt;height:17.25pt" o:ole="">
            <v:imagedata r:id="rId249" o:title="eqId91a4a10e6ebab13cba83dec9d6662fba"/>
          </v:shape>
          <o:OLEObject Type="Embed" ProgID="Equation.DSMT4" ShapeID="_x0000_i1156" DrawAspect="Content" ObjectID="_1778502988" r:id="rId250"/>
        </w:object>
      </w:r>
      <w:r w:rsidR="005C03FA" w:rsidRPr="00C73E51">
        <w:t>，</w:t>
      </w:r>
      <w:r w:rsidRPr="00C73E51">
        <w:object w:dxaOrig="840" w:dyaOrig="620">
          <v:shape id="_x0000_i1157" type="#_x0000_t75" alt="eqIdfe6ab8cc7a6e41b23819832aa7493be6" style="width:36.75pt;height:27pt;mso-position-horizontal-relative:page;mso-position-vertical-relative:page" o:ole="">
            <v:imagedata r:id="rId251" o:title="eqIdfe6ab8cc7a6e41b23819832aa7493be6"/>
          </v:shape>
          <o:OLEObject Type="Embed" ProgID="Equation.DSMT4" ShapeID="_x0000_i1157" DrawAspect="Content" ObjectID="_1778502989" r:id="rId252"/>
        </w:object>
      </w:r>
      <w:r w:rsidR="00A2767F" w:rsidRPr="00FA38D1">
        <w:rPr>
          <w:b/>
          <w:color w:val="FF0000"/>
        </w:rPr>
        <w:t>……</w:t>
      </w:r>
      <w:proofErr w:type="gramStart"/>
      <w:r w:rsidR="00A2767F" w:rsidRPr="00FA38D1">
        <w:rPr>
          <w:b/>
          <w:color w:val="FF0000"/>
        </w:rPr>
        <w:t>………………</w:t>
      </w:r>
      <w:proofErr w:type="gramEnd"/>
      <w:r w:rsidR="00A2767F">
        <w:rPr>
          <w:b/>
          <w:color w:val="FF0000"/>
        </w:rPr>
        <w:t>4</w:t>
      </w:r>
      <w:r w:rsidR="00A2767F" w:rsidRPr="00FA38D1">
        <w:rPr>
          <w:rFonts w:hint="eastAsia"/>
          <w:b/>
          <w:color w:val="FF0000"/>
        </w:rPr>
        <w:t>分</w:t>
      </w:r>
    </w:p>
    <w:p w:rsidR="00AA386F" w:rsidRPr="00A2767F" w:rsidRDefault="00AA386F" w:rsidP="001F7544">
      <w:pPr>
        <w:spacing w:line="120" w:lineRule="auto"/>
        <w:textAlignment w:val="center"/>
      </w:pPr>
    </w:p>
    <w:p w:rsidR="00AA386F" w:rsidRPr="00C73E51" w:rsidRDefault="005C03FA" w:rsidP="001F7544">
      <w:pPr>
        <w:spacing w:line="120" w:lineRule="auto"/>
        <w:textAlignment w:val="center"/>
      </w:pPr>
      <w:r w:rsidRPr="00C73E51">
        <w:t>方法二：</w:t>
      </w:r>
      <w:r w:rsidR="00AA386F" w:rsidRPr="00C73E51">
        <w:object w:dxaOrig="680" w:dyaOrig="280">
          <v:shape id="_x0000_i1158" type="#_x0000_t75" alt="eqIdf135a6c9ccaf61dfe825f747e3e1dd9e" style="width:30pt;height:12.75pt" o:ole="">
            <v:imagedata r:id="rId224" o:title="eqIdf135a6c9ccaf61dfe825f747e3e1dd9e"/>
          </v:shape>
          <o:OLEObject Type="Embed" ProgID="Equation.DSMT4" ShapeID="_x0000_i1158" DrawAspect="Content" ObjectID="_1778502990" r:id="rId253"/>
        </w:object>
      </w:r>
      <w:r w:rsidRPr="00C73E51">
        <w:t>，</w:t>
      </w:r>
      <w:r w:rsidR="00AA386F" w:rsidRPr="00C73E51">
        <w:object w:dxaOrig="2299" w:dyaOrig="280">
          <v:shape id="_x0000_i1159" type="#_x0000_t75" alt="eqId1990a8c541a38dcd1439f7569d5a7629" style="width:101.25pt;height:12pt" o:ole="">
            <v:imagedata r:id="rId226" o:title="eqId1990a8c541a38dcd1439f7569d5a7629"/>
          </v:shape>
          <o:OLEObject Type="Embed" ProgID="Equation.DSMT4" ShapeID="_x0000_i1159" DrawAspect="Content" ObjectID="_1778502991" r:id="rId254"/>
        </w:object>
      </w:r>
      <w:r w:rsidRPr="00C73E51">
        <w:t>，</w:t>
      </w:r>
    </w:p>
    <w:p w:rsidR="00AA386F" w:rsidRPr="00C73E51" w:rsidRDefault="00AA386F" w:rsidP="001F7544">
      <w:pPr>
        <w:spacing w:line="120" w:lineRule="auto"/>
        <w:textAlignment w:val="center"/>
      </w:pPr>
      <w:r w:rsidRPr="00C73E51">
        <w:object w:dxaOrig="4820" w:dyaOrig="660">
          <v:shape id="_x0000_i1160" type="#_x0000_t75" alt="eqId2127953271ae42370da35c42ce0602df" style="width:212.25pt;height:29.25pt" o:ole="">
            <v:imagedata r:id="rId255" o:title="eqId2127953271ae42370da35c42ce0602df"/>
          </v:shape>
          <o:OLEObject Type="Embed" ProgID="Equation.DSMT4" ShapeID="_x0000_i1160" DrawAspect="Content" ObjectID="_1778502992" r:id="rId256"/>
        </w:object>
      </w:r>
      <w:r w:rsidR="005C03FA" w:rsidRPr="00C73E51">
        <w:t>，</w:t>
      </w:r>
    </w:p>
    <w:p w:rsidR="00AA386F" w:rsidRPr="00C73E51" w:rsidRDefault="00AA386F" w:rsidP="001F7544">
      <w:pPr>
        <w:spacing w:line="120" w:lineRule="auto"/>
        <w:textAlignment w:val="center"/>
      </w:pPr>
      <w:r w:rsidRPr="00C73E51">
        <w:object w:dxaOrig="4660" w:dyaOrig="660">
          <v:shape id="_x0000_i1161" type="#_x0000_t75" alt="eqIde1aa00bb94586b43d92bfecd50c1f9f0" style="width:204.75pt;height:29.25pt" o:ole="">
            <v:imagedata r:id="rId257" o:title="eqIde1aa00bb94586b43d92bfecd50c1f9f0"/>
          </v:shape>
          <o:OLEObject Type="Embed" ProgID="Equation.DSMT4" ShapeID="_x0000_i1161" DrawAspect="Content" ObjectID="_1778502993" r:id="rId258"/>
        </w:object>
      </w:r>
      <w:r w:rsidR="005C03FA" w:rsidRPr="00C73E51">
        <w:t>，</w:t>
      </w:r>
      <w:r w:rsidRPr="00C73E51">
        <w:object w:dxaOrig="1679" w:dyaOrig="320">
          <v:shape id="_x0000_i1162" type="#_x0000_t75" alt="eqId4066f5c39e4b84ff304968a2589ddec2" style="width:74.25pt;height:14.25pt" o:ole="">
            <v:imagedata r:id="rId259" o:title="eqId4066f5c39e4b84ff304968a2589ddec2"/>
          </v:shape>
          <o:OLEObject Type="Embed" ProgID="Equation.DSMT4" ShapeID="_x0000_i1162" DrawAspect="Content" ObjectID="_1778502994" r:id="rId260"/>
        </w:object>
      </w:r>
      <w:r w:rsidR="005C03FA" w:rsidRPr="00C73E51">
        <w:t>．</w:t>
      </w:r>
    </w:p>
    <w:p w:rsidR="00AA386F" w:rsidRPr="00A2767F" w:rsidRDefault="00AA386F" w:rsidP="001F7544">
      <w:pPr>
        <w:spacing w:line="120" w:lineRule="auto"/>
        <w:textAlignment w:val="center"/>
        <w:rPr>
          <w:b/>
          <w:color w:val="FF0000"/>
        </w:rPr>
      </w:pPr>
      <w:r w:rsidRPr="00C73E51">
        <w:object w:dxaOrig="4360" w:dyaOrig="660">
          <v:shape id="_x0000_i1163" type="#_x0000_t75" alt="eqIdf2d4d791ea58a1fc253b8a7ffbc5c39a" style="width:192pt;height:29.25pt" o:ole="">
            <v:imagedata r:id="rId261" o:title="eqIdf2d4d791ea58a1fc253b8a7ffbc5c39a"/>
          </v:shape>
          <o:OLEObject Type="Embed" ProgID="Equation.DSMT4" ShapeID="_x0000_i1163" DrawAspect="Content" ObjectID="_1778502995" r:id="rId262"/>
        </w:object>
      </w:r>
      <w:r w:rsidR="005C03FA" w:rsidRPr="00C73E51">
        <w:t>，又</w:t>
      </w:r>
      <w:r w:rsidRPr="00C73E51">
        <w:object w:dxaOrig="220" w:dyaOrig="200">
          <v:shape id="_x0000_i1164" type="#_x0000_t75" alt="eqId16f3d198e76391779fa3badc848c8ac8" style="width:9.75pt;height:8.25pt" o:ole="">
            <v:imagedata r:id="rId236" o:title="eqId16f3d198e76391779fa3badc848c8ac8"/>
          </v:shape>
          <o:OLEObject Type="Embed" ProgID="Equation.DSMT4" ShapeID="_x0000_i1164" DrawAspect="Content" ObjectID="_1778502996" r:id="rId263"/>
        </w:object>
      </w:r>
      <w:r w:rsidR="005C03FA" w:rsidRPr="00C73E51">
        <w:t>在</w:t>
      </w:r>
      <w:r w:rsidRPr="00C73E51">
        <w:object w:dxaOrig="679" w:dyaOrig="280">
          <v:shape id="_x0000_i1165" type="#_x0000_t75" alt="eqId15c0dbe3c080c4c4636c64803e5c1f76" style="width:30pt;height:12.75pt" o:ole="">
            <v:imagedata r:id="rId33" o:title="eqId15c0dbe3c080c4c4636c64803e5c1f76"/>
          </v:shape>
          <o:OLEObject Type="Embed" ProgID="Equation.DSMT4" ShapeID="_x0000_i1165" DrawAspect="Content" ObjectID="_1778502997" r:id="rId264"/>
        </w:object>
      </w:r>
      <w:r w:rsidR="005C03FA" w:rsidRPr="00C73E51">
        <w:t>中，</w:t>
      </w:r>
      <w:r w:rsidRPr="00C73E51">
        <w:object w:dxaOrig="980" w:dyaOrig="400">
          <v:shape id="_x0000_i1166" type="#_x0000_t75" alt="eqId91a4a10e6ebab13cba83dec9d6662fba" style="width:42.75pt;height:17.25pt" o:ole="">
            <v:imagedata r:id="rId249" o:title="eqId91a4a10e6ebab13cba83dec9d6662fba"/>
          </v:shape>
          <o:OLEObject Type="Embed" ProgID="Equation.DSMT4" ShapeID="_x0000_i1166" DrawAspect="Content" ObjectID="_1778502998" r:id="rId265"/>
        </w:object>
      </w:r>
      <w:r w:rsidR="005C03FA" w:rsidRPr="00C73E51">
        <w:t>，</w:t>
      </w:r>
      <w:r w:rsidRPr="00C73E51">
        <w:object w:dxaOrig="840" w:dyaOrig="620">
          <v:shape id="_x0000_i1167" type="#_x0000_t75" alt="eqIdfe6ab8cc7a6e41b23819832aa7493be6" style="width:36.75pt;height:27pt;mso-position-horizontal-relative:page;mso-position-vertical-relative:page" o:ole="">
            <v:imagedata r:id="rId251" o:title="eqIdfe6ab8cc7a6e41b23819832aa7493be6"/>
          </v:shape>
          <o:OLEObject Type="Embed" ProgID="Equation.DSMT4" ShapeID="_x0000_i1167" DrawAspect="Content" ObjectID="_1778502999" r:id="rId266"/>
        </w:object>
      </w:r>
      <w:r w:rsidR="005C03FA" w:rsidRPr="00C73E51">
        <w:t>．</w:t>
      </w:r>
      <w:r w:rsidR="00A2767F" w:rsidRPr="00FA38D1">
        <w:rPr>
          <w:b/>
          <w:color w:val="FF0000"/>
        </w:rPr>
        <w:t>……………</w:t>
      </w:r>
      <w:r w:rsidR="00A2767F">
        <w:rPr>
          <w:b/>
          <w:color w:val="FF0000"/>
        </w:rPr>
        <w:t>4</w:t>
      </w:r>
      <w:r w:rsidR="00A2767F" w:rsidRPr="00FA38D1">
        <w:rPr>
          <w:rFonts w:hint="eastAsia"/>
          <w:b/>
          <w:color w:val="FF0000"/>
        </w:rPr>
        <w:t>分</w:t>
      </w:r>
    </w:p>
    <w:p w:rsidR="00AA386F" w:rsidRPr="00C73E51" w:rsidRDefault="005C03FA" w:rsidP="001F7544">
      <w:pPr>
        <w:spacing w:line="120" w:lineRule="auto"/>
        <w:textAlignment w:val="center"/>
      </w:pPr>
      <w:r w:rsidRPr="00C73E51">
        <w:t>（</w:t>
      </w:r>
      <w:r w:rsidRPr="00C73E51">
        <w:t>2</w:t>
      </w:r>
      <w:r w:rsidRPr="00C73E51">
        <w:t>）</w:t>
      </w:r>
      <w:r w:rsidR="00AA386F" w:rsidRPr="00C73E51">
        <w:object w:dxaOrig="2419" w:dyaOrig="320">
          <v:shape id="_x0000_i1168" type="#_x0000_t75" alt="eqId1ae58f917a09a191844b8b2f6f2095b0" style="width:106.5pt;height:14.25pt" o:ole="">
            <v:imagedata r:id="rId267" o:title="eqId1ae58f917a09a191844b8b2f6f2095b0"/>
          </v:shape>
          <o:OLEObject Type="Embed" ProgID="Equation.DSMT4" ShapeID="_x0000_i1168" DrawAspect="Content" ObjectID="_1778503000" r:id="rId268"/>
        </w:object>
      </w:r>
      <w:r w:rsidRPr="00C73E51">
        <w:t>，</w:t>
      </w:r>
      <w:r w:rsidR="00AA386F" w:rsidRPr="00C73E51">
        <w:object w:dxaOrig="1679" w:dyaOrig="320">
          <v:shape id="_x0000_i1169" type="#_x0000_t75" alt="eqId3791bac622396ff25396304a84aaa57f" style="width:74.25pt;height:14.25pt" o:ole="">
            <v:imagedata r:id="rId269" o:title="eqId3791bac622396ff25396304a84aaa57f"/>
          </v:shape>
          <o:OLEObject Type="Embed" ProgID="Equation.DSMT4" ShapeID="_x0000_i1169" DrawAspect="Content" ObjectID="_1778503001" r:id="rId270"/>
        </w:object>
      </w:r>
      <w:r w:rsidRPr="00C73E51">
        <w:t>，</w:t>
      </w:r>
    </w:p>
    <w:p w:rsidR="00AA386F" w:rsidRPr="00C73E51" w:rsidRDefault="005C03FA" w:rsidP="001F7544">
      <w:pPr>
        <w:spacing w:line="120" w:lineRule="auto"/>
        <w:textAlignment w:val="center"/>
      </w:pPr>
      <w:r w:rsidRPr="00C73E51">
        <w:t>即</w:t>
      </w:r>
      <w:r w:rsidR="00AA386F" w:rsidRPr="00C73E51">
        <w:object w:dxaOrig="1999" w:dyaOrig="680">
          <v:shape id="_x0000_i1170" type="#_x0000_t75" alt="eqId49b967ea82d2d6c8b706742adb1aa5fc" style="width:87.75pt;height:30pt" o:ole="">
            <v:imagedata r:id="rId271" o:title="eqId49b967ea82d2d6c8b706742adb1aa5fc"/>
          </v:shape>
          <o:OLEObject Type="Embed" ProgID="Equation.DSMT4" ShapeID="_x0000_i1170" DrawAspect="Content" ObjectID="_1778503002" r:id="rId272"/>
        </w:object>
      </w:r>
      <w:r w:rsidRPr="00C73E51">
        <w:t>，解得</w:t>
      </w:r>
      <w:r w:rsidR="00AA386F" w:rsidRPr="00C73E51">
        <w:object w:dxaOrig="860" w:dyaOrig="680">
          <v:shape id="_x0000_i1171" type="#_x0000_t75" alt="eqIdc98ce44b07644878b442abb117ac947f" style="width:37.5pt;height:30pt" o:ole="">
            <v:imagedata r:id="rId273" o:title="eqIdc98ce44b07644878b442abb117ac947f"/>
          </v:shape>
          <o:OLEObject Type="Embed" ProgID="Equation.DSMT4" ShapeID="_x0000_i1171" DrawAspect="Content" ObjectID="_1778503003" r:id="rId274"/>
        </w:object>
      </w:r>
      <w:r w:rsidRPr="00C73E51">
        <w:t>或</w:t>
      </w:r>
      <w:r w:rsidR="00AA386F" w:rsidRPr="00C73E51">
        <w:object w:dxaOrig="960" w:dyaOrig="680">
          <v:shape id="_x0000_i1172" type="#_x0000_t75" alt="eqIdbb9797bfff5961655472f0d31fd4f337" style="width:42pt;height:30pt" o:ole="">
            <v:imagedata r:id="rId275" o:title="eqIdbb9797bfff5961655472f0d31fd4f337"/>
          </v:shape>
          <o:OLEObject Type="Embed" ProgID="Equation.DSMT4" ShapeID="_x0000_i1172" DrawAspect="Content" ObjectID="_1778503004" r:id="rId276"/>
        </w:object>
      </w:r>
      <w:r w:rsidRPr="00C73E51">
        <w:t>，</w:t>
      </w:r>
    </w:p>
    <w:p w:rsidR="00AA386F" w:rsidRPr="00C73E51" w:rsidRDefault="005C03FA" w:rsidP="001F7544">
      <w:pPr>
        <w:spacing w:line="120" w:lineRule="auto"/>
        <w:textAlignment w:val="center"/>
      </w:pPr>
      <w:r w:rsidRPr="00C73E51">
        <w:t>当</w:t>
      </w:r>
      <w:r w:rsidR="00AA386F" w:rsidRPr="00C73E51">
        <w:object w:dxaOrig="860" w:dyaOrig="680">
          <v:shape id="_x0000_i1173" type="#_x0000_t75" alt="eqIdc98ce44b07644878b442abb117ac947f" style="width:37.5pt;height:30pt" o:ole="">
            <v:imagedata r:id="rId273" o:title="eqIdc98ce44b07644878b442abb117ac947f"/>
          </v:shape>
          <o:OLEObject Type="Embed" ProgID="Equation.DSMT4" ShapeID="_x0000_i1173" DrawAspect="Content" ObjectID="_1778503005" r:id="rId277"/>
        </w:object>
      </w:r>
      <w:r w:rsidRPr="00C73E51">
        <w:t>时，</w:t>
      </w:r>
      <w:r w:rsidR="00AA386F" w:rsidRPr="00C73E51">
        <w:object w:dxaOrig="4340" w:dyaOrig="680">
          <v:shape id="_x0000_i1174" type="#_x0000_t75" alt="eqId9417331632f00b134b55914051ec4df8" style="width:191.25pt;height:30pt" o:ole="">
            <v:imagedata r:id="rId278" o:title="eqId9417331632f00b134b55914051ec4df8"/>
          </v:shape>
          <o:OLEObject Type="Embed" ProgID="Equation.DSMT4" ShapeID="_x0000_i1174" DrawAspect="Content" ObjectID="_1778503006" r:id="rId279"/>
        </w:object>
      </w:r>
      <w:r w:rsidRPr="00C73E51">
        <w:t>，</w:t>
      </w:r>
      <w:r w:rsidR="00A2767F">
        <w:rPr>
          <w:rFonts w:hint="eastAsia"/>
        </w:rPr>
        <w:t xml:space="preserve">                   </w:t>
      </w:r>
      <w:r w:rsidR="00A2767F">
        <w:t xml:space="preserve"> </w:t>
      </w:r>
      <w:r w:rsidR="00A2767F">
        <w:rPr>
          <w:rFonts w:hint="eastAsia"/>
        </w:rPr>
        <w:t xml:space="preserve"> </w:t>
      </w:r>
      <w:r w:rsidR="00A2767F" w:rsidRPr="00FA38D1">
        <w:rPr>
          <w:b/>
          <w:color w:val="FF0000"/>
        </w:rPr>
        <w:t>……</w:t>
      </w:r>
      <w:proofErr w:type="gramStart"/>
      <w:r w:rsidR="00A2767F" w:rsidRPr="00FA38D1">
        <w:rPr>
          <w:b/>
          <w:color w:val="FF0000"/>
        </w:rPr>
        <w:t>………</w:t>
      </w:r>
      <w:proofErr w:type="gramEnd"/>
      <w:r w:rsidR="00A2767F">
        <w:rPr>
          <w:b/>
          <w:color w:val="FF0000"/>
        </w:rPr>
        <w:t>6</w:t>
      </w:r>
      <w:r w:rsidR="00A2767F" w:rsidRPr="00FA38D1">
        <w:rPr>
          <w:rFonts w:hint="eastAsia"/>
          <w:b/>
          <w:color w:val="FF0000"/>
        </w:rPr>
        <w:t>分</w:t>
      </w:r>
    </w:p>
    <w:p w:rsidR="00AA386F" w:rsidRPr="00A2767F" w:rsidRDefault="005C03FA" w:rsidP="001F7544">
      <w:pPr>
        <w:spacing w:line="120" w:lineRule="auto"/>
        <w:textAlignment w:val="center"/>
      </w:pPr>
      <w:r w:rsidRPr="00C73E51">
        <w:t>当</w:t>
      </w:r>
      <w:r w:rsidR="00AA386F" w:rsidRPr="00C73E51">
        <w:object w:dxaOrig="960" w:dyaOrig="680">
          <v:shape id="_x0000_i1175" type="#_x0000_t75" alt="eqIdbb9797bfff5961655472f0d31fd4f337" style="width:42pt;height:30pt" o:ole="">
            <v:imagedata r:id="rId275" o:title="eqIdbb9797bfff5961655472f0d31fd4f337"/>
          </v:shape>
          <o:OLEObject Type="Embed" ProgID="Equation.DSMT4" ShapeID="_x0000_i1175" DrawAspect="Content" ObjectID="_1778503007" r:id="rId280"/>
        </w:object>
      </w:r>
      <w:r w:rsidRPr="00C73E51">
        <w:t>时，</w:t>
      </w:r>
      <w:r w:rsidR="00AA386F" w:rsidRPr="00C73E51">
        <w:object w:dxaOrig="4560" w:dyaOrig="680">
          <v:shape id="_x0000_i1176" type="#_x0000_t75" alt="eqId9cb9cca0a67f1fd1b2e39ac7a00e8e42" style="width:201pt;height:30pt" o:ole="">
            <v:imagedata r:id="rId281" o:title="eqId9cb9cca0a67f1fd1b2e39ac7a00e8e42"/>
          </v:shape>
          <o:OLEObject Type="Embed" ProgID="Equation.DSMT4" ShapeID="_x0000_i1176" DrawAspect="Content" ObjectID="_1778503008" r:id="rId282"/>
        </w:object>
      </w:r>
      <w:r w:rsidR="00A2767F">
        <w:rPr>
          <w:rFonts w:hint="eastAsia"/>
        </w:rPr>
        <w:t>；</w:t>
      </w:r>
      <w:r w:rsidR="00A2767F">
        <w:t xml:space="preserve">    </w:t>
      </w:r>
      <w:r w:rsidR="00A2767F" w:rsidRPr="00FA38D1">
        <w:rPr>
          <w:b/>
          <w:color w:val="FF0000"/>
        </w:rPr>
        <w:t>………………………………</w:t>
      </w:r>
      <w:r w:rsidR="00A2767F">
        <w:rPr>
          <w:b/>
          <w:color w:val="FF0000"/>
        </w:rPr>
        <w:t>8</w:t>
      </w:r>
      <w:r w:rsidR="00A2767F" w:rsidRPr="00FA38D1">
        <w:rPr>
          <w:rFonts w:hint="eastAsia"/>
          <w:b/>
          <w:color w:val="FF0000"/>
        </w:rPr>
        <w:t>分</w:t>
      </w:r>
    </w:p>
    <w:p w:rsidR="00AA386F" w:rsidRPr="00C73E51" w:rsidRDefault="005C03FA" w:rsidP="001F7544">
      <w:pPr>
        <w:spacing w:line="120" w:lineRule="auto"/>
        <w:textAlignment w:val="center"/>
      </w:pPr>
      <w:r w:rsidRPr="00C73E51">
        <w:t>（</w:t>
      </w:r>
      <w:r w:rsidRPr="00C73E51">
        <w:t>3</w:t>
      </w:r>
      <w:r w:rsidRPr="00C73E51">
        <w:t>）</w:t>
      </w:r>
      <w:r w:rsidR="00AA386F" w:rsidRPr="00C73E51">
        <w:object w:dxaOrig="3460" w:dyaOrig="1020">
          <v:shape id="_x0000_i1177" type="#_x0000_t75" alt="eqIda8ca245d3b61be20f2617a52c69c353d" style="width:152.25pt;height:45pt" o:ole="">
            <v:imagedata r:id="rId283" o:title="eqIda8ca245d3b61be20f2617a52c69c353d"/>
          </v:shape>
          <o:OLEObject Type="Embed" ProgID="Equation.DSMT4" ShapeID="_x0000_i1177" DrawAspect="Content" ObjectID="_1778503009" r:id="rId284"/>
        </w:object>
      </w:r>
      <w:r w:rsidRPr="00C73E51">
        <w:t>，</w:t>
      </w:r>
      <w:r w:rsidR="00AA386F" w:rsidRPr="00C73E51">
        <w:object w:dxaOrig="1540" w:dyaOrig="680">
          <v:shape id="_x0000_i1178" type="#_x0000_t75" alt="eqIdeb4be47356f8c2fec55bc767f93b681e" style="width:67.5pt;height:30.75pt" o:ole="">
            <v:imagedata r:id="rId285" o:title="eqIdeb4be47356f8c2fec55bc767f93b681e"/>
          </v:shape>
          <o:OLEObject Type="Embed" ProgID="Equation.DSMT4" ShapeID="_x0000_i1178" DrawAspect="Content" ObjectID="_1778503010" r:id="rId286"/>
        </w:object>
      </w:r>
      <w:r w:rsidRPr="00C73E51">
        <w:t>，</w:t>
      </w:r>
      <w:r w:rsidR="00AA386F" w:rsidRPr="00C73E51">
        <w:object w:dxaOrig="1359" w:dyaOrig="680">
          <v:shape id="_x0000_i1179" type="#_x0000_t75" alt="eqId36fe616981fe15318038e32b7420a5eb" style="width:60pt;height:29.25pt" o:ole="">
            <v:imagedata r:id="rId287" o:title="eqId36fe616981fe15318038e32b7420a5eb"/>
          </v:shape>
          <o:OLEObject Type="Embed" ProgID="Equation.DSMT4" ShapeID="_x0000_i1179" DrawAspect="Content" ObjectID="_1778503011" r:id="rId288"/>
        </w:object>
      </w:r>
      <w:r w:rsidRPr="00C73E51">
        <w:t>．</w:t>
      </w:r>
      <w:r w:rsidR="0036365D">
        <w:rPr>
          <w:rFonts w:hint="eastAsia"/>
        </w:rPr>
        <w:t xml:space="preserve">  </w:t>
      </w:r>
      <w:r w:rsidR="0036365D">
        <w:t xml:space="preserve"> </w:t>
      </w:r>
      <w:r w:rsidR="0036365D" w:rsidRPr="00FA38D1">
        <w:rPr>
          <w:b/>
          <w:color w:val="FF0000"/>
        </w:rPr>
        <w:t>…………………</w:t>
      </w:r>
      <w:r w:rsidR="0036365D">
        <w:rPr>
          <w:b/>
          <w:color w:val="FF0000"/>
        </w:rPr>
        <w:t>10</w:t>
      </w:r>
      <w:r w:rsidR="0036365D" w:rsidRPr="00FA38D1">
        <w:rPr>
          <w:rFonts w:hint="eastAsia"/>
          <w:b/>
          <w:color w:val="FF0000"/>
        </w:rPr>
        <w:t>分</w:t>
      </w:r>
    </w:p>
    <w:p w:rsidR="00AA386F" w:rsidRPr="00C73E51" w:rsidRDefault="00AA386F" w:rsidP="001F7544">
      <w:pPr>
        <w:spacing w:line="120" w:lineRule="auto"/>
        <w:textAlignment w:val="center"/>
      </w:pPr>
      <w:r w:rsidRPr="00C73E51">
        <w:object w:dxaOrig="6100" w:dyaOrig="720">
          <v:shape id="_x0000_i1180" type="#_x0000_t75" alt="eqId63059dcdb5ff14613eba765af81f9981" style="width:268.5pt;height:31.5pt" o:ole="">
            <v:imagedata r:id="rId289" o:title="eqId63059dcdb5ff14613eba765af81f9981"/>
          </v:shape>
          <o:OLEObject Type="Embed" ProgID="Equation.DSMT4" ShapeID="_x0000_i1180" DrawAspect="Content" ObjectID="_1778503012" r:id="rId290"/>
        </w:object>
      </w:r>
    </w:p>
    <w:p w:rsidR="00AA386F" w:rsidRPr="00C73E51" w:rsidRDefault="00AA386F" w:rsidP="001F7544">
      <w:pPr>
        <w:spacing w:line="120" w:lineRule="auto"/>
        <w:textAlignment w:val="center"/>
      </w:pPr>
      <w:r w:rsidRPr="00C73E51">
        <w:object w:dxaOrig="5080" w:dyaOrig="800">
          <v:shape id="_x0000_i1181" type="#_x0000_t75" alt="eqIdb9d907be29afff920afd0a3223fa4148" style="width:223.5pt;height:36pt" o:ole="">
            <v:imagedata r:id="rId291" o:title="eqIdb9d907be29afff920afd0a3223fa4148"/>
          </v:shape>
          <o:OLEObject Type="Embed" ProgID="Equation.DSMT4" ShapeID="_x0000_i1181" DrawAspect="Content" ObjectID="_1778503013" r:id="rId292"/>
        </w:object>
      </w:r>
      <w:r w:rsidRPr="00C73E51">
        <w:object w:dxaOrig="2680" w:dyaOrig="680">
          <v:shape id="_x0000_i1182" type="#_x0000_t75" alt="eqId2e3e69f379b1e13d19f208e332fa8363" style="width:117.75pt;height:30.75pt" o:ole="">
            <v:imagedata r:id="rId293" o:title="eqId2e3e69f379b1e13d19f208e332fa8363"/>
          </v:shape>
          <o:OLEObject Type="Embed" ProgID="Equation.DSMT4" ShapeID="_x0000_i1182" DrawAspect="Content" ObjectID="_1778503014" r:id="rId294"/>
        </w:object>
      </w:r>
      <w:r w:rsidR="00A2767F">
        <w:t xml:space="preserve">  </w:t>
      </w:r>
      <w:r w:rsidR="00A2767F" w:rsidRPr="00FA38D1">
        <w:rPr>
          <w:b/>
          <w:color w:val="FF0000"/>
        </w:rPr>
        <w:t>……………………</w:t>
      </w:r>
      <w:r w:rsidR="00A2767F">
        <w:rPr>
          <w:b/>
          <w:color w:val="FF0000"/>
        </w:rPr>
        <w:t>1</w:t>
      </w:r>
      <w:r w:rsidR="0036365D">
        <w:rPr>
          <w:b/>
          <w:color w:val="FF0000"/>
        </w:rPr>
        <w:t>3</w:t>
      </w:r>
      <w:r w:rsidR="00A2767F" w:rsidRPr="00FA38D1">
        <w:rPr>
          <w:rFonts w:hint="eastAsia"/>
          <w:b/>
          <w:color w:val="FF0000"/>
        </w:rPr>
        <w:t>分</w:t>
      </w:r>
    </w:p>
    <w:p w:rsidR="00AA386F" w:rsidRPr="00C73E51" w:rsidRDefault="005C03FA" w:rsidP="001F7544">
      <w:pPr>
        <w:spacing w:line="120" w:lineRule="auto"/>
        <w:textAlignment w:val="center"/>
      </w:pPr>
      <w:r w:rsidRPr="00C73E51">
        <w:t>其中，</w:t>
      </w:r>
      <w:r w:rsidR="00AA386F" w:rsidRPr="00C73E51">
        <w:object w:dxaOrig="1199" w:dyaOrig="680">
          <v:shape id="_x0000_i1183" type="#_x0000_t75" alt="eqId56e531cbdc9da485bd52fbf1e8306c10" style="width:52.5pt;height:30pt" o:ole="">
            <v:imagedata r:id="rId295" o:title="eqId56e531cbdc9da485bd52fbf1e8306c10"/>
          </v:shape>
          <o:OLEObject Type="Embed" ProgID="Equation.DSMT4" ShapeID="_x0000_i1183" DrawAspect="Content" ObjectID="_1778503015" r:id="rId296"/>
        </w:object>
      </w:r>
      <w:r w:rsidRPr="00C73E51">
        <w:t>，</w:t>
      </w:r>
      <w:r w:rsidR="00AA386F" w:rsidRPr="00C73E51">
        <w:object w:dxaOrig="1240" w:dyaOrig="680">
          <v:shape id="_x0000_i1184" type="#_x0000_t75" alt="eqId1286bb592a6f4604d7cc39bf64531f8c" style="width:54.75pt;height:30.75pt" o:ole="">
            <v:imagedata r:id="rId297" o:title="eqId1286bb592a6f4604d7cc39bf64531f8c"/>
          </v:shape>
          <o:OLEObject Type="Embed" ProgID="Equation.DSMT4" ShapeID="_x0000_i1184" DrawAspect="Content" ObjectID="_1778503016" r:id="rId298"/>
        </w:object>
      </w:r>
      <w:r w:rsidRPr="00C73E51">
        <w:t>，</w:t>
      </w:r>
      <w:r w:rsidR="00AA386F" w:rsidRPr="00C73E51">
        <w:object w:dxaOrig="1060" w:dyaOrig="680">
          <v:shape id="_x0000_i1185" type="#_x0000_t75" alt="eqIdd440669c516d6dff0fedaf3eed41aca8" style="width:46.5pt;height:29.25pt" o:ole="">
            <v:imagedata r:id="rId299" o:title="eqIdd440669c516d6dff0fedaf3eed41aca8"/>
          </v:shape>
          <o:OLEObject Type="Embed" ProgID="Equation.DSMT4" ShapeID="_x0000_i1185" DrawAspect="Content" ObjectID="_1778503017" r:id="rId300"/>
        </w:object>
      </w:r>
      <w:r w:rsidR="00AA386F" w:rsidRPr="00C73E51">
        <w:object w:dxaOrig="220" w:dyaOrig="200">
          <v:shape id="_x0000_i1186" type="#_x0000_t75" alt="eqId16f3d198e76391779fa3badc848c8ac8" style="width:9.75pt;height:8.25pt" o:ole="">
            <v:imagedata r:id="rId236" o:title="eqId16f3d198e76391779fa3badc848c8ac8"/>
          </v:shape>
          <o:OLEObject Type="Embed" ProgID="Equation.DSMT4" ShapeID="_x0000_i1186" DrawAspect="Content" ObjectID="_1778503018" r:id="rId301"/>
        </w:object>
      </w:r>
      <w:r w:rsidRPr="00C73E51">
        <w:t>在</w:t>
      </w:r>
      <w:r w:rsidR="00AA386F" w:rsidRPr="00C73E51">
        <w:object w:dxaOrig="679" w:dyaOrig="280">
          <v:shape id="_x0000_i1187" type="#_x0000_t75" alt="eqId15c0dbe3c080c4c4636c64803e5c1f76" style="width:30pt;height:12.75pt" o:ole="">
            <v:imagedata r:id="rId33" o:title="eqId15c0dbe3c080c4c4636c64803e5c1f76"/>
          </v:shape>
          <o:OLEObject Type="Embed" ProgID="Equation.DSMT4" ShapeID="_x0000_i1187" DrawAspect="Content" ObjectID="_1778503019" r:id="rId302"/>
        </w:object>
      </w:r>
      <w:r w:rsidRPr="00C73E51">
        <w:t>中，</w:t>
      </w:r>
      <w:r w:rsidR="00AA386F" w:rsidRPr="00C73E51">
        <w:object w:dxaOrig="580" w:dyaOrig="560">
          <v:shape id="_x0000_i1188" type="#_x0000_t75" alt="eqIdffe7a93172d308a58200e3c722fe1072" style="width:25.5pt;height:24.75pt;mso-position-horizontal-relative:page;mso-position-vertical-relative:page" o:ole="">
            <v:imagedata r:id="rId303" o:title="eqIdffe7a93172d308a58200e3c722fe1072"/>
          </v:shape>
          <o:OLEObject Type="Embed" ProgID="Equation.DSMT4" ShapeID="_x0000_i1188" DrawAspect="Content" ObjectID="_1778503020" r:id="rId304"/>
        </w:object>
      </w:r>
      <w:r w:rsidRPr="00C73E51">
        <w:t>，</w:t>
      </w:r>
      <w:r w:rsidR="00AA386F" w:rsidRPr="00C73E51">
        <w:object w:dxaOrig="1399" w:dyaOrig="680">
          <v:shape id="_x0000_i1189" type="#_x0000_t75" alt="eqIdbe580f2205bc4da66849febddf351462" style="width:61.5pt;height:30.75pt" o:ole="">
            <v:imagedata r:id="rId305" o:title="eqIdbe580f2205bc4da66849febddf351462"/>
          </v:shape>
          <o:OLEObject Type="Embed" ProgID="Equation.DSMT4" ShapeID="_x0000_i1189" DrawAspect="Content" ObjectID="_1778503021" r:id="rId306"/>
        </w:object>
      </w:r>
    </w:p>
    <w:p w:rsidR="00540234" w:rsidRPr="00A2767F" w:rsidRDefault="00AA386F" w:rsidP="001F7544">
      <w:pPr>
        <w:spacing w:line="120" w:lineRule="auto"/>
        <w:textAlignment w:val="center"/>
      </w:pPr>
      <w:r w:rsidRPr="00C73E51">
        <w:object w:dxaOrig="220" w:dyaOrig="200">
          <v:shape id="_x0000_i1190" type="#_x0000_t75" alt="eqId2de0d10ef8b748d4531250c37c5d3f9e" style="width:9.75pt;height:9pt" o:ole="">
            <v:imagedata r:id="rId307" o:title="eqId2de0d10ef8b748d4531250c37c5d3f9e"/>
          </v:shape>
          <o:OLEObject Type="Embed" ProgID="Equation.DSMT4" ShapeID="_x0000_i1190" DrawAspect="Content" ObjectID="_1778503022" r:id="rId308"/>
        </w:object>
      </w:r>
      <w:r w:rsidR="005C03FA" w:rsidRPr="00C73E51">
        <w:t>当</w:t>
      </w:r>
      <w:r w:rsidRPr="00C73E51">
        <w:object w:dxaOrig="1020" w:dyaOrig="620">
          <v:shape id="_x0000_i1191" type="#_x0000_t75" alt="eqIda29244d895912a5937e5e8e33cbff659" style="width:45pt;height:27pt" o:ole="">
            <v:imagedata r:id="rId309" o:title="eqIda29244d895912a5937e5e8e33cbff659"/>
          </v:shape>
          <o:OLEObject Type="Embed" ProgID="Equation.DSMT4" ShapeID="_x0000_i1191" DrawAspect="Content" ObjectID="_1778503023" r:id="rId310"/>
        </w:object>
      </w:r>
      <w:r w:rsidR="005C03FA" w:rsidRPr="00C73E51">
        <w:t>时，</w:t>
      </w:r>
      <w:r w:rsidRPr="00C73E51">
        <w:object w:dxaOrig="639" w:dyaOrig="280">
          <v:shape id="_x0000_i1192" type="#_x0000_t75" alt="eqId74094c51b5ee19992e12e98bfab66d77" style="width:27.75pt;height:12.75pt" o:ole="">
            <v:imagedata r:id="rId311" o:title="eqId74094c51b5ee19992e12e98bfab66d77"/>
          </v:shape>
          <o:OLEObject Type="Embed" ProgID="Equation.DSMT4" ShapeID="_x0000_i1192" DrawAspect="Content" ObjectID="_1778503024" r:id="rId312"/>
        </w:object>
      </w:r>
      <w:r w:rsidR="005C03FA" w:rsidRPr="00C73E51">
        <w:t>取到最大值</w:t>
      </w:r>
      <w:r w:rsidRPr="00C73E51">
        <w:object w:dxaOrig="540" w:dyaOrig="600">
          <v:shape id="_x0000_i1193" type="#_x0000_t75" alt="eqId4e72b4868bdd8d15dff2211cc49cd31b" style="width:24pt;height:26.25pt" o:ole="">
            <v:imagedata r:id="rId313" o:title="eqId4e72b4868bdd8d15dff2211cc49cd31b"/>
          </v:shape>
          <o:OLEObject Type="Embed" ProgID="Equation.DSMT4" ShapeID="_x0000_i1193" DrawAspect="Content" ObjectID="_1778503025" r:id="rId314"/>
        </w:object>
      </w:r>
      <w:r w:rsidR="005C03FA" w:rsidRPr="00C73E51">
        <w:t>，此时，</w:t>
      </w:r>
      <w:r w:rsidRPr="00C73E51">
        <w:object w:dxaOrig="3280" w:dyaOrig="720">
          <v:shape id="_x0000_i1194" type="#_x0000_t75" alt="eqId62062cd35021edde5fdd28d7a02fedde" style="width:2in;height:31.5pt" o:ole="">
            <v:imagedata r:id="rId315" o:title="eqId62062cd35021edde5fdd28d7a02fedde"/>
          </v:shape>
          <o:OLEObject Type="Embed" ProgID="Equation.DSMT4" ShapeID="_x0000_i1194" DrawAspect="Content" ObjectID="_1778503026" r:id="rId316"/>
        </w:object>
      </w:r>
      <w:r w:rsidR="005C03FA" w:rsidRPr="00C73E51">
        <w:t>．</w:t>
      </w:r>
      <w:r w:rsidR="00A2767F">
        <w:rPr>
          <w:b/>
          <w:color w:val="FF0000"/>
        </w:rPr>
        <w:t>…</w:t>
      </w:r>
      <w:r w:rsidR="00A2767F" w:rsidRPr="00FA38D1">
        <w:rPr>
          <w:b/>
          <w:color w:val="FF0000"/>
        </w:rPr>
        <w:t>………</w:t>
      </w:r>
      <w:r w:rsidR="00A2767F">
        <w:rPr>
          <w:b/>
          <w:color w:val="FF0000"/>
        </w:rPr>
        <w:t>15</w:t>
      </w:r>
      <w:r w:rsidR="00A2767F" w:rsidRPr="00FA38D1">
        <w:rPr>
          <w:rFonts w:hint="eastAsia"/>
          <w:b/>
          <w:color w:val="FF0000"/>
        </w:rPr>
        <w:t>分</w:t>
      </w:r>
    </w:p>
    <w:p w:rsidR="00483689" w:rsidRPr="00C73E51" w:rsidRDefault="002A6836" w:rsidP="001F7544">
      <w:pPr>
        <w:spacing w:line="120" w:lineRule="auto"/>
        <w:textAlignment w:val="center"/>
      </w:pPr>
      <w:r w:rsidRPr="001F7544">
        <w:rPr>
          <w:rFonts w:hint="eastAsia"/>
          <w:b/>
        </w:rPr>
        <w:t>第</w:t>
      </w:r>
      <w:r w:rsidRPr="001F7544">
        <w:rPr>
          <w:b/>
        </w:rPr>
        <w:t>18</w:t>
      </w:r>
      <w:r w:rsidRPr="001F7544">
        <w:rPr>
          <w:rFonts w:hint="eastAsia"/>
          <w:b/>
        </w:rPr>
        <w:t>题</w:t>
      </w:r>
      <w:r w:rsidR="00483689" w:rsidRPr="00C73E51">
        <w:t>【详解】（</w:t>
      </w:r>
      <w:r w:rsidR="00483689" w:rsidRPr="00C73E51">
        <w:t>1</w:t>
      </w:r>
      <w:r w:rsidR="00483689" w:rsidRPr="00C73E51">
        <w:t>）证明：</w:t>
      </w:r>
      <w:r w:rsidR="00483689" w:rsidRPr="00C73E51">
        <w:object w:dxaOrig="704" w:dyaOrig="247">
          <v:shape id="_x0000_i1195" type="#_x0000_t75" alt="eqId24cd62399fd4e0dc8d359d54456c50c6" style="width:35.25pt;height:12pt" o:ole="">
            <v:imagedata r:id="rId317" o:title="eqId24cd62399fd4e0dc8d359d54456c50c6"/>
          </v:shape>
          <o:OLEObject Type="Embed" ProgID="Equation.DSMT4" ShapeID="_x0000_i1195" DrawAspect="Content" ObjectID="_1778503027" r:id="rId318"/>
        </w:object>
      </w:r>
      <w:proofErr w:type="gramStart"/>
      <w:r w:rsidR="00483689" w:rsidRPr="00C73E51">
        <w:t>平面</w:t>
      </w:r>
      <w:r w:rsidR="00483689" w:rsidRPr="00C73E51">
        <w:object w:dxaOrig="1197" w:dyaOrig="276">
          <v:shape id="_x0000_i1196" type="#_x0000_t75" alt="eqId9263a4c1054ec924e900a1544180a83b" style="width:60pt;height:13.5pt" o:ole="">
            <v:imagedata r:id="rId319" o:title="eqId9263a4c1054ec924e900a1544180a83b"/>
          </v:shape>
          <o:OLEObject Type="Embed" ProgID="Equation.DSMT4" ShapeID="_x0000_i1196" DrawAspect="Content" ObjectID="_1778503028" r:id="rId320"/>
        </w:object>
      </w:r>
      <w:r w:rsidR="00483689" w:rsidRPr="00C73E51">
        <w:t>平面</w:t>
      </w:r>
      <w:proofErr w:type="gramEnd"/>
      <w:r w:rsidR="00483689" w:rsidRPr="00C73E51">
        <w:object w:dxaOrig="1706" w:dyaOrig="291">
          <v:shape id="_x0000_i1197" type="#_x0000_t75" alt="eqIdaf729e2c0ecffac67d13d66551a0cf36" style="width:85.5pt;height:14.25pt" o:ole="">
            <v:imagedata r:id="rId321" o:title="eqIdaf729e2c0ecffac67d13d66551a0cf36"/>
          </v:shape>
          <o:OLEObject Type="Embed" ProgID="Equation.DSMT4" ShapeID="_x0000_i1197" DrawAspect="Content" ObjectID="_1778503029" r:id="rId322"/>
        </w:object>
      </w:r>
      <w:r w:rsidR="00483689" w:rsidRPr="00C73E51">
        <w:t>.</w:t>
      </w:r>
    </w:p>
    <w:p w:rsidR="00483689" w:rsidRPr="00C73E51" w:rsidRDefault="00483689" w:rsidP="001F7544">
      <w:pPr>
        <w:spacing w:line="120" w:lineRule="auto"/>
        <w:textAlignment w:val="center"/>
      </w:pPr>
      <w:r w:rsidRPr="00C73E51">
        <w:t>取</w:t>
      </w:r>
      <w:r w:rsidRPr="00C73E51">
        <w:object w:dxaOrig="352" w:dyaOrig="221">
          <v:shape id="_x0000_i1198" type="#_x0000_t75" alt="eqIdf52a58fbaf4fea03567e88a9f0f6e37e" style="width:17.25pt;height:11.25pt" o:ole="">
            <v:imagedata r:id="rId323" o:title="eqIdf52a58fbaf4fea03567e88a9f0f6e37e"/>
          </v:shape>
          <o:OLEObject Type="Embed" ProgID="Equation.DSMT4" ShapeID="_x0000_i1198" DrawAspect="Content" ObjectID="_1778503030" r:id="rId324"/>
        </w:object>
      </w:r>
      <w:r w:rsidRPr="00C73E51">
        <w:t>中点</w:t>
      </w:r>
      <w:r w:rsidRPr="00C73E51">
        <w:object w:dxaOrig="229" w:dyaOrig="229">
          <v:shape id="_x0000_i1199" type="#_x0000_t75" alt="eqIda0ed1ec316bc54c37c4286c208f55667" style="width:11.25pt;height:11.25pt" o:ole="">
            <v:imagedata r:id="rId325" o:title="eqIda0ed1ec316bc54c37c4286c208f55667"/>
          </v:shape>
          <o:OLEObject Type="Embed" ProgID="Equation.DSMT4" ShapeID="_x0000_i1199" DrawAspect="Content" ObjectID="_1778503031" r:id="rId326"/>
        </w:object>
      </w:r>
      <w:r w:rsidRPr="00C73E51">
        <w:t>，连接</w:t>
      </w:r>
      <w:r w:rsidRPr="00C73E51">
        <w:object w:dxaOrig="352" w:dyaOrig="248">
          <v:shape id="_x0000_i1200" type="#_x0000_t75" alt="eqId4cae70b8a9d2d2e96dea62c00ced04b9" style="width:17.25pt;height:12.75pt" o:ole="">
            <v:imagedata r:id="rId327" o:title="eqId4cae70b8a9d2d2e96dea62c00ced04b9"/>
          </v:shape>
          <o:OLEObject Type="Embed" ProgID="Equation.DSMT4" ShapeID="_x0000_i1200" DrawAspect="Content" ObjectID="_1778503032" r:id="rId328"/>
        </w:object>
      </w:r>
      <w:r w:rsidRPr="00C73E51">
        <w:t>，</w:t>
      </w:r>
      <w:r w:rsidR="00C73E51" w:rsidRPr="00C73E51">
        <w:t xml:space="preserve"> </w:t>
      </w:r>
      <w:r w:rsidRPr="00C73E51">
        <w:object w:dxaOrig="844" w:dyaOrig="224">
          <v:shape id="_x0000_i1201" type="#_x0000_t75" alt="eqId29c7af82dc804c0270f4dbcd6f4168f2" style="width:42pt;height:11.25pt" o:ole="">
            <v:imagedata r:id="rId329" o:title="eqId29c7af82dc804c0270f4dbcd6f4168f2"/>
          </v:shape>
          <o:OLEObject Type="Embed" ProgID="Equation.DSMT4" ShapeID="_x0000_i1201" DrawAspect="Content" ObjectID="_1778503033" r:id="rId330"/>
        </w:object>
      </w:r>
      <w:r w:rsidRPr="00C73E51">
        <w:t>，有</w:t>
      </w:r>
      <w:r w:rsidRPr="00C73E51">
        <w:object w:dxaOrig="2076" w:dyaOrig="276">
          <v:shape id="_x0000_i1202" type="#_x0000_t75" alt="eqIdc74fdfa2c229a46c02b68a24c1aba0ef" style="width:103.5pt;height:13.5pt" o:ole="">
            <v:imagedata r:id="rId331" o:title="eqIdc74fdfa2c229a46c02b68a24c1aba0ef"/>
          </v:shape>
          <o:OLEObject Type="Embed" ProgID="Equation.DSMT4" ShapeID="_x0000_i1202" DrawAspect="Content" ObjectID="_1778503034" r:id="rId332"/>
        </w:object>
      </w:r>
      <w:r w:rsidRPr="00C73E51">
        <w:t>且</w:t>
      </w:r>
      <w:r w:rsidRPr="00C73E51">
        <w:object w:dxaOrig="633" w:dyaOrig="255">
          <v:shape id="_x0000_i1203" type="#_x0000_t75" alt="eqId411b38a18046fea8e9fab1f9f9b80a5f" style="width:31.5pt;height:12.75pt" o:ole="">
            <v:imagedata r:id="rId333" o:title="eqId411b38a18046fea8e9fab1f9f9b80a5f"/>
          </v:shape>
          <o:OLEObject Type="Embed" ProgID="Equation.DSMT4" ShapeID="_x0000_i1203" DrawAspect="Content" ObjectID="_1778503035" r:id="rId334"/>
        </w:object>
      </w:r>
      <w:r w:rsidRPr="00C73E51">
        <w:t>是直角梯形，</w:t>
      </w:r>
    </w:p>
    <w:p w:rsidR="00483689" w:rsidRPr="00C73E51" w:rsidRDefault="00483689" w:rsidP="001F7544">
      <w:pPr>
        <w:spacing w:line="120" w:lineRule="auto"/>
        <w:textAlignment w:val="center"/>
      </w:pPr>
      <w:r w:rsidRPr="00C73E51">
        <w:t>则四边形</w:t>
      </w:r>
      <w:r w:rsidRPr="00C73E51">
        <w:object w:dxaOrig="651" w:dyaOrig="252">
          <v:shape id="_x0000_i1204" type="#_x0000_t75" alt="eqId94a5a2949b3d520ed03d57126c7d4d8d" style="width:32.25pt;height:12.75pt" o:ole="">
            <v:imagedata r:id="rId335" o:title="eqId94a5a2949b3d520ed03d57126c7d4d8d"/>
          </v:shape>
          <o:OLEObject Type="Embed" ProgID="Equation.DSMT4" ShapeID="_x0000_i1204" DrawAspect="Content" ObjectID="_1778503036" r:id="rId336"/>
        </w:object>
      </w:r>
      <w:r w:rsidRPr="00C73E51">
        <w:t>为矩形，</w:t>
      </w:r>
      <w:r w:rsidRPr="00C73E51">
        <w:object w:dxaOrig="2463" w:dyaOrig="280">
          <v:shape id="_x0000_i1205" type="#_x0000_t75" alt="eqId5601afeb754d8aa914945e38d9dd6ac6" style="width:123.75pt;height:14.25pt" o:ole="">
            <v:imagedata r:id="rId337" o:title="eqId5601afeb754d8aa914945e38d9dd6ac6"/>
          </v:shape>
          <o:OLEObject Type="Embed" ProgID="Equation.DSMT4" ShapeID="_x0000_i1205" DrawAspect="Content" ObjectID="_1778503037" r:id="rId338"/>
        </w:object>
      </w:r>
      <w:r w:rsidRPr="00C73E51">
        <w:t>，</w:t>
      </w:r>
      <w:r w:rsidRPr="00C73E51">
        <w:object w:dxaOrig="1513" w:dyaOrig="305">
          <v:shape id="_x0000_i1206" type="#_x0000_t75" alt="eqIdbc39936bb5660d5c78337a6715a72cb2" style="width:75.75pt;height:15pt" o:ole="">
            <v:imagedata r:id="rId339" o:title="eqIdbc39936bb5660d5c78337a6715a72cb2"/>
          </v:shape>
          <o:OLEObject Type="Embed" ProgID="Equation.DSMT4" ShapeID="_x0000_i1206" DrawAspect="Content" ObjectID="_1778503038" r:id="rId340"/>
        </w:object>
      </w:r>
      <w:r w:rsidRPr="00C73E51">
        <w:t>，即</w:t>
      </w:r>
      <w:r w:rsidRPr="00C73E51">
        <w:object w:dxaOrig="2693" w:dyaOrig="296">
          <v:shape id="_x0000_i1207" type="#_x0000_t75" alt="eqIdb6a4eff4410c3c3c51f3c7095afd65d4" style="width:135pt;height:15pt" o:ole="">
            <v:imagedata r:id="rId341" o:title="eqIdb6a4eff4410c3c3c51f3c7095afd65d4"/>
          </v:shape>
          <o:OLEObject Type="Embed" ProgID="Equation.DSMT4" ShapeID="_x0000_i1207" DrawAspect="Content" ObjectID="_1778503039" r:id="rId342"/>
        </w:object>
      </w:r>
      <w:r w:rsidR="00C73E51" w:rsidRPr="00C73E51">
        <w:t>.</w:t>
      </w:r>
      <w:r w:rsidRPr="00C73E51">
        <w:object w:dxaOrig="1971" w:dyaOrig="287">
          <v:shape id="_x0000_i1208" type="#_x0000_t75" alt="eqIde8f1fb9ae88d0cf2266867f330e9b6a2" style="width:98.25pt;height:14.25pt" o:ole="">
            <v:imagedata r:id="rId343" o:title="eqIde8f1fb9ae88d0cf2266867f330e9b6a2"/>
          </v:shape>
          <o:OLEObject Type="Embed" ProgID="Equation.DSMT4" ShapeID="_x0000_i1208" DrawAspect="Content" ObjectID="_1778503040" r:id="rId344"/>
        </w:object>
      </w:r>
      <w:proofErr w:type="gramStart"/>
      <w:r w:rsidRPr="00C73E51">
        <w:t>平面</w:t>
      </w:r>
      <w:r w:rsidRPr="00C73E51">
        <w:object w:dxaOrig="1056" w:dyaOrig="290">
          <v:shape id="_x0000_i1209" type="#_x0000_t75" alt="eqId18e299a44ad7a67fa81c72af8df77ef4" style="width:52.5pt;height:14.25pt" o:ole="">
            <v:imagedata r:id="rId345" o:title="eqId18e299a44ad7a67fa81c72af8df77ef4"/>
          </v:shape>
          <o:OLEObject Type="Embed" ProgID="Equation.DSMT4" ShapeID="_x0000_i1209" DrawAspect="Content" ObjectID="_1778503041" r:id="rId346"/>
        </w:object>
      </w:r>
      <w:r w:rsidRPr="00C73E51">
        <w:t>平面</w:t>
      </w:r>
      <w:proofErr w:type="gramEnd"/>
      <w:r w:rsidRPr="00C73E51">
        <w:object w:dxaOrig="1214" w:dyaOrig="290">
          <v:shape id="_x0000_i1210" type="#_x0000_t75" alt="eqId1e704a6f2bd08820811d4122c94b5b18" style="width:60.75pt;height:14.25pt" o:ole="">
            <v:imagedata r:id="rId347" o:title="eqId1e704a6f2bd08820811d4122c94b5b18"/>
          </v:shape>
          <o:OLEObject Type="Embed" ProgID="Equation.DSMT4" ShapeID="_x0000_i1210" DrawAspect="Content" ObjectID="_1778503042" r:id="rId348"/>
        </w:object>
      </w:r>
      <w:r w:rsidRPr="00C73E51">
        <w:t>平面</w:t>
      </w:r>
      <w:r w:rsidRPr="00C73E51">
        <w:object w:dxaOrig="492" w:dyaOrig="255">
          <v:shape id="_x0000_i1211" type="#_x0000_t75" alt="eqIde7b7c83470489253394bd288d7c920df" style="width:24.75pt;height:12.75pt" o:ole="">
            <v:imagedata r:id="rId349" o:title="eqIde7b7c83470489253394bd288d7c920df"/>
          </v:shape>
          <o:OLEObject Type="Embed" ProgID="Equation.DSMT4" ShapeID="_x0000_i1211" DrawAspect="Content" ObjectID="_1778503043" r:id="rId350"/>
        </w:object>
      </w:r>
      <w:r w:rsidRPr="00C73E51">
        <w:t>.</w:t>
      </w:r>
    </w:p>
    <w:p w:rsidR="00483689" w:rsidRPr="00C73E51" w:rsidRDefault="00483689" w:rsidP="001F7544">
      <w:pPr>
        <w:spacing w:line="120" w:lineRule="auto"/>
        <w:textAlignment w:val="center"/>
      </w:pPr>
      <w:r w:rsidRPr="00C73E51">
        <w:object w:dxaOrig="739" w:dyaOrig="246">
          <v:shape id="_x0000_i1212" type="#_x0000_t75" alt="eqId8bd6f67b13480aa1aab08f499cae9e81" style="width:36.75pt;height:12pt" o:ole="">
            <v:imagedata r:id="rId351" o:title="eqId8bd6f67b13480aa1aab08f499cae9e81"/>
          </v:shape>
          <o:OLEObject Type="Embed" ProgID="Equation.DSMT4" ShapeID="_x0000_i1212" DrawAspect="Content" ObjectID="_1778503044" r:id="rId352"/>
        </w:object>
      </w:r>
      <w:proofErr w:type="gramStart"/>
      <w:r w:rsidRPr="00C73E51">
        <w:t>平面</w:t>
      </w:r>
      <w:r w:rsidRPr="00C73E51">
        <w:object w:dxaOrig="686" w:dyaOrig="282">
          <v:shape id="_x0000_i1213" type="#_x0000_t75" alt="eqId440bfe737a45f638cc86b745f59d6a4a" style="width:34.5pt;height:14.25pt" o:ole="">
            <v:imagedata r:id="rId353" o:title="eqId440bfe737a45f638cc86b745f59d6a4a"/>
          </v:shape>
          <o:OLEObject Type="Embed" ProgID="Equation.DSMT4" ShapeID="_x0000_i1213" DrawAspect="Content" ObjectID="_1778503045" r:id="rId354"/>
        </w:object>
      </w:r>
      <w:r w:rsidRPr="00C73E51">
        <w:t>平面</w:t>
      </w:r>
      <w:proofErr w:type="gramEnd"/>
      <w:r w:rsidRPr="00C73E51">
        <w:object w:dxaOrig="668" w:dyaOrig="245">
          <v:shape id="_x0000_i1214" type="#_x0000_t75" alt="eqId677d1863ff4d8ac1604b18149d4f320f" style="width:33.75pt;height:12pt" o:ole="">
            <v:imagedata r:id="rId355" o:title="eqId677d1863ff4d8ac1604b18149d4f320f"/>
          </v:shape>
          <o:OLEObject Type="Embed" ProgID="Equation.DSMT4" ShapeID="_x0000_i1214" DrawAspect="Content" ObjectID="_1778503046" r:id="rId356"/>
        </w:object>
      </w:r>
      <w:r w:rsidRPr="00C73E51">
        <w:t>平面</w:t>
      </w:r>
      <w:r w:rsidRPr="00C73E51">
        <w:object w:dxaOrig="492" w:dyaOrig="255">
          <v:shape id="_x0000_i1215" type="#_x0000_t75" alt="eqIde7b7c83470489253394bd288d7c920df" style="width:24.75pt;height:12.75pt" o:ole="">
            <v:imagedata r:id="rId349" o:title="eqIde7b7c83470489253394bd288d7c920df"/>
          </v:shape>
          <o:OLEObject Type="Embed" ProgID="Equation.DSMT4" ShapeID="_x0000_i1215" DrawAspect="Content" ObjectID="_1778503047" r:id="rId357"/>
        </w:object>
      </w:r>
      <w:r w:rsidRPr="00C73E51">
        <w:t>；</w:t>
      </w:r>
      <w:r w:rsidR="000632FA">
        <w:rPr>
          <w:rFonts w:hint="eastAsia"/>
        </w:rPr>
        <w:t xml:space="preserve">        </w:t>
      </w:r>
      <w:r w:rsidR="000632FA">
        <w:t xml:space="preserve">           </w:t>
      </w:r>
      <w:r w:rsidR="00A2767F" w:rsidRPr="00FA38D1">
        <w:rPr>
          <w:b/>
          <w:color w:val="FF0000"/>
        </w:rPr>
        <w:t>………………………………</w:t>
      </w:r>
      <w:r w:rsidR="00A2767F">
        <w:rPr>
          <w:b/>
          <w:color w:val="FF0000"/>
        </w:rPr>
        <w:t>5</w:t>
      </w:r>
      <w:r w:rsidR="00A2767F" w:rsidRPr="00FA38D1">
        <w:rPr>
          <w:rFonts w:hint="eastAsia"/>
          <w:b/>
          <w:color w:val="FF0000"/>
        </w:rPr>
        <w:t>分</w:t>
      </w:r>
    </w:p>
    <w:p w:rsidR="00A2767F" w:rsidRDefault="00483689" w:rsidP="001F7544">
      <w:pPr>
        <w:spacing w:line="120" w:lineRule="auto"/>
        <w:textAlignment w:val="center"/>
      </w:pPr>
      <w:r w:rsidRPr="00C73E51">
        <w:t>（</w:t>
      </w:r>
      <w:r w:rsidRPr="00C73E51">
        <w:t>2</w:t>
      </w:r>
      <w:r w:rsidRPr="00C73E51">
        <w:t>）由（</w:t>
      </w:r>
      <w:r w:rsidRPr="00C73E51">
        <w:t>1</w:t>
      </w:r>
      <w:r w:rsidRPr="00C73E51">
        <w:t>）知</w:t>
      </w:r>
      <w:r w:rsidRPr="00C73E51">
        <w:object w:dxaOrig="897" w:dyaOrig="251">
          <v:shape id="_x0000_i1216" type="#_x0000_t75" alt="eqId615fc8790237a1b09af51d6bcad6b595" style="width:45pt;height:12.75pt" o:ole="">
            <v:imagedata r:id="rId358" o:title="eqId615fc8790237a1b09af51d6bcad6b595"/>
          </v:shape>
          <o:OLEObject Type="Embed" ProgID="Equation.DSMT4" ShapeID="_x0000_i1216" DrawAspect="Content" ObjectID="_1778503048" r:id="rId359"/>
        </w:object>
      </w:r>
      <w:r w:rsidRPr="00C73E51">
        <w:t>，</w:t>
      </w:r>
      <w:r w:rsidRPr="00C73E51">
        <w:object w:dxaOrig="704" w:dyaOrig="247">
          <v:shape id="_x0000_i1217" type="#_x0000_t75" alt="eqId24cd62399fd4e0dc8d359d54456c50c6" style="width:35.25pt;height:12pt" o:ole="">
            <v:imagedata r:id="rId317" o:title="eqId24cd62399fd4e0dc8d359d54456c50c6"/>
          </v:shape>
          <o:OLEObject Type="Embed" ProgID="Equation.DSMT4" ShapeID="_x0000_i1217" DrawAspect="Content" ObjectID="_1778503049" r:id="rId360"/>
        </w:object>
      </w:r>
      <w:proofErr w:type="gramStart"/>
      <w:r w:rsidRPr="00C73E51">
        <w:t>平面</w:t>
      </w:r>
      <w:r w:rsidRPr="00C73E51">
        <w:object w:dxaOrig="1196" w:dyaOrig="273">
          <v:shape id="_x0000_i1218" type="#_x0000_t75" alt="eqId9ed71c7dc9a23cbdae5eabe41341c033" style="width:60pt;height:13.5pt" o:ole="">
            <v:imagedata r:id="rId361" o:title="eqId9ed71c7dc9a23cbdae5eabe41341c033"/>
          </v:shape>
          <o:OLEObject Type="Embed" ProgID="Equation.DSMT4" ShapeID="_x0000_i1218" DrawAspect="Content" ObjectID="_1778503050" r:id="rId362"/>
        </w:object>
      </w:r>
      <w:r w:rsidRPr="00C73E51">
        <w:t>平面</w:t>
      </w:r>
      <w:proofErr w:type="gramEnd"/>
      <w:r w:rsidRPr="00C73E51">
        <w:object w:dxaOrig="1706" w:dyaOrig="280">
          <v:shape id="_x0000_i1219" type="#_x0000_t75" alt="eqId92b64fe96901ee41b72e22af4a112fce" style="width:85.5pt;height:14.25pt" o:ole="">
            <v:imagedata r:id="rId363" o:title="eqId92b64fe96901ee41b72e22af4a112fce"/>
          </v:shape>
          <o:OLEObject Type="Embed" ProgID="Equation.DSMT4" ShapeID="_x0000_i1219" DrawAspect="Content" ObjectID="_1778503051" r:id="rId364"/>
        </w:object>
      </w:r>
      <w:r w:rsidR="00C73E51" w:rsidRPr="00C73E51">
        <w:t>.</w:t>
      </w:r>
    </w:p>
    <w:p w:rsidR="00483689" w:rsidRPr="00C73E51" w:rsidRDefault="00483689" w:rsidP="001F7544">
      <w:pPr>
        <w:spacing w:line="120" w:lineRule="auto"/>
        <w:textAlignment w:val="center"/>
      </w:pPr>
      <w:r w:rsidRPr="00C73E51">
        <w:object w:dxaOrig="1971" w:dyaOrig="278">
          <v:shape id="_x0000_i1220" type="#_x0000_t75" alt="eqId0a623631f67bb1f22170141cf376e45a" style="width:98.25pt;height:14.25pt" o:ole="">
            <v:imagedata r:id="rId365" o:title="eqId0a623631f67bb1f22170141cf376e45a"/>
          </v:shape>
          <o:OLEObject Type="Embed" ProgID="Equation.DSMT4" ShapeID="_x0000_i1220" DrawAspect="Content" ObjectID="_1778503052" r:id="rId366"/>
        </w:object>
      </w:r>
      <w:proofErr w:type="gramStart"/>
      <w:r w:rsidRPr="00C73E51">
        <w:t>平面</w:t>
      </w:r>
      <w:r w:rsidRPr="00C73E51">
        <w:object w:dxaOrig="1056" w:dyaOrig="264">
          <v:shape id="_x0000_i1221" type="#_x0000_t75" alt="eqId3940a530c2793133b5ddff94a3615487" style="width:52.5pt;height:13.5pt" o:ole="">
            <v:imagedata r:id="rId367" o:title="eqId3940a530c2793133b5ddff94a3615487"/>
          </v:shape>
          <o:OLEObject Type="Embed" ProgID="Equation.DSMT4" ShapeID="_x0000_i1221" DrawAspect="Content" ObjectID="_1778503053" r:id="rId368"/>
        </w:object>
      </w:r>
      <w:r w:rsidRPr="00C73E51">
        <w:t>平面</w:t>
      </w:r>
      <w:proofErr w:type="gramEnd"/>
      <w:r w:rsidRPr="00C73E51">
        <w:object w:dxaOrig="492" w:dyaOrig="255">
          <v:shape id="_x0000_i1222" type="#_x0000_t75" alt="eqIde7b7c83470489253394bd288d7c920df" style="width:24.75pt;height:12.75pt" o:ole="">
            <v:imagedata r:id="rId349" o:title="eqIde7b7c83470489253394bd288d7c920df"/>
          </v:shape>
          <o:OLEObject Type="Embed" ProgID="Equation.DSMT4" ShapeID="_x0000_i1222" DrawAspect="Content" ObjectID="_1778503054" r:id="rId369"/>
        </w:object>
      </w:r>
      <w:r w:rsidRPr="00C73E51">
        <w:t>，</w:t>
      </w:r>
      <w:r w:rsidRPr="00C73E51">
        <w:object w:dxaOrig="704" w:dyaOrig="252">
          <v:shape id="_x0000_i1223" type="#_x0000_t75" alt="eqId658ee0f1d6e967924a99ad6a48907b5c" style="width:35.25pt;height:12.75pt" o:ole="">
            <v:imagedata r:id="rId370" o:title="eqId658ee0f1d6e967924a99ad6a48907b5c"/>
          </v:shape>
          <o:OLEObject Type="Embed" ProgID="Equation.DSMT4" ShapeID="_x0000_i1223" DrawAspect="Content" ObjectID="_1778503055" r:id="rId371"/>
        </w:object>
      </w:r>
      <w:r w:rsidRPr="00C73E51">
        <w:t>平面</w:t>
      </w:r>
      <w:r w:rsidRPr="00C73E51">
        <w:object w:dxaOrig="1338" w:dyaOrig="278">
          <v:shape id="_x0000_i1224" type="#_x0000_t75" alt="eqId26919fb66f8dd1acd8dc3dbcec8ef3cb" style="width:66.75pt;height:14.25pt" o:ole="">
            <v:imagedata r:id="rId372" o:title="eqId26919fb66f8dd1acd8dc3dbcec8ef3cb"/>
          </v:shape>
          <o:OLEObject Type="Embed" ProgID="Equation.DSMT4" ShapeID="_x0000_i1224" DrawAspect="Content" ObjectID="_1778503056" r:id="rId373"/>
        </w:object>
      </w:r>
      <w:r w:rsidRPr="00C73E51">
        <w:t>即为直线</w:t>
      </w:r>
      <w:r w:rsidRPr="00C73E51">
        <w:object w:dxaOrig="299" w:dyaOrig="208">
          <v:shape id="_x0000_i1225" type="#_x0000_t75" alt="eqIdd2be49c37e30a3ced0364c3e74d8c687" style="width:15pt;height:10.5pt" o:ole="">
            <v:imagedata r:id="rId374" o:title="eqIdd2be49c37e30a3ced0364c3e74d8c687"/>
          </v:shape>
          <o:OLEObject Type="Embed" ProgID="Equation.DSMT4" ShapeID="_x0000_i1225" DrawAspect="Content" ObjectID="_1778503057" r:id="rId375"/>
        </w:object>
      </w:r>
      <w:r w:rsidRPr="00C73E51">
        <w:t>与平面</w:t>
      </w:r>
      <w:r w:rsidRPr="00C73E51">
        <w:object w:dxaOrig="493" w:dyaOrig="259">
          <v:shape id="_x0000_i1226" type="#_x0000_t75" alt="eqId0628681907ac8d7fdb94d8bc1b15feb9" style="width:24.75pt;height:12.75pt" o:ole="">
            <v:imagedata r:id="rId376" o:title="eqId0628681907ac8d7fdb94d8bc1b15feb9"/>
          </v:shape>
          <o:OLEObject Type="Embed" ProgID="Equation.DSMT4" ShapeID="_x0000_i1226" DrawAspect="Content" ObjectID="_1778503058" r:id="rId377"/>
        </w:object>
      </w:r>
      <w:r w:rsidRPr="00C73E51">
        <w:t>所成角</w:t>
      </w:r>
      <w:r w:rsidR="00C73E51" w:rsidRPr="00C73E51">
        <w:t>.</w:t>
      </w:r>
      <w:r w:rsidRPr="00C73E51">
        <w:object w:dxaOrig="3661" w:dyaOrig="595">
          <v:shape id="_x0000_i1227" type="#_x0000_t75" alt="eqIdfcd9569b1e41d8cfad080c41fc14141d" style="width:183pt;height:30pt" o:ole="">
            <v:imagedata r:id="rId378" o:title="eqIdfcd9569b1e41d8cfad080c41fc14141d"/>
          </v:shape>
          <o:OLEObject Type="Embed" ProgID="Equation.DSMT4" ShapeID="_x0000_i1227" DrawAspect="Content" ObjectID="_1778503059" r:id="rId379"/>
        </w:object>
      </w:r>
      <w:r w:rsidRPr="00C73E51">
        <w:t>，则</w:t>
      </w:r>
      <w:r w:rsidRPr="00C73E51">
        <w:object w:dxaOrig="668" w:dyaOrig="249">
          <v:shape id="_x0000_i1228" type="#_x0000_t75" alt="eqId2899e607479d8d1c47d954ae9ebb7144" style="width:33.75pt;height:12.75pt" o:ole="">
            <v:imagedata r:id="rId380" o:title="eqId2899e607479d8d1c47d954ae9ebb7144"/>
          </v:shape>
          <o:OLEObject Type="Embed" ProgID="Equation.DSMT4" ShapeID="_x0000_i1228" DrawAspect="Content" ObjectID="_1778503060" r:id="rId381"/>
        </w:object>
      </w:r>
      <w:r w:rsidRPr="00C73E51">
        <w:t>；</w:t>
      </w:r>
      <w:r w:rsidR="000632FA">
        <w:rPr>
          <w:rFonts w:hint="eastAsia"/>
        </w:rPr>
        <w:t xml:space="preserve">  </w:t>
      </w:r>
      <w:r w:rsidR="000632FA">
        <w:t xml:space="preserve">           </w:t>
      </w:r>
      <w:r w:rsidR="000632FA">
        <w:rPr>
          <w:rFonts w:hint="eastAsia"/>
        </w:rPr>
        <w:t xml:space="preserve"> </w:t>
      </w:r>
      <w:r w:rsidR="000632FA">
        <w:rPr>
          <w:b/>
          <w:color w:val="FF0000"/>
        </w:rPr>
        <w:t>……</w:t>
      </w:r>
      <w:r w:rsidR="000632FA" w:rsidRPr="00FA38D1">
        <w:rPr>
          <w:b/>
          <w:color w:val="FF0000"/>
        </w:rPr>
        <w:t>……………</w:t>
      </w:r>
      <w:r w:rsidR="00177629">
        <w:rPr>
          <w:b/>
          <w:color w:val="FF0000"/>
        </w:rPr>
        <w:t>8</w:t>
      </w:r>
      <w:r w:rsidR="000632FA" w:rsidRPr="00FA38D1">
        <w:rPr>
          <w:rFonts w:hint="eastAsia"/>
          <w:b/>
          <w:color w:val="FF0000"/>
        </w:rPr>
        <w:t>分</w:t>
      </w:r>
    </w:p>
    <w:p w:rsidR="000632FA" w:rsidRDefault="00483689" w:rsidP="001F7544">
      <w:pPr>
        <w:spacing w:line="120" w:lineRule="auto"/>
        <w:textAlignment w:val="center"/>
      </w:pPr>
      <w:r w:rsidRPr="00C73E51">
        <w:rPr>
          <w:rFonts w:ascii="宋体" w:hAnsi="宋体" w:cs="宋体" w:hint="eastAsia"/>
        </w:rPr>
        <w:t>①</w:t>
      </w:r>
      <w:r w:rsidRPr="00C73E51">
        <w:object w:dxaOrig="704" w:dyaOrig="247">
          <v:shape id="_x0000_i1229" type="#_x0000_t75" alt="eqId24cd62399fd4e0dc8d359d54456c50c6" style="width:35.25pt;height:12pt" o:ole="">
            <v:imagedata r:id="rId317" o:title="eqId24cd62399fd4e0dc8d359d54456c50c6"/>
          </v:shape>
          <o:OLEObject Type="Embed" ProgID="Equation.DSMT4" ShapeID="_x0000_i1229" DrawAspect="Content" ObjectID="_1778503061" r:id="rId382"/>
        </w:object>
      </w:r>
      <w:r w:rsidRPr="00C73E51">
        <w:t>底面</w:t>
      </w:r>
      <w:r w:rsidRPr="00C73E51">
        <w:object w:dxaOrig="633" w:dyaOrig="255">
          <v:shape id="_x0000_i1230" type="#_x0000_t75" alt="eqId411b38a18046fea8e9fab1f9f9b80a5f" style="width:31.5pt;height:12.75pt" o:ole="">
            <v:imagedata r:id="rId333" o:title="eqId411b38a18046fea8e9fab1f9f9b80a5f"/>
          </v:shape>
          <o:OLEObject Type="Embed" ProgID="Equation.DSMT4" ShapeID="_x0000_i1230" DrawAspect="Content" ObjectID="_1778503062" r:id="rId383"/>
        </w:object>
      </w:r>
      <w:r w:rsidRPr="00C73E51">
        <w:t>，点</w:t>
      </w:r>
      <w:r w:rsidRPr="00C73E51">
        <w:object w:dxaOrig="211" w:dyaOrig="229">
          <v:shape id="_x0000_i1231" type="#_x0000_t75" alt="eqId2a30f3a8b673cc28bd90c50cf1a35281" style="width:10.5pt;height:11.25pt" o:ole="">
            <v:imagedata r:id="rId384" o:title="eqId2a30f3a8b673cc28bd90c50cf1a35281"/>
          </v:shape>
          <o:OLEObject Type="Embed" ProgID="Equation.DSMT4" ShapeID="_x0000_i1231" DrawAspect="Content" ObjectID="_1778503063" r:id="rId385"/>
        </w:object>
      </w:r>
      <w:r w:rsidRPr="00C73E51">
        <w:t>是</w:t>
      </w:r>
      <w:r w:rsidRPr="00C73E51">
        <w:object w:dxaOrig="299" w:dyaOrig="208">
          <v:shape id="_x0000_i1232" type="#_x0000_t75" alt="eqIdd2be49c37e30a3ced0364c3e74d8c687" style="width:15pt;height:10.5pt" o:ole="">
            <v:imagedata r:id="rId374" o:title="eqIdd2be49c37e30a3ced0364c3e74d8c687"/>
          </v:shape>
          <o:OLEObject Type="Embed" ProgID="Equation.DSMT4" ShapeID="_x0000_i1232" DrawAspect="Content" ObjectID="_1778503064" r:id="rId386"/>
        </w:object>
      </w:r>
      <w:r w:rsidRPr="00C73E51">
        <w:t>的中点</w:t>
      </w:r>
      <w:r w:rsidR="000632FA">
        <w:t>.</w:t>
      </w:r>
      <w:r w:rsidRPr="00C73E51">
        <w:object w:dxaOrig="3890" w:dyaOrig="633">
          <v:shape id="_x0000_i1233" type="#_x0000_t75" alt="eqId475d279580e1a0883b7da1dc7261ca2d" style="width:194.25pt;height:31.5pt" o:ole="">
            <v:imagedata r:id="rId387" o:title="eqId475d279580e1a0883b7da1dc7261ca2d"/>
          </v:shape>
          <o:OLEObject Type="Embed" ProgID="Equation.DSMT4" ShapeID="_x0000_i1233" DrawAspect="Content" ObjectID="_1778503065" r:id="rId388"/>
        </w:object>
      </w:r>
      <w:r w:rsidRPr="00C73E51">
        <w:t>.</w:t>
      </w:r>
    </w:p>
    <w:p w:rsidR="00483689" w:rsidRPr="00C73E51" w:rsidRDefault="00483689" w:rsidP="001F7544">
      <w:pPr>
        <w:spacing w:line="120" w:lineRule="auto"/>
        <w:textAlignment w:val="center"/>
      </w:pPr>
      <w:r w:rsidRPr="00C73E51">
        <w:t>且</w:t>
      </w:r>
      <w:r w:rsidRPr="00C73E51">
        <w:object w:dxaOrig="809" w:dyaOrig="245">
          <v:shape id="_x0000_i1234" type="#_x0000_t75" alt="eqId464e7ce24b9bcf38a4743ec43fc4a5eb" style="width:40.5pt;height:12pt" o:ole="">
            <v:imagedata r:id="rId389" o:title="eqId464e7ce24b9bcf38a4743ec43fc4a5eb"/>
          </v:shape>
          <o:OLEObject Type="Embed" ProgID="Equation.DSMT4" ShapeID="_x0000_i1234" DrawAspect="Content" ObjectID="_1778503066" r:id="rId390"/>
        </w:object>
      </w:r>
      <w:r w:rsidRPr="00C73E51">
        <w:t>中</w:t>
      </w:r>
      <w:r w:rsidRPr="00C73E51">
        <w:object w:dxaOrig="844" w:dyaOrig="598">
          <v:shape id="_x0000_i1235" type="#_x0000_t75" alt="eqId96a383db7dcc4321f632e71e49f87c65" style="width:42pt;height:30pt" o:ole="">
            <v:imagedata r:id="rId391" o:title="eqId96a383db7dcc4321f632e71e49f87c65"/>
          </v:shape>
          <o:OLEObject Type="Embed" ProgID="Equation.DSMT4" ShapeID="_x0000_i1235" DrawAspect="Content" ObjectID="_1778503067" r:id="rId392"/>
        </w:object>
      </w:r>
      <w:r w:rsidRPr="00C73E51">
        <w:t>，又由（</w:t>
      </w:r>
      <w:r w:rsidRPr="00C73E51">
        <w:t>1</w:t>
      </w:r>
      <w:r w:rsidRPr="00C73E51">
        <w:t>）知</w:t>
      </w:r>
      <w:r w:rsidRPr="00C73E51">
        <w:object w:dxaOrig="545" w:dyaOrig="253">
          <v:shape id="_x0000_i1236" type="#_x0000_t75" alt="eqIde56fdf217165748fafe938b64fa08179" style="width:27pt;height:12.75pt" o:ole="">
            <v:imagedata r:id="rId393" o:title="eqIde56fdf217165748fafe938b64fa08179"/>
          </v:shape>
          <o:OLEObject Type="Embed" ProgID="Equation.DSMT4" ShapeID="_x0000_i1236" DrawAspect="Content" ObjectID="_1778503068" r:id="rId394"/>
        </w:object>
      </w:r>
      <w:r w:rsidRPr="00C73E51">
        <w:t>平面</w:t>
      </w:r>
      <w:r w:rsidRPr="00C73E51">
        <w:object w:dxaOrig="492" w:dyaOrig="255">
          <v:shape id="_x0000_i1237" type="#_x0000_t75" alt="eqIde7b7c83470489253394bd288d7c920df" style="width:24.75pt;height:12.75pt" o:ole="">
            <v:imagedata r:id="rId349" o:title="eqIde7b7c83470489253394bd288d7c920df"/>
          </v:shape>
          <o:OLEObject Type="Embed" ProgID="Equation.DSMT4" ShapeID="_x0000_i1237" DrawAspect="Content" ObjectID="_1778503069" r:id="rId395"/>
        </w:object>
      </w:r>
      <w:r w:rsidRPr="00C73E51">
        <w:t>，则</w:t>
      </w:r>
      <w:r w:rsidRPr="00C73E51">
        <w:object w:dxaOrig="827" w:dyaOrig="249">
          <v:shape id="_x0000_i1238" type="#_x0000_t75" alt="eqIdb5ce497569436aa4db106121018162ed" style="width:41.25pt;height:12.75pt" o:ole="">
            <v:imagedata r:id="rId396" o:title="eqIdb5ce497569436aa4db106121018162ed"/>
          </v:shape>
          <o:OLEObject Type="Embed" ProgID="Equation.DSMT4" ShapeID="_x0000_i1238" DrawAspect="Content" ObjectID="_1778503070" r:id="rId397"/>
        </w:object>
      </w:r>
      <w:r w:rsidRPr="00C73E51">
        <w:t>的面积</w:t>
      </w:r>
      <w:r w:rsidRPr="00C73E51">
        <w:object w:dxaOrig="2269" w:dyaOrig="594">
          <v:shape id="_x0000_i1239" type="#_x0000_t75" alt="eqId3de599fdb166971d927dbd7aaf27892d" style="width:113.25pt;height:30pt" o:ole="">
            <v:imagedata r:id="rId398" o:title="eqId3de599fdb166971d927dbd7aaf27892d"/>
          </v:shape>
          <o:OLEObject Type="Embed" ProgID="Equation.DSMT4" ShapeID="_x0000_i1239" DrawAspect="Content" ObjectID="_1778503071" r:id="rId399"/>
        </w:object>
      </w:r>
      <w:r w:rsidRPr="00C73E51">
        <w:t>，</w:t>
      </w:r>
    </w:p>
    <w:p w:rsidR="00483689" w:rsidRPr="000632FA" w:rsidRDefault="00483689" w:rsidP="001F7544">
      <w:pPr>
        <w:spacing w:line="120" w:lineRule="auto"/>
        <w:textAlignment w:val="center"/>
      </w:pPr>
      <w:r w:rsidRPr="00C73E51">
        <w:t>设点</w:t>
      </w:r>
      <w:r w:rsidRPr="00C73E51">
        <w:object w:dxaOrig="194" w:dyaOrig="207">
          <v:shape id="_x0000_i1240" type="#_x0000_t75" alt="eqIddad2a36927223bd70f426ba06aea4b45" style="width:9.75pt;height:10.5pt" o:ole="">
            <v:imagedata r:id="rId400" o:title="eqIddad2a36927223bd70f426ba06aea4b45"/>
          </v:shape>
          <o:OLEObject Type="Embed" ProgID="Equation.DSMT4" ShapeID="_x0000_i1240" DrawAspect="Content" ObjectID="_1778503072" r:id="rId401"/>
        </w:object>
      </w:r>
      <w:r w:rsidRPr="00C73E51">
        <w:t>到平面</w:t>
      </w:r>
      <w:r w:rsidRPr="00C73E51">
        <w:object w:dxaOrig="492" w:dyaOrig="255">
          <v:shape id="_x0000_i1241" type="#_x0000_t75" alt="eqId4c66d99a6a8415ddad22bbed33b64cfb" style="width:24.75pt;height:12.75pt" o:ole="">
            <v:imagedata r:id="rId402" o:title="eqId4c66d99a6a8415ddad22bbed33b64cfb"/>
          </v:shape>
          <o:OLEObject Type="Embed" ProgID="Equation.DSMT4" ShapeID="_x0000_i1241" DrawAspect="Content" ObjectID="_1778503073" r:id="rId403"/>
        </w:object>
      </w:r>
      <w:r w:rsidRPr="00C73E51">
        <w:t>的距离为</w:t>
      </w:r>
      <w:r w:rsidRPr="00C73E51">
        <w:object w:dxaOrig="159" w:dyaOrig="225">
          <v:shape id="_x0000_i1242" type="#_x0000_t75" alt="eqId3eabd5f3a86afe49dcd70571e2b96cfd" style="width:8.25pt;height:11.25pt" o:ole="">
            <v:imagedata r:id="rId404" o:title="eqId3eabd5f3a86afe49dcd70571e2b96cfd"/>
          </v:shape>
          <o:OLEObject Type="Embed" ProgID="Equation.DSMT4" ShapeID="_x0000_i1242" DrawAspect="Content" ObjectID="_1778503074" r:id="rId405"/>
        </w:object>
      </w:r>
      <w:r w:rsidRPr="00C73E51">
        <w:t>，则由</w:t>
      </w:r>
      <w:r w:rsidRPr="00C73E51">
        <w:object w:dxaOrig="2798" w:dyaOrig="594">
          <v:shape id="_x0000_i1243" type="#_x0000_t75" alt="eqId500a3539c592ad263c695794eb56fb50" style="width:140.25pt;height:30pt" o:ole="">
            <v:imagedata r:id="rId406" o:title="eqId500a3539c592ad263c695794eb56fb50"/>
          </v:shape>
          <o:OLEObject Type="Embed" ProgID="Equation.DSMT4" ShapeID="_x0000_i1243" DrawAspect="Content" ObjectID="_1778503075" r:id="rId407"/>
        </w:object>
      </w:r>
      <w:r w:rsidRPr="00C73E51">
        <w:t>得</w:t>
      </w:r>
      <w:r w:rsidRPr="00C73E51">
        <w:object w:dxaOrig="774" w:dyaOrig="590">
          <v:shape id="_x0000_i1244" type="#_x0000_t75" alt="eqIde04f5bffbcc6fd90d9c33e49b7b7b26e" style="width:39pt;height:29.25pt" o:ole="">
            <v:imagedata r:id="rId408" o:title="eqIde04f5bffbcc6fd90d9c33e49b7b7b26e"/>
          </v:shape>
          <o:OLEObject Type="Embed" ProgID="Equation.DSMT4" ShapeID="_x0000_i1244" DrawAspect="Content" ObjectID="_1778503076" r:id="rId409"/>
        </w:object>
      </w:r>
      <w:r w:rsidRPr="00C73E51">
        <w:t>，</w:t>
      </w:r>
      <w:r w:rsidR="000632FA" w:rsidRPr="000632FA">
        <w:rPr>
          <w:rFonts w:hint="eastAsia"/>
        </w:rPr>
        <w:t xml:space="preserve"> </w:t>
      </w:r>
    </w:p>
    <w:p w:rsidR="00483689" w:rsidRPr="00C73E51" w:rsidRDefault="00483689" w:rsidP="001F7544">
      <w:pPr>
        <w:spacing w:line="120" w:lineRule="auto"/>
        <w:textAlignment w:val="center"/>
      </w:pPr>
      <w:r w:rsidRPr="00C73E51">
        <w:object w:dxaOrig="193" w:dyaOrig="178">
          <v:shape id="_x0000_i1245" type="#_x0000_t75" alt="eqId2de0d10ef8b748d4531250c37c5d3f9e" style="width:9.75pt;height:9pt" o:ole="">
            <v:imagedata r:id="rId410" o:title="eqId2de0d10ef8b748d4531250c37c5d3f9e"/>
          </v:shape>
          <o:OLEObject Type="Embed" ProgID="Equation.DSMT4" ShapeID="_x0000_i1245" DrawAspect="Content" ObjectID="_1778503077" r:id="rId411"/>
        </w:object>
      </w:r>
      <w:r w:rsidRPr="00C73E51">
        <w:t>点</w:t>
      </w:r>
      <w:r w:rsidRPr="00C73E51">
        <w:object w:dxaOrig="194" w:dyaOrig="207">
          <v:shape id="_x0000_i1246" type="#_x0000_t75" alt="eqIddad2a36927223bd70f426ba06aea4b45" style="width:9.75pt;height:10.5pt" o:ole="">
            <v:imagedata r:id="rId400" o:title="eqIddad2a36927223bd70f426ba06aea4b45"/>
          </v:shape>
          <o:OLEObject Type="Embed" ProgID="Equation.DSMT4" ShapeID="_x0000_i1246" DrawAspect="Content" ObjectID="_1778503078" r:id="rId412"/>
        </w:object>
      </w:r>
      <w:r w:rsidRPr="00C73E51">
        <w:t>到平面</w:t>
      </w:r>
      <w:r w:rsidRPr="00C73E51">
        <w:object w:dxaOrig="492" w:dyaOrig="255">
          <v:shape id="_x0000_i1247" type="#_x0000_t75" alt="eqId4c66d99a6a8415ddad22bbed33b64cfb" style="width:24.75pt;height:12.75pt" o:ole="">
            <v:imagedata r:id="rId402" o:title="eqId4c66d99a6a8415ddad22bbed33b64cfb"/>
          </v:shape>
          <o:OLEObject Type="Embed" ProgID="Equation.DSMT4" ShapeID="_x0000_i1247" DrawAspect="Content" ObjectID="_1778503079" r:id="rId413"/>
        </w:object>
      </w:r>
      <w:r w:rsidRPr="00C73E51">
        <w:t>的距离为</w:t>
      </w:r>
      <w:r w:rsidRPr="00C73E51">
        <w:object w:dxaOrig="774" w:dyaOrig="590">
          <v:shape id="_x0000_i1248" type="#_x0000_t75" alt="eqIde04f5bffbcc6fd90d9c33e49b7b7b26e" style="width:39pt;height:29.25pt" o:ole="">
            <v:imagedata r:id="rId408" o:title="eqIde04f5bffbcc6fd90d9c33e49b7b7b26e"/>
          </v:shape>
          <o:OLEObject Type="Embed" ProgID="Equation.DSMT4" ShapeID="_x0000_i1248" DrawAspect="Content" ObjectID="_1778503080" r:id="rId414"/>
        </w:object>
      </w:r>
      <w:r w:rsidRPr="00C73E51">
        <w:t>.</w:t>
      </w:r>
      <w:r w:rsidR="000632FA">
        <w:t xml:space="preserve">                                 </w:t>
      </w:r>
      <w:r w:rsidR="000632FA">
        <w:rPr>
          <w:b/>
          <w:color w:val="FF0000"/>
        </w:rPr>
        <w:t>…</w:t>
      </w:r>
      <w:r w:rsidR="000632FA" w:rsidRPr="00FA38D1">
        <w:rPr>
          <w:b/>
          <w:color w:val="FF0000"/>
        </w:rPr>
        <w:t>……………</w:t>
      </w:r>
      <w:r w:rsidR="000632FA">
        <w:rPr>
          <w:b/>
          <w:color w:val="FF0000"/>
        </w:rPr>
        <w:t>1</w:t>
      </w:r>
      <w:r w:rsidR="00177629">
        <w:rPr>
          <w:b/>
          <w:color w:val="FF0000"/>
        </w:rPr>
        <w:t>3</w:t>
      </w:r>
      <w:r w:rsidR="000632FA" w:rsidRPr="00FA38D1">
        <w:rPr>
          <w:rFonts w:hint="eastAsia"/>
          <w:b/>
          <w:color w:val="FF0000"/>
        </w:rPr>
        <w:t>分</w:t>
      </w:r>
    </w:p>
    <w:p w:rsidR="00483689" w:rsidRPr="00C73E51" w:rsidRDefault="000632FA" w:rsidP="001F7544">
      <w:pPr>
        <w:spacing w:line="120" w:lineRule="auto"/>
        <w:textAlignment w:val="center"/>
      </w:pPr>
      <w:r w:rsidRPr="00C73E51">
        <w:rPr>
          <w:noProof/>
        </w:rPr>
        <w:drawing>
          <wp:anchor distT="0" distB="0" distL="114300" distR="114300" simplePos="0" relativeHeight="251750912" behindDoc="0" locked="0" layoutInCell="1" allowOverlap="1" wp14:anchorId="3D864283" wp14:editId="62B277E6">
            <wp:simplePos x="0" y="0"/>
            <wp:positionH relativeFrom="column">
              <wp:posOffset>4281170</wp:posOffset>
            </wp:positionH>
            <wp:positionV relativeFrom="paragraph">
              <wp:posOffset>12065</wp:posOffset>
            </wp:positionV>
            <wp:extent cx="1147445" cy="942975"/>
            <wp:effectExtent l="0" t="0" r="0" b="0"/>
            <wp:wrapSquare wrapText="bothSides"/>
            <wp:docPr id="4" name="图片 4" descr="@@@7e473519-a4fe-43db-96d7-7b11391cd9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3689" w:rsidRPr="00C73E51">
        <w:rPr>
          <w:rFonts w:ascii="宋体" w:hAnsi="宋体" w:cs="宋体" w:hint="eastAsia"/>
        </w:rPr>
        <w:t>②</w:t>
      </w:r>
      <w:r w:rsidR="00483689" w:rsidRPr="00C73E51">
        <w:object w:dxaOrig="651" w:dyaOrig="226">
          <v:shape id="_x0000_i1249" type="#_x0000_t75" alt="eqId73e47497c204e8977d27ba671bd1b27f" style="width:32.25pt;height:11.25pt" o:ole="">
            <v:imagedata r:id="rId416" o:title="eqId73e47497c204e8977d27ba671bd1b27f"/>
          </v:shape>
          <o:OLEObject Type="Embed" ProgID="Equation.DSMT4" ShapeID="_x0000_i1249" DrawAspect="Content" ObjectID="_1778503081" r:id="rId417"/>
        </w:object>
      </w:r>
      <w:r w:rsidR="00483689" w:rsidRPr="00C73E51">
        <w:t>平面</w:t>
      </w:r>
      <w:r w:rsidR="00483689" w:rsidRPr="00C73E51">
        <w:object w:dxaOrig="1338" w:dyaOrig="291">
          <v:shape id="_x0000_i1250" type="#_x0000_t75" alt="eqId681f796036132dfabb36eeb7da59a950" style="width:66.75pt;height:14.25pt" o:ole="">
            <v:imagedata r:id="rId418" o:title="eqId681f796036132dfabb36eeb7da59a950"/>
          </v:shape>
          <o:OLEObject Type="Embed" ProgID="Equation.DSMT4" ShapeID="_x0000_i1250" DrawAspect="Content" ObjectID="_1778503082" r:id="rId419"/>
        </w:object>
      </w:r>
      <w:r w:rsidR="00483689" w:rsidRPr="00C73E51">
        <w:t>即为二面角</w:t>
      </w:r>
      <w:r w:rsidR="00483689" w:rsidRPr="00C73E51">
        <w:object w:dxaOrig="1021" w:dyaOrig="244">
          <v:shape id="_x0000_i1251" type="#_x0000_t75" alt="eqIde5102c216393e133fa25dba98cd78535" style="width:51pt;height:12pt" o:ole="">
            <v:imagedata r:id="rId420" o:title="eqIde5102c216393e133fa25dba98cd78535"/>
          </v:shape>
          <o:OLEObject Type="Embed" ProgID="Equation.DSMT4" ShapeID="_x0000_i1251" DrawAspect="Content" ObjectID="_1778503083" r:id="rId421"/>
        </w:object>
      </w:r>
      <w:r w:rsidR="00483689" w:rsidRPr="00C73E51">
        <w:t>的平面角</w:t>
      </w:r>
      <w:r w:rsidR="00483689" w:rsidRPr="00C73E51">
        <w:t>.</w:t>
      </w:r>
    </w:p>
    <w:p w:rsidR="00483689" w:rsidRPr="00C73E51" w:rsidRDefault="00483689" w:rsidP="001F7544">
      <w:pPr>
        <w:spacing w:line="120" w:lineRule="auto"/>
        <w:textAlignment w:val="center"/>
      </w:pPr>
      <w:r w:rsidRPr="00C73E51">
        <w:lastRenderedPageBreak/>
        <w:t>由</w:t>
      </w:r>
      <w:r w:rsidRPr="00C73E51">
        <w:rPr>
          <w:rFonts w:ascii="宋体" w:hAnsi="宋体" w:cs="宋体" w:hint="eastAsia"/>
        </w:rPr>
        <w:t>①</w:t>
      </w:r>
      <w:r w:rsidRPr="00C73E51">
        <w:t>知</w:t>
      </w:r>
      <w:r w:rsidRPr="00C73E51">
        <w:object w:dxaOrig="809" w:dyaOrig="252">
          <v:shape id="_x0000_i1252" type="#_x0000_t75" alt="eqId9480674e9ed56c10f02817dc7af3b4f7" style="width:40.5pt;height:12.75pt" o:ole="">
            <v:imagedata r:id="rId422" o:title="eqId9480674e9ed56c10f02817dc7af3b4f7"/>
          </v:shape>
          <o:OLEObject Type="Embed" ProgID="Equation.DSMT4" ShapeID="_x0000_i1252" DrawAspect="Content" ObjectID="_1778503084" r:id="rId423"/>
        </w:object>
      </w:r>
      <w:r w:rsidRPr="00C73E51">
        <w:t>中，</w:t>
      </w:r>
      <w:r w:rsidRPr="00C73E51">
        <w:object w:dxaOrig="1654" w:dyaOrig="332">
          <v:shape id="_x0000_i1253" type="#_x0000_t75" alt="eqId87fa7e2700040bcf0765b64290dea378" style="width:82.5pt;height:16.5pt" o:ole="">
            <v:imagedata r:id="rId424" o:title="eqId87fa7e2700040bcf0765b64290dea378"/>
          </v:shape>
          <o:OLEObject Type="Embed" ProgID="Equation.DSMT4" ShapeID="_x0000_i1253" DrawAspect="Content" ObjectID="_1778503085" r:id="rId425"/>
        </w:object>
      </w:r>
      <w:r w:rsidRPr="00C73E51">
        <w:t>，</w:t>
      </w:r>
      <w:r w:rsidRPr="00C73E51">
        <w:object w:dxaOrig="2023" w:dyaOrig="596">
          <v:shape id="_x0000_i1254" type="#_x0000_t75" alt="eqId9c89f068bbd8e4f3b8a6d68781b5023e" style="width:101.25pt;height:30pt" o:ole="">
            <v:imagedata r:id="rId426" o:title="eqId9c89f068bbd8e4f3b8a6d68781b5023e"/>
          </v:shape>
          <o:OLEObject Type="Embed" ProgID="Equation.DSMT4" ShapeID="_x0000_i1254" DrawAspect="Content" ObjectID="_1778503086" r:id="rId427"/>
        </w:object>
      </w:r>
      <w:r w:rsidRPr="00C73E51">
        <w:t>，</w:t>
      </w:r>
    </w:p>
    <w:p w:rsidR="00483689" w:rsidRPr="00C73E51" w:rsidRDefault="00483689" w:rsidP="001F7544">
      <w:pPr>
        <w:spacing w:line="120" w:lineRule="auto"/>
        <w:textAlignment w:val="center"/>
      </w:pPr>
      <w:r w:rsidRPr="00C73E51">
        <w:object w:dxaOrig="3291" w:dyaOrig="592">
          <v:shape id="_x0000_i1255" type="#_x0000_t75" alt="eqId7adcad8d418d78e0160e14cff099342a" style="width:164.25pt;height:29.25pt" o:ole="">
            <v:imagedata r:id="rId428" o:title="eqId7adcad8d418d78e0160e14cff099342a"/>
          </v:shape>
          <o:OLEObject Type="Embed" ProgID="Equation.DSMT4" ShapeID="_x0000_i1255" DrawAspect="Content" ObjectID="_1778503087" r:id="rId429"/>
        </w:object>
      </w:r>
      <w:r w:rsidRPr="00C73E51">
        <w:t>.</w:t>
      </w:r>
    </w:p>
    <w:p w:rsidR="00731C67" w:rsidRPr="00C73E51" w:rsidRDefault="00483689" w:rsidP="001F7544">
      <w:pPr>
        <w:spacing w:line="120" w:lineRule="auto"/>
        <w:textAlignment w:val="center"/>
      </w:pPr>
      <w:r w:rsidRPr="00C73E51">
        <w:t>所求二面角为锐角，二面角</w:t>
      </w:r>
      <w:r w:rsidRPr="00C73E51">
        <w:object w:dxaOrig="1021" w:dyaOrig="244">
          <v:shape id="_x0000_i1256" type="#_x0000_t75" alt="eqIde5102c216393e133fa25dba98cd78535" style="width:51pt;height:12pt" o:ole="">
            <v:imagedata r:id="rId420" o:title="eqIde5102c216393e133fa25dba98cd78535"/>
          </v:shape>
          <o:OLEObject Type="Embed" ProgID="Equation.DSMT4" ShapeID="_x0000_i1256" DrawAspect="Content" ObjectID="_1778503088" r:id="rId430"/>
        </w:object>
      </w:r>
      <w:r w:rsidRPr="00C73E51">
        <w:t>的平面角的余弦值为</w:t>
      </w:r>
      <w:r w:rsidRPr="00C73E51">
        <w:object w:dxaOrig="369" w:dyaOrig="593">
          <v:shape id="_x0000_i1257" type="#_x0000_t75" alt="eqId1174142f3bba761585b6bc2653009b36" style="width:18.75pt;height:30pt" o:ole="">
            <v:imagedata r:id="rId82" o:title="eqId1174142f3bba761585b6bc2653009b36"/>
          </v:shape>
          <o:OLEObject Type="Embed" ProgID="Equation.DSMT4" ShapeID="_x0000_i1257" DrawAspect="Content" ObjectID="_1778503089" r:id="rId431"/>
        </w:object>
      </w:r>
      <w:r w:rsidRPr="00C73E51">
        <w:t>.</w:t>
      </w:r>
      <w:r w:rsidR="000632FA">
        <w:t xml:space="preserve">              </w:t>
      </w:r>
      <w:r w:rsidR="000632FA">
        <w:rPr>
          <w:b/>
          <w:color w:val="FF0000"/>
        </w:rPr>
        <w:t>…</w:t>
      </w:r>
      <w:r w:rsidR="000632FA" w:rsidRPr="00FA38D1">
        <w:rPr>
          <w:b/>
          <w:color w:val="FF0000"/>
        </w:rPr>
        <w:t>………</w:t>
      </w:r>
      <w:r w:rsidR="000632FA">
        <w:rPr>
          <w:b/>
          <w:color w:val="FF0000"/>
        </w:rPr>
        <w:t>17</w:t>
      </w:r>
      <w:r w:rsidR="000632FA" w:rsidRPr="00FA38D1">
        <w:rPr>
          <w:rFonts w:hint="eastAsia"/>
          <w:b/>
          <w:color w:val="FF0000"/>
        </w:rPr>
        <w:t>分</w:t>
      </w:r>
    </w:p>
    <w:p w:rsidR="00731C67" w:rsidRPr="00C73E51" w:rsidRDefault="002A6836" w:rsidP="001F7544">
      <w:pPr>
        <w:spacing w:line="120" w:lineRule="auto"/>
        <w:textAlignment w:val="center"/>
      </w:pPr>
      <w:r w:rsidRPr="001F7544">
        <w:rPr>
          <w:rFonts w:hint="eastAsia"/>
          <w:b/>
        </w:rPr>
        <w:t>第</w:t>
      </w:r>
      <w:r w:rsidRPr="001F7544">
        <w:rPr>
          <w:b/>
        </w:rPr>
        <w:t>19</w:t>
      </w:r>
      <w:r w:rsidRPr="001F7544">
        <w:rPr>
          <w:rFonts w:hint="eastAsia"/>
          <w:b/>
        </w:rPr>
        <w:t>题</w:t>
      </w:r>
      <w:r w:rsidR="00731C67" w:rsidRPr="00C73E51">
        <w:t>【详解】（</w:t>
      </w:r>
      <w:r w:rsidR="00731C67" w:rsidRPr="00C73E51">
        <w:t>1</w:t>
      </w:r>
      <w:r w:rsidR="00731C67" w:rsidRPr="00C73E51">
        <w:t>）由</w:t>
      </w:r>
      <w:r w:rsidR="00731C67" w:rsidRPr="00C73E51">
        <w:object w:dxaOrig="660" w:dyaOrig="260">
          <v:shape id="_x0000_i1258" type="#_x0000_t75" alt="eqIdefc6e4b936d7a800e839a30c3839574d" style="width:29.25pt;height:11.25pt" o:ole="">
            <v:imagedata r:id="rId432" o:title="eqIdefc6e4b936d7a800e839a30c3839574d"/>
          </v:shape>
          <o:OLEObject Type="Embed" ProgID="Equation.DSMT4" ShapeID="_x0000_i1258" DrawAspect="Content" ObjectID="_1778503090" r:id="rId433"/>
        </w:object>
      </w:r>
      <w:r w:rsidR="00731C67" w:rsidRPr="00C73E51">
        <w:t>，</w:t>
      </w:r>
      <w:r w:rsidR="00731C67" w:rsidRPr="00C73E51">
        <w:object w:dxaOrig="780" w:dyaOrig="260">
          <v:shape id="_x0000_i1259" type="#_x0000_t75" alt="eqId09d27bd71d79cb19eb554175e4ef0867" style="width:34.5pt;height:11.25pt" o:ole="">
            <v:imagedata r:id="rId434" o:title="eqId09d27bd71d79cb19eb554175e4ef0867"/>
          </v:shape>
          <o:OLEObject Type="Embed" ProgID="Equation.DSMT4" ShapeID="_x0000_i1259" DrawAspect="Content" ObjectID="_1778503091" r:id="rId435"/>
        </w:object>
      </w:r>
      <w:r w:rsidR="00731C67" w:rsidRPr="00C73E51">
        <w:t>，故</w:t>
      </w:r>
      <w:r w:rsidR="00731C67" w:rsidRPr="00C73E51">
        <w:object w:dxaOrig="1839" w:dyaOrig="480">
          <v:shape id="_x0000_i1260" type="#_x0000_t75" alt="eqIdda483832632a161bbf36fcf2dcf21adf" style="width:81pt;height:21pt" o:ole="">
            <v:imagedata r:id="rId436" o:title="eqIdda483832632a161bbf36fcf2dcf21adf"/>
          </v:shape>
          <o:OLEObject Type="Embed" ProgID="Equation.DSMT4" ShapeID="_x0000_i1260" DrawAspect="Content" ObjectID="_1778503092" r:id="rId437"/>
        </w:object>
      </w:r>
      <w:r w:rsidR="00731C67" w:rsidRPr="00C73E51">
        <w:t>，</w:t>
      </w:r>
      <w:r w:rsidR="00731C67" w:rsidRPr="00C73E51">
        <w:object w:dxaOrig="1800" w:dyaOrig="480">
          <v:shape id="_x0000_i1261" type="#_x0000_t75" alt="eqId17d81eac2dc73f07e640a73bb492526e" style="width:79.5pt;height:21pt" o:ole="">
            <v:imagedata r:id="rId438" o:title="eqId17d81eac2dc73f07e640a73bb492526e"/>
          </v:shape>
          <o:OLEObject Type="Embed" ProgID="Equation.DSMT4" ShapeID="_x0000_i1261" DrawAspect="Content" ObjectID="_1778503093" r:id="rId439"/>
        </w:object>
      </w:r>
      <w:r w:rsidR="00731C67" w:rsidRPr="00C73E51">
        <w:t>，则</w:t>
      </w:r>
      <w:r w:rsidR="00731C67" w:rsidRPr="00C73E51">
        <w:object w:dxaOrig="1319" w:dyaOrig="480">
          <v:shape id="_x0000_i1262" type="#_x0000_t75" alt="eqId709deca4690c5a2e0da61ea137e3c07a" style="width:57.75pt;height:21pt" o:ole="">
            <v:imagedata r:id="rId440" o:title="eqId709deca4690c5a2e0da61ea137e3c07a"/>
          </v:shape>
          <o:OLEObject Type="Embed" ProgID="Equation.DSMT4" ShapeID="_x0000_i1262" DrawAspect="Content" ObjectID="_1778503094" r:id="rId441"/>
        </w:object>
      </w:r>
      <w:r w:rsidR="00731C67" w:rsidRPr="00C73E51">
        <w:t>，</w:t>
      </w:r>
    </w:p>
    <w:p w:rsidR="00731C67" w:rsidRPr="00C73E51" w:rsidRDefault="00731C67" w:rsidP="001F7544">
      <w:pPr>
        <w:spacing w:line="120" w:lineRule="auto"/>
        <w:textAlignment w:val="center"/>
      </w:pPr>
      <w:r w:rsidRPr="00C73E51">
        <w:object w:dxaOrig="7340" w:dyaOrig="480">
          <v:shape id="_x0000_i1263" type="#_x0000_t75" alt="eqId642652d429b4d4c822c45441ebd4c473" style="width:323.25pt;height:21pt" o:ole="">
            <v:imagedata r:id="rId442" o:title="eqId642652d429b4d4c822c45441ebd4c473"/>
          </v:shape>
          <o:OLEObject Type="Embed" ProgID="Equation.DSMT4" ShapeID="_x0000_i1263" DrawAspect="Content" ObjectID="_1778503095" r:id="rId443"/>
        </w:object>
      </w:r>
    </w:p>
    <w:p w:rsidR="00731C67" w:rsidRPr="000632FA" w:rsidRDefault="00731C67" w:rsidP="001F7544">
      <w:pPr>
        <w:spacing w:line="120" w:lineRule="auto"/>
        <w:textAlignment w:val="center"/>
      </w:pPr>
      <w:r w:rsidRPr="00C73E51">
        <w:object w:dxaOrig="3440" w:dyaOrig="400">
          <v:shape id="_x0000_i1264" type="#_x0000_t75" alt="eqIdee510f3ecda9e00be01d556a9ac0ff0b" style="width:151.5pt;height:18pt" o:ole="">
            <v:imagedata r:id="rId444" o:title="eqIdee510f3ecda9e00be01d556a9ac0ff0b"/>
          </v:shape>
          <o:OLEObject Type="Embed" ProgID="Equation.DSMT4" ShapeID="_x0000_i1264" DrawAspect="Content" ObjectID="_1778503096" r:id="rId445"/>
        </w:object>
      </w:r>
      <w:r w:rsidRPr="00C73E51">
        <w:t>，由</w:t>
      </w:r>
      <w:r w:rsidRPr="00C73E51">
        <w:object w:dxaOrig="919" w:dyaOrig="260">
          <v:shape id="_x0000_i1265" type="#_x0000_t75" alt="eqIddd3ede869e508a8c8bda34a16782f863" style="width:40.5pt;height:11.25pt" o:ole="">
            <v:imagedata r:id="rId446" o:title="eqIddd3ede869e508a8c8bda34a16782f863"/>
          </v:shape>
          <o:OLEObject Type="Embed" ProgID="Equation.DSMT4" ShapeID="_x0000_i1265" DrawAspect="Content" ObjectID="_1778503097" r:id="rId447"/>
        </w:object>
      </w:r>
      <w:r w:rsidRPr="00C73E51">
        <w:t>，故</w:t>
      </w:r>
      <w:r w:rsidRPr="00C73E51">
        <w:object w:dxaOrig="1559" w:dyaOrig="420">
          <v:shape id="_x0000_i1266" type="#_x0000_t75" alt="eqId190b4444a43e771df77a4eb3933457ed" style="width:68.25pt;height:18.75pt" o:ole="">
            <v:imagedata r:id="rId448" o:title="eqId190b4444a43e771df77a4eb3933457ed"/>
          </v:shape>
          <o:OLEObject Type="Embed" ProgID="Equation.DSMT4" ShapeID="_x0000_i1266" DrawAspect="Content" ObjectID="_1778503098" r:id="rId449"/>
        </w:object>
      </w:r>
      <w:r w:rsidRPr="00C73E51">
        <w:t>；</w:t>
      </w:r>
      <w:r w:rsidR="000632FA">
        <w:rPr>
          <w:b/>
          <w:color w:val="FF0000"/>
        </w:rPr>
        <w:t xml:space="preserve">  </w:t>
      </w:r>
      <w:r w:rsidR="000632FA" w:rsidRPr="00FA38D1">
        <w:rPr>
          <w:b/>
          <w:color w:val="FF0000"/>
        </w:rPr>
        <w:t>……………………</w:t>
      </w:r>
      <w:r w:rsidR="000632FA">
        <w:rPr>
          <w:b/>
          <w:color w:val="FF0000"/>
        </w:rPr>
        <w:t>5</w:t>
      </w:r>
      <w:r w:rsidR="000632FA" w:rsidRPr="00FA38D1">
        <w:rPr>
          <w:rFonts w:hint="eastAsia"/>
          <w:b/>
          <w:color w:val="FF0000"/>
        </w:rPr>
        <w:t>分</w:t>
      </w:r>
    </w:p>
    <w:p w:rsidR="00731C67" w:rsidRPr="00C73E51" w:rsidRDefault="00731C67" w:rsidP="001F7544">
      <w:pPr>
        <w:spacing w:line="120" w:lineRule="auto"/>
        <w:textAlignment w:val="center"/>
      </w:pPr>
      <w:r w:rsidRPr="00C73E51">
        <w:t>（</w:t>
      </w:r>
      <w:r w:rsidRPr="00C73E51">
        <w:t>2</w:t>
      </w:r>
      <w:r w:rsidRPr="00C73E51">
        <w:t>）如图所示，以</w:t>
      </w:r>
      <w:r w:rsidRPr="00C73E51">
        <w:object w:dxaOrig="240" w:dyaOrig="240">
          <v:shape id="_x0000_i1267" type="#_x0000_t75" alt="eqId5963abe8f421bd99a2aaa94831a951e9" style="width:10.5pt;height:10.5pt" o:ole="">
            <v:imagedata r:id="rId84" o:title="eqId5963abe8f421bd99a2aaa94831a951e9"/>
          </v:shape>
          <o:OLEObject Type="Embed" ProgID="Equation.DSMT4" ShapeID="_x0000_i1267" DrawAspect="Content" ObjectID="_1778503099" r:id="rId450"/>
        </w:object>
      </w:r>
      <w:r w:rsidRPr="00C73E51">
        <w:t>点为坐标原点，</w:t>
      </w:r>
      <w:r w:rsidRPr="00C73E51">
        <w:object w:dxaOrig="400" w:dyaOrig="260">
          <v:shape id="_x0000_i1268" type="#_x0000_t75" alt="eqIdf52a58fbaf4fea03567e88a9f0f6e37e" style="width:17.25pt;height:11.25pt" o:ole="">
            <v:imagedata r:id="rId451" o:title="eqIdf52a58fbaf4fea03567e88a9f0f6e37e"/>
          </v:shape>
          <o:OLEObject Type="Embed" ProgID="Equation.DSMT4" ShapeID="_x0000_i1268" DrawAspect="Content" ObjectID="_1778503100" r:id="rId452"/>
        </w:object>
      </w:r>
      <w:r w:rsidRPr="00C73E51">
        <w:t>为</w:t>
      </w:r>
      <w:r w:rsidRPr="00C73E51">
        <w:object w:dxaOrig="200" w:dyaOrig="220">
          <v:shape id="_x0000_i1269" type="#_x0000_t75" alt="eqId81dea63b8ce3e51adf66cf7b9982a248" style="width:9pt;height:9.75pt" o:ole="">
            <v:imagedata r:id="rId453" o:title="eqId81dea63b8ce3e51adf66cf7b9982a248"/>
          </v:shape>
          <o:OLEObject Type="Embed" ProgID="Equation.DSMT4" ShapeID="_x0000_i1269" DrawAspect="Content" ObjectID="_1778503101" r:id="rId454"/>
        </w:object>
      </w:r>
      <w:r w:rsidRPr="00C73E51">
        <w:t>轴，建立直角坐标系，</w:t>
      </w:r>
    </w:p>
    <w:p w:rsidR="00731C67" w:rsidRPr="00C73E51" w:rsidRDefault="000632FA" w:rsidP="001F7544">
      <w:pPr>
        <w:spacing w:line="120" w:lineRule="auto"/>
        <w:textAlignment w:val="center"/>
      </w:pPr>
      <w:r w:rsidRPr="00C73E51">
        <w:rPr>
          <w:noProof/>
        </w:rPr>
        <w:drawing>
          <wp:anchor distT="0" distB="0" distL="114300" distR="114300" simplePos="0" relativeHeight="251634176" behindDoc="0" locked="0" layoutInCell="1" allowOverlap="1" wp14:anchorId="1B342D5B" wp14:editId="3BBCB142">
            <wp:simplePos x="0" y="0"/>
            <wp:positionH relativeFrom="column">
              <wp:posOffset>4700270</wp:posOffset>
            </wp:positionH>
            <wp:positionV relativeFrom="paragraph">
              <wp:posOffset>10160</wp:posOffset>
            </wp:positionV>
            <wp:extent cx="1133475" cy="875665"/>
            <wp:effectExtent l="0" t="0" r="0" b="0"/>
            <wp:wrapSquare wrapText="bothSides"/>
            <wp:docPr id="20" name="图片 20" descr="@@@ba7b3ad5-4362-4fd0-8c68-689c9aec94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"/>
                    <pic:cNvPicPr>
                      <a:picLocks noChangeAspect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1C67" w:rsidRPr="00C73E51">
        <w:t>设</w:t>
      </w:r>
      <w:r w:rsidR="00731C67" w:rsidRPr="00C73E51">
        <w:object w:dxaOrig="1939" w:dyaOrig="680">
          <v:shape id="_x0000_i1270" type="#_x0000_t75" alt="eqId396d4cd13c53234093c6fd008dfe4528" style="width:85.5pt;height:30pt" o:ole="">
            <v:imagedata r:id="rId456" o:title="eqId396d4cd13c53234093c6fd008dfe4528"/>
          </v:shape>
          <o:OLEObject Type="Embed" ProgID="Equation.DSMT4" ShapeID="_x0000_i1270" DrawAspect="Content" ObjectID="_1778503102" r:id="rId457"/>
        </w:object>
      </w:r>
      <w:r w:rsidR="00731C67" w:rsidRPr="00C73E51">
        <w:t>，</w:t>
      </w:r>
      <w:r w:rsidR="00731C67" w:rsidRPr="00C73E51">
        <w:object w:dxaOrig="1319" w:dyaOrig="620">
          <v:shape id="_x0000_i1271" type="#_x0000_t75" alt="eqId4c5694d14f664ccb96eb0aee65411f9f" style="width:57.75pt;height:27pt" o:ole="">
            <v:imagedata r:id="rId458" o:title="eqId4c5694d14f664ccb96eb0aee65411f9f"/>
          </v:shape>
          <o:OLEObject Type="Embed" ProgID="Equation.DSMT4" ShapeID="_x0000_i1271" DrawAspect="Content" ObjectID="_1778503103" r:id="rId459"/>
        </w:object>
      </w:r>
      <w:r w:rsidR="00731C67" w:rsidRPr="00C73E51">
        <w:t>，</w:t>
      </w:r>
      <w:r w:rsidR="001F7544">
        <w:t xml:space="preserve"> </w:t>
      </w:r>
      <w:r w:rsidR="00731C67" w:rsidRPr="00C73E51">
        <w:t>则</w:t>
      </w:r>
      <w:r w:rsidR="00731C67" w:rsidRPr="00C73E51">
        <w:object w:dxaOrig="1279" w:dyaOrig="400">
          <v:shape id="_x0000_i1272" type="#_x0000_t75" alt="eqId8bfe58337f322ca59211d644c9a57501" style="width:56.25pt;height:18pt" o:ole="">
            <v:imagedata r:id="rId460" o:title="eqId8bfe58337f322ca59211d644c9a57501"/>
          </v:shape>
          <o:OLEObject Type="Embed" ProgID="Equation.DSMT4" ShapeID="_x0000_i1272" DrawAspect="Content" ObjectID="_1778503104" r:id="rId461"/>
        </w:object>
      </w:r>
      <w:r w:rsidR="00731C67" w:rsidRPr="00C73E51">
        <w:t>，</w:t>
      </w:r>
      <w:r w:rsidR="00731C67" w:rsidRPr="00C73E51">
        <w:object w:dxaOrig="2000" w:dyaOrig="720">
          <v:shape id="_x0000_i1273" type="#_x0000_t75" alt="eqId3e3de8817ba1abec259453f28bdc40f3" style="width:87.75pt;height:31.5pt" o:ole="">
            <v:imagedata r:id="rId462" o:title="eqId3e3de8817ba1abec259453f28bdc40f3"/>
          </v:shape>
          <o:OLEObject Type="Embed" ProgID="Equation.DSMT4" ShapeID="_x0000_i1273" DrawAspect="Content" ObjectID="_1778503105" r:id="rId463"/>
        </w:object>
      </w:r>
      <w:r w:rsidR="00731C67" w:rsidRPr="00C73E51">
        <w:t>，</w:t>
      </w:r>
    </w:p>
    <w:p w:rsidR="00731C67" w:rsidRPr="00C73E51" w:rsidRDefault="00731C67" w:rsidP="001F7544">
      <w:pPr>
        <w:spacing w:line="120" w:lineRule="auto"/>
        <w:textAlignment w:val="center"/>
      </w:pPr>
      <w:r w:rsidRPr="00C73E51">
        <w:object w:dxaOrig="5440" w:dyaOrig="680">
          <v:shape id="_x0000_i1274" type="#_x0000_t75" alt="eqIde4ed4a023936a1419ffd83656eec0577" style="width:239.25pt;height:30pt" o:ole="">
            <v:imagedata r:id="rId464" o:title="eqIde4ed4a023936a1419ffd83656eec0577"/>
          </v:shape>
          <o:OLEObject Type="Embed" ProgID="Equation.DSMT4" ShapeID="_x0000_i1274" DrawAspect="Content" ObjectID="_1778503106" r:id="rId465"/>
        </w:object>
      </w:r>
      <w:r w:rsidR="000632FA">
        <w:t xml:space="preserve"> </w:t>
      </w:r>
      <w:r w:rsidR="000632FA" w:rsidRPr="00FA38D1">
        <w:rPr>
          <w:b/>
          <w:color w:val="FF0000"/>
        </w:rPr>
        <w:t>……………………</w:t>
      </w:r>
      <w:r w:rsidR="000632FA">
        <w:rPr>
          <w:b/>
          <w:color w:val="FF0000"/>
        </w:rPr>
        <w:t>7</w:t>
      </w:r>
      <w:r w:rsidR="000632FA">
        <w:rPr>
          <w:rFonts w:hint="eastAsia"/>
          <w:b/>
          <w:color w:val="FF0000"/>
        </w:rPr>
        <w:t>分</w:t>
      </w:r>
    </w:p>
    <w:p w:rsidR="00731C67" w:rsidRPr="00C73E51" w:rsidRDefault="00731C67" w:rsidP="001F7544">
      <w:pPr>
        <w:spacing w:line="120" w:lineRule="auto"/>
        <w:textAlignment w:val="center"/>
      </w:pPr>
      <w:r w:rsidRPr="00C73E51">
        <w:object w:dxaOrig="5140" w:dyaOrig="680">
          <v:shape id="_x0000_i1275" type="#_x0000_t75" alt="eqIda45d7c886a9a86c6f52f3e4c8d2de0a6" style="width:226.5pt;height:30pt" o:ole="">
            <v:imagedata r:id="rId466" o:title="eqIda45d7c886a9a86c6f52f3e4c8d2de0a6"/>
          </v:shape>
          <o:OLEObject Type="Embed" ProgID="Equation.DSMT4" ShapeID="_x0000_i1275" DrawAspect="Content" ObjectID="_1778503107" r:id="rId467"/>
        </w:object>
      </w:r>
      <w:r w:rsidR="000632FA">
        <w:rPr>
          <w:rFonts w:hint="eastAsia"/>
        </w:rPr>
        <w:t xml:space="preserve"> </w:t>
      </w:r>
      <w:r w:rsidR="000632FA">
        <w:t xml:space="preserve">                </w:t>
      </w:r>
    </w:p>
    <w:p w:rsidR="000632FA" w:rsidRPr="00C73E51" w:rsidRDefault="00731C67" w:rsidP="000632FA">
      <w:pPr>
        <w:spacing w:line="120" w:lineRule="auto"/>
        <w:textAlignment w:val="center"/>
      </w:pPr>
      <w:r w:rsidRPr="00C73E51">
        <w:object w:dxaOrig="4180" w:dyaOrig="700">
          <v:shape id="_x0000_i1276" type="#_x0000_t75" alt="eqIdf2fada5c827eca3e3ea43ecdd03afb78" style="width:183.75pt;height:30.75pt" o:ole="">
            <v:imagedata r:id="rId468" o:title="eqIdf2fada5c827eca3e3ea43ecdd03afb78"/>
          </v:shape>
          <o:OLEObject Type="Embed" ProgID="Equation.DSMT4" ShapeID="_x0000_i1276" DrawAspect="Content" ObjectID="_1778503108" r:id="rId469"/>
        </w:object>
      </w:r>
      <w:r w:rsidRPr="00C73E51">
        <w:t>，</w:t>
      </w:r>
      <w:r w:rsidR="000632FA">
        <w:rPr>
          <w:rFonts w:hint="eastAsia"/>
        </w:rPr>
        <w:t xml:space="preserve">                       </w:t>
      </w:r>
      <w:r w:rsidR="000632FA">
        <w:t xml:space="preserve"> </w:t>
      </w:r>
      <w:r w:rsidR="000632FA">
        <w:rPr>
          <w:rFonts w:hint="eastAsia"/>
        </w:rPr>
        <w:t xml:space="preserve"> </w:t>
      </w:r>
      <w:r w:rsidR="000632FA" w:rsidRPr="00FA38D1">
        <w:rPr>
          <w:b/>
          <w:color w:val="FF0000"/>
        </w:rPr>
        <w:t>……</w:t>
      </w:r>
      <w:proofErr w:type="gramStart"/>
      <w:r w:rsidR="000632FA" w:rsidRPr="00FA38D1">
        <w:rPr>
          <w:b/>
          <w:color w:val="FF0000"/>
        </w:rPr>
        <w:t>………………</w:t>
      </w:r>
      <w:proofErr w:type="gramEnd"/>
      <w:r w:rsidR="000632FA">
        <w:rPr>
          <w:b/>
          <w:color w:val="FF0000"/>
        </w:rPr>
        <w:t>9</w:t>
      </w:r>
      <w:r w:rsidR="000632FA">
        <w:rPr>
          <w:rFonts w:hint="eastAsia"/>
          <w:b/>
          <w:color w:val="FF0000"/>
        </w:rPr>
        <w:t>分</w:t>
      </w:r>
    </w:p>
    <w:p w:rsidR="000632FA" w:rsidRDefault="00731C67" w:rsidP="001F7544">
      <w:pPr>
        <w:spacing w:line="120" w:lineRule="auto"/>
        <w:textAlignment w:val="center"/>
      </w:pPr>
      <w:r w:rsidRPr="00C73E51">
        <w:t>当且仅当</w:t>
      </w:r>
      <w:r w:rsidRPr="00C73E51">
        <w:object w:dxaOrig="1919" w:dyaOrig="620">
          <v:shape id="_x0000_i1277" type="#_x0000_t75" alt="eqId37e678706e4301b7f1c46199b1a348a0" style="width:84.75pt;height:27pt" o:ole="">
            <v:imagedata r:id="rId470" o:title="eqId37e678706e4301b7f1c46199b1a348a0"/>
          </v:shape>
          <o:OLEObject Type="Embed" ProgID="Equation.DSMT4" ShapeID="_x0000_i1277" DrawAspect="Content" ObjectID="_1778503109" r:id="rId471"/>
        </w:object>
      </w:r>
      <w:r w:rsidRPr="00C73E51">
        <w:t>，即</w:t>
      </w:r>
      <w:r w:rsidRPr="00C73E51">
        <w:object w:dxaOrig="1399" w:dyaOrig="340">
          <v:shape id="_x0000_i1278" type="#_x0000_t75" alt="eqId5f8ef71e9a30c090547feb703af4ea9b" style="width:61.5pt;height:15pt" o:ole="">
            <v:imagedata r:id="rId472" o:title="eqId5f8ef71e9a30c090547feb703af4ea9b"/>
          </v:shape>
          <o:OLEObject Type="Embed" ProgID="Equation.DSMT4" ShapeID="_x0000_i1278" DrawAspect="Content" ObjectID="_1778503110" r:id="rId473"/>
        </w:object>
      </w:r>
      <w:r w:rsidRPr="00C73E51">
        <w:t>时，等号成立，</w:t>
      </w:r>
    </w:p>
    <w:p w:rsidR="00731C67" w:rsidRDefault="00731C67" w:rsidP="001F7544">
      <w:pPr>
        <w:spacing w:line="120" w:lineRule="auto"/>
        <w:textAlignment w:val="center"/>
      </w:pPr>
      <w:r w:rsidRPr="00C73E51">
        <w:t>即</w:t>
      </w:r>
      <w:r w:rsidRPr="00C73E51">
        <w:object w:dxaOrig="860" w:dyaOrig="380">
          <v:shape id="_x0000_i1279" type="#_x0000_t75" alt="eqIdcc5604d3e156df3e7ccca0ccec9c9d45" style="width:37.5pt;height:16.5pt" o:ole="">
            <v:imagedata r:id="rId474" o:title="eqIdcc5604d3e156df3e7ccca0ccec9c9d45"/>
          </v:shape>
          <o:OLEObject Type="Embed" ProgID="Equation.DSMT4" ShapeID="_x0000_i1279" DrawAspect="Content" ObjectID="_1778503111" r:id="rId475"/>
        </w:object>
      </w:r>
      <w:r w:rsidRPr="00C73E51">
        <w:t>的最小值为</w:t>
      </w:r>
      <w:r w:rsidRPr="00C73E51">
        <w:object w:dxaOrig="1020" w:dyaOrig="340">
          <v:shape id="_x0000_i1280" type="#_x0000_t75" alt="eqId21195fb48181a18b6e209826738c2c69" style="width:45pt;height:15pt" o:ole="">
            <v:imagedata r:id="rId476" o:title="eqId21195fb48181a18b6e209826738c2c69"/>
          </v:shape>
          <o:OLEObject Type="Embed" ProgID="Equation.DSMT4" ShapeID="_x0000_i1280" DrawAspect="Content" ObjectID="_1778503112" r:id="rId477"/>
        </w:object>
      </w:r>
      <w:r w:rsidRPr="00C73E51">
        <w:t>；</w:t>
      </w:r>
      <w:r w:rsidR="000632FA">
        <w:rPr>
          <w:rFonts w:hint="eastAsia"/>
        </w:rPr>
        <w:t xml:space="preserve">                              </w:t>
      </w:r>
      <w:r w:rsidR="000632FA">
        <w:t xml:space="preserve"> </w:t>
      </w:r>
      <w:r w:rsidR="000632FA" w:rsidRPr="00FA38D1">
        <w:rPr>
          <w:b/>
          <w:color w:val="FF0000"/>
        </w:rPr>
        <w:t>……………………</w:t>
      </w:r>
      <w:r w:rsidR="000632FA">
        <w:rPr>
          <w:b/>
          <w:color w:val="FF0000"/>
        </w:rPr>
        <w:t>11</w:t>
      </w:r>
      <w:r w:rsidR="000632FA">
        <w:rPr>
          <w:rFonts w:hint="eastAsia"/>
          <w:b/>
          <w:color w:val="FF0000"/>
        </w:rPr>
        <w:t>分</w:t>
      </w:r>
    </w:p>
    <w:p w:rsidR="00731C67" w:rsidRPr="00C73E51" w:rsidRDefault="00731C67" w:rsidP="001F7544">
      <w:pPr>
        <w:spacing w:line="120" w:lineRule="auto"/>
        <w:textAlignment w:val="center"/>
      </w:pPr>
      <w:r w:rsidRPr="00C73E51">
        <w:t>（</w:t>
      </w:r>
      <w:r w:rsidRPr="00C73E51">
        <w:t>3</w:t>
      </w:r>
      <w:r w:rsidRPr="00C73E51">
        <w:t>）如图所示，以</w:t>
      </w:r>
      <w:r w:rsidRPr="00C73E51">
        <w:object w:dxaOrig="211" w:dyaOrig="211">
          <v:shape id="_x0000_i1281" type="#_x0000_t75" alt="eqId5963abe8f421bd99a2aaa94831a951e9" style="width:10.5pt;height:10.5pt" o:ole="">
            <v:imagedata r:id="rId478" o:title="eqId5963abe8f421bd99a2aaa94831a951e9"/>
          </v:shape>
          <o:OLEObject Type="Embed" ProgID="Equation.DSMT4" ShapeID="_x0000_i1281" DrawAspect="Content" ObjectID="_1778503113" r:id="rId479"/>
        </w:object>
      </w:r>
      <w:r w:rsidRPr="00C73E51">
        <w:t>点为坐标原点，</w:t>
      </w:r>
      <w:r w:rsidRPr="00C73E51">
        <w:object w:dxaOrig="352" w:dyaOrig="221">
          <v:shape id="_x0000_i1282" type="#_x0000_t75" alt="eqIdf52a58fbaf4fea03567e88a9f0f6e37e" style="width:17.25pt;height:11.25pt" o:ole="">
            <v:imagedata r:id="rId480" o:title="eqIdf52a58fbaf4fea03567e88a9f0f6e37e"/>
          </v:shape>
          <o:OLEObject Type="Embed" ProgID="Equation.DSMT4" ShapeID="_x0000_i1282" DrawAspect="Content" ObjectID="_1778503114" r:id="rId481"/>
        </w:object>
      </w:r>
      <w:r w:rsidRPr="00C73E51">
        <w:t>为</w:t>
      </w:r>
      <w:r w:rsidRPr="00C73E51">
        <w:object w:dxaOrig="176" w:dyaOrig="190">
          <v:shape id="_x0000_i1283" type="#_x0000_t75" alt="eqId81dea63b8ce3e51adf66cf7b9982a248" style="width:9pt;height:9.75pt" o:ole="">
            <v:imagedata r:id="rId482" o:title="eqId81dea63b8ce3e51adf66cf7b9982a248"/>
          </v:shape>
          <o:OLEObject Type="Embed" ProgID="Equation.DSMT4" ShapeID="_x0000_i1283" DrawAspect="Content" ObjectID="_1778503115" r:id="rId483"/>
        </w:object>
      </w:r>
      <w:r w:rsidRPr="00C73E51">
        <w:t>轴，建立直角坐标系，</w:t>
      </w:r>
    </w:p>
    <w:p w:rsidR="00731C67" w:rsidRPr="001001BA" w:rsidRDefault="00731C67" w:rsidP="001F7544">
      <w:pPr>
        <w:spacing w:line="120" w:lineRule="auto"/>
        <w:textAlignment w:val="center"/>
        <w:rPr>
          <w:rFonts w:hint="eastAsia"/>
        </w:rPr>
      </w:pPr>
      <w:r w:rsidRPr="00C73E51">
        <w:t>由题意可得</w:t>
      </w:r>
      <w:r w:rsidRPr="00C73E51">
        <w:object w:dxaOrig="686" w:dyaOrig="356">
          <v:shape id="_x0000_i1284" type="#_x0000_t75" alt="eqIdde1575f952f58c4019eb75785bcd49d4" style="width:34.5pt;height:18pt" o:ole="">
            <v:imagedata r:id="rId484" o:title="eqIdde1575f952f58c4019eb75785bcd49d4"/>
          </v:shape>
          <o:OLEObject Type="Embed" ProgID="Equation.DSMT4" ShapeID="_x0000_i1284" DrawAspect="Content" ObjectID="_1778503116" r:id="rId485"/>
        </w:object>
      </w:r>
      <w:r w:rsidRPr="00C73E51">
        <w:t>，</w:t>
      </w:r>
      <w:r w:rsidRPr="00C73E51">
        <w:object w:dxaOrig="633" w:dyaOrig="356">
          <v:shape id="_x0000_i1285" type="#_x0000_t75" alt="eqId704f90147e3f7bca3a91d2f2c3351993" style="width:31.5pt;height:18pt" o:ole="">
            <v:imagedata r:id="rId486" o:title="eqId704f90147e3f7bca3a91d2f2c3351993"/>
          </v:shape>
          <o:OLEObject Type="Embed" ProgID="Equation.DSMT4" ShapeID="_x0000_i1285" DrawAspect="Content" ObjectID="_1778503117" r:id="rId487"/>
        </w:object>
      </w:r>
      <w:r w:rsidRPr="00C73E51">
        <w:t>，</w:t>
      </w:r>
      <w:r w:rsidRPr="00C73E51">
        <w:object w:dxaOrig="1284" w:dyaOrig="546">
          <v:shape id="_x0000_i1286" type="#_x0000_t75" alt="eqIdf417ec027dfc82095a866ac3c9d2e2d4" style="width:64.5pt;height:27pt" o:ole="">
            <v:imagedata r:id="rId488" o:title="eqIdf417ec027dfc82095a866ac3c9d2e2d4"/>
          </v:shape>
          <o:OLEObject Type="Embed" ProgID="Equation.DSMT4" ShapeID="_x0000_i1286" DrawAspect="Content" ObjectID="_1778503118" r:id="rId489"/>
        </w:object>
      </w:r>
      <w:r w:rsidRPr="00C73E51">
        <w:t>，</w:t>
      </w:r>
      <w:r w:rsidRPr="00C73E51">
        <w:object w:dxaOrig="633" w:dyaOrig="356">
          <v:shape id="_x0000_i1287" type="#_x0000_t75" alt="eqId704f90147e3f7bca3a91d2f2c3351993" style="width:31.5pt;height:18pt" o:ole="">
            <v:imagedata r:id="rId486" o:title="eqId704f90147e3f7bca3a91d2f2c3351993"/>
          </v:shape>
          <o:OLEObject Type="Embed" ProgID="Equation.DSMT4" ShapeID="_x0000_i1287" DrawAspect="Content" ObjectID="_1778503119" r:id="rId490"/>
        </w:object>
      </w:r>
      <w:r w:rsidRPr="00C73E51">
        <w:t>即</w:t>
      </w:r>
      <w:r w:rsidRPr="00C73E51">
        <w:object w:dxaOrig="651" w:dyaOrig="359">
          <v:shape id="_x0000_i1288" type="#_x0000_t75" alt="eqId2d501687581a713f888eb5dfdce19c28" style="width:32.25pt;height:18pt" o:ole="">
            <v:imagedata r:id="rId491" o:title="eqId2d501687581a713f888eb5dfdce19c28"/>
          </v:shape>
          <o:OLEObject Type="Embed" ProgID="Equation.DSMT4" ShapeID="_x0000_i1288" DrawAspect="Content" ObjectID="_1778503120" r:id="rId492"/>
        </w:object>
      </w:r>
      <w:r w:rsidRPr="00C73E51">
        <w:t>，</w:t>
      </w:r>
      <w:r w:rsidR="001001BA">
        <w:rPr>
          <w:rFonts w:hint="eastAsia"/>
        </w:rPr>
        <w:t xml:space="preserve">   </w:t>
      </w:r>
      <w:bookmarkStart w:id="0" w:name="_GoBack"/>
      <w:bookmarkEnd w:id="0"/>
      <w:r w:rsidR="001001BA" w:rsidRPr="00FA38D1">
        <w:rPr>
          <w:b/>
          <w:color w:val="FF0000"/>
        </w:rPr>
        <w:t>……</w:t>
      </w:r>
      <w:proofErr w:type="gramStart"/>
      <w:r w:rsidR="001001BA" w:rsidRPr="00FA38D1">
        <w:rPr>
          <w:b/>
          <w:color w:val="FF0000"/>
        </w:rPr>
        <w:t>………………</w:t>
      </w:r>
      <w:proofErr w:type="gramEnd"/>
      <w:r w:rsidR="001001BA">
        <w:rPr>
          <w:b/>
          <w:color w:val="FF0000"/>
        </w:rPr>
        <w:t>1</w:t>
      </w:r>
      <w:r w:rsidR="001001BA">
        <w:rPr>
          <w:b/>
          <w:color w:val="FF0000"/>
        </w:rPr>
        <w:t>2</w:t>
      </w:r>
      <w:r w:rsidR="001001BA">
        <w:rPr>
          <w:rFonts w:hint="eastAsia"/>
          <w:b/>
          <w:color w:val="FF0000"/>
        </w:rPr>
        <w:t>分</w:t>
      </w:r>
    </w:p>
    <w:p w:rsidR="00731C67" w:rsidRPr="00C73E51" w:rsidRDefault="00731C67" w:rsidP="001F7544">
      <w:pPr>
        <w:spacing w:line="120" w:lineRule="auto"/>
        <w:textAlignment w:val="center"/>
      </w:pPr>
      <w:r w:rsidRPr="00C73E51">
        <w:t>假设存在点</w:t>
      </w:r>
      <w:r w:rsidRPr="00C73E51">
        <w:t>H</w:t>
      </w:r>
      <w:r w:rsidRPr="00C73E51">
        <w:t>，使得</w:t>
      </w:r>
      <w:r w:rsidRPr="00C73E51">
        <w:object w:dxaOrig="651" w:dyaOrig="279">
          <v:shape id="_x0000_i1289" type="#_x0000_t75" alt="eqId54e3d3a8bb04c4f34676aa6166eac112" style="width:32.25pt;height:14.25pt" o:ole="">
            <v:imagedata r:id="rId493" o:title="eqId54e3d3a8bb04c4f34676aa6166eac112"/>
          </v:shape>
          <o:OLEObject Type="Embed" ProgID="Equation.DSMT4" ShapeID="_x0000_i1289" DrawAspect="Content" ObjectID="_1778503121" r:id="rId494"/>
        </w:object>
      </w:r>
      <w:r w:rsidRPr="00C73E51">
        <w:t>最大，由</w:t>
      </w:r>
      <w:r w:rsidRPr="00C73E51">
        <w:object w:dxaOrig="1372" w:dyaOrig="594">
          <v:shape id="_x0000_i1290" type="#_x0000_t75" alt="eqId65e74e874d731baa699f94c436db4b9d" style="width:68.25pt;height:30pt" o:ole="">
            <v:imagedata r:id="rId495" o:title="eqId65e74e874d731baa699f94c436db4b9d"/>
          </v:shape>
          <o:OLEObject Type="Embed" ProgID="Equation.DSMT4" ShapeID="_x0000_i1290" DrawAspect="Content" ObjectID="_1778503122" r:id="rId496"/>
        </w:object>
      </w:r>
      <w:r w:rsidRPr="00C73E51">
        <w:t>，即有</w:t>
      </w:r>
      <w:r w:rsidRPr="00C73E51">
        <w:object w:dxaOrig="950" w:dyaOrig="283">
          <v:shape id="_x0000_i1291" type="#_x0000_t75" alt="eqId1de2555e424cadb50f493631c1c45a9b" style="width:47.25pt;height:14.25pt" o:ole="">
            <v:imagedata r:id="rId497" o:title="eqId1de2555e424cadb50f493631c1c45a9b"/>
          </v:shape>
          <o:OLEObject Type="Embed" ProgID="Equation.DSMT4" ShapeID="_x0000_i1291" DrawAspect="Content" ObjectID="_1778503123" r:id="rId498"/>
        </w:object>
      </w:r>
      <w:r w:rsidRPr="00C73E51">
        <w:t>最大，</w:t>
      </w:r>
    </w:p>
    <w:p w:rsidR="00731C67" w:rsidRPr="00C73E51" w:rsidRDefault="00731C67" w:rsidP="001F7544">
      <w:pPr>
        <w:spacing w:line="120" w:lineRule="auto"/>
        <w:textAlignment w:val="center"/>
      </w:pPr>
      <w:r w:rsidRPr="00C73E51">
        <w:t>设</w:t>
      </w:r>
      <w:r w:rsidRPr="00C73E51">
        <w:object w:dxaOrig="704" w:dyaOrig="235">
          <v:shape id="_x0000_i1292" type="#_x0000_t75" alt="eqIdda3b6bfc654f846c4278e13ef5d9675e" style="width:35.25pt;height:12pt" o:ole="">
            <v:imagedata r:id="rId499" o:title="eqIdda3b6bfc654f846c4278e13ef5d9675e"/>
          </v:shape>
          <o:OLEObject Type="Embed" ProgID="Equation.DSMT4" ShapeID="_x0000_i1292" DrawAspect="Content" ObjectID="_1778503124" r:id="rId500"/>
        </w:object>
      </w:r>
      <w:r w:rsidRPr="00C73E51">
        <w:t>，当</w:t>
      </w:r>
      <w:r w:rsidRPr="00C73E51">
        <w:object w:dxaOrig="492" w:dyaOrig="245">
          <v:shape id="_x0000_i1293" type="#_x0000_t75" alt="eqId3b4d795709b0abcf47bceec2250f2f9b" style="width:24.75pt;height:12pt" o:ole="">
            <v:imagedata r:id="rId501" o:title="eqId3b4d795709b0abcf47bceec2250f2f9b"/>
          </v:shape>
          <o:OLEObject Type="Embed" ProgID="Equation.DSMT4" ShapeID="_x0000_i1293" DrawAspect="Content" ObjectID="_1778503125" r:id="rId502"/>
        </w:object>
      </w:r>
      <w:r w:rsidRPr="00C73E51">
        <w:t>时，角度为</w:t>
      </w:r>
      <w:r w:rsidRPr="00C73E51">
        <w:object w:dxaOrig="158" w:dyaOrig="224">
          <v:shape id="_x0000_i1294" type="#_x0000_t75" alt="eqIdc95b6be4554f03bf496092f1acdfbb89" style="width:8.25pt;height:11.25pt" o:ole="">
            <v:imagedata r:id="rId503" o:title="eqIdc95b6be4554f03bf496092f1acdfbb89"/>
          </v:shape>
          <o:OLEObject Type="Embed" ProgID="Equation.DSMT4" ShapeID="_x0000_i1294" DrawAspect="Content" ObjectID="_1778503126" r:id="rId504"/>
        </w:object>
      </w:r>
      <w:r w:rsidRPr="00C73E51">
        <w:t>，此时</w:t>
      </w:r>
      <w:r w:rsidRPr="00C73E51">
        <w:object w:dxaOrig="651" w:dyaOrig="279">
          <v:shape id="_x0000_i1295" type="#_x0000_t75" alt="eqId54e3d3a8bb04c4f34676aa6166eac112" style="width:32.25pt;height:14.25pt" o:ole="">
            <v:imagedata r:id="rId493" o:title="eqId54e3d3a8bb04c4f34676aa6166eac112"/>
          </v:shape>
          <o:OLEObject Type="Embed" ProgID="Equation.DSMT4" ShapeID="_x0000_i1295" DrawAspect="Content" ObjectID="_1778503127" r:id="rId505"/>
        </w:object>
      </w:r>
      <w:r w:rsidRPr="00C73E51">
        <w:t>不可能最大，故</w:t>
      </w:r>
      <w:r w:rsidRPr="00C73E51">
        <w:object w:dxaOrig="492" w:dyaOrig="253">
          <v:shape id="_x0000_i1296" type="#_x0000_t75" alt="eqId20849c00c47cbdc43f18d53341b6c4e5" style="width:24.75pt;height:12.75pt" o:ole="">
            <v:imagedata r:id="rId506" o:title="eqId20849c00c47cbdc43f18d53341b6c4e5"/>
          </v:shape>
          <o:OLEObject Type="Embed" ProgID="Equation.DSMT4" ShapeID="_x0000_i1296" DrawAspect="Content" ObjectID="_1778503128" r:id="rId507"/>
        </w:object>
      </w:r>
      <w:r w:rsidRPr="00C73E51">
        <w:t>，</w:t>
      </w:r>
    </w:p>
    <w:p w:rsidR="00731C67" w:rsidRPr="00C73E51" w:rsidRDefault="000632FA" w:rsidP="001F7544">
      <w:pPr>
        <w:spacing w:line="120" w:lineRule="auto"/>
        <w:textAlignment w:val="center"/>
      </w:pPr>
      <w:r w:rsidRPr="00C73E51">
        <w:rPr>
          <w:noProof/>
        </w:rPr>
        <w:drawing>
          <wp:anchor distT="0" distB="0" distL="114300" distR="114300" simplePos="0" relativeHeight="251605504" behindDoc="0" locked="0" layoutInCell="1" allowOverlap="1" wp14:anchorId="44E464D8" wp14:editId="08FD9B72">
            <wp:simplePos x="0" y="0"/>
            <wp:positionH relativeFrom="column">
              <wp:posOffset>3238500</wp:posOffset>
            </wp:positionH>
            <wp:positionV relativeFrom="paragraph">
              <wp:posOffset>827405</wp:posOffset>
            </wp:positionV>
            <wp:extent cx="1042670" cy="933450"/>
            <wp:effectExtent l="0" t="0" r="0" b="0"/>
            <wp:wrapSquare wrapText="bothSides"/>
            <wp:docPr id="21" name="图片 21" descr="@@@50aa1a2c-c063-4a04-8d57-0b0a8e120c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"/>
                    <pic:cNvPicPr>
                      <a:picLocks noChangeAspect="1"/>
                    </pic:cNvPicPr>
                  </pic:nvPicPr>
                  <pic:blipFill>
                    <a:blip r:embed="rId5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1C67" w:rsidRPr="00C73E51">
        <w:object w:dxaOrig="8166" w:dyaOrig="1049">
          <v:shape id="_x0000_i1297" type="#_x0000_t75" alt="eqIdf9e3483ec2e32e70c649ac3cd18c5af5" style="width:407.25pt;height:52.5pt" o:ole="">
            <v:imagedata r:id="rId509" o:title="eqIdf9e3483ec2e32e70c649ac3cd18c5af5"/>
          </v:shape>
          <o:OLEObject Type="Embed" ProgID="Equation.DSMT4" ShapeID="_x0000_i1297" DrawAspect="Content" ObjectID="_1778503129" r:id="rId510"/>
        </w:object>
      </w:r>
      <w:r w:rsidR="00731C67" w:rsidRPr="00C73E51">
        <w:object w:dxaOrig="3784" w:dyaOrig="936">
          <v:shape id="_x0000_i1298" type="#_x0000_t75" alt="eqIdd756896be87639a5e44db2f0bc426978" style="width:189pt;height:46.5pt" o:ole="">
            <v:imagedata r:id="rId511" o:title="eqIdd756896be87639a5e44db2f0bc426978"/>
          </v:shape>
          <o:OLEObject Type="Embed" ProgID="Equation.DSMT4" ShapeID="_x0000_i1298" DrawAspect="Content" ObjectID="_1778503130" r:id="rId512"/>
        </w:object>
      </w:r>
      <w:r w:rsidR="00731C67" w:rsidRPr="00C73E51">
        <w:t>，</w:t>
      </w:r>
      <w:r w:rsidR="00731C67" w:rsidRPr="00C73E51">
        <w:t xml:space="preserve"> </w:t>
      </w:r>
    </w:p>
    <w:p w:rsidR="00731C67" w:rsidRPr="00C73E51" w:rsidRDefault="00731C67" w:rsidP="001F7544">
      <w:pPr>
        <w:spacing w:line="120" w:lineRule="auto"/>
        <w:textAlignment w:val="center"/>
      </w:pPr>
      <w:r w:rsidRPr="00C73E51">
        <w:t>当且仅当</w:t>
      </w:r>
      <w:r w:rsidRPr="00C73E51">
        <w:object w:dxaOrig="545" w:dyaOrig="545">
          <v:shape id="_x0000_i1299" type="#_x0000_t75" alt="eqIdad6a5180f61817ae44bba997ca76f569" style="width:27pt;height:27pt" o:ole="">
            <v:imagedata r:id="rId513" o:title="eqIdad6a5180f61817ae44bba997ca76f569"/>
          </v:shape>
          <o:OLEObject Type="Embed" ProgID="Equation.DSMT4" ShapeID="_x0000_i1299" DrawAspect="Content" ObjectID="_1778503131" r:id="rId514"/>
        </w:object>
      </w:r>
      <w:r w:rsidRPr="00C73E51">
        <w:t>，即</w:t>
      </w:r>
      <w:r w:rsidRPr="00C73E51">
        <w:object w:dxaOrig="634" w:dyaOrig="317">
          <v:shape id="_x0000_i1300" type="#_x0000_t75" alt="eqIdf8120119749d4bc28067e73fca7d46cd" style="width:31.5pt;height:15.75pt" o:ole="">
            <v:imagedata r:id="rId515" o:title="eqIdf8120119749d4bc28067e73fca7d46cd"/>
          </v:shape>
          <o:OLEObject Type="Embed" ProgID="Equation.DSMT4" ShapeID="_x0000_i1300" DrawAspect="Content" ObjectID="_1778503132" r:id="rId516"/>
        </w:object>
      </w:r>
      <w:r w:rsidRPr="00C73E51">
        <w:t>时，等号成立，</w:t>
      </w:r>
    </w:p>
    <w:p w:rsidR="009713CF" w:rsidRPr="000632FA" w:rsidRDefault="00731C67" w:rsidP="000632FA">
      <w:pPr>
        <w:spacing w:line="120" w:lineRule="auto"/>
        <w:textAlignment w:val="center"/>
      </w:pPr>
      <w:r w:rsidRPr="00C73E51">
        <w:t>即存在，且</w:t>
      </w:r>
      <w:r w:rsidRPr="00C73E51">
        <w:object w:dxaOrig="845" w:dyaOrig="317">
          <v:shape id="_x0000_i1301" type="#_x0000_t75" alt="eqIde195fd154233ca47898fc4ee2720fcdf" style="width:42pt;height:15.75pt" o:ole="">
            <v:imagedata r:id="rId517" o:title="eqIde195fd154233ca47898fc4ee2720fcdf"/>
          </v:shape>
          <o:OLEObject Type="Embed" ProgID="Equation.DSMT4" ShapeID="_x0000_i1301" DrawAspect="Content" ObjectID="_1778503133" r:id="rId518"/>
        </w:object>
      </w:r>
      <w:r w:rsidRPr="00C73E51">
        <w:t>.</w:t>
      </w:r>
      <w:r w:rsidR="000632FA">
        <w:rPr>
          <w:rFonts w:hint="eastAsia"/>
        </w:rPr>
        <w:t xml:space="preserve"> </w:t>
      </w:r>
      <w:r w:rsidR="000632FA">
        <w:t xml:space="preserve">                                      </w:t>
      </w:r>
      <w:r w:rsidR="000632FA">
        <w:rPr>
          <w:rFonts w:hint="eastAsia"/>
        </w:rPr>
        <w:t xml:space="preserve"> </w:t>
      </w:r>
      <w:r w:rsidR="000632FA" w:rsidRPr="00FA38D1">
        <w:rPr>
          <w:b/>
          <w:color w:val="FF0000"/>
        </w:rPr>
        <w:t>……………………</w:t>
      </w:r>
      <w:r w:rsidR="000632FA">
        <w:rPr>
          <w:b/>
          <w:color w:val="FF0000"/>
        </w:rPr>
        <w:t>17</w:t>
      </w:r>
      <w:r w:rsidR="000632FA">
        <w:rPr>
          <w:rFonts w:hint="eastAsia"/>
          <w:b/>
          <w:color w:val="FF0000"/>
        </w:rPr>
        <w:t>分</w:t>
      </w:r>
    </w:p>
    <w:sectPr w:rsidR="009713CF" w:rsidRPr="000632FA" w:rsidSect="002A6836">
      <w:footerReference w:type="even" r:id="rId519"/>
      <w:footerReference w:type="default" r:id="rId520"/>
      <w:pgSz w:w="11907" w:h="16839" w:code="9"/>
      <w:pgMar w:top="1247" w:right="1418" w:bottom="1247" w:left="1247" w:header="851" w:footer="425" w:gutter="0"/>
      <w:cols w:sep="1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D9E" w:rsidRDefault="00B15D9E" w:rsidP="00AA386F">
      <w:r>
        <w:separator/>
      </w:r>
    </w:p>
  </w:endnote>
  <w:endnote w:type="continuationSeparator" w:id="0">
    <w:p w:rsidR="00B15D9E" w:rsidRDefault="00B15D9E" w:rsidP="00AA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D9E" w:rsidRPr="00BC62FB" w:rsidRDefault="00B15D9E" w:rsidP="00BC62FB">
    <w:pPr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1001BA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1001BA">
      <w:rPr>
        <w:noProof/>
      </w:rP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1001BA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1001BA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D9E" w:rsidRPr="00BC62FB" w:rsidRDefault="00B15D9E" w:rsidP="00BC62FB">
    <w:pPr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1001BA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1001BA">
      <w:rPr>
        <w:noProof/>
      </w:rP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1001BA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1001BA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D9E" w:rsidRDefault="00B15D9E" w:rsidP="00AA386F">
      <w:r>
        <w:separator/>
      </w:r>
    </w:p>
  </w:footnote>
  <w:footnote w:type="continuationSeparator" w:id="0">
    <w:p w:rsidR="00B15D9E" w:rsidRDefault="00B15D9E" w:rsidP="00AA3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0A592E"/>
    <w:multiLevelType w:val="hybridMultilevel"/>
    <w:tmpl w:val="4C18AFA4"/>
    <w:lvl w:ilvl="0" w:tplc="D3C81DF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6B0"/>
    <w:rsid w:val="00005DE6"/>
    <w:rsid w:val="00043B54"/>
    <w:rsid w:val="000632FA"/>
    <w:rsid w:val="001001BA"/>
    <w:rsid w:val="00177629"/>
    <w:rsid w:val="001D7A06"/>
    <w:rsid w:val="001F7544"/>
    <w:rsid w:val="00284433"/>
    <w:rsid w:val="002A1EC6"/>
    <w:rsid w:val="002A6836"/>
    <w:rsid w:val="002E035E"/>
    <w:rsid w:val="0036365D"/>
    <w:rsid w:val="003F0232"/>
    <w:rsid w:val="0045185F"/>
    <w:rsid w:val="00483689"/>
    <w:rsid w:val="004D1555"/>
    <w:rsid w:val="00540234"/>
    <w:rsid w:val="005C03FA"/>
    <w:rsid w:val="005D21C9"/>
    <w:rsid w:val="006B16C5"/>
    <w:rsid w:val="00703CB2"/>
    <w:rsid w:val="00731C67"/>
    <w:rsid w:val="00773448"/>
    <w:rsid w:val="00776133"/>
    <w:rsid w:val="00855687"/>
    <w:rsid w:val="008C07DE"/>
    <w:rsid w:val="008D6C04"/>
    <w:rsid w:val="009713CF"/>
    <w:rsid w:val="00A2767F"/>
    <w:rsid w:val="00A30CCE"/>
    <w:rsid w:val="00A458A9"/>
    <w:rsid w:val="00AA386F"/>
    <w:rsid w:val="00AC3E9C"/>
    <w:rsid w:val="00B15D9E"/>
    <w:rsid w:val="00BC4F14"/>
    <w:rsid w:val="00BC62FB"/>
    <w:rsid w:val="00BF535F"/>
    <w:rsid w:val="00C73E51"/>
    <w:rsid w:val="00C806B0"/>
    <w:rsid w:val="00DF36EB"/>
    <w:rsid w:val="00E476EE"/>
    <w:rsid w:val="00E6094B"/>
    <w:rsid w:val="00E906AC"/>
    <w:rsid w:val="00EE65B2"/>
    <w:rsid w:val="00EF035E"/>
    <w:rsid w:val="00F94A64"/>
    <w:rsid w:val="00FA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o:colormenu v:ext="edit" fillcolor="none"/>
    </o:shapedefaults>
    <o:shapelayout v:ext="edit">
      <o:idmap v:ext="edit" data="1"/>
    </o:shapelayout>
  </w:shapeDefaults>
  <w:decimalSymbol w:val="."/>
  <w:listSeparator w:val=","/>
  <w15:docId w15:val="{21C070AC-87BE-4FE7-AB48-AEA1D786B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8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61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613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03F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03FA"/>
    <w:rPr>
      <w:sz w:val="18"/>
      <w:szCs w:val="18"/>
    </w:rPr>
  </w:style>
  <w:style w:type="paragraph" w:styleId="a6">
    <w:name w:val="List Paragraph"/>
    <w:basedOn w:val="a"/>
    <w:uiPriority w:val="34"/>
    <w:qFormat/>
    <w:rsid w:val="004D1555"/>
    <w:pPr>
      <w:ind w:firstLineChars="200" w:firstLine="420"/>
    </w:pPr>
  </w:style>
  <w:style w:type="table" w:styleId="a7">
    <w:name w:val="Table Grid"/>
    <w:basedOn w:val="a1"/>
    <w:uiPriority w:val="39"/>
    <w:rsid w:val="004D1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image" Target="media/image8.wmf"/><Relationship Id="rId324" Type="http://schemas.openxmlformats.org/officeDocument/2006/relationships/oleObject" Target="embeddings/oleObject174.bin"/><Relationship Id="rId170" Type="http://schemas.openxmlformats.org/officeDocument/2006/relationships/oleObject" Target="embeddings/oleObject87.bin"/><Relationship Id="rId268" Type="http://schemas.openxmlformats.org/officeDocument/2006/relationships/oleObject" Target="embeddings/oleObject144.bin"/><Relationship Id="rId475" Type="http://schemas.openxmlformats.org/officeDocument/2006/relationships/oleObject" Target="embeddings/oleObject255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3.bin"/><Relationship Id="rId335" Type="http://schemas.openxmlformats.org/officeDocument/2006/relationships/image" Target="media/image149.wmf"/><Relationship Id="rId377" Type="http://schemas.openxmlformats.org/officeDocument/2006/relationships/oleObject" Target="embeddings/oleObject202.bin"/><Relationship Id="rId500" Type="http://schemas.openxmlformats.org/officeDocument/2006/relationships/oleObject" Target="embeddings/oleObject268.bin"/><Relationship Id="rId5" Type="http://schemas.openxmlformats.org/officeDocument/2006/relationships/settings" Target="settings.xml"/><Relationship Id="rId181" Type="http://schemas.openxmlformats.org/officeDocument/2006/relationships/oleObject" Target="embeddings/oleObject95.bin"/><Relationship Id="rId237" Type="http://schemas.openxmlformats.org/officeDocument/2006/relationships/oleObject" Target="embeddings/oleObject124.bin"/><Relationship Id="rId402" Type="http://schemas.openxmlformats.org/officeDocument/2006/relationships/image" Target="media/image179.wmf"/><Relationship Id="rId279" Type="http://schemas.openxmlformats.org/officeDocument/2006/relationships/oleObject" Target="embeddings/oleObject150.bin"/><Relationship Id="rId444" Type="http://schemas.openxmlformats.org/officeDocument/2006/relationships/image" Target="media/image198.wmf"/><Relationship Id="rId486" Type="http://schemas.openxmlformats.org/officeDocument/2006/relationships/image" Target="media/image219.wmf"/><Relationship Id="rId43" Type="http://schemas.openxmlformats.org/officeDocument/2006/relationships/image" Target="media/image18.wmf"/><Relationship Id="rId139" Type="http://schemas.openxmlformats.org/officeDocument/2006/relationships/image" Target="media/image63.wmf"/><Relationship Id="rId290" Type="http://schemas.openxmlformats.org/officeDocument/2006/relationships/oleObject" Target="embeddings/oleObject156.bin"/><Relationship Id="rId304" Type="http://schemas.openxmlformats.org/officeDocument/2006/relationships/oleObject" Target="embeddings/oleObject164.bin"/><Relationship Id="rId346" Type="http://schemas.openxmlformats.org/officeDocument/2006/relationships/oleObject" Target="embeddings/oleObject185.bin"/><Relationship Id="rId388" Type="http://schemas.openxmlformats.org/officeDocument/2006/relationships/oleObject" Target="embeddings/oleObject209.bin"/><Relationship Id="rId511" Type="http://schemas.openxmlformats.org/officeDocument/2006/relationships/image" Target="media/image231.wmf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6.bin"/><Relationship Id="rId192" Type="http://schemas.openxmlformats.org/officeDocument/2006/relationships/image" Target="media/image85.wmf"/><Relationship Id="rId206" Type="http://schemas.openxmlformats.org/officeDocument/2006/relationships/image" Target="media/image92.wmf"/><Relationship Id="rId413" Type="http://schemas.openxmlformats.org/officeDocument/2006/relationships/oleObject" Target="embeddings/oleObject223.bin"/><Relationship Id="rId248" Type="http://schemas.openxmlformats.org/officeDocument/2006/relationships/oleObject" Target="embeddings/oleObject131.bin"/><Relationship Id="rId455" Type="http://schemas.openxmlformats.org/officeDocument/2006/relationships/image" Target="media/image203.png"/><Relationship Id="rId497" Type="http://schemas.openxmlformats.org/officeDocument/2006/relationships/image" Target="media/image224.wmf"/><Relationship Id="rId12" Type="http://schemas.openxmlformats.org/officeDocument/2006/relationships/oleObject" Target="embeddings/oleObject2.bin"/><Relationship Id="rId108" Type="http://schemas.openxmlformats.org/officeDocument/2006/relationships/image" Target="media/image48.wmf"/><Relationship Id="rId315" Type="http://schemas.openxmlformats.org/officeDocument/2006/relationships/image" Target="media/image139.wmf"/><Relationship Id="rId357" Type="http://schemas.openxmlformats.org/officeDocument/2006/relationships/oleObject" Target="embeddings/oleObject191.bin"/><Relationship Id="rId522" Type="http://schemas.openxmlformats.org/officeDocument/2006/relationships/theme" Target="theme/theme1.xml"/><Relationship Id="rId54" Type="http://schemas.openxmlformats.org/officeDocument/2006/relationships/oleObject" Target="embeddings/oleObject25.bin"/><Relationship Id="rId96" Type="http://schemas.openxmlformats.org/officeDocument/2006/relationships/image" Target="media/image42.png"/><Relationship Id="rId161" Type="http://schemas.openxmlformats.org/officeDocument/2006/relationships/image" Target="media/image73.wmf"/><Relationship Id="rId217" Type="http://schemas.openxmlformats.org/officeDocument/2006/relationships/image" Target="media/image97.wmf"/><Relationship Id="rId399" Type="http://schemas.openxmlformats.org/officeDocument/2006/relationships/oleObject" Target="embeddings/oleObject215.bin"/><Relationship Id="rId259" Type="http://schemas.openxmlformats.org/officeDocument/2006/relationships/image" Target="media/image115.wmf"/><Relationship Id="rId424" Type="http://schemas.openxmlformats.org/officeDocument/2006/relationships/image" Target="media/image189.wmf"/><Relationship Id="rId466" Type="http://schemas.openxmlformats.org/officeDocument/2006/relationships/image" Target="media/image209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9.bin"/><Relationship Id="rId270" Type="http://schemas.openxmlformats.org/officeDocument/2006/relationships/oleObject" Target="embeddings/oleObject145.bin"/><Relationship Id="rId326" Type="http://schemas.openxmlformats.org/officeDocument/2006/relationships/oleObject" Target="embeddings/oleObject175.bin"/><Relationship Id="rId65" Type="http://schemas.openxmlformats.org/officeDocument/2006/relationships/image" Target="media/image27.wmf"/><Relationship Id="rId130" Type="http://schemas.openxmlformats.org/officeDocument/2006/relationships/oleObject" Target="embeddings/oleObject64.bin"/><Relationship Id="rId368" Type="http://schemas.openxmlformats.org/officeDocument/2006/relationships/oleObject" Target="embeddings/oleObject197.bin"/><Relationship Id="rId172" Type="http://schemas.openxmlformats.org/officeDocument/2006/relationships/oleObject" Target="embeddings/oleObject89.bin"/><Relationship Id="rId228" Type="http://schemas.openxmlformats.org/officeDocument/2006/relationships/image" Target="media/image102.wmf"/><Relationship Id="rId435" Type="http://schemas.openxmlformats.org/officeDocument/2006/relationships/oleObject" Target="embeddings/oleObject235.bin"/><Relationship Id="rId477" Type="http://schemas.openxmlformats.org/officeDocument/2006/relationships/oleObject" Target="embeddings/oleObject256.bin"/><Relationship Id="rId281" Type="http://schemas.openxmlformats.org/officeDocument/2006/relationships/image" Target="media/image123.wmf"/><Relationship Id="rId337" Type="http://schemas.openxmlformats.org/officeDocument/2006/relationships/image" Target="media/image150.wmf"/><Relationship Id="rId502" Type="http://schemas.openxmlformats.org/officeDocument/2006/relationships/oleObject" Target="embeddings/oleObject269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7.bin"/><Relationship Id="rId141" Type="http://schemas.openxmlformats.org/officeDocument/2006/relationships/oleObject" Target="embeddings/oleObject71.bin"/><Relationship Id="rId379" Type="http://schemas.openxmlformats.org/officeDocument/2006/relationships/oleObject" Target="embeddings/oleObject203.bin"/><Relationship Id="rId7" Type="http://schemas.openxmlformats.org/officeDocument/2006/relationships/footnotes" Target="footnotes.xml"/><Relationship Id="rId183" Type="http://schemas.openxmlformats.org/officeDocument/2006/relationships/oleObject" Target="embeddings/oleObject96.bin"/><Relationship Id="rId239" Type="http://schemas.openxmlformats.org/officeDocument/2006/relationships/image" Target="media/image107.wmf"/><Relationship Id="rId390" Type="http://schemas.openxmlformats.org/officeDocument/2006/relationships/oleObject" Target="embeddings/oleObject210.bin"/><Relationship Id="rId404" Type="http://schemas.openxmlformats.org/officeDocument/2006/relationships/image" Target="media/image180.wmf"/><Relationship Id="rId446" Type="http://schemas.openxmlformats.org/officeDocument/2006/relationships/image" Target="media/image199.wmf"/><Relationship Id="rId250" Type="http://schemas.openxmlformats.org/officeDocument/2006/relationships/oleObject" Target="embeddings/oleObject132.bin"/><Relationship Id="rId292" Type="http://schemas.openxmlformats.org/officeDocument/2006/relationships/oleObject" Target="embeddings/oleObject157.bin"/><Relationship Id="rId306" Type="http://schemas.openxmlformats.org/officeDocument/2006/relationships/oleObject" Target="embeddings/oleObject165.bin"/><Relationship Id="rId488" Type="http://schemas.openxmlformats.org/officeDocument/2006/relationships/image" Target="media/image220.wmf"/><Relationship Id="rId45" Type="http://schemas.openxmlformats.org/officeDocument/2006/relationships/oleObject" Target="embeddings/oleObject20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49.wmf"/><Relationship Id="rId348" Type="http://schemas.openxmlformats.org/officeDocument/2006/relationships/oleObject" Target="embeddings/oleObject186.bin"/><Relationship Id="rId513" Type="http://schemas.openxmlformats.org/officeDocument/2006/relationships/image" Target="media/image232.wmf"/><Relationship Id="rId152" Type="http://schemas.openxmlformats.org/officeDocument/2006/relationships/image" Target="media/image68.png"/><Relationship Id="rId194" Type="http://schemas.openxmlformats.org/officeDocument/2006/relationships/image" Target="media/image86.wmf"/><Relationship Id="rId208" Type="http://schemas.openxmlformats.org/officeDocument/2006/relationships/image" Target="media/image93.wmf"/><Relationship Id="rId415" Type="http://schemas.openxmlformats.org/officeDocument/2006/relationships/image" Target="media/image184.png"/><Relationship Id="rId457" Type="http://schemas.openxmlformats.org/officeDocument/2006/relationships/oleObject" Target="embeddings/oleObject246.bin"/><Relationship Id="rId261" Type="http://schemas.openxmlformats.org/officeDocument/2006/relationships/image" Target="media/image116.wmf"/><Relationship Id="rId499" Type="http://schemas.openxmlformats.org/officeDocument/2006/relationships/image" Target="media/image225.wmf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6.bin"/><Relationship Id="rId317" Type="http://schemas.openxmlformats.org/officeDocument/2006/relationships/image" Target="media/image140.wmf"/><Relationship Id="rId359" Type="http://schemas.openxmlformats.org/officeDocument/2006/relationships/oleObject" Target="embeddings/oleObject192.bin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0.bin"/><Relationship Id="rId163" Type="http://schemas.openxmlformats.org/officeDocument/2006/relationships/image" Target="media/image74.wmf"/><Relationship Id="rId219" Type="http://schemas.openxmlformats.org/officeDocument/2006/relationships/image" Target="media/image98.wmf"/><Relationship Id="rId370" Type="http://schemas.openxmlformats.org/officeDocument/2006/relationships/image" Target="media/image165.wmf"/><Relationship Id="rId426" Type="http://schemas.openxmlformats.org/officeDocument/2006/relationships/image" Target="media/image190.wmf"/><Relationship Id="rId230" Type="http://schemas.openxmlformats.org/officeDocument/2006/relationships/image" Target="media/image103.wmf"/><Relationship Id="rId468" Type="http://schemas.openxmlformats.org/officeDocument/2006/relationships/image" Target="media/image210.wmf"/><Relationship Id="rId25" Type="http://schemas.openxmlformats.org/officeDocument/2006/relationships/image" Target="media/image10.wmf"/><Relationship Id="rId67" Type="http://schemas.openxmlformats.org/officeDocument/2006/relationships/image" Target="media/image28.wmf"/><Relationship Id="rId272" Type="http://schemas.openxmlformats.org/officeDocument/2006/relationships/oleObject" Target="embeddings/oleObject146.bin"/><Relationship Id="rId328" Type="http://schemas.openxmlformats.org/officeDocument/2006/relationships/oleObject" Target="embeddings/oleObject176.bin"/><Relationship Id="rId132" Type="http://schemas.openxmlformats.org/officeDocument/2006/relationships/oleObject" Target="embeddings/oleObject65.bin"/><Relationship Id="rId174" Type="http://schemas.openxmlformats.org/officeDocument/2006/relationships/oleObject" Target="embeddings/oleObject91.bin"/><Relationship Id="rId381" Type="http://schemas.openxmlformats.org/officeDocument/2006/relationships/oleObject" Target="embeddings/oleObject204.bin"/><Relationship Id="rId241" Type="http://schemas.openxmlformats.org/officeDocument/2006/relationships/image" Target="media/image108.wmf"/><Relationship Id="rId437" Type="http://schemas.openxmlformats.org/officeDocument/2006/relationships/oleObject" Target="embeddings/oleObject236.bin"/><Relationship Id="rId479" Type="http://schemas.openxmlformats.org/officeDocument/2006/relationships/oleObject" Target="embeddings/oleObject257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24.wmf"/><Relationship Id="rId339" Type="http://schemas.openxmlformats.org/officeDocument/2006/relationships/image" Target="media/image151.wmf"/><Relationship Id="rId490" Type="http://schemas.openxmlformats.org/officeDocument/2006/relationships/oleObject" Target="embeddings/oleObject263.bin"/><Relationship Id="rId504" Type="http://schemas.openxmlformats.org/officeDocument/2006/relationships/oleObject" Target="embeddings/oleObject270.bin"/><Relationship Id="rId78" Type="http://schemas.openxmlformats.org/officeDocument/2006/relationships/oleObject" Target="embeddings/oleObject38.bin"/><Relationship Id="rId101" Type="http://schemas.openxmlformats.org/officeDocument/2006/relationships/image" Target="media/image45.wmf"/><Relationship Id="rId143" Type="http://schemas.openxmlformats.org/officeDocument/2006/relationships/oleObject" Target="embeddings/oleObject72.bin"/><Relationship Id="rId185" Type="http://schemas.openxmlformats.org/officeDocument/2006/relationships/oleObject" Target="embeddings/oleObject97.bin"/><Relationship Id="rId350" Type="http://schemas.openxmlformats.org/officeDocument/2006/relationships/oleObject" Target="embeddings/oleObject187.bin"/><Relationship Id="rId406" Type="http://schemas.openxmlformats.org/officeDocument/2006/relationships/image" Target="media/image181.wmf"/><Relationship Id="rId9" Type="http://schemas.openxmlformats.org/officeDocument/2006/relationships/image" Target="media/image2.wmf"/><Relationship Id="rId210" Type="http://schemas.openxmlformats.org/officeDocument/2006/relationships/oleObject" Target="embeddings/oleObject110.bin"/><Relationship Id="rId392" Type="http://schemas.openxmlformats.org/officeDocument/2006/relationships/oleObject" Target="embeddings/oleObject211.bin"/><Relationship Id="rId448" Type="http://schemas.openxmlformats.org/officeDocument/2006/relationships/image" Target="media/image200.wmf"/><Relationship Id="rId252" Type="http://schemas.openxmlformats.org/officeDocument/2006/relationships/oleObject" Target="embeddings/oleObject133.bin"/><Relationship Id="rId294" Type="http://schemas.openxmlformats.org/officeDocument/2006/relationships/oleObject" Target="embeddings/oleObject158.bin"/><Relationship Id="rId308" Type="http://schemas.openxmlformats.org/officeDocument/2006/relationships/oleObject" Target="embeddings/oleObject166.bin"/><Relationship Id="rId515" Type="http://schemas.openxmlformats.org/officeDocument/2006/relationships/image" Target="media/image233.wmf"/><Relationship Id="rId47" Type="http://schemas.openxmlformats.org/officeDocument/2006/relationships/oleObject" Target="embeddings/oleObject21.bin"/><Relationship Id="rId89" Type="http://schemas.openxmlformats.org/officeDocument/2006/relationships/oleObject" Target="embeddings/oleObject44.bin"/><Relationship Id="rId112" Type="http://schemas.openxmlformats.org/officeDocument/2006/relationships/image" Target="media/image50.wmf"/><Relationship Id="rId154" Type="http://schemas.openxmlformats.org/officeDocument/2006/relationships/oleObject" Target="embeddings/oleObject78.bin"/><Relationship Id="rId361" Type="http://schemas.openxmlformats.org/officeDocument/2006/relationships/image" Target="media/image161.wmf"/><Relationship Id="rId196" Type="http://schemas.openxmlformats.org/officeDocument/2006/relationships/image" Target="media/image87.wmf"/><Relationship Id="rId417" Type="http://schemas.openxmlformats.org/officeDocument/2006/relationships/oleObject" Target="embeddings/oleObject225.bin"/><Relationship Id="rId459" Type="http://schemas.openxmlformats.org/officeDocument/2006/relationships/oleObject" Target="embeddings/oleObject247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6.bin"/><Relationship Id="rId263" Type="http://schemas.openxmlformats.org/officeDocument/2006/relationships/oleObject" Target="embeddings/oleObject140.bin"/><Relationship Id="rId319" Type="http://schemas.openxmlformats.org/officeDocument/2006/relationships/image" Target="media/image141.wmf"/><Relationship Id="rId470" Type="http://schemas.openxmlformats.org/officeDocument/2006/relationships/image" Target="media/image211.wmf"/><Relationship Id="rId58" Type="http://schemas.openxmlformats.org/officeDocument/2006/relationships/oleObject" Target="embeddings/oleObject28.bin"/><Relationship Id="rId123" Type="http://schemas.openxmlformats.org/officeDocument/2006/relationships/oleObject" Target="embeddings/oleObject61.bin"/><Relationship Id="rId330" Type="http://schemas.openxmlformats.org/officeDocument/2006/relationships/oleObject" Target="embeddings/oleObject177.bin"/><Relationship Id="rId165" Type="http://schemas.openxmlformats.org/officeDocument/2006/relationships/oleObject" Target="embeddings/oleObject84.bin"/><Relationship Id="rId372" Type="http://schemas.openxmlformats.org/officeDocument/2006/relationships/image" Target="media/image166.wmf"/><Relationship Id="rId428" Type="http://schemas.openxmlformats.org/officeDocument/2006/relationships/image" Target="media/image191.wmf"/><Relationship Id="rId232" Type="http://schemas.openxmlformats.org/officeDocument/2006/relationships/image" Target="media/image104.wmf"/><Relationship Id="rId274" Type="http://schemas.openxmlformats.org/officeDocument/2006/relationships/oleObject" Target="embeddings/oleObject147.bin"/><Relationship Id="rId481" Type="http://schemas.openxmlformats.org/officeDocument/2006/relationships/oleObject" Target="embeddings/oleObject258.bin"/><Relationship Id="rId27" Type="http://schemas.openxmlformats.org/officeDocument/2006/relationships/image" Target="media/image11.wmf"/><Relationship Id="rId69" Type="http://schemas.openxmlformats.org/officeDocument/2006/relationships/image" Target="media/image29.wmf"/><Relationship Id="rId134" Type="http://schemas.openxmlformats.org/officeDocument/2006/relationships/oleObject" Target="embeddings/oleObject66.bin"/><Relationship Id="rId80" Type="http://schemas.openxmlformats.org/officeDocument/2006/relationships/image" Target="media/image34.wmf"/><Relationship Id="rId176" Type="http://schemas.openxmlformats.org/officeDocument/2006/relationships/oleObject" Target="embeddings/oleObject92.bin"/><Relationship Id="rId341" Type="http://schemas.openxmlformats.org/officeDocument/2006/relationships/image" Target="media/image152.wmf"/><Relationship Id="rId383" Type="http://schemas.openxmlformats.org/officeDocument/2006/relationships/oleObject" Target="embeddings/oleObject206.bin"/><Relationship Id="rId439" Type="http://schemas.openxmlformats.org/officeDocument/2006/relationships/oleObject" Target="embeddings/oleObject237.bin"/><Relationship Id="rId201" Type="http://schemas.openxmlformats.org/officeDocument/2006/relationships/oleObject" Target="embeddings/oleObject105.bin"/><Relationship Id="rId243" Type="http://schemas.openxmlformats.org/officeDocument/2006/relationships/image" Target="media/image109.wmf"/><Relationship Id="rId285" Type="http://schemas.openxmlformats.org/officeDocument/2006/relationships/image" Target="media/image125.wmf"/><Relationship Id="rId450" Type="http://schemas.openxmlformats.org/officeDocument/2006/relationships/oleObject" Target="embeddings/oleObject243.bin"/><Relationship Id="rId506" Type="http://schemas.openxmlformats.org/officeDocument/2006/relationships/image" Target="media/image228.wmf"/><Relationship Id="rId38" Type="http://schemas.openxmlformats.org/officeDocument/2006/relationships/oleObject" Target="embeddings/oleObject16.bin"/><Relationship Id="rId103" Type="http://schemas.openxmlformats.org/officeDocument/2006/relationships/image" Target="media/image46.wmf"/><Relationship Id="rId310" Type="http://schemas.openxmlformats.org/officeDocument/2006/relationships/oleObject" Target="embeddings/oleObject167.bin"/><Relationship Id="rId492" Type="http://schemas.openxmlformats.org/officeDocument/2006/relationships/oleObject" Target="embeddings/oleObject264.bin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73.bin"/><Relationship Id="rId187" Type="http://schemas.openxmlformats.org/officeDocument/2006/relationships/oleObject" Target="embeddings/oleObject98.bin"/><Relationship Id="rId352" Type="http://schemas.openxmlformats.org/officeDocument/2006/relationships/oleObject" Target="embeddings/oleObject188.bin"/><Relationship Id="rId394" Type="http://schemas.openxmlformats.org/officeDocument/2006/relationships/oleObject" Target="embeddings/oleObject212.bin"/><Relationship Id="rId408" Type="http://schemas.openxmlformats.org/officeDocument/2006/relationships/image" Target="media/image182.wmf"/><Relationship Id="rId212" Type="http://schemas.openxmlformats.org/officeDocument/2006/relationships/oleObject" Target="embeddings/oleObject111.bin"/><Relationship Id="rId254" Type="http://schemas.openxmlformats.org/officeDocument/2006/relationships/oleObject" Target="embeddings/oleObject135.bin"/><Relationship Id="rId49" Type="http://schemas.openxmlformats.org/officeDocument/2006/relationships/image" Target="media/image20.wmf"/><Relationship Id="rId114" Type="http://schemas.openxmlformats.org/officeDocument/2006/relationships/image" Target="media/image51.wmf"/><Relationship Id="rId296" Type="http://schemas.openxmlformats.org/officeDocument/2006/relationships/oleObject" Target="embeddings/oleObject159.bin"/><Relationship Id="rId461" Type="http://schemas.openxmlformats.org/officeDocument/2006/relationships/oleObject" Target="embeddings/oleObject248.bin"/><Relationship Id="rId517" Type="http://schemas.openxmlformats.org/officeDocument/2006/relationships/image" Target="media/image234.wmf"/><Relationship Id="rId60" Type="http://schemas.openxmlformats.org/officeDocument/2006/relationships/oleObject" Target="embeddings/oleObject29.bin"/><Relationship Id="rId156" Type="http://schemas.openxmlformats.org/officeDocument/2006/relationships/oleObject" Target="embeddings/oleObject79.bin"/><Relationship Id="rId198" Type="http://schemas.openxmlformats.org/officeDocument/2006/relationships/image" Target="media/image88.wmf"/><Relationship Id="rId321" Type="http://schemas.openxmlformats.org/officeDocument/2006/relationships/image" Target="media/image142.wmf"/><Relationship Id="rId363" Type="http://schemas.openxmlformats.org/officeDocument/2006/relationships/image" Target="media/image162.wmf"/><Relationship Id="rId419" Type="http://schemas.openxmlformats.org/officeDocument/2006/relationships/oleObject" Target="embeddings/oleObject226.bin"/><Relationship Id="rId223" Type="http://schemas.openxmlformats.org/officeDocument/2006/relationships/oleObject" Target="embeddings/oleObject117.bin"/><Relationship Id="rId430" Type="http://schemas.openxmlformats.org/officeDocument/2006/relationships/oleObject" Target="embeddings/oleObject232.bin"/><Relationship Id="rId18" Type="http://schemas.openxmlformats.org/officeDocument/2006/relationships/oleObject" Target="embeddings/oleObject5.bin"/><Relationship Id="rId265" Type="http://schemas.openxmlformats.org/officeDocument/2006/relationships/oleObject" Target="embeddings/oleObject142.bin"/><Relationship Id="rId472" Type="http://schemas.openxmlformats.org/officeDocument/2006/relationships/image" Target="media/image212.wmf"/><Relationship Id="rId125" Type="http://schemas.openxmlformats.org/officeDocument/2006/relationships/oleObject" Target="embeddings/oleObject62.bin"/><Relationship Id="rId167" Type="http://schemas.openxmlformats.org/officeDocument/2006/relationships/image" Target="media/image75.wmf"/><Relationship Id="rId332" Type="http://schemas.openxmlformats.org/officeDocument/2006/relationships/oleObject" Target="embeddings/oleObject178.bin"/><Relationship Id="rId374" Type="http://schemas.openxmlformats.org/officeDocument/2006/relationships/image" Target="media/image167.wmf"/><Relationship Id="rId71" Type="http://schemas.openxmlformats.org/officeDocument/2006/relationships/image" Target="media/image30.wmf"/><Relationship Id="rId234" Type="http://schemas.openxmlformats.org/officeDocument/2006/relationships/image" Target="media/image105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48.bin"/><Relationship Id="rId441" Type="http://schemas.openxmlformats.org/officeDocument/2006/relationships/oleObject" Target="embeddings/oleObject238.bin"/><Relationship Id="rId483" Type="http://schemas.openxmlformats.org/officeDocument/2006/relationships/oleObject" Target="embeddings/oleObject259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8.bin"/><Relationship Id="rId178" Type="http://schemas.openxmlformats.org/officeDocument/2006/relationships/oleObject" Target="embeddings/oleObject93.bin"/><Relationship Id="rId301" Type="http://schemas.openxmlformats.org/officeDocument/2006/relationships/oleObject" Target="embeddings/oleObject162.bin"/><Relationship Id="rId343" Type="http://schemas.openxmlformats.org/officeDocument/2006/relationships/image" Target="media/image153.wmf"/><Relationship Id="rId82" Type="http://schemas.openxmlformats.org/officeDocument/2006/relationships/image" Target="media/image35.wmf"/><Relationship Id="rId203" Type="http://schemas.openxmlformats.org/officeDocument/2006/relationships/oleObject" Target="embeddings/oleObject106.bin"/><Relationship Id="rId385" Type="http://schemas.openxmlformats.org/officeDocument/2006/relationships/oleObject" Target="embeddings/oleObject207.bin"/><Relationship Id="rId245" Type="http://schemas.openxmlformats.org/officeDocument/2006/relationships/image" Target="media/image110.wmf"/><Relationship Id="rId287" Type="http://schemas.openxmlformats.org/officeDocument/2006/relationships/image" Target="media/image126.wmf"/><Relationship Id="rId410" Type="http://schemas.openxmlformats.org/officeDocument/2006/relationships/image" Target="media/image183.wmf"/><Relationship Id="rId452" Type="http://schemas.openxmlformats.org/officeDocument/2006/relationships/oleObject" Target="embeddings/oleObject244.bin"/><Relationship Id="rId494" Type="http://schemas.openxmlformats.org/officeDocument/2006/relationships/oleObject" Target="embeddings/oleObject265.bin"/><Relationship Id="rId508" Type="http://schemas.openxmlformats.org/officeDocument/2006/relationships/image" Target="media/image229.png"/><Relationship Id="rId105" Type="http://schemas.openxmlformats.org/officeDocument/2006/relationships/image" Target="media/image47.wmf"/><Relationship Id="rId147" Type="http://schemas.openxmlformats.org/officeDocument/2006/relationships/image" Target="media/image66.wmf"/><Relationship Id="rId312" Type="http://schemas.openxmlformats.org/officeDocument/2006/relationships/oleObject" Target="embeddings/oleObject168.bin"/><Relationship Id="rId354" Type="http://schemas.openxmlformats.org/officeDocument/2006/relationships/oleObject" Target="embeddings/oleObject189.bin"/><Relationship Id="rId51" Type="http://schemas.openxmlformats.org/officeDocument/2006/relationships/image" Target="media/image21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99.bin"/><Relationship Id="rId396" Type="http://schemas.openxmlformats.org/officeDocument/2006/relationships/image" Target="media/image176.wmf"/><Relationship Id="rId214" Type="http://schemas.openxmlformats.org/officeDocument/2006/relationships/oleObject" Target="embeddings/oleObject112.bin"/><Relationship Id="rId256" Type="http://schemas.openxmlformats.org/officeDocument/2006/relationships/oleObject" Target="embeddings/oleObject136.bin"/><Relationship Id="rId298" Type="http://schemas.openxmlformats.org/officeDocument/2006/relationships/oleObject" Target="embeddings/oleObject160.bin"/><Relationship Id="rId421" Type="http://schemas.openxmlformats.org/officeDocument/2006/relationships/oleObject" Target="embeddings/oleObject227.bin"/><Relationship Id="rId463" Type="http://schemas.openxmlformats.org/officeDocument/2006/relationships/oleObject" Target="embeddings/oleObject249.bin"/><Relationship Id="rId519" Type="http://schemas.openxmlformats.org/officeDocument/2006/relationships/footer" Target="footer1.xml"/><Relationship Id="rId116" Type="http://schemas.openxmlformats.org/officeDocument/2006/relationships/image" Target="media/image52.wmf"/><Relationship Id="rId158" Type="http://schemas.openxmlformats.org/officeDocument/2006/relationships/oleObject" Target="embeddings/oleObject80.bin"/><Relationship Id="rId323" Type="http://schemas.openxmlformats.org/officeDocument/2006/relationships/image" Target="media/image143.wmf"/><Relationship Id="rId20" Type="http://schemas.openxmlformats.org/officeDocument/2006/relationships/oleObject" Target="embeddings/oleObject6.bin"/><Relationship Id="rId62" Type="http://schemas.openxmlformats.org/officeDocument/2006/relationships/oleObject" Target="embeddings/oleObject30.bin"/><Relationship Id="rId365" Type="http://schemas.openxmlformats.org/officeDocument/2006/relationships/image" Target="media/image163.wmf"/><Relationship Id="rId225" Type="http://schemas.openxmlformats.org/officeDocument/2006/relationships/oleObject" Target="embeddings/oleObject118.bin"/><Relationship Id="rId267" Type="http://schemas.openxmlformats.org/officeDocument/2006/relationships/image" Target="media/image117.wmf"/><Relationship Id="rId432" Type="http://schemas.openxmlformats.org/officeDocument/2006/relationships/image" Target="media/image192.wmf"/><Relationship Id="rId474" Type="http://schemas.openxmlformats.org/officeDocument/2006/relationships/image" Target="media/image213.wmf"/><Relationship Id="rId127" Type="http://schemas.openxmlformats.org/officeDocument/2006/relationships/image" Target="media/image58.wmf"/><Relationship Id="rId31" Type="http://schemas.openxmlformats.org/officeDocument/2006/relationships/oleObject" Target="embeddings/oleObject12.bin"/><Relationship Id="rId73" Type="http://schemas.openxmlformats.org/officeDocument/2006/relationships/image" Target="media/image31.wmf"/><Relationship Id="rId169" Type="http://schemas.openxmlformats.org/officeDocument/2006/relationships/image" Target="media/image76.wmf"/><Relationship Id="rId334" Type="http://schemas.openxmlformats.org/officeDocument/2006/relationships/oleObject" Target="embeddings/oleObject179.bin"/><Relationship Id="rId376" Type="http://schemas.openxmlformats.org/officeDocument/2006/relationships/image" Target="media/image168.wmf"/><Relationship Id="rId4" Type="http://schemas.openxmlformats.org/officeDocument/2006/relationships/image" Target="media/image1.gif"/><Relationship Id="rId180" Type="http://schemas.openxmlformats.org/officeDocument/2006/relationships/image" Target="media/image79.wmf"/><Relationship Id="rId236" Type="http://schemas.openxmlformats.org/officeDocument/2006/relationships/image" Target="media/image106.wmf"/><Relationship Id="rId278" Type="http://schemas.openxmlformats.org/officeDocument/2006/relationships/image" Target="media/image122.wmf"/><Relationship Id="rId401" Type="http://schemas.openxmlformats.org/officeDocument/2006/relationships/oleObject" Target="embeddings/oleObject216.bin"/><Relationship Id="rId443" Type="http://schemas.openxmlformats.org/officeDocument/2006/relationships/oleObject" Target="embeddings/oleObject239.bin"/><Relationship Id="rId303" Type="http://schemas.openxmlformats.org/officeDocument/2006/relationships/image" Target="media/image133.wmf"/><Relationship Id="rId485" Type="http://schemas.openxmlformats.org/officeDocument/2006/relationships/oleObject" Target="embeddings/oleObject260.bin"/><Relationship Id="rId42" Type="http://schemas.openxmlformats.org/officeDocument/2006/relationships/oleObject" Target="embeddings/oleObject18.bin"/><Relationship Id="rId84" Type="http://schemas.openxmlformats.org/officeDocument/2006/relationships/image" Target="media/image36.wmf"/><Relationship Id="rId138" Type="http://schemas.openxmlformats.org/officeDocument/2006/relationships/oleObject" Target="embeddings/oleObject69.bin"/><Relationship Id="rId345" Type="http://schemas.openxmlformats.org/officeDocument/2006/relationships/image" Target="media/image154.wmf"/><Relationship Id="rId387" Type="http://schemas.openxmlformats.org/officeDocument/2006/relationships/image" Target="media/image172.wmf"/><Relationship Id="rId510" Type="http://schemas.openxmlformats.org/officeDocument/2006/relationships/oleObject" Target="embeddings/oleObject273.bin"/><Relationship Id="rId191" Type="http://schemas.openxmlformats.org/officeDocument/2006/relationships/oleObject" Target="embeddings/oleObject100.bin"/><Relationship Id="rId205" Type="http://schemas.openxmlformats.org/officeDocument/2006/relationships/oleObject" Target="embeddings/oleObject107.bin"/><Relationship Id="rId247" Type="http://schemas.openxmlformats.org/officeDocument/2006/relationships/oleObject" Target="embeddings/oleObject130.bin"/><Relationship Id="rId412" Type="http://schemas.openxmlformats.org/officeDocument/2006/relationships/oleObject" Target="embeddings/oleObject222.bin"/><Relationship Id="rId107" Type="http://schemas.openxmlformats.org/officeDocument/2006/relationships/oleObject" Target="embeddings/oleObject53.bin"/><Relationship Id="rId289" Type="http://schemas.openxmlformats.org/officeDocument/2006/relationships/image" Target="media/image127.wmf"/><Relationship Id="rId454" Type="http://schemas.openxmlformats.org/officeDocument/2006/relationships/oleObject" Target="embeddings/oleObject245.bin"/><Relationship Id="rId496" Type="http://schemas.openxmlformats.org/officeDocument/2006/relationships/oleObject" Target="embeddings/oleObject266.bin"/><Relationship Id="rId11" Type="http://schemas.openxmlformats.org/officeDocument/2006/relationships/image" Target="media/image3.wmf"/><Relationship Id="rId53" Type="http://schemas.openxmlformats.org/officeDocument/2006/relationships/image" Target="media/image22.wmf"/><Relationship Id="rId149" Type="http://schemas.openxmlformats.org/officeDocument/2006/relationships/image" Target="media/image67.wmf"/><Relationship Id="rId314" Type="http://schemas.openxmlformats.org/officeDocument/2006/relationships/oleObject" Target="embeddings/oleObject169.bin"/><Relationship Id="rId356" Type="http://schemas.openxmlformats.org/officeDocument/2006/relationships/oleObject" Target="embeddings/oleObject190.bin"/><Relationship Id="rId398" Type="http://schemas.openxmlformats.org/officeDocument/2006/relationships/image" Target="media/image177.wmf"/><Relationship Id="rId521" Type="http://schemas.openxmlformats.org/officeDocument/2006/relationships/fontTable" Target="fontTable.xml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1.bin"/><Relationship Id="rId216" Type="http://schemas.openxmlformats.org/officeDocument/2006/relationships/oleObject" Target="embeddings/oleObject113.bin"/><Relationship Id="rId423" Type="http://schemas.openxmlformats.org/officeDocument/2006/relationships/oleObject" Target="embeddings/oleObject228.bin"/><Relationship Id="rId258" Type="http://schemas.openxmlformats.org/officeDocument/2006/relationships/oleObject" Target="embeddings/oleObject137.bin"/><Relationship Id="rId465" Type="http://schemas.openxmlformats.org/officeDocument/2006/relationships/oleObject" Target="embeddings/oleObject250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31.bin"/><Relationship Id="rId118" Type="http://schemas.openxmlformats.org/officeDocument/2006/relationships/image" Target="media/image53.wmf"/><Relationship Id="rId325" Type="http://schemas.openxmlformats.org/officeDocument/2006/relationships/image" Target="media/image144.wmf"/><Relationship Id="rId367" Type="http://schemas.openxmlformats.org/officeDocument/2006/relationships/image" Target="media/image164.wmf"/><Relationship Id="rId171" Type="http://schemas.openxmlformats.org/officeDocument/2006/relationships/oleObject" Target="embeddings/oleObject88.bin"/><Relationship Id="rId227" Type="http://schemas.openxmlformats.org/officeDocument/2006/relationships/oleObject" Target="embeddings/oleObject119.bin"/><Relationship Id="rId269" Type="http://schemas.openxmlformats.org/officeDocument/2006/relationships/image" Target="media/image118.wmf"/><Relationship Id="rId434" Type="http://schemas.openxmlformats.org/officeDocument/2006/relationships/image" Target="media/image193.wmf"/><Relationship Id="rId476" Type="http://schemas.openxmlformats.org/officeDocument/2006/relationships/image" Target="media/image214.wmf"/><Relationship Id="rId33" Type="http://schemas.openxmlformats.org/officeDocument/2006/relationships/image" Target="media/image13.wmf"/><Relationship Id="rId129" Type="http://schemas.openxmlformats.org/officeDocument/2006/relationships/image" Target="media/image59.wmf"/><Relationship Id="rId280" Type="http://schemas.openxmlformats.org/officeDocument/2006/relationships/oleObject" Target="embeddings/oleObject151.bin"/><Relationship Id="rId336" Type="http://schemas.openxmlformats.org/officeDocument/2006/relationships/oleObject" Target="embeddings/oleObject180.bin"/><Relationship Id="rId501" Type="http://schemas.openxmlformats.org/officeDocument/2006/relationships/image" Target="media/image226.wmf"/><Relationship Id="rId75" Type="http://schemas.openxmlformats.org/officeDocument/2006/relationships/image" Target="media/image32.wmf"/><Relationship Id="rId140" Type="http://schemas.openxmlformats.org/officeDocument/2006/relationships/oleObject" Target="embeddings/oleObject70.bin"/><Relationship Id="rId182" Type="http://schemas.openxmlformats.org/officeDocument/2006/relationships/image" Target="media/image80.wmf"/><Relationship Id="rId378" Type="http://schemas.openxmlformats.org/officeDocument/2006/relationships/image" Target="media/image169.wmf"/><Relationship Id="rId403" Type="http://schemas.openxmlformats.org/officeDocument/2006/relationships/oleObject" Target="embeddings/oleObject217.bin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25.bin"/><Relationship Id="rId445" Type="http://schemas.openxmlformats.org/officeDocument/2006/relationships/oleObject" Target="embeddings/oleObject240.bin"/><Relationship Id="rId487" Type="http://schemas.openxmlformats.org/officeDocument/2006/relationships/oleObject" Target="embeddings/oleObject261.bin"/><Relationship Id="rId291" Type="http://schemas.openxmlformats.org/officeDocument/2006/relationships/image" Target="media/image128.wmf"/><Relationship Id="rId305" Type="http://schemas.openxmlformats.org/officeDocument/2006/relationships/image" Target="media/image134.wmf"/><Relationship Id="rId347" Type="http://schemas.openxmlformats.org/officeDocument/2006/relationships/image" Target="media/image155.wmf"/><Relationship Id="rId512" Type="http://schemas.openxmlformats.org/officeDocument/2006/relationships/oleObject" Target="embeddings/oleObject274.bin"/><Relationship Id="rId44" Type="http://schemas.openxmlformats.org/officeDocument/2006/relationships/oleObject" Target="embeddings/oleObject19.bin"/><Relationship Id="rId86" Type="http://schemas.openxmlformats.org/officeDocument/2006/relationships/image" Target="media/image37.wmf"/><Relationship Id="rId151" Type="http://schemas.openxmlformats.org/officeDocument/2006/relationships/oleObject" Target="embeddings/oleObject77.bin"/><Relationship Id="rId389" Type="http://schemas.openxmlformats.org/officeDocument/2006/relationships/image" Target="media/image173.wmf"/><Relationship Id="rId193" Type="http://schemas.openxmlformats.org/officeDocument/2006/relationships/oleObject" Target="embeddings/oleObject101.bin"/><Relationship Id="rId207" Type="http://schemas.openxmlformats.org/officeDocument/2006/relationships/oleObject" Target="embeddings/oleObject108.bin"/><Relationship Id="rId249" Type="http://schemas.openxmlformats.org/officeDocument/2006/relationships/image" Target="media/image111.wmf"/><Relationship Id="rId414" Type="http://schemas.openxmlformats.org/officeDocument/2006/relationships/oleObject" Target="embeddings/oleObject224.bin"/><Relationship Id="rId456" Type="http://schemas.openxmlformats.org/officeDocument/2006/relationships/image" Target="media/image204.wmf"/><Relationship Id="rId498" Type="http://schemas.openxmlformats.org/officeDocument/2006/relationships/oleObject" Target="embeddings/oleObject267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4.bin"/><Relationship Id="rId260" Type="http://schemas.openxmlformats.org/officeDocument/2006/relationships/oleObject" Target="embeddings/oleObject138.bin"/><Relationship Id="rId316" Type="http://schemas.openxmlformats.org/officeDocument/2006/relationships/oleObject" Target="embeddings/oleObject170.bin"/><Relationship Id="rId55" Type="http://schemas.openxmlformats.org/officeDocument/2006/relationships/image" Target="media/image23.wmf"/><Relationship Id="rId97" Type="http://schemas.openxmlformats.org/officeDocument/2006/relationships/image" Target="media/image43.wmf"/><Relationship Id="rId120" Type="http://schemas.openxmlformats.org/officeDocument/2006/relationships/image" Target="media/image54.wmf"/><Relationship Id="rId358" Type="http://schemas.openxmlformats.org/officeDocument/2006/relationships/image" Target="media/image160.wmf"/><Relationship Id="rId162" Type="http://schemas.openxmlformats.org/officeDocument/2006/relationships/oleObject" Target="embeddings/oleObject82.bin"/><Relationship Id="rId218" Type="http://schemas.openxmlformats.org/officeDocument/2006/relationships/oleObject" Target="embeddings/oleObject114.bin"/><Relationship Id="rId425" Type="http://schemas.openxmlformats.org/officeDocument/2006/relationships/oleObject" Target="embeddings/oleObject229.bin"/><Relationship Id="rId467" Type="http://schemas.openxmlformats.org/officeDocument/2006/relationships/oleObject" Target="embeddings/oleObject251.bin"/><Relationship Id="rId271" Type="http://schemas.openxmlformats.org/officeDocument/2006/relationships/image" Target="media/image119.wmf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32.bin"/><Relationship Id="rId131" Type="http://schemas.openxmlformats.org/officeDocument/2006/relationships/image" Target="media/image60.wmf"/><Relationship Id="rId327" Type="http://schemas.openxmlformats.org/officeDocument/2006/relationships/image" Target="media/image145.wmf"/><Relationship Id="rId369" Type="http://schemas.openxmlformats.org/officeDocument/2006/relationships/oleObject" Target="embeddings/oleObject198.bin"/><Relationship Id="rId173" Type="http://schemas.openxmlformats.org/officeDocument/2006/relationships/oleObject" Target="embeddings/oleObject90.bin"/><Relationship Id="rId229" Type="http://schemas.openxmlformats.org/officeDocument/2006/relationships/oleObject" Target="embeddings/oleObject120.bin"/><Relationship Id="rId380" Type="http://schemas.openxmlformats.org/officeDocument/2006/relationships/image" Target="media/image170.wmf"/><Relationship Id="rId436" Type="http://schemas.openxmlformats.org/officeDocument/2006/relationships/image" Target="media/image194.wmf"/><Relationship Id="rId240" Type="http://schemas.openxmlformats.org/officeDocument/2006/relationships/oleObject" Target="embeddings/oleObject126.bin"/><Relationship Id="rId478" Type="http://schemas.openxmlformats.org/officeDocument/2006/relationships/image" Target="media/image215.wmf"/><Relationship Id="rId35" Type="http://schemas.openxmlformats.org/officeDocument/2006/relationships/image" Target="media/image14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49.bin"/><Relationship Id="rId282" Type="http://schemas.openxmlformats.org/officeDocument/2006/relationships/oleObject" Target="embeddings/oleObject152.bin"/><Relationship Id="rId338" Type="http://schemas.openxmlformats.org/officeDocument/2006/relationships/oleObject" Target="embeddings/oleObject181.bin"/><Relationship Id="rId503" Type="http://schemas.openxmlformats.org/officeDocument/2006/relationships/image" Target="media/image227.wmf"/><Relationship Id="rId8" Type="http://schemas.openxmlformats.org/officeDocument/2006/relationships/endnotes" Target="endnotes.xml"/><Relationship Id="rId142" Type="http://schemas.openxmlformats.org/officeDocument/2006/relationships/image" Target="media/image64.wmf"/><Relationship Id="rId184" Type="http://schemas.openxmlformats.org/officeDocument/2006/relationships/image" Target="media/image81.wmf"/><Relationship Id="rId391" Type="http://schemas.openxmlformats.org/officeDocument/2006/relationships/image" Target="media/image174.wmf"/><Relationship Id="rId405" Type="http://schemas.openxmlformats.org/officeDocument/2006/relationships/oleObject" Target="embeddings/oleObject218.bin"/><Relationship Id="rId447" Type="http://schemas.openxmlformats.org/officeDocument/2006/relationships/oleObject" Target="embeddings/oleObject241.bin"/><Relationship Id="rId251" Type="http://schemas.openxmlformats.org/officeDocument/2006/relationships/image" Target="media/image112.wmf"/><Relationship Id="rId489" Type="http://schemas.openxmlformats.org/officeDocument/2006/relationships/oleObject" Target="embeddings/oleObject262.bin"/><Relationship Id="rId46" Type="http://schemas.openxmlformats.org/officeDocument/2006/relationships/image" Target="media/image19.wmf"/><Relationship Id="rId293" Type="http://schemas.openxmlformats.org/officeDocument/2006/relationships/image" Target="media/image129.wmf"/><Relationship Id="rId307" Type="http://schemas.openxmlformats.org/officeDocument/2006/relationships/image" Target="media/image135.wmf"/><Relationship Id="rId349" Type="http://schemas.openxmlformats.org/officeDocument/2006/relationships/image" Target="media/image156.wmf"/><Relationship Id="rId514" Type="http://schemas.openxmlformats.org/officeDocument/2006/relationships/oleObject" Target="embeddings/oleObject275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5.bin"/><Relationship Id="rId153" Type="http://schemas.openxmlformats.org/officeDocument/2006/relationships/image" Target="media/image69.wmf"/><Relationship Id="rId195" Type="http://schemas.openxmlformats.org/officeDocument/2006/relationships/oleObject" Target="embeddings/oleObject102.bin"/><Relationship Id="rId209" Type="http://schemas.openxmlformats.org/officeDocument/2006/relationships/oleObject" Target="embeddings/oleObject109.bin"/><Relationship Id="rId360" Type="http://schemas.openxmlformats.org/officeDocument/2006/relationships/oleObject" Target="embeddings/oleObject193.bin"/><Relationship Id="rId416" Type="http://schemas.openxmlformats.org/officeDocument/2006/relationships/image" Target="media/image185.wmf"/><Relationship Id="rId220" Type="http://schemas.openxmlformats.org/officeDocument/2006/relationships/oleObject" Target="embeddings/oleObject115.bin"/><Relationship Id="rId458" Type="http://schemas.openxmlformats.org/officeDocument/2006/relationships/image" Target="media/image205.wmf"/><Relationship Id="rId15" Type="http://schemas.openxmlformats.org/officeDocument/2006/relationships/image" Target="media/image5.wmf"/><Relationship Id="rId57" Type="http://schemas.openxmlformats.org/officeDocument/2006/relationships/oleObject" Target="embeddings/oleObject27.bin"/><Relationship Id="rId262" Type="http://schemas.openxmlformats.org/officeDocument/2006/relationships/oleObject" Target="embeddings/oleObject139.bin"/><Relationship Id="rId318" Type="http://schemas.openxmlformats.org/officeDocument/2006/relationships/oleObject" Target="embeddings/oleObject171.bin"/><Relationship Id="rId99" Type="http://schemas.openxmlformats.org/officeDocument/2006/relationships/image" Target="media/image44.wmf"/><Relationship Id="rId122" Type="http://schemas.openxmlformats.org/officeDocument/2006/relationships/image" Target="media/image55.wmf"/><Relationship Id="rId164" Type="http://schemas.openxmlformats.org/officeDocument/2006/relationships/oleObject" Target="embeddings/oleObject83.bin"/><Relationship Id="rId371" Type="http://schemas.openxmlformats.org/officeDocument/2006/relationships/oleObject" Target="embeddings/oleObject199.bin"/><Relationship Id="rId427" Type="http://schemas.openxmlformats.org/officeDocument/2006/relationships/oleObject" Target="embeddings/oleObject230.bin"/><Relationship Id="rId469" Type="http://schemas.openxmlformats.org/officeDocument/2006/relationships/oleObject" Target="embeddings/oleObject252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21.bin"/><Relationship Id="rId273" Type="http://schemas.openxmlformats.org/officeDocument/2006/relationships/image" Target="media/image120.wmf"/><Relationship Id="rId329" Type="http://schemas.openxmlformats.org/officeDocument/2006/relationships/image" Target="media/image146.wmf"/><Relationship Id="rId480" Type="http://schemas.openxmlformats.org/officeDocument/2006/relationships/image" Target="media/image216.wmf"/><Relationship Id="rId68" Type="http://schemas.openxmlformats.org/officeDocument/2006/relationships/oleObject" Target="embeddings/oleObject33.bin"/><Relationship Id="rId133" Type="http://schemas.openxmlformats.org/officeDocument/2006/relationships/image" Target="media/image61.wmf"/><Relationship Id="rId175" Type="http://schemas.openxmlformats.org/officeDocument/2006/relationships/image" Target="media/image77.wmf"/><Relationship Id="rId340" Type="http://schemas.openxmlformats.org/officeDocument/2006/relationships/oleObject" Target="embeddings/oleObject182.bin"/><Relationship Id="rId200" Type="http://schemas.openxmlformats.org/officeDocument/2006/relationships/image" Target="media/image89.wmf"/><Relationship Id="rId382" Type="http://schemas.openxmlformats.org/officeDocument/2006/relationships/oleObject" Target="embeddings/oleObject205.bin"/><Relationship Id="rId438" Type="http://schemas.openxmlformats.org/officeDocument/2006/relationships/image" Target="media/image195.wmf"/><Relationship Id="rId242" Type="http://schemas.openxmlformats.org/officeDocument/2006/relationships/oleObject" Target="embeddings/oleObject127.bin"/><Relationship Id="rId284" Type="http://schemas.openxmlformats.org/officeDocument/2006/relationships/oleObject" Target="embeddings/oleObject153.bin"/><Relationship Id="rId491" Type="http://schemas.openxmlformats.org/officeDocument/2006/relationships/image" Target="media/image221.wmf"/><Relationship Id="rId505" Type="http://schemas.openxmlformats.org/officeDocument/2006/relationships/oleObject" Target="embeddings/oleObject271.bin"/><Relationship Id="rId37" Type="http://schemas.openxmlformats.org/officeDocument/2006/relationships/image" Target="media/image15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0.bin"/><Relationship Id="rId144" Type="http://schemas.openxmlformats.org/officeDocument/2006/relationships/image" Target="media/image65.wmf"/><Relationship Id="rId90" Type="http://schemas.openxmlformats.org/officeDocument/2006/relationships/image" Target="media/image39.wmf"/><Relationship Id="rId186" Type="http://schemas.openxmlformats.org/officeDocument/2006/relationships/image" Target="media/image82.wmf"/><Relationship Id="rId351" Type="http://schemas.openxmlformats.org/officeDocument/2006/relationships/image" Target="media/image157.wmf"/><Relationship Id="rId393" Type="http://schemas.openxmlformats.org/officeDocument/2006/relationships/image" Target="media/image175.wmf"/><Relationship Id="rId407" Type="http://schemas.openxmlformats.org/officeDocument/2006/relationships/oleObject" Target="embeddings/oleObject219.bin"/><Relationship Id="rId449" Type="http://schemas.openxmlformats.org/officeDocument/2006/relationships/oleObject" Target="embeddings/oleObject242.bin"/><Relationship Id="rId211" Type="http://schemas.openxmlformats.org/officeDocument/2006/relationships/image" Target="media/image94.wmf"/><Relationship Id="rId253" Type="http://schemas.openxmlformats.org/officeDocument/2006/relationships/oleObject" Target="embeddings/oleObject134.bin"/><Relationship Id="rId295" Type="http://schemas.openxmlformats.org/officeDocument/2006/relationships/image" Target="media/image130.wmf"/><Relationship Id="rId309" Type="http://schemas.openxmlformats.org/officeDocument/2006/relationships/image" Target="media/image136.wmf"/><Relationship Id="rId460" Type="http://schemas.openxmlformats.org/officeDocument/2006/relationships/image" Target="media/image206.wmf"/><Relationship Id="rId516" Type="http://schemas.openxmlformats.org/officeDocument/2006/relationships/oleObject" Target="embeddings/oleObject276.bin"/><Relationship Id="rId48" Type="http://schemas.openxmlformats.org/officeDocument/2006/relationships/oleObject" Target="embeddings/oleObject22.bin"/><Relationship Id="rId113" Type="http://schemas.openxmlformats.org/officeDocument/2006/relationships/oleObject" Target="embeddings/oleObject56.bin"/><Relationship Id="rId320" Type="http://schemas.openxmlformats.org/officeDocument/2006/relationships/oleObject" Target="embeddings/oleObject172.bin"/><Relationship Id="rId155" Type="http://schemas.openxmlformats.org/officeDocument/2006/relationships/image" Target="media/image70.wmf"/><Relationship Id="rId197" Type="http://schemas.openxmlformats.org/officeDocument/2006/relationships/oleObject" Target="embeddings/oleObject103.bin"/><Relationship Id="rId362" Type="http://schemas.openxmlformats.org/officeDocument/2006/relationships/oleObject" Target="embeddings/oleObject194.bin"/><Relationship Id="rId418" Type="http://schemas.openxmlformats.org/officeDocument/2006/relationships/image" Target="media/image186.wmf"/><Relationship Id="rId222" Type="http://schemas.openxmlformats.org/officeDocument/2006/relationships/image" Target="media/image99.wmf"/><Relationship Id="rId264" Type="http://schemas.openxmlformats.org/officeDocument/2006/relationships/oleObject" Target="embeddings/oleObject141.bin"/><Relationship Id="rId471" Type="http://schemas.openxmlformats.org/officeDocument/2006/relationships/oleObject" Target="embeddings/oleObject253.bin"/><Relationship Id="rId17" Type="http://schemas.openxmlformats.org/officeDocument/2006/relationships/image" Target="media/image6.wmf"/><Relationship Id="rId59" Type="http://schemas.openxmlformats.org/officeDocument/2006/relationships/image" Target="media/image24.wmf"/><Relationship Id="rId124" Type="http://schemas.openxmlformats.org/officeDocument/2006/relationships/image" Target="media/image56.wmf"/><Relationship Id="rId70" Type="http://schemas.openxmlformats.org/officeDocument/2006/relationships/oleObject" Target="embeddings/oleObject34.bin"/><Relationship Id="rId166" Type="http://schemas.openxmlformats.org/officeDocument/2006/relationships/oleObject" Target="embeddings/oleObject85.bin"/><Relationship Id="rId331" Type="http://schemas.openxmlformats.org/officeDocument/2006/relationships/image" Target="media/image147.wmf"/><Relationship Id="rId373" Type="http://schemas.openxmlformats.org/officeDocument/2006/relationships/oleObject" Target="embeddings/oleObject200.bin"/><Relationship Id="rId429" Type="http://schemas.openxmlformats.org/officeDocument/2006/relationships/oleObject" Target="embeddings/oleObject231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22.bin"/><Relationship Id="rId440" Type="http://schemas.openxmlformats.org/officeDocument/2006/relationships/image" Target="media/image196.wmf"/><Relationship Id="rId28" Type="http://schemas.openxmlformats.org/officeDocument/2006/relationships/oleObject" Target="embeddings/oleObject10.bin"/><Relationship Id="rId275" Type="http://schemas.openxmlformats.org/officeDocument/2006/relationships/image" Target="media/image121.wmf"/><Relationship Id="rId300" Type="http://schemas.openxmlformats.org/officeDocument/2006/relationships/oleObject" Target="embeddings/oleObject161.bin"/><Relationship Id="rId482" Type="http://schemas.openxmlformats.org/officeDocument/2006/relationships/image" Target="media/image217.wmf"/><Relationship Id="rId81" Type="http://schemas.openxmlformats.org/officeDocument/2006/relationships/oleObject" Target="embeddings/oleObject40.bin"/><Relationship Id="rId135" Type="http://schemas.openxmlformats.org/officeDocument/2006/relationships/oleObject" Target="embeddings/oleObject67.bin"/><Relationship Id="rId177" Type="http://schemas.openxmlformats.org/officeDocument/2006/relationships/image" Target="media/image78.wmf"/><Relationship Id="rId342" Type="http://schemas.openxmlformats.org/officeDocument/2006/relationships/oleObject" Target="embeddings/oleObject183.bin"/><Relationship Id="rId384" Type="http://schemas.openxmlformats.org/officeDocument/2006/relationships/image" Target="media/image171.wmf"/><Relationship Id="rId202" Type="http://schemas.openxmlformats.org/officeDocument/2006/relationships/image" Target="media/image90.wmf"/><Relationship Id="rId244" Type="http://schemas.openxmlformats.org/officeDocument/2006/relationships/oleObject" Target="embeddings/oleObject128.bin"/><Relationship Id="rId39" Type="http://schemas.openxmlformats.org/officeDocument/2006/relationships/image" Target="media/image16.wmf"/><Relationship Id="rId286" Type="http://schemas.openxmlformats.org/officeDocument/2006/relationships/oleObject" Target="embeddings/oleObject154.bin"/><Relationship Id="rId451" Type="http://schemas.openxmlformats.org/officeDocument/2006/relationships/image" Target="media/image201.wmf"/><Relationship Id="rId493" Type="http://schemas.openxmlformats.org/officeDocument/2006/relationships/image" Target="media/image222.wmf"/><Relationship Id="rId507" Type="http://schemas.openxmlformats.org/officeDocument/2006/relationships/oleObject" Target="embeddings/oleObject272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1.bin"/><Relationship Id="rId146" Type="http://schemas.openxmlformats.org/officeDocument/2006/relationships/oleObject" Target="embeddings/oleObject74.bin"/><Relationship Id="rId188" Type="http://schemas.openxmlformats.org/officeDocument/2006/relationships/image" Target="media/image83.wmf"/><Relationship Id="rId311" Type="http://schemas.openxmlformats.org/officeDocument/2006/relationships/image" Target="media/image137.wmf"/><Relationship Id="rId353" Type="http://schemas.openxmlformats.org/officeDocument/2006/relationships/image" Target="media/image158.wmf"/><Relationship Id="rId395" Type="http://schemas.openxmlformats.org/officeDocument/2006/relationships/oleObject" Target="embeddings/oleObject213.bin"/><Relationship Id="rId409" Type="http://schemas.openxmlformats.org/officeDocument/2006/relationships/oleObject" Target="embeddings/oleObject220.bin"/><Relationship Id="rId92" Type="http://schemas.openxmlformats.org/officeDocument/2006/relationships/image" Target="media/image40.wmf"/><Relationship Id="rId213" Type="http://schemas.openxmlformats.org/officeDocument/2006/relationships/image" Target="media/image95.wmf"/><Relationship Id="rId420" Type="http://schemas.openxmlformats.org/officeDocument/2006/relationships/image" Target="media/image187.wmf"/><Relationship Id="rId255" Type="http://schemas.openxmlformats.org/officeDocument/2006/relationships/image" Target="media/image113.wmf"/><Relationship Id="rId297" Type="http://schemas.openxmlformats.org/officeDocument/2006/relationships/image" Target="media/image131.wmf"/><Relationship Id="rId462" Type="http://schemas.openxmlformats.org/officeDocument/2006/relationships/image" Target="media/image207.wmf"/><Relationship Id="rId518" Type="http://schemas.openxmlformats.org/officeDocument/2006/relationships/oleObject" Target="embeddings/oleObject277.bin"/><Relationship Id="rId115" Type="http://schemas.openxmlformats.org/officeDocument/2006/relationships/oleObject" Target="embeddings/oleObject57.bin"/><Relationship Id="rId157" Type="http://schemas.openxmlformats.org/officeDocument/2006/relationships/image" Target="media/image71.wmf"/><Relationship Id="rId322" Type="http://schemas.openxmlformats.org/officeDocument/2006/relationships/oleObject" Target="embeddings/oleObject173.bin"/><Relationship Id="rId364" Type="http://schemas.openxmlformats.org/officeDocument/2006/relationships/oleObject" Target="embeddings/oleObject195.bin"/><Relationship Id="rId61" Type="http://schemas.openxmlformats.org/officeDocument/2006/relationships/image" Target="media/image25.wmf"/><Relationship Id="rId199" Type="http://schemas.openxmlformats.org/officeDocument/2006/relationships/oleObject" Target="embeddings/oleObject104.bin"/><Relationship Id="rId19" Type="http://schemas.openxmlformats.org/officeDocument/2006/relationships/image" Target="media/image7.wmf"/><Relationship Id="rId224" Type="http://schemas.openxmlformats.org/officeDocument/2006/relationships/image" Target="media/image100.wmf"/><Relationship Id="rId266" Type="http://schemas.openxmlformats.org/officeDocument/2006/relationships/oleObject" Target="embeddings/oleObject143.bin"/><Relationship Id="rId431" Type="http://schemas.openxmlformats.org/officeDocument/2006/relationships/oleObject" Target="embeddings/oleObject233.bin"/><Relationship Id="rId473" Type="http://schemas.openxmlformats.org/officeDocument/2006/relationships/oleObject" Target="embeddings/oleObject254.bin"/><Relationship Id="rId30" Type="http://schemas.openxmlformats.org/officeDocument/2006/relationships/oleObject" Target="embeddings/oleObject11.bin"/><Relationship Id="rId126" Type="http://schemas.openxmlformats.org/officeDocument/2006/relationships/image" Target="media/image57.png"/><Relationship Id="rId168" Type="http://schemas.openxmlformats.org/officeDocument/2006/relationships/oleObject" Target="embeddings/oleObject86.bin"/><Relationship Id="rId333" Type="http://schemas.openxmlformats.org/officeDocument/2006/relationships/image" Target="media/image148.wmf"/><Relationship Id="rId72" Type="http://schemas.openxmlformats.org/officeDocument/2006/relationships/oleObject" Target="embeddings/oleObject35.bin"/><Relationship Id="rId375" Type="http://schemas.openxmlformats.org/officeDocument/2006/relationships/oleObject" Target="embeddings/oleObject201.bin"/><Relationship Id="rId3" Type="http://schemas.openxmlformats.org/officeDocument/2006/relationships/styles" Target="styles.xml"/><Relationship Id="rId235" Type="http://schemas.openxmlformats.org/officeDocument/2006/relationships/oleObject" Target="embeddings/oleObject123.bin"/><Relationship Id="rId277" Type="http://schemas.openxmlformats.org/officeDocument/2006/relationships/oleObject" Target="embeddings/oleObject149.bin"/><Relationship Id="rId400" Type="http://schemas.openxmlformats.org/officeDocument/2006/relationships/image" Target="media/image178.wmf"/><Relationship Id="rId442" Type="http://schemas.openxmlformats.org/officeDocument/2006/relationships/image" Target="media/image197.wmf"/><Relationship Id="rId484" Type="http://schemas.openxmlformats.org/officeDocument/2006/relationships/image" Target="media/image218.wmf"/><Relationship Id="rId137" Type="http://schemas.openxmlformats.org/officeDocument/2006/relationships/image" Target="media/image62.wmf"/><Relationship Id="rId302" Type="http://schemas.openxmlformats.org/officeDocument/2006/relationships/oleObject" Target="embeddings/oleObject163.bin"/><Relationship Id="rId344" Type="http://schemas.openxmlformats.org/officeDocument/2006/relationships/oleObject" Target="embeddings/oleObject184.bin"/><Relationship Id="rId41" Type="http://schemas.openxmlformats.org/officeDocument/2006/relationships/image" Target="media/image17.wmf"/><Relationship Id="rId83" Type="http://schemas.openxmlformats.org/officeDocument/2006/relationships/oleObject" Target="embeddings/oleObject41.bin"/><Relationship Id="rId179" Type="http://schemas.openxmlformats.org/officeDocument/2006/relationships/oleObject" Target="embeddings/oleObject94.bin"/><Relationship Id="rId386" Type="http://schemas.openxmlformats.org/officeDocument/2006/relationships/oleObject" Target="embeddings/oleObject208.bin"/><Relationship Id="rId190" Type="http://schemas.openxmlformats.org/officeDocument/2006/relationships/image" Target="media/image84.wmf"/><Relationship Id="rId204" Type="http://schemas.openxmlformats.org/officeDocument/2006/relationships/image" Target="media/image91.wmf"/><Relationship Id="rId246" Type="http://schemas.openxmlformats.org/officeDocument/2006/relationships/oleObject" Target="embeddings/oleObject129.bin"/><Relationship Id="rId288" Type="http://schemas.openxmlformats.org/officeDocument/2006/relationships/oleObject" Target="embeddings/oleObject155.bin"/><Relationship Id="rId411" Type="http://schemas.openxmlformats.org/officeDocument/2006/relationships/oleObject" Target="embeddings/oleObject221.bin"/><Relationship Id="rId453" Type="http://schemas.openxmlformats.org/officeDocument/2006/relationships/image" Target="media/image202.wmf"/><Relationship Id="rId509" Type="http://schemas.openxmlformats.org/officeDocument/2006/relationships/image" Target="media/image230.wmf"/><Relationship Id="rId106" Type="http://schemas.openxmlformats.org/officeDocument/2006/relationships/oleObject" Target="embeddings/oleObject52.bin"/><Relationship Id="rId313" Type="http://schemas.openxmlformats.org/officeDocument/2006/relationships/image" Target="media/image138.wmf"/><Relationship Id="rId495" Type="http://schemas.openxmlformats.org/officeDocument/2006/relationships/image" Target="media/image223.wmf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4.bin"/><Relationship Id="rId94" Type="http://schemas.openxmlformats.org/officeDocument/2006/relationships/image" Target="media/image41.wmf"/><Relationship Id="rId148" Type="http://schemas.openxmlformats.org/officeDocument/2006/relationships/oleObject" Target="embeddings/oleObject75.bin"/><Relationship Id="rId355" Type="http://schemas.openxmlformats.org/officeDocument/2006/relationships/image" Target="media/image159.wmf"/><Relationship Id="rId397" Type="http://schemas.openxmlformats.org/officeDocument/2006/relationships/oleObject" Target="embeddings/oleObject214.bin"/><Relationship Id="rId520" Type="http://schemas.openxmlformats.org/officeDocument/2006/relationships/footer" Target="footer2.xml"/><Relationship Id="rId215" Type="http://schemas.openxmlformats.org/officeDocument/2006/relationships/image" Target="media/image96.wmf"/><Relationship Id="rId257" Type="http://schemas.openxmlformats.org/officeDocument/2006/relationships/image" Target="media/image114.wmf"/><Relationship Id="rId422" Type="http://schemas.openxmlformats.org/officeDocument/2006/relationships/image" Target="media/image188.wmf"/><Relationship Id="rId464" Type="http://schemas.openxmlformats.org/officeDocument/2006/relationships/image" Target="media/image208.wmf"/><Relationship Id="rId299" Type="http://schemas.openxmlformats.org/officeDocument/2006/relationships/image" Target="media/image132.wmf"/><Relationship Id="rId63" Type="http://schemas.openxmlformats.org/officeDocument/2006/relationships/image" Target="media/image26.wmf"/><Relationship Id="rId159" Type="http://schemas.openxmlformats.org/officeDocument/2006/relationships/image" Target="media/image72.wmf"/><Relationship Id="rId366" Type="http://schemas.openxmlformats.org/officeDocument/2006/relationships/oleObject" Target="embeddings/oleObject196.bin"/><Relationship Id="rId226" Type="http://schemas.openxmlformats.org/officeDocument/2006/relationships/image" Target="media/image101.wmf"/><Relationship Id="rId433" Type="http://schemas.openxmlformats.org/officeDocument/2006/relationships/oleObject" Target="embeddings/oleObject23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F2E19-5006-4C30-9850-D12BF6FCE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32FEBFC5</Template>
  <TotalTime>220</TotalTime>
  <Pages>4</Pages>
  <Words>1375</Words>
  <Characters>7843</Characters>
  <Application>Microsoft Office Word</Application>
  <DocSecurity>0</DocSecurity>
  <Lines>65</Lines>
  <Paragraphs>18</Paragraphs>
  <ScaleCrop>false</ScaleCrop>
  <Company/>
  <LinksUpToDate>false</LinksUpToDate>
  <CharactersWithSpaces>9200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组卷网zujuan.xkw.com</dc:creator>
  <cp:lastModifiedBy>周霄汉</cp:lastModifiedBy>
  <cp:revision>29</cp:revision>
  <cp:lastPrinted>2024-05-29T01:13:00Z</cp:lastPrinted>
  <dcterms:created xsi:type="dcterms:W3CDTF">2017-07-19T12:07:00Z</dcterms:created>
  <dcterms:modified xsi:type="dcterms:W3CDTF">2024-05-29T07:29:00Z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c360888147e84812b75d42690308717dmzg3ody5ntex</vt:lpwstr>
  </property>
</Properties>
</file>