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3FA" w:rsidRPr="007C37A7" w:rsidRDefault="005C03FA" w:rsidP="005C03FA">
      <w:pPr>
        <w:jc w:val="center"/>
        <w:textAlignment w:val="center"/>
        <w:rPr>
          <w:rFonts w:asciiTheme="minorEastAsia" w:eastAsiaTheme="minorEastAsia" w:hAnsiTheme="minorEastAsia"/>
          <w:noProof/>
          <w:sz w:val="30"/>
          <w:szCs w:val="30"/>
        </w:rPr>
      </w:pPr>
      <w:bookmarkStart w:id="0" w:name="_GoBack"/>
      <w:r w:rsidRPr="007C37A7">
        <w:rPr>
          <w:rFonts w:asciiTheme="minorEastAsia" w:eastAsiaTheme="minorEastAsia" w:hAnsiTheme="minorEastAsia" w:hint="eastAsia"/>
          <w:noProof/>
          <w:sz w:val="30"/>
          <w:szCs w:val="30"/>
        </w:rPr>
        <w:t>2023-2024学年第二学期高一年级五月份质量调研</w:t>
      </w:r>
    </w:p>
    <w:p w:rsidR="005C03FA" w:rsidRPr="007C37A7" w:rsidRDefault="005C03FA" w:rsidP="005C03FA">
      <w:pPr>
        <w:jc w:val="center"/>
        <w:textAlignment w:val="center"/>
        <w:rPr>
          <w:rFonts w:asciiTheme="minorEastAsia" w:eastAsiaTheme="minorEastAsia" w:hAnsiTheme="minorEastAsia"/>
          <w:noProof/>
          <w:sz w:val="30"/>
          <w:szCs w:val="30"/>
        </w:rPr>
      </w:pPr>
      <w:r w:rsidRPr="007C37A7">
        <w:rPr>
          <w:rFonts w:asciiTheme="minorEastAsia" w:eastAsiaTheme="minorEastAsia" w:hAnsiTheme="minorEastAsia" w:hint="eastAsia"/>
          <w:noProof/>
          <w:sz w:val="30"/>
          <w:szCs w:val="30"/>
        </w:rPr>
        <w:t>数学试题</w:t>
      </w:r>
    </w:p>
    <w:bookmarkEnd w:id="0"/>
    <w:p w:rsidR="00FB23E5" w:rsidRPr="009032BA" w:rsidRDefault="00FB23E5" w:rsidP="00FB23E5">
      <w:pPr>
        <w:rPr>
          <w:b/>
          <w:color w:val="000000" w:themeColor="text1"/>
          <w:szCs w:val="21"/>
        </w:rPr>
      </w:pPr>
      <w:r w:rsidRPr="009032BA">
        <w:rPr>
          <w:b/>
          <w:color w:val="000000" w:themeColor="text1"/>
          <w:szCs w:val="21"/>
        </w:rPr>
        <w:t>一、单项选择题：本题共</w:t>
      </w:r>
      <w:r w:rsidRPr="009032BA">
        <w:rPr>
          <w:b/>
          <w:color w:val="000000" w:themeColor="text1"/>
          <w:szCs w:val="21"/>
        </w:rPr>
        <w:t>8</w:t>
      </w:r>
      <w:r w:rsidRPr="009032BA">
        <w:rPr>
          <w:b/>
          <w:color w:val="000000" w:themeColor="text1"/>
          <w:szCs w:val="21"/>
        </w:rPr>
        <w:t>小题，每小题</w:t>
      </w:r>
      <w:r w:rsidRPr="009032BA">
        <w:rPr>
          <w:b/>
          <w:noProof/>
          <w:color w:val="000000" w:themeColor="text1"/>
          <w:szCs w:val="21"/>
        </w:rPr>
        <w:drawing>
          <wp:inline distT="0" distB="0" distL="0" distR="0" wp14:anchorId="0544A754" wp14:editId="35D40447">
            <wp:extent cx="6350" cy="63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2BA">
        <w:rPr>
          <w:b/>
          <w:noProof/>
          <w:color w:val="000000" w:themeColor="text1"/>
          <w:szCs w:val="21"/>
        </w:rPr>
        <w:drawing>
          <wp:inline distT="0" distB="0" distL="0" distR="0" wp14:anchorId="21B4EB91" wp14:editId="34BDD000">
            <wp:extent cx="6350" cy="63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2BA">
        <w:rPr>
          <w:b/>
          <w:color w:val="000000" w:themeColor="text1"/>
          <w:szCs w:val="21"/>
        </w:rPr>
        <w:t>5</w:t>
      </w:r>
      <w:r w:rsidRPr="009032BA">
        <w:rPr>
          <w:b/>
          <w:color w:val="000000" w:themeColor="text1"/>
          <w:szCs w:val="21"/>
        </w:rPr>
        <w:t>分，共</w:t>
      </w:r>
      <w:r w:rsidRPr="009032BA">
        <w:rPr>
          <w:b/>
          <w:color w:val="000000" w:themeColor="text1"/>
          <w:szCs w:val="21"/>
        </w:rPr>
        <w:t>40</w:t>
      </w:r>
      <w:r w:rsidRPr="009032BA">
        <w:rPr>
          <w:b/>
          <w:color w:val="000000" w:themeColor="text1"/>
          <w:szCs w:val="21"/>
        </w:rPr>
        <w:t>分</w:t>
      </w:r>
      <w:r w:rsidRPr="009032BA">
        <w:rPr>
          <w:b/>
          <w:color w:val="000000" w:themeColor="text1"/>
          <w:szCs w:val="21"/>
        </w:rPr>
        <w:t>.</w:t>
      </w:r>
    </w:p>
    <w:p w:rsidR="00AA386F" w:rsidRPr="007C37A7" w:rsidRDefault="005C03FA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1</w:t>
      </w:r>
      <w:r w:rsidRPr="007C37A7">
        <w:rPr>
          <w:szCs w:val="21"/>
        </w:rPr>
        <w:t>．棣莫弗公式</w:t>
      </w:r>
      <w:r w:rsidR="00AA386F" w:rsidRPr="007C37A7">
        <w:rPr>
          <w:szCs w:val="21"/>
        </w:rPr>
        <w:object w:dxaOrig="3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342b5950d35e577c38b36fd19edb0605" style="width:162pt;height:15.75pt" o:ole="">
            <v:imagedata r:id="rId9" o:title="eqId342b5950d35e577c38b36fd19edb0605"/>
          </v:shape>
          <o:OLEObject Type="Embed" ProgID="Equation.DSMT4" ShapeID="_x0000_i1025" DrawAspect="Content" ObjectID="_1777999153" r:id="rId10"/>
        </w:object>
      </w:r>
      <w:r w:rsidRPr="007C37A7">
        <w:rPr>
          <w:szCs w:val="21"/>
        </w:rPr>
        <w:t>（其中</w:t>
      </w:r>
      <w:proofErr w:type="spellStart"/>
      <w:r w:rsidRPr="007C37A7">
        <w:rPr>
          <w:szCs w:val="21"/>
        </w:rPr>
        <w:t>i</w:t>
      </w:r>
      <w:proofErr w:type="spellEnd"/>
      <w:r w:rsidRPr="007C37A7">
        <w:rPr>
          <w:szCs w:val="21"/>
        </w:rPr>
        <w:t>为虚数单位）是由法国数学家</w:t>
      </w:r>
      <w:proofErr w:type="gramStart"/>
      <w:r w:rsidRPr="007C37A7">
        <w:rPr>
          <w:szCs w:val="21"/>
        </w:rPr>
        <w:t>棣</w:t>
      </w:r>
      <w:proofErr w:type="gramEnd"/>
      <w:r w:rsidRPr="007C37A7">
        <w:rPr>
          <w:szCs w:val="21"/>
        </w:rPr>
        <w:t>莫</w:t>
      </w:r>
      <w:proofErr w:type="gramStart"/>
      <w:r w:rsidRPr="007C37A7">
        <w:rPr>
          <w:szCs w:val="21"/>
        </w:rPr>
        <w:t>弗</w:t>
      </w:r>
      <w:proofErr w:type="gramEnd"/>
      <w:r w:rsidRPr="007C37A7">
        <w:rPr>
          <w:szCs w:val="21"/>
        </w:rPr>
        <w:t>（</w:t>
      </w:r>
      <w:r w:rsidRPr="007C37A7">
        <w:rPr>
          <w:szCs w:val="21"/>
        </w:rPr>
        <w:t>1667-1754</w:t>
      </w:r>
      <w:r w:rsidRPr="007C37A7">
        <w:rPr>
          <w:szCs w:val="21"/>
        </w:rPr>
        <w:t>）发现的，根据棣莫弗公式可知，复数</w:t>
      </w:r>
      <w:r w:rsidR="00AA386F" w:rsidRPr="007C37A7">
        <w:rPr>
          <w:szCs w:val="21"/>
        </w:rPr>
        <w:object w:dxaOrig="1779" w:dyaOrig="740">
          <v:shape id="_x0000_i1026" type="#_x0000_t75" alt="eqIdd7db420f28cdead7d1b69286c9ee2d4e" style="width:78pt;height:32.25pt" o:ole="">
            <v:imagedata r:id="rId11" o:title="eqIdd7db420f28cdead7d1b69286c9ee2d4e"/>
          </v:shape>
          <o:OLEObject Type="Embed" ProgID="Equation.DSMT4" ShapeID="_x0000_i1026" DrawAspect="Content" ObjectID="_1777999154" r:id="rId12"/>
        </w:object>
      </w:r>
      <w:r w:rsidRPr="007C37A7">
        <w:rPr>
          <w:szCs w:val="21"/>
        </w:rPr>
        <w:t>在复平面内所对应的点位于（</w:t>
      </w:r>
      <w:r w:rsidRPr="007C37A7">
        <w:rPr>
          <w:rFonts w:eastAsia="Times New Roman"/>
          <w:kern w:val="0"/>
          <w:szCs w:val="21"/>
        </w:rPr>
        <w:t>    </w:t>
      </w:r>
      <w:r w:rsidRPr="007C37A7">
        <w:rPr>
          <w:szCs w:val="21"/>
        </w:rPr>
        <w:t>）</w:t>
      </w:r>
    </w:p>
    <w:p w:rsidR="00AA386F" w:rsidRPr="007C37A7" w:rsidRDefault="005C03FA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szCs w:val="21"/>
        </w:rPr>
      </w:pPr>
      <w:r w:rsidRPr="007C37A7">
        <w:rPr>
          <w:szCs w:val="21"/>
        </w:rPr>
        <w:t>A</w:t>
      </w:r>
      <w:r w:rsidRPr="007C37A7">
        <w:rPr>
          <w:szCs w:val="21"/>
        </w:rPr>
        <w:t>．第一象限</w:t>
      </w:r>
      <w:r w:rsidRPr="007C37A7">
        <w:rPr>
          <w:szCs w:val="21"/>
        </w:rPr>
        <w:tab/>
        <w:t>B</w:t>
      </w:r>
      <w:r w:rsidRPr="007C37A7">
        <w:rPr>
          <w:szCs w:val="21"/>
        </w:rPr>
        <w:t>．第二象限</w:t>
      </w:r>
      <w:r w:rsidRPr="007C37A7">
        <w:rPr>
          <w:szCs w:val="21"/>
        </w:rPr>
        <w:tab/>
        <w:t>C</w:t>
      </w:r>
      <w:r w:rsidRPr="007C37A7">
        <w:rPr>
          <w:szCs w:val="21"/>
        </w:rPr>
        <w:t>．第三象限</w:t>
      </w:r>
      <w:r w:rsidRPr="007C37A7">
        <w:rPr>
          <w:szCs w:val="21"/>
        </w:rPr>
        <w:tab/>
        <w:t>D</w:t>
      </w:r>
      <w:r w:rsidRPr="007C37A7">
        <w:rPr>
          <w:szCs w:val="21"/>
        </w:rPr>
        <w:t>．第四象限</w:t>
      </w:r>
    </w:p>
    <w:p w:rsidR="005C03FA" w:rsidRPr="007C37A7" w:rsidRDefault="007C37A7" w:rsidP="007C37A7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358140</wp:posOffset>
            </wp:positionV>
            <wp:extent cx="1409700" cy="904875"/>
            <wp:effectExtent l="19050" t="0" r="0" b="0"/>
            <wp:wrapSquare wrapText="bothSides"/>
            <wp:docPr id="1" name="图片 1" descr="@@@3acdf781-01dc-4684-9b6a-fd5a878b49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03FA" w:rsidRPr="007C37A7">
        <w:rPr>
          <w:szCs w:val="21"/>
        </w:rPr>
        <w:t>2</w:t>
      </w:r>
      <w:r w:rsidR="005C03FA" w:rsidRPr="007C37A7">
        <w:rPr>
          <w:szCs w:val="21"/>
        </w:rPr>
        <w:t>．如图，直角梯形</w:t>
      </w:r>
      <w:r w:rsidR="005C03FA" w:rsidRPr="007C37A7">
        <w:rPr>
          <w:szCs w:val="21"/>
        </w:rPr>
        <w:object w:dxaOrig="920" w:dyaOrig="280">
          <v:shape id="_x0000_i1027" type="#_x0000_t75" alt="eqId352529b508315e10a9a078898c2ae8f6" style="width:40.5pt;height:12.75pt" o:ole="">
            <v:imagedata r:id="rId14" o:title="eqId352529b508315e10a9a078898c2ae8f6"/>
          </v:shape>
          <o:OLEObject Type="Embed" ProgID="Equation.DSMT4" ShapeID="_x0000_i1027" DrawAspect="Content" ObjectID="_1777999155" r:id="rId15"/>
        </w:object>
      </w:r>
      <w:r w:rsidR="005C03FA" w:rsidRPr="007C37A7">
        <w:rPr>
          <w:szCs w:val="21"/>
        </w:rPr>
        <w:t>满足</w:t>
      </w:r>
      <w:r w:rsidR="005C03FA" w:rsidRPr="007C37A7">
        <w:rPr>
          <w:szCs w:val="21"/>
        </w:rPr>
        <w:object w:dxaOrig="1199" w:dyaOrig="280">
          <v:shape id="_x0000_i1028" type="#_x0000_t75" alt="eqIdc4d04057e1eedcc0c907cbb45b0a51da" style="width:52.5pt;height:12pt" o:ole="">
            <v:imagedata r:id="rId16" o:title="eqIdc4d04057e1eedcc0c907cbb45b0a51da"/>
          </v:shape>
          <o:OLEObject Type="Embed" ProgID="Equation.DSMT4" ShapeID="_x0000_i1028" DrawAspect="Content" ObjectID="_1777999156" r:id="rId17"/>
        </w:object>
      </w:r>
      <w:r w:rsidR="005C03FA" w:rsidRPr="007C37A7">
        <w:rPr>
          <w:szCs w:val="21"/>
        </w:rPr>
        <w:t>，</w:t>
      </w:r>
      <w:r w:rsidR="005C03FA" w:rsidRPr="007C37A7">
        <w:rPr>
          <w:szCs w:val="21"/>
        </w:rPr>
        <w:object w:dxaOrig="1519" w:dyaOrig="280">
          <v:shape id="_x0000_i1029" type="#_x0000_t75" alt="eqId7f19fa07b04f2f639fadf9ea362db6f2" style="width:66.75pt;height:12pt" o:ole="">
            <v:imagedata r:id="rId18" o:title="eqId7f19fa07b04f2f639fadf9ea362db6f2"/>
          </v:shape>
          <o:OLEObject Type="Embed" ProgID="Equation.DSMT4" ShapeID="_x0000_i1029" DrawAspect="Content" ObjectID="_1777999157" r:id="rId19"/>
        </w:object>
      </w:r>
      <w:r w:rsidR="005C03FA" w:rsidRPr="007C37A7">
        <w:rPr>
          <w:szCs w:val="21"/>
        </w:rPr>
        <w:t>，</w:t>
      </w:r>
      <w:r w:rsidR="005C03FA" w:rsidRPr="007C37A7">
        <w:rPr>
          <w:szCs w:val="21"/>
        </w:rPr>
        <w:object w:dxaOrig="860" w:dyaOrig="320">
          <v:shape id="_x0000_i1030" type="#_x0000_t75" alt="eqIdfe3df0afd19a3d72e87cb60d94ab643a" style="width:37.5pt;height:14.25pt" o:ole="">
            <v:imagedata r:id="rId20" o:title="eqIdfe3df0afd19a3d72e87cb60d94ab643a"/>
          </v:shape>
          <o:OLEObject Type="Embed" ProgID="Equation.DSMT4" ShapeID="_x0000_i1030" DrawAspect="Content" ObjectID="_1777999158" r:id="rId21"/>
        </w:object>
      </w:r>
      <w:r w:rsidR="005C03FA" w:rsidRPr="007C37A7">
        <w:rPr>
          <w:szCs w:val="21"/>
        </w:rPr>
        <w:t>，它是水平放置的平面图形的直观图，则该平面图形的周长是（</w:t>
      </w:r>
      <w:r w:rsidR="005C03FA" w:rsidRPr="007C37A7">
        <w:rPr>
          <w:rFonts w:eastAsia="Times New Roman"/>
          <w:kern w:val="0"/>
          <w:szCs w:val="21"/>
        </w:rPr>
        <w:t>    </w:t>
      </w:r>
      <w:r w:rsidR="005C03FA" w:rsidRPr="007C37A7">
        <w:rPr>
          <w:szCs w:val="21"/>
        </w:rPr>
        <w:t>）</w:t>
      </w:r>
    </w:p>
    <w:p w:rsidR="005C03FA" w:rsidRPr="007C37A7" w:rsidRDefault="005C03FA" w:rsidP="005C03FA">
      <w:pPr>
        <w:tabs>
          <w:tab w:val="left" w:pos="4156"/>
        </w:tabs>
        <w:spacing w:line="360" w:lineRule="auto"/>
        <w:ind w:left="300"/>
        <w:jc w:val="left"/>
        <w:textAlignment w:val="center"/>
        <w:rPr>
          <w:szCs w:val="21"/>
        </w:rPr>
      </w:pPr>
      <w:r w:rsidRPr="007C37A7">
        <w:rPr>
          <w:szCs w:val="21"/>
        </w:rPr>
        <w:t>A</w:t>
      </w:r>
      <w:r w:rsidRPr="007C37A7">
        <w:rPr>
          <w:szCs w:val="21"/>
        </w:rPr>
        <w:t>．</w:t>
      </w:r>
      <w:r w:rsidRPr="007C37A7">
        <w:rPr>
          <w:szCs w:val="21"/>
        </w:rPr>
        <w:object w:dxaOrig="700" w:dyaOrig="360">
          <v:shape id="_x0000_i1031" type="#_x0000_t75" alt="eqIdeab1f9844d29934ded38d3fff345701f" style="width:30.75pt;height:15.75pt" o:ole="">
            <v:imagedata r:id="rId22" o:title="eqIdeab1f9844d29934ded38d3fff345701f"/>
          </v:shape>
          <o:OLEObject Type="Embed" ProgID="Equation.DSMT4" ShapeID="_x0000_i1031" DrawAspect="Content" ObjectID="_1777999159" r:id="rId23"/>
        </w:object>
      </w:r>
      <w:r w:rsidRPr="007C37A7">
        <w:rPr>
          <w:szCs w:val="21"/>
        </w:rPr>
        <w:tab/>
        <w:t>B</w:t>
      </w:r>
      <w:r w:rsidRPr="007C37A7">
        <w:rPr>
          <w:szCs w:val="21"/>
        </w:rPr>
        <w:t>．</w:t>
      </w:r>
      <w:r w:rsidRPr="007C37A7">
        <w:rPr>
          <w:szCs w:val="21"/>
        </w:rPr>
        <w:object w:dxaOrig="1419" w:dyaOrig="360">
          <v:shape id="_x0000_i1032" type="#_x0000_t75" alt="eqId516820c8b5cc7f56c62dd68cad77c411" style="width:62.25pt;height:15.75pt" o:ole="">
            <v:imagedata r:id="rId24" o:title="eqId516820c8b5cc7f56c62dd68cad77c411"/>
          </v:shape>
          <o:OLEObject Type="Embed" ProgID="Equation.DSMT4" ShapeID="_x0000_i1032" DrawAspect="Content" ObjectID="_1777999160" r:id="rId25"/>
        </w:object>
      </w:r>
    </w:p>
    <w:p w:rsidR="005C03FA" w:rsidRPr="007C37A7" w:rsidRDefault="005C03FA" w:rsidP="005C03FA">
      <w:pPr>
        <w:tabs>
          <w:tab w:val="left" w:pos="4156"/>
        </w:tabs>
        <w:spacing w:line="360" w:lineRule="auto"/>
        <w:ind w:left="300"/>
        <w:jc w:val="left"/>
        <w:textAlignment w:val="center"/>
        <w:rPr>
          <w:szCs w:val="21"/>
        </w:rPr>
      </w:pPr>
      <w:r w:rsidRPr="007C37A7">
        <w:rPr>
          <w:szCs w:val="21"/>
        </w:rPr>
        <w:t>C</w:t>
      </w:r>
      <w:r w:rsidRPr="007C37A7">
        <w:rPr>
          <w:szCs w:val="21"/>
        </w:rPr>
        <w:t>．</w:t>
      </w:r>
      <w:r w:rsidRPr="007C37A7">
        <w:rPr>
          <w:szCs w:val="21"/>
        </w:rPr>
        <w:object w:dxaOrig="880" w:dyaOrig="340">
          <v:shape id="_x0000_i1033" type="#_x0000_t75" alt="eqIde7104e9536216e8d132264922610ccf4" style="width:39pt;height:15pt" o:ole="">
            <v:imagedata r:id="rId26" o:title="eqIde7104e9536216e8d132264922610ccf4"/>
          </v:shape>
          <o:OLEObject Type="Embed" ProgID="Equation.DSMT4" ShapeID="_x0000_i1033" DrawAspect="Content" ObjectID="_1777999161" r:id="rId27"/>
        </w:object>
      </w:r>
      <w:r w:rsidRPr="007C37A7">
        <w:rPr>
          <w:szCs w:val="21"/>
        </w:rPr>
        <w:tab/>
        <w:t>D</w:t>
      </w:r>
      <w:r w:rsidRPr="007C37A7">
        <w:rPr>
          <w:szCs w:val="21"/>
        </w:rPr>
        <w:t>．</w:t>
      </w:r>
      <w:r w:rsidRPr="007C37A7">
        <w:rPr>
          <w:szCs w:val="21"/>
        </w:rPr>
        <w:object w:dxaOrig="600" w:dyaOrig="340">
          <v:shape id="_x0000_i1034" type="#_x0000_t75" alt="eqId0e7fdaf9c9ae3eb3d4077ea8aa38dd90" style="width:26.25pt;height:15pt" o:ole="">
            <v:imagedata r:id="rId28" o:title="eqId0e7fdaf9c9ae3eb3d4077ea8aa38dd90"/>
          </v:shape>
          <o:OLEObject Type="Embed" ProgID="Equation.DSMT4" ShapeID="_x0000_i1034" DrawAspect="Content" ObjectID="_1777999162" r:id="rId29"/>
        </w:object>
      </w:r>
    </w:p>
    <w:p w:rsidR="00AA386F" w:rsidRPr="007C37A7" w:rsidRDefault="005C03FA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3</w:t>
      </w:r>
      <w:r w:rsidRPr="007C37A7">
        <w:rPr>
          <w:szCs w:val="21"/>
        </w:rPr>
        <w:t>．已知平面向量</w:t>
      </w:r>
      <w:r w:rsidR="00AA386F" w:rsidRPr="007C37A7">
        <w:rPr>
          <w:szCs w:val="21"/>
        </w:rPr>
        <w:object w:dxaOrig="2180" w:dyaOrig="380">
          <v:shape id="_x0000_i1035" type="#_x0000_t75" alt="eqId97fc6c25201698c9533f295e5f417e66" style="width:96pt;height:16.5pt" o:ole="">
            <v:imagedata r:id="rId30" o:title="eqId97fc6c25201698c9533f295e5f417e66"/>
          </v:shape>
          <o:OLEObject Type="Embed" ProgID="Equation.DSMT4" ShapeID="_x0000_i1035" DrawAspect="Content" ObjectID="_1777999163" r:id="rId31"/>
        </w:object>
      </w:r>
      <w:r w:rsidRPr="007C37A7">
        <w:rPr>
          <w:szCs w:val="21"/>
        </w:rPr>
        <w:t>，则向量</w:t>
      </w:r>
      <w:r w:rsidR="00AA386F" w:rsidRPr="007C37A7">
        <w:rPr>
          <w:szCs w:val="21"/>
        </w:rPr>
        <w:object w:dxaOrig="540" w:dyaOrig="340">
          <v:shape id="_x0000_i1036" type="#_x0000_t75" alt="eqIded492f7b29166ba5c1f0023b05a439c5" style="width:24pt;height:15pt" o:ole="">
            <v:imagedata r:id="rId32" o:title="eqIded492f7b29166ba5c1f0023b05a439c5"/>
          </v:shape>
          <o:OLEObject Type="Embed" ProgID="Equation.DSMT4" ShapeID="_x0000_i1036" DrawAspect="Content" ObjectID="_1777999164" r:id="rId33"/>
        </w:object>
      </w:r>
      <w:r w:rsidRPr="007C37A7">
        <w:rPr>
          <w:szCs w:val="21"/>
        </w:rPr>
        <w:t>在</w:t>
      </w:r>
      <w:r w:rsidR="00AA386F" w:rsidRPr="007C37A7">
        <w:rPr>
          <w:szCs w:val="21"/>
        </w:rPr>
        <w:object w:dxaOrig="200" w:dyaOrig="339">
          <v:shape id="_x0000_i1037" type="#_x0000_t75" alt="eqIdb45ba716f03748c19b7ce2f99af536ab" style="width:9pt;height:14.25pt" o:ole="">
            <v:imagedata r:id="rId34" o:title="eqIdb45ba716f03748c19b7ce2f99af536ab"/>
          </v:shape>
          <o:OLEObject Type="Embed" ProgID="Equation.DSMT4" ShapeID="_x0000_i1037" DrawAspect="Content" ObjectID="_1777999165" r:id="rId35"/>
        </w:object>
      </w:r>
      <w:r w:rsidRPr="007C37A7">
        <w:rPr>
          <w:szCs w:val="21"/>
        </w:rPr>
        <w:t>方向上的投影向量为（</w:t>
      </w:r>
      <w:r w:rsidRPr="007C37A7">
        <w:rPr>
          <w:rFonts w:eastAsia="Times New Roman"/>
          <w:kern w:val="0"/>
          <w:szCs w:val="21"/>
        </w:rPr>
        <w:t>   </w:t>
      </w:r>
      <w:r w:rsidRPr="007C37A7">
        <w:rPr>
          <w:szCs w:val="21"/>
        </w:rPr>
        <w:t>）</w:t>
      </w:r>
    </w:p>
    <w:p w:rsidR="00AA386F" w:rsidRPr="007C37A7" w:rsidRDefault="005C03FA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szCs w:val="21"/>
        </w:rPr>
      </w:pPr>
      <w:r w:rsidRPr="007C37A7">
        <w:rPr>
          <w:szCs w:val="21"/>
        </w:rPr>
        <w:t>A</w:t>
      </w:r>
      <w:r w:rsidRPr="007C37A7">
        <w:rPr>
          <w:szCs w:val="21"/>
        </w:rPr>
        <w:t>．</w:t>
      </w:r>
      <w:r w:rsidR="00AA386F" w:rsidRPr="007C37A7">
        <w:rPr>
          <w:szCs w:val="21"/>
        </w:rPr>
        <w:object w:dxaOrig="200" w:dyaOrig="339">
          <v:shape id="_x0000_i1038" type="#_x0000_t75" alt="eqIdb45ba716f03748c19b7ce2f99af536ab" style="width:9pt;height:14.25pt" o:ole="">
            <v:imagedata r:id="rId34" o:title="eqIdb45ba716f03748c19b7ce2f99af536ab"/>
          </v:shape>
          <o:OLEObject Type="Embed" ProgID="Equation.DSMT4" ShapeID="_x0000_i1038" DrawAspect="Content" ObjectID="_1777999166" r:id="rId36"/>
        </w:object>
      </w:r>
      <w:r w:rsidRPr="007C37A7">
        <w:rPr>
          <w:szCs w:val="21"/>
        </w:rPr>
        <w:tab/>
        <w:t>B</w:t>
      </w:r>
      <w:r w:rsidRPr="007C37A7">
        <w:rPr>
          <w:szCs w:val="21"/>
        </w:rPr>
        <w:t>．</w:t>
      </w:r>
      <w:r w:rsidR="00AA386F" w:rsidRPr="007C37A7">
        <w:rPr>
          <w:szCs w:val="21"/>
        </w:rPr>
        <w:object w:dxaOrig="380" w:dyaOrig="620">
          <v:shape id="_x0000_i1039" type="#_x0000_t75" alt="eqIdbdff87c1dc5a2447ef44f6d3989883fa" style="width:16.5pt;height:27pt" o:ole="">
            <v:imagedata r:id="rId37" o:title="eqIdbdff87c1dc5a2447ef44f6d3989883fa"/>
          </v:shape>
          <o:OLEObject Type="Embed" ProgID="Equation.DSMT4" ShapeID="_x0000_i1039" DrawAspect="Content" ObjectID="_1777999167" r:id="rId38"/>
        </w:object>
      </w:r>
      <w:r w:rsidRPr="007C37A7">
        <w:rPr>
          <w:szCs w:val="21"/>
        </w:rPr>
        <w:tab/>
        <w:t>C</w:t>
      </w:r>
      <w:r w:rsidRPr="007C37A7">
        <w:rPr>
          <w:szCs w:val="21"/>
        </w:rPr>
        <w:t>．</w:t>
      </w:r>
      <w:r w:rsidR="00AA386F" w:rsidRPr="007C37A7">
        <w:rPr>
          <w:szCs w:val="21"/>
        </w:rPr>
        <w:object w:dxaOrig="360" w:dyaOrig="620">
          <v:shape id="_x0000_i1040" type="#_x0000_t75" alt="eqId330649163b5afa765d60c8096999701b" style="width:15.75pt;height:27pt" o:ole="">
            <v:imagedata r:id="rId39" o:title="eqId330649163b5afa765d60c8096999701b"/>
          </v:shape>
          <o:OLEObject Type="Embed" ProgID="Equation.DSMT4" ShapeID="_x0000_i1040" DrawAspect="Content" ObjectID="_1777999168" r:id="rId40"/>
        </w:object>
      </w:r>
      <w:r w:rsidRPr="007C37A7">
        <w:rPr>
          <w:szCs w:val="21"/>
        </w:rPr>
        <w:tab/>
        <w:t>D</w:t>
      </w:r>
      <w:r w:rsidRPr="007C37A7">
        <w:rPr>
          <w:szCs w:val="21"/>
        </w:rPr>
        <w:t>．</w:t>
      </w:r>
      <w:r w:rsidR="00AA386F" w:rsidRPr="007C37A7">
        <w:rPr>
          <w:szCs w:val="21"/>
        </w:rPr>
        <w:object w:dxaOrig="380" w:dyaOrig="620">
          <v:shape id="_x0000_i1041" type="#_x0000_t75" alt="eqIdc60c499f1afb023b3c4db0a07a4344f8" style="width:16.5pt;height:27pt" o:ole="">
            <v:imagedata r:id="rId41" o:title="eqIdc60c499f1afb023b3c4db0a07a4344f8"/>
          </v:shape>
          <o:OLEObject Type="Embed" ProgID="Equation.DSMT4" ShapeID="_x0000_i1041" DrawAspect="Content" ObjectID="_1777999169" r:id="rId42"/>
        </w:object>
      </w:r>
    </w:p>
    <w:p w:rsidR="00F002B5" w:rsidRDefault="005C03FA" w:rsidP="00F002B5">
      <w:pPr>
        <w:spacing w:line="360" w:lineRule="auto"/>
        <w:jc w:val="left"/>
        <w:textAlignment w:val="center"/>
      </w:pPr>
      <w:r w:rsidRPr="007C37A7">
        <w:rPr>
          <w:szCs w:val="21"/>
        </w:rPr>
        <w:t>4</w:t>
      </w:r>
      <w:r w:rsidRPr="007C37A7">
        <w:rPr>
          <w:szCs w:val="21"/>
        </w:rPr>
        <w:t>．</w:t>
      </w:r>
      <w:r w:rsidR="00F002B5">
        <w:t>某学校在校学生有</w:t>
      </w:r>
      <w:r w:rsidR="00F002B5">
        <w:t>2000</w:t>
      </w:r>
      <w:r w:rsidR="00F002B5">
        <w:t>人，为了增强学生的体质，学校举行了跑步和登山比赛，每人都参加且只参加其中一项比赛，高一、高二、高三年级参加跑步的人数分别为</w:t>
      </w:r>
      <w:r w:rsidR="00F002B5">
        <w:rPr>
          <w:rFonts w:eastAsia="Times New Roman"/>
          <w:i/>
        </w:rPr>
        <w:t>a</w:t>
      </w:r>
      <w:r w:rsidR="00F002B5">
        <w:t>，</w:t>
      </w:r>
      <w:r w:rsidR="00F002B5">
        <w:rPr>
          <w:rFonts w:eastAsia="Times New Roman"/>
          <w:i/>
        </w:rPr>
        <w:t>b</w:t>
      </w:r>
      <w:r w:rsidR="00F002B5">
        <w:t>，</w:t>
      </w:r>
      <w:r w:rsidR="00F002B5">
        <w:rPr>
          <w:rFonts w:eastAsia="Times New Roman"/>
          <w:i/>
        </w:rPr>
        <w:t>c</w:t>
      </w:r>
      <w:r w:rsidR="00F002B5">
        <w:t>，且</w:t>
      </w:r>
      <w:r w:rsidR="00F002B5">
        <w:object w:dxaOrig="1373" w:dyaOrig="251">
          <v:shape id="_x0000_i1307" type="#_x0000_t75" alt="eqId9743598299eab49692f548238a25aa42" style="width:69pt;height:12.75pt" o:ole="">
            <v:imagedata r:id="rId43" o:title="eqId9743598299eab49692f548238a25aa42"/>
          </v:shape>
          <o:OLEObject Type="Embed" ProgID="Equation.DSMT4" ShapeID="_x0000_i1307" DrawAspect="Content" ObjectID="_1777999170" r:id="rId44"/>
        </w:object>
      </w:r>
      <w:r w:rsidR="00F002B5">
        <w:t>，全校参加登山的人数占总人数的</w:t>
      </w:r>
      <w:r w:rsidR="00F002B5">
        <w:object w:dxaOrig="211" w:dyaOrig="553">
          <v:shape id="_x0000_i1308" type="#_x0000_t75" alt="eqId56d266a04f3dc7483eddbc26c5e487db" style="width:10.5pt;height:27.75pt" o:ole="">
            <v:imagedata r:id="rId45" o:title="eqId56d266a04f3dc7483eddbc26c5e487db"/>
          </v:shape>
          <o:OLEObject Type="Embed" ProgID="Equation.DSMT4" ShapeID="_x0000_i1308" DrawAspect="Content" ObjectID="_1777999171" r:id="rId46"/>
        </w:object>
      </w:r>
      <w:r w:rsidR="00F002B5">
        <w:t>．为了了解学生对本次比赛的满意程度，按分层抽样的方法从中抽取一个容量为</w:t>
      </w:r>
      <w:r w:rsidR="00F002B5">
        <w:t>200</w:t>
      </w:r>
      <w:r w:rsidR="00F002B5">
        <w:t>的样本进行调查，则应从高三年级参加跑步的学生中抽取（</w:t>
      </w:r>
      <w:r w:rsidR="00F002B5">
        <w:rPr>
          <w:rFonts w:eastAsia="Times New Roman"/>
          <w:kern w:val="0"/>
          <w:sz w:val="24"/>
          <w:szCs w:val="24"/>
        </w:rPr>
        <w:t>    </w:t>
      </w:r>
      <w:r w:rsidR="00F002B5">
        <w:t>）</w:t>
      </w:r>
    </w:p>
    <w:p w:rsidR="00BB1D90" w:rsidRDefault="00BB1D90" w:rsidP="00BB1D90">
      <w:pPr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</w:t>
      </w:r>
      <w:r>
        <w:t>．</w:t>
      </w:r>
      <w:r>
        <w:t>45</w:t>
      </w:r>
      <w:r>
        <w:t>人</w:t>
      </w:r>
      <w:r>
        <w:tab/>
        <w:t>B</w:t>
      </w:r>
      <w:r>
        <w:t>．</w:t>
      </w:r>
      <w:r>
        <w:t>40</w:t>
      </w:r>
      <w:r>
        <w:t>人</w:t>
      </w:r>
      <w:r>
        <w:tab/>
        <w:t>C</w:t>
      </w:r>
      <w:r>
        <w:t>．</w:t>
      </w:r>
      <w:r>
        <w:t>30</w:t>
      </w:r>
      <w:r>
        <w:t>人</w:t>
      </w:r>
      <w:r>
        <w:tab/>
        <w:t>D</w:t>
      </w:r>
      <w:r>
        <w:t>．</w:t>
      </w:r>
      <w:r>
        <w:t>15</w:t>
      </w:r>
      <w:r>
        <w:t>人</w:t>
      </w:r>
    </w:p>
    <w:p w:rsidR="00AA386F" w:rsidRPr="007C37A7" w:rsidRDefault="007C37A7" w:rsidP="00F002B5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noProof/>
          <w:szCs w:val="21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59055</wp:posOffset>
            </wp:positionV>
            <wp:extent cx="1685925" cy="1123950"/>
            <wp:effectExtent l="19050" t="0" r="9525" b="0"/>
            <wp:wrapSquare wrapText="bothSides"/>
            <wp:docPr id="100003" name="图片 100003" descr="@@@077fa24e-dea2-42db-949b-538adae9d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03FA" w:rsidRPr="007C37A7">
        <w:rPr>
          <w:szCs w:val="21"/>
        </w:rPr>
        <w:t>5</w:t>
      </w:r>
      <w:r w:rsidR="005C03FA" w:rsidRPr="007C37A7">
        <w:rPr>
          <w:szCs w:val="21"/>
        </w:rPr>
        <w:t>．某校运动会开幕式上举行升旗仪式，在坡度为</w:t>
      </w:r>
      <w:r w:rsidR="00AA386F" w:rsidRPr="007C37A7">
        <w:rPr>
          <w:szCs w:val="21"/>
        </w:rPr>
        <w:object w:dxaOrig="340" w:dyaOrig="260">
          <v:shape id="_x0000_i1050" type="#_x0000_t75" alt="eqId76c12e76fbd84eeec721386bd3b04cc4" style="width:15pt;height:11.25pt" o:ole="">
            <v:imagedata r:id="rId48" o:title="eqId76c12e76fbd84eeec721386bd3b04cc4"/>
          </v:shape>
          <o:OLEObject Type="Embed" ProgID="Equation.DSMT4" ShapeID="_x0000_i1050" DrawAspect="Content" ObjectID="_1777999172" r:id="rId49"/>
        </w:object>
      </w:r>
      <w:r w:rsidR="005C03FA" w:rsidRPr="007C37A7">
        <w:rPr>
          <w:szCs w:val="21"/>
        </w:rPr>
        <w:t>的看台上，同一列上的第一排和最后一排测得旗杆顶部的仰角分别为</w:t>
      </w:r>
      <w:r w:rsidR="00AA386F" w:rsidRPr="007C37A7">
        <w:rPr>
          <w:szCs w:val="21"/>
        </w:rPr>
        <w:object w:dxaOrig="399" w:dyaOrig="280">
          <v:shape id="_x0000_i1051" type="#_x0000_t75" alt="eqIdbe6a6301878fed2a01413020b27310a5" style="width:17.25pt;height:12.75pt" o:ole="">
            <v:imagedata r:id="rId50" o:title="eqIdbe6a6301878fed2a01413020b27310a5"/>
          </v:shape>
          <o:OLEObject Type="Embed" ProgID="Equation.DSMT4" ShapeID="_x0000_i1051" DrawAspect="Content" ObjectID="_1777999173" r:id="rId51"/>
        </w:object>
      </w:r>
      <w:r w:rsidR="005C03FA" w:rsidRPr="007C37A7">
        <w:rPr>
          <w:szCs w:val="21"/>
        </w:rPr>
        <w:t>和</w:t>
      </w:r>
      <w:r w:rsidR="00AA386F" w:rsidRPr="007C37A7">
        <w:rPr>
          <w:szCs w:val="21"/>
        </w:rPr>
        <w:object w:dxaOrig="399" w:dyaOrig="280">
          <v:shape id="_x0000_i1052" type="#_x0000_t75" alt="eqIdf6b86c22b670a8e9f3896f9e8883fbbb" style="width:17.25pt;height:12pt" o:ole="">
            <v:imagedata r:id="rId52" o:title="eqIdf6b86c22b670a8e9f3896f9e8883fbbb"/>
          </v:shape>
          <o:OLEObject Type="Embed" ProgID="Equation.DSMT4" ShapeID="_x0000_i1052" DrawAspect="Content" ObjectID="_1777999174" r:id="rId53"/>
        </w:object>
      </w:r>
      <w:r w:rsidR="005C03FA" w:rsidRPr="007C37A7">
        <w:rPr>
          <w:szCs w:val="21"/>
        </w:rPr>
        <w:t>，第一排和最后一排的距离为</w:t>
      </w:r>
      <w:r w:rsidR="00AA386F" w:rsidRPr="007C37A7">
        <w:rPr>
          <w:szCs w:val="21"/>
        </w:rPr>
        <w:object w:dxaOrig="760" w:dyaOrig="360">
          <v:shape id="_x0000_i1053" type="#_x0000_t75" alt="eqIdc67c819889220e3950286eba3f95fb8b" style="width:33.75pt;height:15.75pt" o:ole="">
            <v:imagedata r:id="rId54" o:title="eqIdc67c819889220e3950286eba3f95fb8b"/>
          </v:shape>
          <o:OLEObject Type="Embed" ProgID="Equation.DSMT4" ShapeID="_x0000_i1053" DrawAspect="Content" ObjectID="_1777999175" r:id="rId55"/>
        </w:object>
      </w:r>
      <w:r w:rsidR="005C03FA" w:rsidRPr="007C37A7">
        <w:rPr>
          <w:szCs w:val="21"/>
        </w:rPr>
        <w:t>（如图所示），则旗杆的高度为（</w:t>
      </w:r>
      <w:r w:rsidR="005C03FA" w:rsidRPr="007C37A7">
        <w:rPr>
          <w:rFonts w:eastAsia="Times New Roman"/>
          <w:kern w:val="0"/>
          <w:szCs w:val="21"/>
        </w:rPr>
        <w:t>   </w:t>
      </w:r>
      <w:r w:rsidR="005C03FA" w:rsidRPr="007C37A7">
        <w:rPr>
          <w:szCs w:val="21"/>
        </w:rPr>
        <w:t>）</w:t>
      </w:r>
    </w:p>
    <w:p w:rsidR="00AA386F" w:rsidRPr="007C37A7" w:rsidRDefault="005C03FA" w:rsidP="007C37A7"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A</w:t>
      </w:r>
      <w:r w:rsidRPr="007C37A7">
        <w:rPr>
          <w:szCs w:val="21"/>
        </w:rPr>
        <w:t>．</w:t>
      </w:r>
      <w:r w:rsidRPr="007C37A7">
        <w:rPr>
          <w:szCs w:val="21"/>
        </w:rPr>
        <w:t>10m</w:t>
      </w:r>
      <w:r w:rsidRPr="007C37A7">
        <w:rPr>
          <w:szCs w:val="21"/>
        </w:rPr>
        <w:tab/>
        <w:t>B</w:t>
      </w:r>
      <w:r w:rsidRPr="007C37A7">
        <w:rPr>
          <w:szCs w:val="21"/>
        </w:rPr>
        <w:t>．</w:t>
      </w:r>
      <w:r w:rsidRPr="007C37A7">
        <w:rPr>
          <w:szCs w:val="21"/>
        </w:rPr>
        <w:t>30m</w:t>
      </w:r>
      <w:r w:rsidRPr="007C37A7">
        <w:rPr>
          <w:szCs w:val="21"/>
        </w:rPr>
        <w:tab/>
        <w:t>C</w:t>
      </w:r>
      <w:r w:rsidRPr="007C37A7">
        <w:rPr>
          <w:szCs w:val="21"/>
        </w:rPr>
        <w:t>．</w:t>
      </w:r>
      <w:r w:rsidR="00AA386F" w:rsidRPr="007C37A7">
        <w:rPr>
          <w:szCs w:val="21"/>
        </w:rPr>
        <w:object w:dxaOrig="760" w:dyaOrig="360">
          <v:shape id="_x0000_i1054" type="#_x0000_t75" alt="eqId903dd71f3338be73e6669560c55bf470" style="width:33.75pt;height:15.75pt" o:ole="">
            <v:imagedata r:id="rId56" o:title="eqId903dd71f3338be73e6669560c55bf470"/>
          </v:shape>
          <o:OLEObject Type="Embed" ProgID="Equation.DSMT4" ShapeID="_x0000_i1054" DrawAspect="Content" ObjectID="_1777999176" r:id="rId57"/>
        </w:object>
      </w:r>
      <w:r w:rsidRPr="007C37A7">
        <w:rPr>
          <w:szCs w:val="21"/>
        </w:rPr>
        <w:tab/>
        <w:t>D</w:t>
      </w:r>
      <w:r w:rsidRPr="007C37A7">
        <w:rPr>
          <w:szCs w:val="21"/>
        </w:rPr>
        <w:t>．</w:t>
      </w:r>
      <w:r w:rsidR="00AA386F" w:rsidRPr="007C37A7">
        <w:rPr>
          <w:szCs w:val="21"/>
        </w:rPr>
        <w:object w:dxaOrig="760" w:dyaOrig="360">
          <v:shape id="_x0000_i1055" type="#_x0000_t75" alt="eqIdc67c819889220e3950286eba3f95fb8b" style="width:33.75pt;height:15.75pt" o:ole="">
            <v:imagedata r:id="rId54" o:title="eqIdc67c819889220e3950286eba3f95fb8b"/>
          </v:shape>
          <o:OLEObject Type="Embed" ProgID="Equation.DSMT4" ShapeID="_x0000_i1055" DrawAspect="Content" ObjectID="_1777999177" r:id="rId58"/>
        </w:object>
      </w:r>
    </w:p>
    <w:p w:rsidR="005D21C9" w:rsidRPr="007C37A7" w:rsidRDefault="005D21C9" w:rsidP="005D21C9">
      <w:pPr>
        <w:snapToGrid w:val="0"/>
        <w:spacing w:line="360" w:lineRule="auto"/>
        <w:contextualSpacing/>
        <w:jc w:val="left"/>
        <w:textAlignment w:val="center"/>
        <w:rPr>
          <w:szCs w:val="21"/>
        </w:rPr>
      </w:pPr>
      <w:r w:rsidRPr="007C37A7">
        <w:rPr>
          <w:szCs w:val="21"/>
        </w:rPr>
        <w:t>6.</w:t>
      </w:r>
      <w:r w:rsidRPr="007C37A7">
        <w:rPr>
          <w:szCs w:val="21"/>
        </w:rPr>
        <w:t>在正方体</w:t>
      </w:r>
      <w:r w:rsidRPr="007C37A7">
        <w:rPr>
          <w:szCs w:val="21"/>
        </w:rPr>
        <w:object w:dxaOrig="1780" w:dyaOrig="360">
          <v:shape id="_x0000_i1056" type="#_x0000_t75" alt="eqId6e09725691ee7851f54c0dee86b2bf55" style="width:78pt;height:16.5pt" o:ole="">
            <v:imagedata r:id="rId59" o:title="eqId6e09725691ee7851f54c0dee86b2bf55"/>
          </v:shape>
          <o:OLEObject Type="Embed" ProgID="Equation.DSMT4" ShapeID="_x0000_i1056" DrawAspect="Content" ObjectID="_1777999178" r:id="rId60"/>
        </w:object>
      </w:r>
      <w:r w:rsidRPr="007C37A7">
        <w:rPr>
          <w:szCs w:val="21"/>
        </w:rPr>
        <w:t>中，</w:t>
      </w:r>
      <w:r w:rsidRPr="007C37A7">
        <w:rPr>
          <w:rFonts w:eastAsia="Times New Roman"/>
          <w:szCs w:val="21"/>
        </w:rPr>
        <w:t>E</w:t>
      </w:r>
      <w:r w:rsidRPr="007C37A7">
        <w:rPr>
          <w:szCs w:val="21"/>
        </w:rPr>
        <w:t>是</w:t>
      </w:r>
      <w:r w:rsidRPr="007C37A7">
        <w:rPr>
          <w:szCs w:val="21"/>
        </w:rPr>
        <w:object w:dxaOrig="500" w:dyaOrig="360">
          <v:shape id="_x0000_i1057" type="#_x0000_t75" alt="eqIdf66fb71b75b63594ebeeeebd1963eed5" style="width:22.5pt;height:15.75pt" o:ole="">
            <v:imagedata r:id="rId61" o:title="eqIdf66fb71b75b63594ebeeeebd1963eed5"/>
          </v:shape>
          <o:OLEObject Type="Embed" ProgID="Equation.DSMT4" ShapeID="_x0000_i1057" DrawAspect="Content" ObjectID="_1777999179" r:id="rId62"/>
        </w:object>
      </w:r>
      <w:r w:rsidR="007C37A7" w:rsidRPr="007C37A7">
        <w:rPr>
          <w:szCs w:val="21"/>
        </w:rPr>
        <w:t>的中点，</w:t>
      </w:r>
      <w:r w:rsidRPr="007C37A7">
        <w:rPr>
          <w:szCs w:val="21"/>
        </w:rPr>
        <w:t>异面直线</w:t>
      </w:r>
      <w:r w:rsidRPr="007C37A7">
        <w:rPr>
          <w:rFonts w:eastAsia="Times New Roman"/>
          <w:szCs w:val="21"/>
        </w:rPr>
        <w:t>DE</w:t>
      </w:r>
      <w:r w:rsidRPr="007C37A7">
        <w:rPr>
          <w:szCs w:val="21"/>
        </w:rPr>
        <w:t>与</w:t>
      </w:r>
      <w:r w:rsidRPr="007C37A7">
        <w:rPr>
          <w:rFonts w:eastAsia="Times New Roman"/>
          <w:szCs w:val="21"/>
        </w:rPr>
        <w:t>AC</w:t>
      </w:r>
      <w:r w:rsidRPr="007C37A7">
        <w:rPr>
          <w:szCs w:val="21"/>
        </w:rPr>
        <w:t>所成角的余弦值是（</w:t>
      </w:r>
      <w:r w:rsidRPr="007C37A7">
        <w:rPr>
          <w:rFonts w:eastAsia="Times New Roman"/>
          <w:kern w:val="0"/>
          <w:szCs w:val="21"/>
        </w:rPr>
        <w:t>    </w:t>
      </w:r>
      <w:r w:rsidRPr="007C37A7">
        <w:rPr>
          <w:szCs w:val="21"/>
        </w:rPr>
        <w:t>）</w:t>
      </w:r>
    </w:p>
    <w:p w:rsidR="005D21C9" w:rsidRPr="007C37A7" w:rsidRDefault="005D21C9" w:rsidP="005D21C9">
      <w:pPr>
        <w:tabs>
          <w:tab w:val="left" w:pos="2078"/>
          <w:tab w:val="left" w:pos="4156"/>
          <w:tab w:val="left" w:pos="6234"/>
        </w:tabs>
        <w:snapToGrid w:val="0"/>
        <w:spacing w:line="360" w:lineRule="auto"/>
        <w:contextualSpacing/>
        <w:jc w:val="left"/>
        <w:textAlignment w:val="center"/>
        <w:rPr>
          <w:szCs w:val="21"/>
        </w:rPr>
      </w:pPr>
      <w:r w:rsidRPr="007C37A7">
        <w:rPr>
          <w:szCs w:val="21"/>
        </w:rPr>
        <w:t>A</w:t>
      </w:r>
      <w:r w:rsidRPr="007C37A7">
        <w:rPr>
          <w:szCs w:val="21"/>
        </w:rPr>
        <w:t>．</w:t>
      </w:r>
      <w:r w:rsidRPr="007C37A7">
        <w:rPr>
          <w:szCs w:val="21"/>
        </w:rPr>
        <w:t>0</w:t>
      </w:r>
      <w:r w:rsidRPr="007C37A7">
        <w:rPr>
          <w:szCs w:val="21"/>
        </w:rPr>
        <w:tab/>
        <w:t>B</w:t>
      </w:r>
      <w:r w:rsidRPr="007C37A7">
        <w:rPr>
          <w:szCs w:val="21"/>
        </w:rPr>
        <w:t>．</w:t>
      </w:r>
      <w:r w:rsidRPr="007C37A7">
        <w:rPr>
          <w:szCs w:val="21"/>
        </w:rPr>
        <w:object w:dxaOrig="240" w:dyaOrig="620">
          <v:shape id="_x0000_i1058" type="#_x0000_t75" alt="eqIdf89eef3148f2d4d09379767b4af69132" style="width:10.5pt;height:21pt" o:ole="">
            <v:imagedata r:id="rId63" o:title="eqIdf89eef3148f2d4d09379767b4af69132"/>
          </v:shape>
          <o:OLEObject Type="Embed" ProgID="Equation.DSMT4" ShapeID="_x0000_i1058" DrawAspect="Content" ObjectID="_1777999180" r:id="rId64"/>
        </w:object>
      </w:r>
      <w:r w:rsidRPr="007C37A7">
        <w:rPr>
          <w:szCs w:val="21"/>
        </w:rPr>
        <w:tab/>
        <w:t>C</w:t>
      </w:r>
      <w:r w:rsidRPr="007C37A7">
        <w:rPr>
          <w:szCs w:val="21"/>
        </w:rPr>
        <w:t>．</w:t>
      </w:r>
      <w:r w:rsidRPr="007C37A7">
        <w:rPr>
          <w:szCs w:val="21"/>
        </w:rPr>
        <w:object w:dxaOrig="620" w:dyaOrig="680">
          <v:shape id="_x0000_i1059" type="#_x0000_t75" alt="eqIda69d166677557cadb3da32b4a7e152e3" style="width:27pt;height:30pt" o:ole="">
            <v:imagedata r:id="rId65" o:title="eqIda69d166677557cadb3da32b4a7e152e3"/>
          </v:shape>
          <o:OLEObject Type="Embed" ProgID="Equation.DSMT4" ShapeID="_x0000_i1059" DrawAspect="Content" ObjectID="_1777999181" r:id="rId66"/>
        </w:object>
      </w:r>
      <w:r w:rsidRPr="007C37A7">
        <w:rPr>
          <w:szCs w:val="21"/>
        </w:rPr>
        <w:tab/>
        <w:t>D</w:t>
      </w:r>
      <w:r w:rsidRPr="007C37A7">
        <w:rPr>
          <w:szCs w:val="21"/>
        </w:rPr>
        <w:t>．</w:t>
      </w:r>
      <w:r w:rsidRPr="007C37A7">
        <w:rPr>
          <w:szCs w:val="21"/>
        </w:rPr>
        <w:object w:dxaOrig="500" w:dyaOrig="679">
          <v:shape id="_x0000_i1060" type="#_x0000_t75" alt="eqIdd83fb9ac8a18e78a4c56da79514b5ccb" style="width:22.5pt;height:30pt" o:ole="">
            <v:imagedata r:id="rId67" o:title="eqIdd83fb9ac8a18e78a4c56da79514b5ccb"/>
          </v:shape>
          <o:OLEObject Type="Embed" ProgID="Equation.DSMT4" ShapeID="_x0000_i1060" DrawAspect="Content" ObjectID="_1777999182" r:id="rId68"/>
        </w:object>
      </w:r>
    </w:p>
    <w:p w:rsidR="00AA386F" w:rsidRPr="007C37A7" w:rsidRDefault="005C03FA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lastRenderedPageBreak/>
        <w:t>7</w:t>
      </w:r>
      <w:r w:rsidRPr="007C37A7">
        <w:rPr>
          <w:szCs w:val="21"/>
        </w:rPr>
        <w:t>．在</w:t>
      </w:r>
      <w:r w:rsidR="00AA386F" w:rsidRPr="007C37A7">
        <w:rPr>
          <w:szCs w:val="21"/>
        </w:rPr>
        <w:object w:dxaOrig="679" w:dyaOrig="280">
          <v:shape id="_x0000_i1061" type="#_x0000_t75" alt="eqId15c0dbe3c080c4c4636c64803e5c1f76" style="width:30pt;height:12.75pt" o:ole="">
            <v:imagedata r:id="rId69" o:title="eqId15c0dbe3c080c4c4636c64803e5c1f76"/>
          </v:shape>
          <o:OLEObject Type="Embed" ProgID="Equation.DSMT4" ShapeID="_x0000_i1061" DrawAspect="Content" ObjectID="_1777999183" r:id="rId70"/>
        </w:object>
      </w:r>
      <w:r w:rsidRPr="007C37A7">
        <w:rPr>
          <w:szCs w:val="21"/>
        </w:rPr>
        <w:t>中，若动点</w:t>
      </w:r>
      <w:r w:rsidR="00AA386F" w:rsidRPr="007C37A7">
        <w:rPr>
          <w:szCs w:val="21"/>
        </w:rPr>
        <w:object w:dxaOrig="220" w:dyaOrig="240">
          <v:shape id="_x0000_i1062" type="#_x0000_t75" alt="eqIddad2a36927223bd70f426ba06aea4b45" style="width:9.75pt;height:10.5pt" o:ole="">
            <v:imagedata r:id="rId71" o:title="eqIddad2a36927223bd70f426ba06aea4b45"/>
          </v:shape>
          <o:OLEObject Type="Embed" ProgID="Equation.DSMT4" ShapeID="_x0000_i1062" DrawAspect="Content" ObjectID="_1777999184" r:id="rId72"/>
        </w:object>
      </w:r>
      <w:r w:rsidRPr="007C37A7">
        <w:rPr>
          <w:szCs w:val="21"/>
        </w:rPr>
        <w:t>满足</w:t>
      </w:r>
      <w:r w:rsidR="00AA386F" w:rsidRPr="007C37A7">
        <w:rPr>
          <w:szCs w:val="21"/>
        </w:rPr>
        <w:object w:dxaOrig="2260" w:dyaOrig="400">
          <v:shape id="_x0000_i1063" type="#_x0000_t75" alt="eqId26c53f400c553b66c77eca4579e30890" style="width:99.75pt;height:18pt" o:ole="">
            <v:imagedata r:id="rId73" o:title="eqId26c53f400c553b66c77eca4579e30890"/>
          </v:shape>
          <o:OLEObject Type="Embed" ProgID="Equation.DSMT4" ShapeID="_x0000_i1063" DrawAspect="Content" ObjectID="_1777999185" r:id="rId74"/>
        </w:object>
      </w:r>
      <w:r w:rsidRPr="007C37A7">
        <w:rPr>
          <w:szCs w:val="21"/>
        </w:rPr>
        <w:t>，则</w:t>
      </w:r>
      <w:r w:rsidR="00AA386F" w:rsidRPr="007C37A7">
        <w:rPr>
          <w:szCs w:val="21"/>
        </w:rPr>
        <w:object w:dxaOrig="220" w:dyaOrig="240">
          <v:shape id="_x0000_i1064" type="#_x0000_t75" alt="eqIddad2a36927223bd70f426ba06aea4b45" style="width:9.75pt;height:10.5pt" o:ole="">
            <v:imagedata r:id="rId71" o:title="eqIddad2a36927223bd70f426ba06aea4b45"/>
          </v:shape>
          <o:OLEObject Type="Embed" ProgID="Equation.DSMT4" ShapeID="_x0000_i1064" DrawAspect="Content" ObjectID="_1777999186" r:id="rId75"/>
        </w:object>
      </w:r>
      <w:r w:rsidRPr="007C37A7">
        <w:rPr>
          <w:szCs w:val="21"/>
        </w:rPr>
        <w:t>点的轨迹一定经过</w:t>
      </w:r>
      <w:r w:rsidR="00AA386F" w:rsidRPr="007C37A7">
        <w:rPr>
          <w:szCs w:val="21"/>
        </w:rPr>
        <w:object w:dxaOrig="679" w:dyaOrig="280">
          <v:shape id="_x0000_i1065" type="#_x0000_t75" alt="eqId15c0dbe3c080c4c4636c64803e5c1f76" style="width:30pt;height:12.75pt" o:ole="">
            <v:imagedata r:id="rId69" o:title="eqId15c0dbe3c080c4c4636c64803e5c1f76"/>
          </v:shape>
          <o:OLEObject Type="Embed" ProgID="Equation.DSMT4" ShapeID="_x0000_i1065" DrawAspect="Content" ObjectID="_1777999187" r:id="rId76"/>
        </w:object>
      </w:r>
      <w:r w:rsidRPr="007C37A7">
        <w:rPr>
          <w:szCs w:val="21"/>
        </w:rPr>
        <w:t>的（</w:t>
      </w:r>
      <w:r w:rsidRPr="007C37A7">
        <w:rPr>
          <w:rFonts w:eastAsia="Times New Roman"/>
          <w:kern w:val="0"/>
          <w:szCs w:val="21"/>
        </w:rPr>
        <w:t>    </w:t>
      </w:r>
      <w:r w:rsidRPr="007C37A7">
        <w:rPr>
          <w:szCs w:val="21"/>
        </w:rPr>
        <w:t>）</w:t>
      </w:r>
    </w:p>
    <w:p w:rsidR="005D21C9" w:rsidRPr="007C37A7" w:rsidRDefault="005C03FA" w:rsidP="007C37A7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szCs w:val="21"/>
        </w:rPr>
      </w:pPr>
      <w:r w:rsidRPr="007C37A7">
        <w:rPr>
          <w:szCs w:val="21"/>
        </w:rPr>
        <w:t>A</w:t>
      </w:r>
      <w:r w:rsidRPr="007C37A7">
        <w:rPr>
          <w:szCs w:val="21"/>
        </w:rPr>
        <w:t>．重心</w:t>
      </w:r>
      <w:r w:rsidRPr="007C37A7">
        <w:rPr>
          <w:szCs w:val="21"/>
        </w:rPr>
        <w:tab/>
        <w:t>B</w:t>
      </w:r>
      <w:r w:rsidRPr="007C37A7">
        <w:rPr>
          <w:szCs w:val="21"/>
        </w:rPr>
        <w:t>．垂心</w:t>
      </w:r>
      <w:r w:rsidRPr="007C37A7">
        <w:rPr>
          <w:szCs w:val="21"/>
        </w:rPr>
        <w:tab/>
        <w:t>C</w:t>
      </w:r>
      <w:r w:rsidRPr="007C37A7">
        <w:rPr>
          <w:szCs w:val="21"/>
        </w:rPr>
        <w:t>．外心</w:t>
      </w:r>
      <w:r w:rsidRPr="007C37A7">
        <w:rPr>
          <w:szCs w:val="21"/>
        </w:rPr>
        <w:tab/>
        <w:t>D</w:t>
      </w:r>
      <w:r w:rsidRPr="007C37A7">
        <w:rPr>
          <w:szCs w:val="21"/>
        </w:rPr>
        <w:t>．内心</w:t>
      </w:r>
    </w:p>
    <w:p w:rsidR="000615D5" w:rsidRDefault="000615D5" w:rsidP="000615D5">
      <w:pPr>
        <w:spacing w:line="360" w:lineRule="auto"/>
        <w:jc w:val="left"/>
        <w:textAlignment w:val="center"/>
        <w:rPr>
          <w:rFonts w:hint="eastAsia"/>
        </w:rPr>
      </w:pPr>
      <w:r>
        <w:rPr>
          <w:rFonts w:eastAsia="Times New Roman"/>
          <w:noProof/>
          <w:kern w:val="0"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783F0AFD" wp14:editId="25958B84">
            <wp:simplePos x="0" y="0"/>
            <wp:positionH relativeFrom="column">
              <wp:posOffset>3862705</wp:posOffset>
            </wp:positionH>
            <wp:positionV relativeFrom="paragraph">
              <wp:posOffset>545465</wp:posOffset>
            </wp:positionV>
            <wp:extent cx="1762125" cy="1055370"/>
            <wp:effectExtent l="0" t="0" r="0" b="0"/>
            <wp:wrapSquare wrapText="bothSides"/>
            <wp:docPr id="5" name="图片 5" descr="@@@b5668f76-3f90-4271-add7-d436538e5b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"/>
                    <pic:cNvPicPr>
                      <a:picLocks noChangeAspect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05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6C04" w:rsidRPr="007C37A7">
        <w:rPr>
          <w:szCs w:val="21"/>
        </w:rPr>
        <w:t>8.</w:t>
      </w:r>
      <w:r w:rsidRPr="000615D5">
        <w:t xml:space="preserve"> </w:t>
      </w:r>
      <w:r>
        <w:t>如图所示，直角三角形</w:t>
      </w:r>
      <w:r>
        <w:object w:dxaOrig="492" w:dyaOrig="253">
          <v:shape id="_x0000_i1311" type="#_x0000_t75" alt="eqId7bef5239ddbb0972700ce01daf9ee7cf" style="width:24.75pt;height:12.75pt" o:ole="">
            <v:imagedata r:id="rId78" o:title="eqId7bef5239ddbb0972700ce01daf9ee7cf"/>
          </v:shape>
          <o:OLEObject Type="Embed" ProgID="Equation.DSMT4" ShapeID="_x0000_i1311" DrawAspect="Content" ObjectID="_1777999188" r:id="rId79"/>
        </w:object>
      </w:r>
      <w:r>
        <w:t>所在平面垂直于平面</w:t>
      </w:r>
      <w:r>
        <w:object w:dxaOrig="211" w:dyaOrig="192">
          <v:shape id="_x0000_i1312" type="#_x0000_t75" alt="eqIde170f206fdbbd834aad7580c727e2cc6" style="width:10.5pt;height:9.75pt" o:ole="">
            <v:imagedata r:id="rId80" o:title="eqIde170f206fdbbd834aad7580c727e2cc6"/>
          </v:shape>
          <o:OLEObject Type="Embed" ProgID="Equation.DSMT4" ShapeID="_x0000_i1312" DrawAspect="Content" ObjectID="_1777999189" r:id="rId81"/>
        </w:object>
      </w:r>
      <w:r>
        <w:t>，一条直角边</w:t>
      </w:r>
      <w:r>
        <w:object w:dxaOrig="369" w:dyaOrig="250">
          <v:shape id="_x0000_i1313" type="#_x0000_t75" alt="eqId60ef95894ceebaf236170e8832dcf7e3" style="width:18.75pt;height:12.75pt" o:ole="">
            <v:imagedata r:id="rId82" o:title="eqId60ef95894ceebaf236170e8832dcf7e3"/>
          </v:shape>
          <o:OLEObject Type="Embed" ProgID="Equation.DSMT4" ShapeID="_x0000_i1313" DrawAspect="Content" ObjectID="_1777999190" r:id="rId83"/>
        </w:object>
      </w:r>
      <w:r>
        <w:t>在平面</w:t>
      </w:r>
      <w:r>
        <w:object w:dxaOrig="211" w:dyaOrig="192">
          <v:shape id="_x0000_i1314" type="#_x0000_t75" alt="eqIde170f206fdbbd834aad7580c727e2cc6" style="width:10.5pt;height:9.75pt" o:ole="">
            <v:imagedata r:id="rId80" o:title="eqIde170f206fdbbd834aad7580c727e2cc6"/>
          </v:shape>
          <o:OLEObject Type="Embed" ProgID="Equation.DSMT4" ShapeID="_x0000_i1314" DrawAspect="Content" ObjectID="_1777999191" r:id="rId84"/>
        </w:object>
      </w:r>
      <w:r>
        <w:t>内，另一条直角边</w:t>
      </w:r>
      <w:r>
        <w:object w:dxaOrig="352" w:dyaOrig="248">
          <v:shape id="_x0000_i1315" type="#_x0000_t75" alt="eqId0dc5c9827dfd0be5a9c85962d6ccbfb1" style="width:17.25pt;height:12.75pt" o:ole="">
            <v:imagedata r:id="rId85" o:title="eqId0dc5c9827dfd0be5a9c85962d6ccbfb1"/>
          </v:shape>
          <o:OLEObject Type="Embed" ProgID="Equation.DSMT4" ShapeID="_x0000_i1315" DrawAspect="Content" ObjectID="_1777999192" r:id="rId86"/>
        </w:object>
      </w:r>
      <w:r>
        <w:t>长为</w:t>
      </w:r>
      <w:r>
        <w:object w:dxaOrig="352" w:dyaOrig="586">
          <v:shape id="_x0000_i1316" type="#_x0000_t75" alt="eqId827ccf0c04aa941ba20d5f4c6068b46b" style="width:17.25pt;height:29.25pt" o:ole="">
            <v:imagedata r:id="rId87" o:title="eqId827ccf0c04aa941ba20d5f4c6068b46b"/>
          </v:shape>
          <o:OLEObject Type="Embed" ProgID="Equation.DSMT4" ShapeID="_x0000_i1316" DrawAspect="Content" ObjectID="_1777999193" r:id="rId88"/>
        </w:object>
      </w:r>
      <w:r>
        <w:t>且</w:t>
      </w:r>
      <w:r>
        <w:object w:dxaOrig="1003" w:dyaOrig="541">
          <v:shape id="_x0000_i1317" type="#_x0000_t75" alt="eqId9a696fd7542cc0ede19b334a1afee584" style="width:50.25pt;height:27pt" o:ole="">
            <v:imagedata r:id="rId89" o:title="eqId9a696fd7542cc0ede19b334a1afee584"/>
          </v:shape>
          <o:OLEObject Type="Embed" ProgID="Equation.DSMT4" ShapeID="_x0000_i1317" DrawAspect="Content" ObjectID="_1777999194" r:id="rId90"/>
        </w:object>
      </w:r>
      <w:r>
        <w:t>，若平面</w:t>
      </w:r>
      <w:r>
        <w:object w:dxaOrig="211" w:dyaOrig="192">
          <v:shape id="_x0000_i1318" type="#_x0000_t75" alt="eqIde170f206fdbbd834aad7580c727e2cc6" style="width:10.5pt;height:9.75pt" o:ole="">
            <v:imagedata r:id="rId80" o:title="eqIde170f206fdbbd834aad7580c727e2cc6"/>
          </v:shape>
          <o:OLEObject Type="Embed" ProgID="Equation.DSMT4" ShapeID="_x0000_i1318" DrawAspect="Content" ObjectID="_1777999195" r:id="rId91"/>
        </w:object>
      </w:r>
      <w:r>
        <w:t>上存在点</w:t>
      </w:r>
      <w:r>
        <w:object w:dxaOrig="194" w:dyaOrig="207">
          <v:shape id="_x0000_i1319" type="#_x0000_t75" alt="eqIddad2a36927223bd70f426ba06aea4b45" style="width:9.75pt;height:10.5pt" o:ole="">
            <v:imagedata r:id="rId92" o:title="eqIddad2a36927223bd70f426ba06aea4b45"/>
          </v:shape>
          <o:OLEObject Type="Embed" ProgID="Equation.DSMT4" ShapeID="_x0000_i1319" DrawAspect="Content" ObjectID="_1777999196" r:id="rId93"/>
        </w:object>
      </w:r>
      <w:r>
        <w:t>，使得</w:t>
      </w:r>
      <w:r>
        <w:object w:dxaOrig="581" w:dyaOrig="224">
          <v:shape id="_x0000_i1320" type="#_x0000_t75" alt="eqId7a855335176fc36a15017f50a8561348" style="width:29.25pt;height:11.25pt" o:ole="">
            <v:imagedata r:id="rId94" o:title="eqId7a855335176fc36a15017f50a8561348"/>
          </v:shape>
          <o:OLEObject Type="Embed" ProgID="Equation.DSMT4" ShapeID="_x0000_i1320" DrawAspect="Content" ObjectID="_1777999197" r:id="rId95"/>
        </w:object>
      </w:r>
      <w:r>
        <w:t>的面积为</w:t>
      </w:r>
      <w:r>
        <w:object w:dxaOrig="352" w:dyaOrig="586">
          <v:shape id="_x0000_i1321" type="#_x0000_t75" alt="eqId827ccf0c04aa941ba20d5f4c6068b46b" style="width:17.25pt;height:29.25pt" o:ole="">
            <v:imagedata r:id="rId87" o:title="eqId827ccf0c04aa941ba20d5f4c6068b46b"/>
          </v:shape>
          <o:OLEObject Type="Embed" ProgID="Equation.DSMT4" ShapeID="_x0000_i1321" DrawAspect="Content" ObjectID="_1777999198" r:id="rId96"/>
        </w:object>
      </w:r>
      <w:r>
        <w:t>，则线段</w:t>
      </w:r>
      <w:r>
        <w:object w:dxaOrig="334" w:dyaOrig="244">
          <v:shape id="_x0000_i1322" type="#_x0000_t75" alt="eqId63a253c7fdf589ee3dece13d5b5b5732" style="width:16.5pt;height:12pt" o:ole="">
            <v:imagedata r:id="rId97" o:title="eqId63a253c7fdf589ee3dece13d5b5b5732"/>
          </v:shape>
          <o:OLEObject Type="Embed" ProgID="Equation.DSMT4" ShapeID="_x0000_i1322" DrawAspect="Content" ObjectID="_1777999199" r:id="rId98"/>
        </w:object>
      </w:r>
      <w:r>
        <w:t>长度的最小值为（</w:t>
      </w:r>
      <w:r>
        <w:rPr>
          <w:rFonts w:eastAsia="Times New Roman"/>
          <w:kern w:val="0"/>
          <w:sz w:val="24"/>
          <w:szCs w:val="24"/>
        </w:rPr>
        <w:t>      </w:t>
      </w:r>
      <w:r>
        <w:t>）</w:t>
      </w:r>
    </w:p>
    <w:p w:rsidR="000615D5" w:rsidRDefault="000615D5" w:rsidP="000615D5">
      <w:pPr>
        <w:tabs>
          <w:tab w:val="left" w:pos="1980"/>
          <w:tab w:val="left" w:pos="4156"/>
          <w:tab w:val="left" w:pos="6135"/>
        </w:tabs>
        <w:spacing w:line="360" w:lineRule="auto"/>
        <w:ind w:left="380"/>
        <w:jc w:val="left"/>
        <w:textAlignment w:val="center"/>
      </w:pPr>
      <w:r>
        <w:t>A</w:t>
      </w:r>
      <w:r>
        <w:t>．</w:t>
      </w:r>
      <w:r>
        <w:object w:dxaOrig="520" w:dyaOrig="680">
          <v:shape id="_x0000_i1325" type="#_x0000_t75" alt="eqId50690dab38f4512eb72e18b7f86cf6f6" style="width:23.25pt;height:30pt" o:ole="">
            <v:imagedata r:id="rId99" o:title=""/>
          </v:shape>
          <o:OLEObject Type="Embed" ProgID="Equation.DSMT4" ShapeID="_x0000_i1325" DrawAspect="Content" ObjectID="_1777999200" r:id="rId100"/>
        </w:object>
      </w:r>
      <w:r>
        <w:tab/>
        <w:t>B</w:t>
      </w:r>
      <w:r>
        <w:t>．</w:t>
      </w:r>
      <w:r>
        <w:object w:dxaOrig="369" w:dyaOrig="593">
          <v:shape id="_x0000_i1324" type="#_x0000_t75" alt="eqId1174142f3bba761585b6bc2653009b36" style="width:18.75pt;height:30pt" o:ole="">
            <v:imagedata r:id="rId101" o:title="eqId1174142f3bba761585b6bc2653009b36"/>
          </v:shape>
          <o:OLEObject Type="Embed" ProgID="Equation.DSMT4" ShapeID="_x0000_i1324" DrawAspect="Content" ObjectID="_1777999201" r:id="rId102"/>
        </w:object>
      </w:r>
      <w:r>
        <w:t xml:space="preserve">  </w:t>
      </w:r>
      <w:r w:rsidR="00363465">
        <w:t xml:space="preserve"> </w:t>
      </w:r>
      <w:r>
        <w:t xml:space="preserve"> C</w:t>
      </w:r>
      <w:r>
        <w:t>．</w:t>
      </w:r>
      <w:r>
        <w:object w:dxaOrig="400" w:dyaOrig="680">
          <v:shape id="_x0000_i1326" type="#_x0000_t75" alt="eqIde20838e72faf737614d76fcee82ab6c5" style="width:17.25pt;height:30pt" o:ole="">
            <v:imagedata r:id="rId103" o:title=""/>
          </v:shape>
          <o:OLEObject Type="Embed" ProgID="Equation.DSMT4" ShapeID="_x0000_i1326" DrawAspect="Content" ObjectID="_1777999202" r:id="rId104"/>
        </w:object>
      </w:r>
      <w:r>
        <w:tab/>
        <w:t>D</w:t>
      </w:r>
      <w:r>
        <w:t>．</w:t>
      </w:r>
      <w:r>
        <w:object w:dxaOrig="400" w:dyaOrig="680">
          <v:shape id="_x0000_i1327" type="#_x0000_t75" alt="eqIde20838e72faf737614d76fcee82ab6c5" style="width:17.25pt;height:30pt" o:ole="">
            <v:imagedata r:id="rId105" o:title=""/>
          </v:shape>
          <o:OLEObject Type="Embed" ProgID="Equation.DSMT4" ShapeID="_x0000_i1327" DrawAspect="Content" ObjectID="_1777999203" r:id="rId106"/>
        </w:object>
      </w:r>
    </w:p>
    <w:p w:rsidR="00363465" w:rsidRDefault="00363465" w:rsidP="00FB23E5">
      <w:pPr>
        <w:spacing w:line="360" w:lineRule="auto"/>
        <w:jc w:val="left"/>
        <w:textAlignment w:val="center"/>
        <w:rPr>
          <w:rFonts w:hint="eastAsia"/>
          <w:b/>
          <w:color w:val="000000" w:themeColor="text1"/>
          <w:szCs w:val="21"/>
        </w:rPr>
      </w:pPr>
    </w:p>
    <w:p w:rsidR="00FB23E5" w:rsidRPr="009032BA" w:rsidRDefault="00FB23E5" w:rsidP="00FB23E5">
      <w:pPr>
        <w:spacing w:line="360" w:lineRule="auto"/>
        <w:jc w:val="left"/>
        <w:textAlignment w:val="center"/>
        <w:rPr>
          <w:b/>
          <w:color w:val="00B0F0"/>
          <w:szCs w:val="21"/>
        </w:rPr>
      </w:pPr>
      <w:r w:rsidRPr="009032BA">
        <w:rPr>
          <w:b/>
          <w:color w:val="000000" w:themeColor="text1"/>
          <w:szCs w:val="21"/>
        </w:rPr>
        <w:t>二、多项选择题：本题共</w:t>
      </w:r>
      <w:r w:rsidRPr="009032BA">
        <w:rPr>
          <w:b/>
          <w:color w:val="000000" w:themeColor="text1"/>
          <w:szCs w:val="21"/>
        </w:rPr>
        <w:t>3</w:t>
      </w:r>
      <w:r w:rsidRPr="009032BA">
        <w:rPr>
          <w:b/>
          <w:color w:val="000000" w:themeColor="text1"/>
          <w:szCs w:val="21"/>
        </w:rPr>
        <w:t>小题，每小题</w:t>
      </w:r>
      <w:r w:rsidRPr="009032BA">
        <w:rPr>
          <w:b/>
          <w:color w:val="000000" w:themeColor="text1"/>
          <w:szCs w:val="21"/>
        </w:rPr>
        <w:t>6</w:t>
      </w:r>
      <w:r w:rsidRPr="009032BA">
        <w:rPr>
          <w:b/>
          <w:color w:val="000000" w:themeColor="text1"/>
          <w:szCs w:val="21"/>
        </w:rPr>
        <w:t>分，共</w:t>
      </w:r>
      <w:r w:rsidRPr="009032BA">
        <w:rPr>
          <w:b/>
          <w:color w:val="000000" w:themeColor="text1"/>
          <w:szCs w:val="21"/>
        </w:rPr>
        <w:t>18</w:t>
      </w:r>
      <w:r w:rsidRPr="009032BA">
        <w:rPr>
          <w:b/>
          <w:color w:val="000000" w:themeColor="text1"/>
          <w:szCs w:val="21"/>
        </w:rPr>
        <w:t>分</w:t>
      </w:r>
      <w:r w:rsidRPr="009032BA">
        <w:rPr>
          <w:b/>
          <w:color w:val="000000" w:themeColor="text1"/>
          <w:szCs w:val="21"/>
        </w:rPr>
        <w:t>.</w:t>
      </w:r>
      <w:r w:rsidRPr="009032BA">
        <w:rPr>
          <w:b/>
          <w:color w:val="000000" w:themeColor="text1"/>
          <w:szCs w:val="21"/>
        </w:rPr>
        <w:t>在每小题给出的选项中，有多顶符合题目要求。全部选对的得</w:t>
      </w:r>
      <w:r w:rsidRPr="009032BA">
        <w:rPr>
          <w:b/>
          <w:color w:val="000000" w:themeColor="text1"/>
          <w:szCs w:val="21"/>
        </w:rPr>
        <w:t>6</w:t>
      </w:r>
      <w:r w:rsidRPr="009032BA">
        <w:rPr>
          <w:b/>
          <w:color w:val="000000" w:themeColor="text1"/>
          <w:szCs w:val="21"/>
        </w:rPr>
        <w:t>分，有选错的得</w:t>
      </w:r>
      <w:r w:rsidRPr="009032BA">
        <w:rPr>
          <w:b/>
          <w:color w:val="000000" w:themeColor="text1"/>
          <w:szCs w:val="21"/>
        </w:rPr>
        <w:t>0</w:t>
      </w:r>
      <w:r w:rsidRPr="009032BA">
        <w:rPr>
          <w:b/>
          <w:color w:val="000000" w:themeColor="text1"/>
          <w:szCs w:val="21"/>
        </w:rPr>
        <w:t>分，若只有</w:t>
      </w:r>
      <w:r w:rsidRPr="009032BA">
        <w:rPr>
          <w:b/>
          <w:color w:val="000000" w:themeColor="text1"/>
          <w:szCs w:val="21"/>
        </w:rPr>
        <w:t>2</w:t>
      </w:r>
      <w:r w:rsidRPr="009032BA">
        <w:rPr>
          <w:b/>
          <w:color w:val="000000" w:themeColor="text1"/>
          <w:szCs w:val="21"/>
        </w:rPr>
        <w:t>个正确选顶，每选对一个得</w:t>
      </w:r>
      <w:r w:rsidRPr="009032BA">
        <w:rPr>
          <w:b/>
          <w:color w:val="000000" w:themeColor="text1"/>
          <w:szCs w:val="21"/>
        </w:rPr>
        <w:t>3</w:t>
      </w:r>
      <w:r w:rsidRPr="009032BA">
        <w:rPr>
          <w:b/>
          <w:color w:val="000000" w:themeColor="text1"/>
          <w:szCs w:val="21"/>
        </w:rPr>
        <w:t>分</w:t>
      </w:r>
      <w:r w:rsidRPr="009032BA">
        <w:rPr>
          <w:b/>
          <w:color w:val="000000" w:themeColor="text1"/>
          <w:szCs w:val="21"/>
        </w:rPr>
        <w:t>;</w:t>
      </w:r>
      <w:r w:rsidRPr="009032BA">
        <w:rPr>
          <w:b/>
          <w:color w:val="000000" w:themeColor="text1"/>
          <w:szCs w:val="21"/>
        </w:rPr>
        <w:t>若只有</w:t>
      </w:r>
      <w:r w:rsidRPr="009032BA">
        <w:rPr>
          <w:b/>
          <w:color w:val="000000" w:themeColor="text1"/>
          <w:szCs w:val="21"/>
        </w:rPr>
        <w:t>3</w:t>
      </w:r>
      <w:r w:rsidRPr="009032BA">
        <w:rPr>
          <w:b/>
          <w:color w:val="000000" w:themeColor="text1"/>
          <w:szCs w:val="21"/>
        </w:rPr>
        <w:t>个正确选项，每选对一个得</w:t>
      </w:r>
      <w:r w:rsidRPr="009032BA">
        <w:rPr>
          <w:b/>
          <w:color w:val="000000" w:themeColor="text1"/>
          <w:szCs w:val="21"/>
        </w:rPr>
        <w:t>2</w:t>
      </w:r>
      <w:r w:rsidRPr="009032BA">
        <w:rPr>
          <w:b/>
          <w:color w:val="000000" w:themeColor="text1"/>
          <w:szCs w:val="21"/>
        </w:rPr>
        <w:t>分</w:t>
      </w:r>
    </w:p>
    <w:p w:rsidR="005C03FA" w:rsidRPr="007C37A7" w:rsidRDefault="005D21C9" w:rsidP="005C03FA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9</w:t>
      </w:r>
      <w:r w:rsidR="005C03FA" w:rsidRPr="007C37A7">
        <w:rPr>
          <w:szCs w:val="21"/>
        </w:rPr>
        <w:t>．设</w:t>
      </w:r>
      <w:r w:rsidR="005C03FA" w:rsidRPr="007C37A7">
        <w:rPr>
          <w:szCs w:val="21"/>
        </w:rPr>
        <w:object w:dxaOrig="180" w:dyaOrig="180">
          <v:shape id="_x0000_i1071" type="#_x0000_t75" alt="eqIde81e59019989b7dc2fb59b037ef6e010" style="width:8.25pt;height:8.25pt" o:ole="">
            <v:imagedata r:id="rId107" o:title="eqIde81e59019989b7dc2fb59b037ef6e010"/>
          </v:shape>
          <o:OLEObject Type="Embed" ProgID="Equation.DSMT4" ShapeID="_x0000_i1071" DrawAspect="Content" ObjectID="_1777999204" r:id="rId108"/>
        </w:object>
      </w:r>
      <w:r w:rsidR="005C03FA" w:rsidRPr="007C37A7">
        <w:rPr>
          <w:szCs w:val="21"/>
        </w:rPr>
        <w:t>，</w:t>
      </w:r>
      <w:r w:rsidR="005C03FA" w:rsidRPr="007C37A7">
        <w:rPr>
          <w:szCs w:val="21"/>
        </w:rPr>
        <w:object w:dxaOrig="240" w:dyaOrig="360">
          <v:shape id="_x0000_i1072" type="#_x0000_t75" alt="eqIdaf68f652b4c13657ffddf3c9e7eb262b" style="width:10.5pt;height:15.75pt" o:ole="">
            <v:imagedata r:id="rId109" o:title="eqIdaf68f652b4c13657ffddf3c9e7eb262b"/>
          </v:shape>
          <o:OLEObject Type="Embed" ProgID="Equation.DSMT4" ShapeID="_x0000_i1072" DrawAspect="Content" ObjectID="_1777999205" r:id="rId110"/>
        </w:object>
      </w:r>
      <w:r w:rsidR="005C03FA" w:rsidRPr="007C37A7">
        <w:rPr>
          <w:szCs w:val="21"/>
        </w:rPr>
        <w:t>，</w:t>
      </w:r>
      <w:r w:rsidR="005C03FA" w:rsidRPr="007C37A7">
        <w:rPr>
          <w:szCs w:val="21"/>
        </w:rPr>
        <w:object w:dxaOrig="260" w:dyaOrig="360">
          <v:shape id="_x0000_i1073" type="#_x0000_t75" alt="eqIdfa224ed9be8766a4d0b5138bd57de0f0" style="width:11.25pt;height:16.5pt" o:ole="">
            <v:imagedata r:id="rId111" o:title="eqIdfa224ed9be8766a4d0b5138bd57de0f0"/>
          </v:shape>
          <o:OLEObject Type="Embed" ProgID="Equation.DSMT4" ShapeID="_x0000_i1073" DrawAspect="Content" ObjectID="_1777999206" r:id="rId112"/>
        </w:object>
      </w:r>
      <w:r w:rsidR="005C03FA" w:rsidRPr="007C37A7">
        <w:rPr>
          <w:szCs w:val="21"/>
        </w:rPr>
        <w:t>为复数，</w:t>
      </w:r>
      <w:r w:rsidR="005C03FA" w:rsidRPr="007C37A7">
        <w:rPr>
          <w:szCs w:val="21"/>
        </w:rPr>
        <w:object w:dxaOrig="680" w:dyaOrig="360">
          <v:shape id="_x0000_i1074" type="#_x0000_t75" alt="eqId55867478e05d3de0b51a99d685127beb" style="width:30pt;height:15.75pt" o:ole="">
            <v:imagedata r:id="rId113" o:title="eqId55867478e05d3de0b51a99d685127beb"/>
          </v:shape>
          <o:OLEObject Type="Embed" ProgID="Equation.DSMT4" ShapeID="_x0000_i1074" DrawAspect="Content" ObjectID="_1777999207" r:id="rId114"/>
        </w:object>
      </w:r>
      <w:r w:rsidR="005C03FA" w:rsidRPr="007C37A7">
        <w:rPr>
          <w:szCs w:val="21"/>
        </w:rPr>
        <w:t>，下列命题中正确的是（</w:t>
      </w:r>
      <w:r w:rsidR="005C03FA" w:rsidRPr="007C37A7">
        <w:rPr>
          <w:rFonts w:eastAsia="Times New Roman"/>
          <w:kern w:val="0"/>
          <w:szCs w:val="21"/>
        </w:rPr>
        <w:t>    </w:t>
      </w:r>
      <w:r w:rsidR="005C03FA" w:rsidRPr="007C37A7">
        <w:rPr>
          <w:szCs w:val="21"/>
        </w:rPr>
        <w:t>）</w:t>
      </w:r>
    </w:p>
    <w:p w:rsidR="005C03FA" w:rsidRPr="007C37A7" w:rsidRDefault="005C03FA" w:rsidP="008D6C04">
      <w:pPr>
        <w:tabs>
          <w:tab w:val="left" w:pos="4156"/>
        </w:tabs>
        <w:snapToGrid w:val="0"/>
        <w:spacing w:line="360" w:lineRule="auto"/>
        <w:contextualSpacing/>
        <w:jc w:val="left"/>
        <w:textAlignment w:val="center"/>
        <w:rPr>
          <w:szCs w:val="21"/>
        </w:rPr>
      </w:pPr>
      <w:r w:rsidRPr="007C37A7">
        <w:rPr>
          <w:szCs w:val="21"/>
        </w:rPr>
        <w:t>A</w:t>
      </w:r>
      <w:r w:rsidRPr="007C37A7">
        <w:rPr>
          <w:szCs w:val="21"/>
        </w:rPr>
        <w:t>．若</w:t>
      </w:r>
      <w:r w:rsidRPr="007C37A7">
        <w:rPr>
          <w:szCs w:val="21"/>
        </w:rPr>
        <w:object w:dxaOrig="860" w:dyaOrig="360">
          <v:shape id="_x0000_i1075" type="#_x0000_t75" alt="eqId81099caa08b7d187845c833198bc6020" style="width:37.5pt;height:15.75pt" o:ole="">
            <v:imagedata r:id="rId115" o:title="eqId81099caa08b7d187845c833198bc6020"/>
          </v:shape>
          <o:OLEObject Type="Embed" ProgID="Equation.DSMT4" ShapeID="_x0000_i1075" DrawAspect="Content" ObjectID="_1777999208" r:id="rId116"/>
        </w:object>
      </w:r>
      <w:r w:rsidRPr="007C37A7">
        <w:rPr>
          <w:szCs w:val="21"/>
        </w:rPr>
        <w:t>则</w:t>
      </w:r>
      <w:r w:rsidRPr="007C37A7">
        <w:rPr>
          <w:szCs w:val="21"/>
        </w:rPr>
        <w:object w:dxaOrig="540" w:dyaOrig="280">
          <v:shape id="_x0000_i1076" type="#_x0000_t75" alt="eqId277b835e4ccd3eb574ece09ad834f0de" style="width:24pt;height:12.75pt" o:ole="">
            <v:imagedata r:id="rId117" o:title="eqId277b835e4ccd3eb574ece09ad834f0de"/>
          </v:shape>
          <o:OLEObject Type="Embed" ProgID="Equation.DSMT4" ShapeID="_x0000_i1076" DrawAspect="Content" ObjectID="_1777999209" r:id="rId118"/>
        </w:object>
      </w:r>
      <w:r w:rsidRPr="007C37A7">
        <w:rPr>
          <w:szCs w:val="21"/>
        </w:rPr>
        <w:tab/>
        <w:t>B</w:t>
      </w:r>
      <w:r w:rsidR="008D6C04" w:rsidRPr="007C37A7">
        <w:rPr>
          <w:szCs w:val="21"/>
        </w:rPr>
        <w:t>．若</w:t>
      </w:r>
      <w:r w:rsidR="008D6C04" w:rsidRPr="007C37A7">
        <w:rPr>
          <w:szCs w:val="21"/>
        </w:rPr>
        <w:object w:dxaOrig="640" w:dyaOrig="380">
          <v:shape id="_x0000_i1077" type="#_x0000_t75" alt="eqId3616877d7044fb9ca3c1d4c00c66bbc8" style="width:28.5pt;height:16.5pt" o:ole="">
            <v:imagedata r:id="rId119" o:title="eqId3616877d7044fb9ca3c1d4c00c66bbc8"/>
          </v:shape>
          <o:OLEObject Type="Embed" ProgID="Equation.DSMT4" ShapeID="_x0000_i1077" DrawAspect="Content" ObjectID="_1777999210" r:id="rId120"/>
        </w:object>
      </w:r>
      <w:r w:rsidR="008D6C04" w:rsidRPr="007C37A7">
        <w:rPr>
          <w:szCs w:val="21"/>
        </w:rPr>
        <w:t>，则</w:t>
      </w:r>
      <w:r w:rsidR="008D6C04" w:rsidRPr="007C37A7">
        <w:rPr>
          <w:szCs w:val="21"/>
        </w:rPr>
        <w:object w:dxaOrig="680" w:dyaOrig="400">
          <v:shape id="_x0000_i1078" type="#_x0000_t75" alt="eqIdeb120af0db56eba2b4cb8aa47d40a005" style="width:30pt;height:17.25pt" o:ole="">
            <v:imagedata r:id="rId121" o:title="eqIdeb120af0db56eba2b4cb8aa47d40a005"/>
          </v:shape>
          <o:OLEObject Type="Embed" ProgID="Equation.DSMT4" ShapeID="_x0000_i1078" DrawAspect="Content" ObjectID="_1777999211" r:id="rId122"/>
        </w:object>
      </w:r>
    </w:p>
    <w:p w:rsidR="005C03FA" w:rsidRPr="007C37A7" w:rsidRDefault="005C03FA" w:rsidP="008D6C04">
      <w:pPr>
        <w:tabs>
          <w:tab w:val="left" w:pos="4156"/>
        </w:tabs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C</w:t>
      </w:r>
      <w:r w:rsidRPr="007C37A7">
        <w:rPr>
          <w:szCs w:val="21"/>
        </w:rPr>
        <w:t>．若</w:t>
      </w:r>
      <w:r w:rsidRPr="007C37A7">
        <w:rPr>
          <w:szCs w:val="21"/>
        </w:rPr>
        <w:object w:dxaOrig="1660" w:dyaOrig="400">
          <v:shape id="_x0000_i1079" type="#_x0000_t75" alt="eqId61e809123f4c66a5614825054777715f" style="width:72.75pt;height:17.25pt" o:ole="">
            <v:imagedata r:id="rId123" o:title="eqId61e809123f4c66a5614825054777715f"/>
          </v:shape>
          <o:OLEObject Type="Embed" ProgID="Equation.DSMT4" ShapeID="_x0000_i1079" DrawAspect="Content" ObjectID="_1777999212" r:id="rId124"/>
        </w:object>
      </w:r>
      <w:r w:rsidRPr="007C37A7">
        <w:rPr>
          <w:szCs w:val="21"/>
        </w:rPr>
        <w:t>则</w:t>
      </w:r>
      <w:r w:rsidRPr="007C37A7">
        <w:rPr>
          <w:szCs w:val="21"/>
        </w:rPr>
        <w:object w:dxaOrig="800" w:dyaOrig="360">
          <v:shape id="_x0000_i1080" type="#_x0000_t75" alt="eqIde4fb4f555f276487d6b5161432a267ed" style="width:35.25pt;height:15.75pt" o:ole="">
            <v:imagedata r:id="rId125" o:title="eqIde4fb4f555f276487d6b5161432a267ed"/>
          </v:shape>
          <o:OLEObject Type="Embed" ProgID="Equation.DSMT4" ShapeID="_x0000_i1080" DrawAspect="Content" ObjectID="_1777999213" r:id="rId126"/>
        </w:object>
      </w:r>
      <w:r w:rsidRPr="007C37A7">
        <w:rPr>
          <w:szCs w:val="21"/>
        </w:rPr>
        <w:tab/>
        <w:t>D</w:t>
      </w:r>
      <w:r w:rsidRPr="007C37A7">
        <w:rPr>
          <w:szCs w:val="21"/>
        </w:rPr>
        <w:t>．</w:t>
      </w:r>
      <w:r w:rsidRPr="007C37A7">
        <w:rPr>
          <w:szCs w:val="21"/>
        </w:rPr>
        <w:object w:dxaOrig="1740" w:dyaOrig="400">
          <v:shape id="_x0000_i1081" type="#_x0000_t75" alt="eqId74a100d401d78914e89031d187db644c" style="width:76.5pt;height:18pt" o:ole="">
            <v:imagedata r:id="rId127" o:title="eqId74a100d401d78914e89031d187db644c"/>
          </v:shape>
          <o:OLEObject Type="Embed" ProgID="Equation.DSMT4" ShapeID="_x0000_i1081" DrawAspect="Content" ObjectID="_1777999214" r:id="rId128"/>
        </w:object>
      </w:r>
    </w:p>
    <w:p w:rsidR="00AA386F" w:rsidRPr="007C37A7" w:rsidRDefault="005D21C9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10</w:t>
      </w:r>
      <w:r w:rsidR="005C03FA" w:rsidRPr="007C37A7">
        <w:rPr>
          <w:szCs w:val="21"/>
        </w:rPr>
        <w:t>．</w:t>
      </w:r>
      <w:r w:rsidR="00AA386F" w:rsidRPr="007C37A7">
        <w:rPr>
          <w:szCs w:val="21"/>
        </w:rPr>
        <w:object w:dxaOrig="679" w:dyaOrig="280">
          <v:shape id="_x0000_i1082" type="#_x0000_t75" alt="eqId15c0dbe3c080c4c4636c64803e5c1f76" style="width:30pt;height:12.75pt" o:ole="">
            <v:imagedata r:id="rId69" o:title="eqId15c0dbe3c080c4c4636c64803e5c1f76"/>
          </v:shape>
          <o:OLEObject Type="Embed" ProgID="Equation.DSMT4" ShapeID="_x0000_i1082" DrawAspect="Content" ObjectID="_1777999215" r:id="rId129"/>
        </w:object>
      </w:r>
      <w:r w:rsidR="005C03FA" w:rsidRPr="007C37A7">
        <w:rPr>
          <w:szCs w:val="21"/>
        </w:rPr>
        <w:t>中，内角</w:t>
      </w:r>
      <w:r w:rsidR="00AA386F" w:rsidRPr="007C37A7">
        <w:rPr>
          <w:szCs w:val="21"/>
        </w:rPr>
        <w:object w:dxaOrig="240" w:dyaOrig="240">
          <v:shape id="_x0000_i1083" type="#_x0000_t75" alt="eqId5963abe8f421bd99a2aaa94831a951e9" style="width:10.5pt;height:10.5pt" o:ole="">
            <v:imagedata r:id="rId130" o:title="eqId5963abe8f421bd99a2aaa94831a951e9"/>
          </v:shape>
          <o:OLEObject Type="Embed" ProgID="Equation.DSMT4" ShapeID="_x0000_i1083" DrawAspect="Content" ObjectID="_1777999216" r:id="rId131"/>
        </w:object>
      </w:r>
      <w:r w:rsidR="005C03FA" w:rsidRPr="007C37A7">
        <w:rPr>
          <w:szCs w:val="21"/>
        </w:rPr>
        <w:t>，</w:t>
      </w:r>
      <w:r w:rsidR="00AA386F" w:rsidRPr="007C37A7">
        <w:rPr>
          <w:szCs w:val="21"/>
        </w:rPr>
        <w:object w:dxaOrig="220" w:dyaOrig="240">
          <v:shape id="_x0000_i1084" type="#_x0000_t75" alt="eqId7f9e8449aad35c5d840a3395ea86df6d" style="width:9.75pt;height:10.5pt" o:ole="">
            <v:imagedata r:id="rId132" o:title="eqId7f9e8449aad35c5d840a3395ea86df6d"/>
          </v:shape>
          <o:OLEObject Type="Embed" ProgID="Equation.DSMT4" ShapeID="_x0000_i1084" DrawAspect="Content" ObjectID="_1777999217" r:id="rId133"/>
        </w:object>
      </w:r>
      <w:r w:rsidR="005C03FA" w:rsidRPr="007C37A7">
        <w:rPr>
          <w:szCs w:val="21"/>
        </w:rPr>
        <w:t>，</w:t>
      </w:r>
      <w:r w:rsidR="00AA386F" w:rsidRPr="007C37A7">
        <w:rPr>
          <w:szCs w:val="21"/>
        </w:rPr>
        <w:object w:dxaOrig="243" w:dyaOrig="284">
          <v:shape id="_x0000_i1085" type="#_x0000_t75" alt="eqIdc5db41a1f31d6baee7c69990811edb9f" style="width:10.5pt;height:12.75pt" o:ole="">
            <v:imagedata r:id="rId134" o:title="eqIdc5db41a1f31d6baee7c69990811edb9f"/>
          </v:shape>
          <o:OLEObject Type="Embed" ProgID="Equation.DSMT4" ShapeID="_x0000_i1085" DrawAspect="Content" ObjectID="_1777999218" r:id="rId135"/>
        </w:object>
      </w:r>
      <w:r w:rsidR="005C03FA" w:rsidRPr="007C37A7">
        <w:rPr>
          <w:szCs w:val="21"/>
        </w:rPr>
        <w:t>的对边分别为</w:t>
      </w:r>
      <w:r w:rsidR="00AA386F" w:rsidRPr="007C37A7">
        <w:rPr>
          <w:szCs w:val="21"/>
        </w:rPr>
        <w:object w:dxaOrig="200" w:dyaOrig="220">
          <v:shape id="_x0000_i1086" type="#_x0000_t75" alt="eqId0a6936d370d6a238a608ca56f87198de" style="width:9pt;height:9.75pt" o:ole="">
            <v:imagedata r:id="rId136" o:title="eqId0a6936d370d6a238a608ca56f87198de"/>
          </v:shape>
          <o:OLEObject Type="Embed" ProgID="Equation.DSMT4" ShapeID="_x0000_i1086" DrawAspect="Content" ObjectID="_1777999219" r:id="rId137"/>
        </w:object>
      </w:r>
      <w:r w:rsidR="005C03FA" w:rsidRPr="007C37A7">
        <w:rPr>
          <w:szCs w:val="21"/>
        </w:rPr>
        <w:t>，</w:t>
      </w:r>
      <w:r w:rsidR="00AA386F" w:rsidRPr="007C37A7">
        <w:rPr>
          <w:szCs w:val="21"/>
        </w:rPr>
        <w:object w:dxaOrig="200" w:dyaOrig="279">
          <v:shape id="_x0000_i1087" type="#_x0000_t75" alt="eqId2c94bb12cee76221e13f9ef955b0aab1" style="width:9pt;height:12.75pt" o:ole="">
            <v:imagedata r:id="rId138" o:title="eqId2c94bb12cee76221e13f9ef955b0aab1"/>
          </v:shape>
          <o:OLEObject Type="Embed" ProgID="Equation.DSMT4" ShapeID="_x0000_i1087" DrawAspect="Content" ObjectID="_1777999220" r:id="rId139"/>
        </w:object>
      </w:r>
      <w:r w:rsidR="005C03FA" w:rsidRPr="007C37A7">
        <w:rPr>
          <w:szCs w:val="21"/>
        </w:rPr>
        <w:t>，</w:t>
      </w:r>
      <w:r w:rsidR="00AA386F" w:rsidRPr="007C37A7">
        <w:rPr>
          <w:szCs w:val="21"/>
        </w:rPr>
        <w:object w:dxaOrig="180" w:dyaOrig="220">
          <v:shape id="_x0000_i1088" type="#_x0000_t75" alt="eqId071a7e733d466949ac935b4b8ee8d183" style="width:8.25pt;height:9.75pt" o:ole="">
            <v:imagedata r:id="rId140" o:title="eqId071a7e733d466949ac935b4b8ee8d183"/>
          </v:shape>
          <o:OLEObject Type="Embed" ProgID="Equation.DSMT4" ShapeID="_x0000_i1088" DrawAspect="Content" ObjectID="_1777999221" r:id="rId141"/>
        </w:object>
      </w:r>
      <w:r w:rsidR="005C03FA" w:rsidRPr="007C37A7">
        <w:rPr>
          <w:szCs w:val="21"/>
        </w:rPr>
        <w:t>，</w:t>
      </w:r>
      <w:r w:rsidR="00AA386F" w:rsidRPr="007C37A7">
        <w:rPr>
          <w:szCs w:val="21"/>
        </w:rPr>
        <w:object w:dxaOrig="180" w:dyaOrig="260">
          <v:shape id="_x0000_i1089" type="#_x0000_t75" alt="eqIdcf231f8f86fb922df4ca0c87f044cec3" style="width:8.25pt;height:11.25pt" o:ole="">
            <v:imagedata r:id="rId142" o:title="eqIdcf231f8f86fb922df4ca0c87f044cec3"/>
          </v:shape>
          <o:OLEObject Type="Embed" ProgID="Equation.DSMT4" ShapeID="_x0000_i1089" DrawAspect="Content" ObjectID="_1777999222" r:id="rId143"/>
        </w:object>
      </w:r>
      <w:r w:rsidR="005C03FA" w:rsidRPr="007C37A7">
        <w:rPr>
          <w:szCs w:val="21"/>
        </w:rPr>
        <w:t>为</w:t>
      </w:r>
      <w:r w:rsidR="00AA386F" w:rsidRPr="007C37A7">
        <w:rPr>
          <w:szCs w:val="21"/>
        </w:rPr>
        <w:object w:dxaOrig="679" w:dyaOrig="280">
          <v:shape id="_x0000_i1090" type="#_x0000_t75" alt="eqId15c0dbe3c080c4c4636c64803e5c1f76" style="width:30pt;height:12.75pt" o:ole="">
            <v:imagedata r:id="rId69" o:title="eqId15c0dbe3c080c4c4636c64803e5c1f76"/>
          </v:shape>
          <o:OLEObject Type="Embed" ProgID="Equation.DSMT4" ShapeID="_x0000_i1090" DrawAspect="Content" ObjectID="_1777999223" r:id="rId144"/>
        </w:object>
      </w:r>
      <w:r w:rsidR="005C03FA" w:rsidRPr="007C37A7">
        <w:rPr>
          <w:szCs w:val="21"/>
        </w:rPr>
        <w:t>的面积，且</w:t>
      </w:r>
      <w:r w:rsidR="00AA386F" w:rsidRPr="007C37A7">
        <w:rPr>
          <w:szCs w:val="21"/>
        </w:rPr>
        <w:object w:dxaOrig="860" w:dyaOrig="360">
          <v:shape id="_x0000_i1091" type="#_x0000_t75" alt="eqIdf7fa79a550591eb9e1bd07bced3a08fc" style="width:37.5pt;height:15.75pt" o:ole="">
            <v:imagedata r:id="rId145" o:title="eqIdf7fa79a550591eb9e1bd07bced3a08fc"/>
          </v:shape>
          <o:OLEObject Type="Embed" ProgID="Equation.DSMT4" ShapeID="_x0000_i1091" DrawAspect="Content" ObjectID="_1777999224" r:id="rId146"/>
        </w:object>
      </w:r>
      <w:r w:rsidR="005C03FA" w:rsidRPr="007C37A7">
        <w:rPr>
          <w:szCs w:val="21"/>
        </w:rPr>
        <w:t>，</w:t>
      </w:r>
      <w:r w:rsidR="00AA386F" w:rsidRPr="007C37A7">
        <w:rPr>
          <w:szCs w:val="21"/>
        </w:rPr>
        <w:object w:dxaOrig="1580" w:dyaOrig="620">
          <v:shape id="_x0000_i1092" type="#_x0000_t75" alt="eqId3327840ecb761392f4ccf90accf89f75" style="width:69.75pt;height:28.5pt" o:ole="">
            <v:imagedata r:id="rId147" o:title="eqId3327840ecb761392f4ccf90accf89f75"/>
          </v:shape>
          <o:OLEObject Type="Embed" ProgID="Equation.DSMT4" ShapeID="_x0000_i1092" DrawAspect="Content" ObjectID="_1777999225" r:id="rId148"/>
        </w:object>
      </w:r>
      <w:r w:rsidR="005C03FA" w:rsidRPr="007C37A7">
        <w:rPr>
          <w:szCs w:val="21"/>
        </w:rPr>
        <w:t>，下列选项正确的是（</w:t>
      </w:r>
      <w:r w:rsidR="005C03FA" w:rsidRPr="007C37A7">
        <w:rPr>
          <w:rFonts w:eastAsia="Times New Roman"/>
          <w:kern w:val="0"/>
          <w:szCs w:val="21"/>
        </w:rPr>
        <w:t>    </w:t>
      </w:r>
      <w:r w:rsidR="005C03FA" w:rsidRPr="007C37A7">
        <w:rPr>
          <w:szCs w:val="21"/>
        </w:rPr>
        <w:t>）</w:t>
      </w:r>
    </w:p>
    <w:p w:rsidR="00AA386F" w:rsidRPr="007C37A7" w:rsidRDefault="005C03FA">
      <w:pPr>
        <w:spacing w:line="360" w:lineRule="auto"/>
        <w:ind w:left="380"/>
        <w:jc w:val="left"/>
        <w:textAlignment w:val="center"/>
        <w:rPr>
          <w:szCs w:val="21"/>
        </w:rPr>
      </w:pPr>
      <w:r w:rsidRPr="007C37A7">
        <w:rPr>
          <w:szCs w:val="21"/>
        </w:rPr>
        <w:t>A</w:t>
      </w:r>
      <w:r w:rsidRPr="007C37A7">
        <w:rPr>
          <w:szCs w:val="21"/>
        </w:rPr>
        <w:t>．</w:t>
      </w:r>
      <w:r w:rsidR="00AA386F" w:rsidRPr="007C37A7">
        <w:rPr>
          <w:szCs w:val="21"/>
        </w:rPr>
        <w:object w:dxaOrig="639" w:dyaOrig="619">
          <v:shape id="_x0000_i1093" type="#_x0000_t75" alt="eqId5fc25b6968fe6730d8b1988a602c77d5" style="width:28.5pt;height:27pt" o:ole="">
            <v:imagedata r:id="rId149" o:title="eqId5fc25b6968fe6730d8b1988a602c77d5"/>
          </v:shape>
          <o:OLEObject Type="Embed" ProgID="Equation.DSMT4" ShapeID="_x0000_i1093" DrawAspect="Content" ObjectID="_1777999226" r:id="rId150"/>
        </w:object>
      </w:r>
    </w:p>
    <w:p w:rsidR="00AA386F" w:rsidRPr="007C37A7" w:rsidRDefault="005C03FA">
      <w:pPr>
        <w:spacing w:line="360" w:lineRule="auto"/>
        <w:ind w:left="380"/>
        <w:jc w:val="left"/>
        <w:textAlignment w:val="center"/>
        <w:rPr>
          <w:szCs w:val="21"/>
        </w:rPr>
      </w:pPr>
      <w:r w:rsidRPr="007C37A7">
        <w:rPr>
          <w:szCs w:val="21"/>
        </w:rPr>
        <w:t>B</w:t>
      </w:r>
      <w:r w:rsidRPr="007C37A7">
        <w:rPr>
          <w:szCs w:val="21"/>
        </w:rPr>
        <w:t>．若</w:t>
      </w:r>
      <w:r w:rsidR="00AA386F" w:rsidRPr="007C37A7">
        <w:rPr>
          <w:szCs w:val="21"/>
        </w:rPr>
        <w:object w:dxaOrig="679" w:dyaOrig="280">
          <v:shape id="_x0000_i1094" type="#_x0000_t75" alt="eqId15c0dbe3c080c4c4636c64803e5c1f76" style="width:30pt;height:12.75pt" o:ole="">
            <v:imagedata r:id="rId69" o:title="eqId15c0dbe3c080c4c4636c64803e5c1f76"/>
          </v:shape>
          <o:OLEObject Type="Embed" ProgID="Equation.DSMT4" ShapeID="_x0000_i1094" DrawAspect="Content" ObjectID="_1777999227" r:id="rId151"/>
        </w:object>
      </w:r>
      <w:r w:rsidRPr="007C37A7">
        <w:rPr>
          <w:szCs w:val="21"/>
        </w:rPr>
        <w:t>有两解，则</w:t>
      </w:r>
      <w:r w:rsidR="00AA386F" w:rsidRPr="007C37A7">
        <w:rPr>
          <w:szCs w:val="21"/>
        </w:rPr>
        <w:object w:dxaOrig="200" w:dyaOrig="279">
          <v:shape id="_x0000_i1095" type="#_x0000_t75" alt="eqId2c94bb12cee76221e13f9ef955b0aab1" style="width:9pt;height:12.75pt" o:ole="">
            <v:imagedata r:id="rId138" o:title="eqId2c94bb12cee76221e13f9ef955b0aab1"/>
          </v:shape>
          <o:OLEObject Type="Embed" ProgID="Equation.DSMT4" ShapeID="_x0000_i1095" DrawAspect="Content" ObjectID="_1777999228" r:id="rId152"/>
        </w:object>
      </w:r>
      <w:r w:rsidRPr="007C37A7">
        <w:rPr>
          <w:szCs w:val="21"/>
        </w:rPr>
        <w:t>取值范围是</w:t>
      </w:r>
      <w:r w:rsidR="00AA386F" w:rsidRPr="007C37A7">
        <w:rPr>
          <w:szCs w:val="21"/>
        </w:rPr>
        <w:object w:dxaOrig="880" w:dyaOrig="480">
          <v:shape id="_x0000_i1096" type="#_x0000_t75" alt="eqIdaa3836212cc6e692218c2386b71e94ca" style="width:39pt;height:21pt" o:ole="">
            <v:imagedata r:id="rId153" o:title="eqIdaa3836212cc6e692218c2386b71e94ca"/>
          </v:shape>
          <o:OLEObject Type="Embed" ProgID="Equation.DSMT4" ShapeID="_x0000_i1096" DrawAspect="Content" ObjectID="_1777999229" r:id="rId154"/>
        </w:object>
      </w:r>
    </w:p>
    <w:p w:rsidR="00AA386F" w:rsidRPr="007C37A7" w:rsidRDefault="005C03FA">
      <w:pPr>
        <w:spacing w:line="360" w:lineRule="auto"/>
        <w:ind w:left="380"/>
        <w:jc w:val="left"/>
        <w:textAlignment w:val="center"/>
        <w:rPr>
          <w:szCs w:val="21"/>
        </w:rPr>
      </w:pPr>
      <w:r w:rsidRPr="007C37A7">
        <w:rPr>
          <w:szCs w:val="21"/>
        </w:rPr>
        <w:t>C</w:t>
      </w:r>
      <w:r w:rsidRPr="007C37A7">
        <w:rPr>
          <w:szCs w:val="21"/>
        </w:rPr>
        <w:t>．若</w:t>
      </w:r>
      <w:r w:rsidR="00AA386F" w:rsidRPr="007C37A7">
        <w:rPr>
          <w:szCs w:val="21"/>
        </w:rPr>
        <w:object w:dxaOrig="679" w:dyaOrig="280">
          <v:shape id="_x0000_i1097" type="#_x0000_t75" alt="eqId15c0dbe3c080c4c4636c64803e5c1f76" style="width:30pt;height:12.75pt" o:ole="">
            <v:imagedata r:id="rId69" o:title="eqId15c0dbe3c080c4c4636c64803e5c1f76"/>
          </v:shape>
          <o:OLEObject Type="Embed" ProgID="Equation.DSMT4" ShapeID="_x0000_i1097" DrawAspect="Content" ObjectID="_1777999230" r:id="rId155"/>
        </w:object>
      </w:r>
      <w:r w:rsidRPr="007C37A7">
        <w:rPr>
          <w:szCs w:val="21"/>
        </w:rPr>
        <w:t>为锐角三角形，则</w:t>
      </w:r>
      <w:r w:rsidR="00AA386F" w:rsidRPr="007C37A7">
        <w:rPr>
          <w:szCs w:val="21"/>
        </w:rPr>
        <w:object w:dxaOrig="200" w:dyaOrig="279">
          <v:shape id="_x0000_i1098" type="#_x0000_t75" alt="eqId2c94bb12cee76221e13f9ef955b0aab1" style="width:9pt;height:12.75pt" o:ole="">
            <v:imagedata r:id="rId138" o:title="eqId2c94bb12cee76221e13f9ef955b0aab1"/>
          </v:shape>
          <o:OLEObject Type="Embed" ProgID="Equation.DSMT4" ShapeID="_x0000_i1098" DrawAspect="Content" ObjectID="_1777999231" r:id="rId156"/>
        </w:object>
      </w:r>
      <w:r w:rsidRPr="007C37A7">
        <w:rPr>
          <w:szCs w:val="21"/>
        </w:rPr>
        <w:t>取值范围是</w:t>
      </w:r>
      <w:r w:rsidR="00AA386F" w:rsidRPr="007C37A7">
        <w:rPr>
          <w:szCs w:val="21"/>
        </w:rPr>
        <w:object w:dxaOrig="560" w:dyaOrig="400">
          <v:shape id="_x0000_i1099" type="#_x0000_t75" alt="eqIde7242b2ab643f9470da77e29d043b893" style="width:24.75pt;height:18pt" o:ole="">
            <v:imagedata r:id="rId157" o:title="eqIde7242b2ab643f9470da77e29d043b893"/>
          </v:shape>
          <o:OLEObject Type="Embed" ProgID="Equation.DSMT4" ShapeID="_x0000_i1099" DrawAspect="Content" ObjectID="_1777999232" r:id="rId158"/>
        </w:object>
      </w:r>
    </w:p>
    <w:p w:rsidR="00AA386F" w:rsidRPr="007C37A7" w:rsidRDefault="005C03FA">
      <w:pPr>
        <w:spacing w:line="360" w:lineRule="auto"/>
        <w:ind w:left="380"/>
        <w:jc w:val="left"/>
        <w:textAlignment w:val="center"/>
        <w:rPr>
          <w:szCs w:val="21"/>
        </w:rPr>
      </w:pPr>
      <w:r w:rsidRPr="007C37A7">
        <w:rPr>
          <w:szCs w:val="21"/>
        </w:rPr>
        <w:t>D</w:t>
      </w:r>
      <w:r w:rsidRPr="007C37A7">
        <w:rPr>
          <w:szCs w:val="21"/>
        </w:rPr>
        <w:t>．若</w:t>
      </w:r>
      <w:r w:rsidR="00AA386F" w:rsidRPr="007C37A7">
        <w:rPr>
          <w:szCs w:val="21"/>
        </w:rPr>
        <w:object w:dxaOrig="260" w:dyaOrig="260">
          <v:shape id="_x0000_i1100" type="#_x0000_t75" alt="eqId8455657dde27aabe6adb7b188e031c11" style="width:11.25pt;height:11.25pt" o:ole="">
            <v:imagedata r:id="rId159" o:title="eqId8455657dde27aabe6adb7b188e031c11"/>
          </v:shape>
          <o:OLEObject Type="Embed" ProgID="Equation.DSMT4" ShapeID="_x0000_i1100" DrawAspect="Content" ObjectID="_1777999233" r:id="rId160"/>
        </w:object>
      </w:r>
      <w:r w:rsidRPr="007C37A7">
        <w:rPr>
          <w:szCs w:val="21"/>
        </w:rPr>
        <w:t>为</w:t>
      </w:r>
      <w:r w:rsidR="00AA386F" w:rsidRPr="007C37A7">
        <w:rPr>
          <w:szCs w:val="21"/>
        </w:rPr>
        <w:object w:dxaOrig="400" w:dyaOrig="280">
          <v:shape id="_x0000_i1101" type="#_x0000_t75" alt="eqId0dc5c9827dfd0be5a9c85962d6ccbfb1" style="width:17.25pt;height:12.75pt" o:ole="">
            <v:imagedata r:id="rId161" o:title="eqId0dc5c9827dfd0be5a9c85962d6ccbfb1"/>
          </v:shape>
          <o:OLEObject Type="Embed" ProgID="Equation.DSMT4" ShapeID="_x0000_i1101" DrawAspect="Content" ObjectID="_1777999234" r:id="rId162"/>
        </w:object>
      </w:r>
      <w:r w:rsidRPr="007C37A7">
        <w:rPr>
          <w:szCs w:val="21"/>
        </w:rPr>
        <w:t>边上的中点，则</w:t>
      </w:r>
      <w:r w:rsidR="00AA386F" w:rsidRPr="007C37A7">
        <w:rPr>
          <w:szCs w:val="21"/>
        </w:rPr>
        <w:object w:dxaOrig="419" w:dyaOrig="260">
          <v:shape id="_x0000_i1102" type="#_x0000_t75" alt="eqId03902478df1a55bc99703210bccab910" style="width:18.75pt;height:11.25pt" o:ole="">
            <v:imagedata r:id="rId163" o:title="eqId03902478df1a55bc99703210bccab910"/>
          </v:shape>
          <o:OLEObject Type="Embed" ProgID="Equation.DSMT4" ShapeID="_x0000_i1102" DrawAspect="Content" ObjectID="_1777999235" r:id="rId164"/>
        </w:object>
      </w:r>
      <w:r w:rsidRPr="007C37A7">
        <w:rPr>
          <w:szCs w:val="21"/>
        </w:rPr>
        <w:t>的最大值为</w:t>
      </w:r>
      <w:r w:rsidRPr="007C37A7">
        <w:rPr>
          <w:szCs w:val="21"/>
        </w:rPr>
        <w:t>3</w:t>
      </w:r>
    </w:p>
    <w:p w:rsidR="00540234" w:rsidRPr="007C37A7" w:rsidRDefault="007C37A7" w:rsidP="00540234">
      <w:pPr>
        <w:spacing w:line="360" w:lineRule="auto"/>
        <w:textAlignment w:val="center"/>
        <w:rPr>
          <w:szCs w:val="21"/>
        </w:rPr>
      </w:pPr>
      <w:r w:rsidRPr="007C37A7">
        <w:rPr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470535</wp:posOffset>
            </wp:positionV>
            <wp:extent cx="1196340" cy="1152525"/>
            <wp:effectExtent l="19050" t="0" r="3810" b="0"/>
            <wp:wrapSquare wrapText="bothSides"/>
            <wp:docPr id="15" name="图片 15" descr="@@@1f24b570-0ae5-46c1-b90a-a8af25954a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>
                      <a:picLocks noChangeAspect="1"/>
                    </pic:cNvPicPr>
                  </pic:nvPicPr>
                  <pic:blipFill>
                    <a:blip r:embed="rId1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0234" w:rsidRPr="007C37A7">
        <w:rPr>
          <w:szCs w:val="21"/>
        </w:rPr>
        <w:t>11</w:t>
      </w:r>
      <w:r w:rsidR="00540234" w:rsidRPr="007C37A7">
        <w:rPr>
          <w:szCs w:val="21"/>
        </w:rPr>
        <w:t>．在棱长为</w:t>
      </w:r>
      <w:r w:rsidR="00540234" w:rsidRPr="007C37A7">
        <w:rPr>
          <w:szCs w:val="21"/>
        </w:rPr>
        <w:object w:dxaOrig="200" w:dyaOrig="260">
          <v:shape id="_x0000_i1103" type="#_x0000_t75" alt="eqId61128ab996360a038e6e64d82fcba004" style="width:9pt;height:11.25pt" o:ole="">
            <v:imagedata r:id="rId166" o:title="eqId61128ab996360a038e6e64d82fcba004"/>
          </v:shape>
          <o:OLEObject Type="Embed" ProgID="Equation.DSMT4" ShapeID="_x0000_i1103" DrawAspect="Content" ObjectID="_1777999236" r:id="rId167"/>
        </w:object>
      </w:r>
      <w:r w:rsidR="00540234" w:rsidRPr="007C37A7">
        <w:rPr>
          <w:szCs w:val="21"/>
        </w:rPr>
        <w:t>的正方体</w:t>
      </w:r>
      <w:r w:rsidR="00540234" w:rsidRPr="007C37A7">
        <w:rPr>
          <w:szCs w:val="21"/>
        </w:rPr>
        <w:object w:dxaOrig="1780" w:dyaOrig="360">
          <v:shape id="_x0000_i1104" type="#_x0000_t75" alt="eqId6e09725691ee7851f54c0dee86b2bf55" style="width:78pt;height:16.5pt" o:ole="">
            <v:imagedata r:id="rId168" o:title="eqId6e09725691ee7851f54c0dee86b2bf55"/>
          </v:shape>
          <o:OLEObject Type="Embed" ProgID="Equation.DSMT4" ShapeID="_x0000_i1104" DrawAspect="Content" ObjectID="_1777999237" r:id="rId169"/>
        </w:object>
      </w:r>
      <w:r w:rsidR="00540234" w:rsidRPr="007C37A7">
        <w:rPr>
          <w:szCs w:val="21"/>
        </w:rPr>
        <w:t>中，</w:t>
      </w:r>
      <w:r w:rsidR="00540234" w:rsidRPr="007C37A7">
        <w:rPr>
          <w:szCs w:val="21"/>
        </w:rPr>
        <w:object w:dxaOrig="320" w:dyaOrig="240">
          <v:shape id="_x0000_i1105" type="#_x0000_t75" alt="eqIdac047e91852b91af639feec23a9598b2" style="width:14.25pt;height:10.5pt" o:ole="">
            <v:imagedata r:id="rId170" o:title="eqIdac047e91852b91af639feec23a9598b2"/>
          </v:shape>
          <o:OLEObject Type="Embed" ProgID="Equation.DSMT4" ShapeID="_x0000_i1105" DrawAspect="Content" ObjectID="_1777999238" r:id="rId171"/>
        </w:object>
      </w:r>
      <w:r w:rsidR="00540234" w:rsidRPr="007C37A7">
        <w:rPr>
          <w:szCs w:val="21"/>
        </w:rPr>
        <w:t>为底面</w:t>
      </w:r>
      <w:r w:rsidR="00540234" w:rsidRPr="007C37A7">
        <w:rPr>
          <w:szCs w:val="21"/>
        </w:rPr>
        <w:object w:dxaOrig="720" w:dyaOrig="280">
          <v:shape id="_x0000_i1106" type="#_x0000_t75" alt="eqId411b38a18046fea8e9fab1f9f9b80a5f" style="width:31.5pt;height:12.75pt" o:ole="">
            <v:imagedata r:id="rId172" o:title="eqId411b38a18046fea8e9fab1f9f9b80a5f"/>
          </v:shape>
          <o:OLEObject Type="Embed" ProgID="Equation.DSMT4" ShapeID="_x0000_i1106" DrawAspect="Content" ObjectID="_1777999239" r:id="rId173"/>
        </w:object>
      </w:r>
      <w:r w:rsidR="00540234" w:rsidRPr="007C37A7">
        <w:rPr>
          <w:szCs w:val="21"/>
        </w:rPr>
        <w:t>的中心，</w:t>
      </w:r>
      <w:r w:rsidR="00540234" w:rsidRPr="007C37A7">
        <w:rPr>
          <w:szCs w:val="21"/>
        </w:rPr>
        <w:object w:dxaOrig="2479" w:dyaOrig="420">
          <v:shape id="_x0000_i1107" type="#_x0000_t75" alt="eqId66153010df626ed992c8174212c6b638" style="width:108.75pt;height:18.75pt" o:ole="">
            <v:imagedata r:id="rId174" o:title="eqId66153010df626ed992c8174212c6b638"/>
          </v:shape>
          <o:OLEObject Type="Embed" ProgID="Equation.DSMT4" ShapeID="_x0000_i1107" DrawAspect="Content" ObjectID="_1777999240" r:id="rId175"/>
        </w:object>
      </w:r>
      <w:r w:rsidR="00540234" w:rsidRPr="007C37A7">
        <w:rPr>
          <w:szCs w:val="21"/>
        </w:rPr>
        <w:t>为线段</w:t>
      </w:r>
      <w:r w:rsidR="00540234" w:rsidRPr="007C37A7">
        <w:rPr>
          <w:szCs w:val="21"/>
        </w:rPr>
        <w:object w:dxaOrig="420" w:dyaOrig="320">
          <v:shape id="_x0000_i1108" type="#_x0000_t75" alt="eqId84d454c82d9e52747563d47b68099249" style="width:18.75pt;height:13.5pt" o:ole="">
            <v:imagedata r:id="rId176" o:title="eqId84d454c82d9e52747563d47b68099249"/>
          </v:shape>
          <o:OLEObject Type="Embed" ProgID="Equation.DSMT4" ShapeID="_x0000_i1108" DrawAspect="Content" ObjectID="_1777999241" r:id="rId177"/>
        </w:object>
      </w:r>
      <w:r w:rsidR="00540234" w:rsidRPr="007C37A7">
        <w:rPr>
          <w:szCs w:val="21"/>
        </w:rPr>
        <w:t>的中点，则</w:t>
      </w:r>
      <w:r w:rsidR="00540234" w:rsidRPr="007C37A7">
        <w:rPr>
          <w:rFonts w:eastAsia="Times New Roman"/>
          <w:noProof/>
          <w:kern w:val="0"/>
          <w:szCs w:val="21"/>
        </w:rPr>
        <w:drawing>
          <wp:inline distT="0" distB="0" distL="0" distR="0">
            <wp:extent cx="38100" cy="38100"/>
            <wp:effectExtent l="0" t="0" r="0" b="0"/>
            <wp:docPr id="14" name="图片 14" descr="@@@f080451d63c3432b8fbae8ee85c46f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>
                      <a:picLocks noChangeAspect="1"/>
                    </pic:cNvPicPr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0234" w:rsidRPr="007C37A7">
        <w:rPr>
          <w:szCs w:val="21"/>
        </w:rPr>
        <w:t>（</w:t>
      </w:r>
      <w:r w:rsidR="00540234" w:rsidRPr="007C37A7">
        <w:rPr>
          <w:rFonts w:eastAsia="Times New Roman"/>
          <w:kern w:val="0"/>
          <w:szCs w:val="21"/>
        </w:rPr>
        <w:t>    </w:t>
      </w:r>
      <w:r w:rsidR="00540234" w:rsidRPr="007C37A7">
        <w:rPr>
          <w:szCs w:val="21"/>
        </w:rPr>
        <w:t>）</w:t>
      </w:r>
    </w:p>
    <w:p w:rsidR="00540234" w:rsidRPr="007C37A7" w:rsidRDefault="00540234" w:rsidP="00540234">
      <w:pPr>
        <w:spacing w:line="360" w:lineRule="auto"/>
        <w:ind w:left="380"/>
        <w:jc w:val="left"/>
        <w:textAlignment w:val="center"/>
        <w:rPr>
          <w:szCs w:val="21"/>
        </w:rPr>
      </w:pPr>
      <w:r w:rsidRPr="007C37A7">
        <w:rPr>
          <w:szCs w:val="21"/>
        </w:rPr>
        <w:t>A</w:t>
      </w:r>
      <w:r w:rsidRPr="007C37A7">
        <w:rPr>
          <w:szCs w:val="21"/>
        </w:rPr>
        <w:t>．</w:t>
      </w:r>
      <w:r w:rsidRPr="007C37A7">
        <w:rPr>
          <w:szCs w:val="21"/>
        </w:rPr>
        <w:object w:dxaOrig="419" w:dyaOrig="280">
          <v:shape id="_x0000_i1109" type="#_x0000_t75" alt="eqId167d31eb8432b5c0364316e5048c23dd" style="width:18.75pt;height:12pt" o:ole="">
            <v:imagedata r:id="rId179" o:title="eqId167d31eb8432b5c0364316e5048c23dd"/>
          </v:shape>
          <o:OLEObject Type="Embed" ProgID="Equation.DSMT4" ShapeID="_x0000_i1109" DrawAspect="Content" ObjectID="_1777999242" r:id="rId180"/>
        </w:object>
      </w:r>
      <w:r w:rsidRPr="007C37A7">
        <w:rPr>
          <w:szCs w:val="21"/>
        </w:rPr>
        <w:t>与</w:t>
      </w:r>
      <w:r w:rsidRPr="007C37A7">
        <w:rPr>
          <w:szCs w:val="21"/>
        </w:rPr>
        <w:object w:dxaOrig="440" w:dyaOrig="300">
          <v:shape id="_x0000_i1110" type="#_x0000_t75" alt="eqIddb8305c4ffbf876642440c3d28e91e9f" style="width:19.5pt;height:13.5pt" o:ole="">
            <v:imagedata r:id="rId181" o:title="eqIddb8305c4ffbf876642440c3d28e91e9f"/>
          </v:shape>
          <o:OLEObject Type="Embed" ProgID="Equation.DSMT4" ShapeID="_x0000_i1110" DrawAspect="Content" ObjectID="_1777999243" r:id="rId182"/>
        </w:object>
      </w:r>
      <w:r w:rsidRPr="007C37A7">
        <w:rPr>
          <w:szCs w:val="21"/>
        </w:rPr>
        <w:t>共面</w:t>
      </w:r>
    </w:p>
    <w:p w:rsidR="00540234" w:rsidRPr="007C37A7" w:rsidRDefault="00540234" w:rsidP="00540234">
      <w:pPr>
        <w:spacing w:line="360" w:lineRule="auto"/>
        <w:ind w:left="380"/>
        <w:jc w:val="left"/>
        <w:textAlignment w:val="center"/>
        <w:rPr>
          <w:szCs w:val="21"/>
        </w:rPr>
      </w:pPr>
      <w:r w:rsidRPr="007C37A7">
        <w:rPr>
          <w:szCs w:val="21"/>
        </w:rPr>
        <w:t>B</w:t>
      </w:r>
      <w:r w:rsidRPr="007C37A7">
        <w:rPr>
          <w:szCs w:val="21"/>
        </w:rPr>
        <w:t>．三棱锥</w:t>
      </w:r>
      <w:r w:rsidRPr="007C37A7">
        <w:rPr>
          <w:szCs w:val="21"/>
        </w:rPr>
        <w:object w:dxaOrig="1020" w:dyaOrig="280">
          <v:shape id="_x0000_i1111" type="#_x0000_t75" alt="eqId9933c392d85e51aba78e72468363579b" style="width:45pt;height:12pt" o:ole="">
            <v:imagedata r:id="rId183" o:title="eqId9933c392d85e51aba78e72468363579b"/>
          </v:shape>
          <o:OLEObject Type="Embed" ProgID="Equation.DSMT4" ShapeID="_x0000_i1111" DrawAspect="Content" ObjectID="_1777999244" r:id="rId184"/>
        </w:object>
      </w:r>
      <w:r w:rsidRPr="007C37A7">
        <w:rPr>
          <w:szCs w:val="21"/>
        </w:rPr>
        <w:t>的体积的最大值为</w:t>
      </w:r>
      <w:r w:rsidRPr="007C37A7">
        <w:rPr>
          <w:szCs w:val="21"/>
        </w:rPr>
        <w:object w:dxaOrig="140" w:dyaOrig="259">
          <v:shape id="_x0000_i1112" type="#_x0000_t75" alt="eqIdbdaa19de263700a15fcf213d64a8cd57" style="width:6pt;height:11.25pt" o:ole="">
            <v:imagedata r:id="rId185" o:title="eqIdbdaa19de263700a15fcf213d64a8cd57"/>
          </v:shape>
          <o:OLEObject Type="Embed" ProgID="Equation.DSMT4" ShapeID="_x0000_i1112" DrawAspect="Content" ObjectID="_1777999245" r:id="rId186"/>
        </w:object>
      </w:r>
    </w:p>
    <w:p w:rsidR="00540234" w:rsidRPr="007C37A7" w:rsidRDefault="00540234" w:rsidP="00540234">
      <w:pPr>
        <w:spacing w:line="360" w:lineRule="auto"/>
        <w:ind w:left="380"/>
        <w:jc w:val="left"/>
        <w:textAlignment w:val="center"/>
        <w:rPr>
          <w:szCs w:val="21"/>
        </w:rPr>
      </w:pPr>
      <w:r w:rsidRPr="007C37A7">
        <w:rPr>
          <w:szCs w:val="21"/>
        </w:rPr>
        <w:t>C</w:t>
      </w:r>
      <w:r w:rsidRPr="007C37A7">
        <w:rPr>
          <w:szCs w:val="21"/>
        </w:rPr>
        <w:t>．存在两个不同的</w:t>
      </w:r>
      <w:r w:rsidRPr="007C37A7">
        <w:rPr>
          <w:szCs w:val="21"/>
        </w:rPr>
        <w:object w:dxaOrig="859" w:dyaOrig="400">
          <v:shape id="_x0000_i1113" type="#_x0000_t75" alt="eqIdccc032c59d03d25c606063a6aabd32a0" style="width:37.5pt;height:18pt" o:ole="">
            <v:imagedata r:id="rId187" o:title="eqIdccc032c59d03d25c606063a6aabd32a0"/>
          </v:shape>
          <o:OLEObject Type="Embed" ProgID="Equation.DSMT4" ShapeID="_x0000_i1113" DrawAspect="Content" ObjectID="_1777999246" r:id="rId188"/>
        </w:object>
      </w:r>
      <w:r w:rsidRPr="007C37A7">
        <w:rPr>
          <w:szCs w:val="21"/>
        </w:rPr>
        <w:t>，使得</w:t>
      </w:r>
      <w:r w:rsidRPr="007C37A7">
        <w:rPr>
          <w:szCs w:val="21"/>
        </w:rPr>
        <w:object w:dxaOrig="1160" w:dyaOrig="320">
          <v:shape id="_x0000_i1114" type="#_x0000_t75" alt="eqId04788d23a49a7025c8375c25d923a7c8" style="width:51pt;height:14.25pt" o:ole="">
            <v:imagedata r:id="rId189" o:title="eqId04788d23a49a7025c8375c25d923a7c8"/>
          </v:shape>
          <o:OLEObject Type="Embed" ProgID="Equation.DSMT4" ShapeID="_x0000_i1114" DrawAspect="Content" ObjectID="_1777999247" r:id="rId190"/>
        </w:object>
      </w:r>
    </w:p>
    <w:p w:rsidR="00AA386F" w:rsidRPr="007C37A7" w:rsidRDefault="00540234" w:rsidP="007C37A7">
      <w:pPr>
        <w:spacing w:line="360" w:lineRule="auto"/>
        <w:ind w:left="380"/>
        <w:jc w:val="left"/>
        <w:textAlignment w:val="center"/>
        <w:rPr>
          <w:szCs w:val="21"/>
        </w:rPr>
      </w:pPr>
      <w:r w:rsidRPr="007C37A7">
        <w:rPr>
          <w:szCs w:val="21"/>
        </w:rPr>
        <w:t>D</w:t>
      </w:r>
      <w:r w:rsidRPr="007C37A7">
        <w:rPr>
          <w:szCs w:val="21"/>
        </w:rPr>
        <w:t>．</w:t>
      </w:r>
      <w:r w:rsidRPr="007C37A7">
        <w:rPr>
          <w:szCs w:val="21"/>
        </w:rPr>
        <w:object w:dxaOrig="620" w:dyaOrig="620">
          <v:shape id="_x0000_i1115" type="#_x0000_t75" alt="eqId73b3cf0f585938ede9eca890a6eb326d" style="width:27pt;height:27pt" o:ole="">
            <v:imagedata r:id="rId191" o:title="eqId73b3cf0f585938ede9eca890a6eb326d"/>
          </v:shape>
          <o:OLEObject Type="Embed" ProgID="Equation.DSMT4" ShapeID="_x0000_i1115" DrawAspect="Content" ObjectID="_1777999248" r:id="rId192"/>
        </w:object>
      </w:r>
      <w:r w:rsidRPr="007C37A7">
        <w:rPr>
          <w:szCs w:val="21"/>
        </w:rPr>
        <w:t>时，过</w:t>
      </w:r>
      <w:r w:rsidRPr="007C37A7">
        <w:rPr>
          <w:szCs w:val="21"/>
        </w:rPr>
        <w:object w:dxaOrig="1080" w:dyaOrig="320">
          <v:shape id="_x0000_i1116" type="#_x0000_t75" alt="eqIdda309a32e6c9ea56480043ca13bd6f5d" style="width:47.25pt;height:13.5pt" o:ole="">
            <v:imagedata r:id="rId193" o:title="eqIdda309a32e6c9ea56480043ca13bd6f5d"/>
          </v:shape>
          <o:OLEObject Type="Embed" ProgID="Equation.DSMT4" ShapeID="_x0000_i1116" DrawAspect="Content" ObjectID="_1777999249" r:id="rId194"/>
        </w:object>
      </w:r>
      <w:r w:rsidRPr="007C37A7">
        <w:rPr>
          <w:szCs w:val="21"/>
        </w:rPr>
        <w:t>三点的平面</w:t>
      </w:r>
      <w:proofErr w:type="gramStart"/>
      <w:r w:rsidRPr="007C37A7">
        <w:rPr>
          <w:szCs w:val="21"/>
        </w:rPr>
        <w:t>截</w:t>
      </w:r>
      <w:proofErr w:type="gramEnd"/>
      <w:r w:rsidRPr="007C37A7">
        <w:rPr>
          <w:szCs w:val="21"/>
        </w:rPr>
        <w:t>正方体所得截面的周长为</w:t>
      </w:r>
      <w:r w:rsidRPr="007C37A7">
        <w:rPr>
          <w:szCs w:val="21"/>
        </w:rPr>
        <w:object w:dxaOrig="1120" w:dyaOrig="360">
          <v:shape id="_x0000_i1117" type="#_x0000_t75" alt="eqId42120344db8a59631092b4b6821b0a72" style="width:49.5pt;height:15.75pt" o:ole="">
            <v:imagedata r:id="rId195" o:title="eqId42120344db8a59631092b4b6821b0a72"/>
          </v:shape>
          <o:OLEObject Type="Embed" ProgID="Equation.DSMT4" ShapeID="_x0000_i1117" DrawAspect="Content" ObjectID="_1777999250" r:id="rId196"/>
        </w:object>
      </w:r>
    </w:p>
    <w:p w:rsidR="007C37A7" w:rsidRDefault="007C37A7">
      <w:pPr>
        <w:jc w:val="left"/>
        <w:textAlignment w:val="center"/>
        <w:rPr>
          <w:rFonts w:ascii="宋体" w:hAnsi="宋体" w:cs="宋体" w:hint="eastAsia"/>
          <w:b/>
          <w:szCs w:val="21"/>
        </w:rPr>
      </w:pPr>
    </w:p>
    <w:p w:rsidR="00AA386F" w:rsidRPr="00FB23E5" w:rsidRDefault="005C03FA" w:rsidP="00FB23E5">
      <w:pPr>
        <w:rPr>
          <w:rFonts w:hint="eastAsia"/>
          <w:color w:val="000000" w:themeColor="text1"/>
          <w:szCs w:val="21"/>
        </w:rPr>
      </w:pPr>
      <w:r w:rsidRPr="007C37A7">
        <w:rPr>
          <w:rFonts w:ascii="宋体" w:hAnsi="宋体" w:cs="宋体"/>
          <w:b/>
          <w:szCs w:val="21"/>
        </w:rPr>
        <w:lastRenderedPageBreak/>
        <w:t>三、</w:t>
      </w:r>
      <w:r w:rsidR="00FB23E5" w:rsidRPr="00916196">
        <w:rPr>
          <w:b/>
          <w:color w:val="000000" w:themeColor="text1"/>
          <w:szCs w:val="21"/>
        </w:rPr>
        <w:t>填空题：本题共</w:t>
      </w:r>
      <w:r w:rsidR="00FB23E5" w:rsidRPr="00916196">
        <w:rPr>
          <w:b/>
          <w:color w:val="000000" w:themeColor="text1"/>
          <w:szCs w:val="21"/>
        </w:rPr>
        <w:t>3</w:t>
      </w:r>
      <w:r w:rsidR="00FB23E5" w:rsidRPr="00916196">
        <w:rPr>
          <w:b/>
          <w:noProof/>
          <w:color w:val="000000" w:themeColor="text1"/>
          <w:szCs w:val="21"/>
        </w:rPr>
        <w:drawing>
          <wp:inline distT="0" distB="0" distL="0" distR="0" wp14:anchorId="0EA19D25" wp14:editId="6916546E">
            <wp:extent cx="6350" cy="63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23E5" w:rsidRPr="00916196">
        <w:rPr>
          <w:b/>
          <w:noProof/>
          <w:color w:val="000000" w:themeColor="text1"/>
          <w:szCs w:val="21"/>
        </w:rPr>
        <w:drawing>
          <wp:inline distT="0" distB="0" distL="0" distR="0" wp14:anchorId="18B1DE73" wp14:editId="7AAF971F">
            <wp:extent cx="6350" cy="63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23E5" w:rsidRPr="00916196">
        <w:rPr>
          <w:b/>
          <w:color w:val="000000" w:themeColor="text1"/>
          <w:szCs w:val="21"/>
        </w:rPr>
        <w:t>小题，每小题</w:t>
      </w:r>
      <w:r w:rsidR="00FB23E5" w:rsidRPr="00916196">
        <w:rPr>
          <w:b/>
          <w:color w:val="000000" w:themeColor="text1"/>
          <w:szCs w:val="21"/>
        </w:rPr>
        <w:t>5</w:t>
      </w:r>
      <w:r w:rsidR="00FB23E5" w:rsidRPr="00916196">
        <w:rPr>
          <w:b/>
          <w:color w:val="000000" w:themeColor="text1"/>
          <w:szCs w:val="21"/>
        </w:rPr>
        <w:t>分，共计</w:t>
      </w:r>
      <w:r w:rsidR="00FB23E5" w:rsidRPr="00916196">
        <w:rPr>
          <w:b/>
          <w:color w:val="000000" w:themeColor="text1"/>
          <w:szCs w:val="21"/>
        </w:rPr>
        <w:t>15</w:t>
      </w:r>
      <w:r w:rsidR="00FB23E5" w:rsidRPr="00916196">
        <w:rPr>
          <w:b/>
          <w:color w:val="000000" w:themeColor="text1"/>
          <w:szCs w:val="21"/>
        </w:rPr>
        <w:t>分</w:t>
      </w:r>
      <w:r w:rsidR="00FB23E5" w:rsidRPr="009032BA">
        <w:rPr>
          <w:color w:val="000000" w:themeColor="text1"/>
          <w:szCs w:val="21"/>
        </w:rPr>
        <w:t>.</w:t>
      </w:r>
    </w:p>
    <w:p w:rsidR="009713CF" w:rsidRPr="007C37A7" w:rsidRDefault="005D21C9" w:rsidP="009713CF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12</w:t>
      </w:r>
      <w:r w:rsidR="009713CF" w:rsidRPr="007C37A7">
        <w:rPr>
          <w:szCs w:val="21"/>
        </w:rPr>
        <w:t>．若</w:t>
      </w:r>
      <w:r w:rsidR="009713CF" w:rsidRPr="007C37A7">
        <w:rPr>
          <w:szCs w:val="21"/>
        </w:rPr>
        <w:object w:dxaOrig="2240" w:dyaOrig="620">
          <v:shape id="_x0000_i1118" type="#_x0000_t75" alt="eqId04299442116ccee57ae2e5411c9fcdac" style="width:98.25pt;height:27pt" o:ole="">
            <v:imagedata r:id="rId197" o:title="eqId04299442116ccee57ae2e5411c9fcdac"/>
          </v:shape>
          <o:OLEObject Type="Embed" ProgID="Equation.DSMT4" ShapeID="_x0000_i1118" DrawAspect="Content" ObjectID="_1777999251" r:id="rId198"/>
        </w:object>
      </w:r>
      <w:r w:rsidR="009713CF" w:rsidRPr="007C37A7">
        <w:rPr>
          <w:szCs w:val="21"/>
        </w:rPr>
        <w:t>，则</w:t>
      </w:r>
      <w:r w:rsidR="009713CF" w:rsidRPr="007C37A7">
        <w:rPr>
          <w:szCs w:val="21"/>
        </w:rPr>
        <w:object w:dxaOrig="440" w:dyaOrig="220">
          <v:shape id="_x0000_i1119" type="#_x0000_t75" alt="eqIda6c57bbef89a37f1a3808c0ceeac0c22" style="width:19.5pt;height:9.75pt" o:ole="">
            <v:imagedata r:id="rId199" o:title="eqIda6c57bbef89a37f1a3808c0ceeac0c22"/>
          </v:shape>
          <o:OLEObject Type="Embed" ProgID="Equation.DSMT4" ShapeID="_x0000_i1119" DrawAspect="Content" ObjectID="_1777999252" r:id="rId200"/>
        </w:object>
      </w:r>
      <w:r w:rsidR="009713CF" w:rsidRPr="007C37A7">
        <w:rPr>
          <w:rFonts w:eastAsia="Times New Roman"/>
          <w:szCs w:val="21"/>
          <w:u w:val="single"/>
        </w:rPr>
        <w:t xml:space="preserve">        </w:t>
      </w:r>
      <w:r w:rsidR="009713CF" w:rsidRPr="007C37A7">
        <w:rPr>
          <w:szCs w:val="21"/>
        </w:rPr>
        <w:t>．</w:t>
      </w:r>
    </w:p>
    <w:p w:rsidR="005D21C9" w:rsidRPr="007C37A7" w:rsidRDefault="005D21C9" w:rsidP="007C37A7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13</w:t>
      </w:r>
      <w:r w:rsidR="005C03FA" w:rsidRPr="007C37A7">
        <w:rPr>
          <w:szCs w:val="21"/>
        </w:rPr>
        <w:t>．已知</w:t>
      </w:r>
      <w:r w:rsidR="005C03FA" w:rsidRPr="007C37A7">
        <w:rPr>
          <w:szCs w:val="21"/>
          <w:em w:val="dot"/>
        </w:rPr>
        <w:t>直</w:t>
      </w:r>
      <w:r w:rsidR="005C03FA" w:rsidRPr="007C37A7">
        <w:rPr>
          <w:szCs w:val="21"/>
        </w:rPr>
        <w:t>三棱柱</w:t>
      </w:r>
      <w:r w:rsidR="00AA386F" w:rsidRPr="007C37A7">
        <w:rPr>
          <w:szCs w:val="21"/>
        </w:rPr>
        <w:object w:dxaOrig="1380" w:dyaOrig="360">
          <v:shape id="_x0000_i1120" type="#_x0000_t75" alt="eqId42d3a82b8e587ee890467835bc4e854c" style="width:60.75pt;height:15.75pt" o:ole="">
            <v:imagedata r:id="rId201" o:title="eqId42d3a82b8e587ee890467835bc4e854c"/>
          </v:shape>
          <o:OLEObject Type="Embed" ProgID="Equation.DSMT4" ShapeID="_x0000_i1120" DrawAspect="Content" ObjectID="_1777999253" r:id="rId202"/>
        </w:object>
      </w:r>
      <w:r w:rsidR="005C03FA" w:rsidRPr="007C37A7">
        <w:rPr>
          <w:szCs w:val="21"/>
        </w:rPr>
        <w:t>中，</w:t>
      </w:r>
      <w:proofErr w:type="gramStart"/>
      <w:r w:rsidR="005C03FA" w:rsidRPr="007C37A7">
        <w:rPr>
          <w:szCs w:val="21"/>
        </w:rPr>
        <w:t>侧棱</w:t>
      </w:r>
      <w:proofErr w:type="gramEnd"/>
      <w:r w:rsidR="00AA386F" w:rsidRPr="007C37A7">
        <w:rPr>
          <w:szCs w:val="21"/>
        </w:rPr>
        <w:object w:dxaOrig="800" w:dyaOrig="360">
          <v:shape id="_x0000_i1121" type="#_x0000_t75" alt="eqIde55a2310cbba5e050488cd9296eb195d" style="width:35.25pt;height:15.75pt" o:ole="">
            <v:imagedata r:id="rId203" o:title="eqIde55a2310cbba5e050488cd9296eb195d"/>
          </v:shape>
          <o:OLEObject Type="Embed" ProgID="Equation.DSMT4" ShapeID="_x0000_i1121" DrawAspect="Content" ObjectID="_1777999254" r:id="rId204"/>
        </w:object>
      </w:r>
      <w:r w:rsidR="005C03FA" w:rsidRPr="007C37A7">
        <w:rPr>
          <w:szCs w:val="21"/>
        </w:rPr>
        <w:t>，</w:t>
      </w:r>
      <w:r w:rsidR="00AA386F" w:rsidRPr="007C37A7">
        <w:rPr>
          <w:szCs w:val="21"/>
        </w:rPr>
        <w:object w:dxaOrig="1300" w:dyaOrig="280">
          <v:shape id="_x0000_i1122" type="#_x0000_t75" alt="eqId1baa1c07becd03537beeb09a31745cf5" style="width:57pt;height:12pt" o:ole="">
            <v:imagedata r:id="rId205" o:title="eqId1baa1c07becd03537beeb09a31745cf5"/>
          </v:shape>
          <o:OLEObject Type="Embed" ProgID="Equation.DSMT4" ShapeID="_x0000_i1122" DrawAspect="Content" ObjectID="_1777999255" r:id="rId206"/>
        </w:object>
      </w:r>
      <w:r w:rsidR="005C03FA" w:rsidRPr="007C37A7">
        <w:rPr>
          <w:szCs w:val="21"/>
        </w:rPr>
        <w:t>，</w:t>
      </w:r>
      <w:r w:rsidR="00AA386F" w:rsidRPr="007C37A7">
        <w:rPr>
          <w:szCs w:val="21"/>
        </w:rPr>
        <w:object w:dxaOrig="780" w:dyaOrig="280">
          <v:shape id="_x0000_i1123" type="#_x0000_t75" alt="eqIda8a7b5adfcac0f46a4cd19da4ebb4a2b" style="width:34.5pt;height:12.75pt" o:ole="">
            <v:imagedata r:id="rId207" o:title="eqIda8a7b5adfcac0f46a4cd19da4ebb4a2b"/>
          </v:shape>
          <o:OLEObject Type="Embed" ProgID="Equation.DSMT4" ShapeID="_x0000_i1123" DrawAspect="Content" ObjectID="_1777999256" r:id="rId208"/>
        </w:object>
      </w:r>
      <w:r w:rsidR="005C03FA" w:rsidRPr="007C37A7">
        <w:rPr>
          <w:szCs w:val="21"/>
        </w:rPr>
        <w:t>，则三棱柱</w:t>
      </w:r>
      <w:r w:rsidR="00AA386F" w:rsidRPr="007C37A7">
        <w:rPr>
          <w:szCs w:val="21"/>
        </w:rPr>
        <w:object w:dxaOrig="1380" w:dyaOrig="360">
          <v:shape id="_x0000_i1124" type="#_x0000_t75" alt="eqId42d3a82b8e587ee890467835bc4e854c" style="width:60.75pt;height:15.75pt" o:ole="">
            <v:imagedata r:id="rId201" o:title="eqId42d3a82b8e587ee890467835bc4e854c"/>
          </v:shape>
          <o:OLEObject Type="Embed" ProgID="Equation.DSMT4" ShapeID="_x0000_i1124" DrawAspect="Content" ObjectID="_1777999257" r:id="rId209"/>
        </w:object>
      </w:r>
      <w:r w:rsidR="005C03FA" w:rsidRPr="007C37A7">
        <w:rPr>
          <w:szCs w:val="21"/>
        </w:rPr>
        <w:t>的外接球表面积为</w:t>
      </w:r>
      <w:r w:rsidR="005C03FA" w:rsidRPr="007C37A7">
        <w:rPr>
          <w:rFonts w:eastAsia="Times New Roman"/>
          <w:szCs w:val="21"/>
          <w:u w:val="single"/>
        </w:rPr>
        <w:t xml:space="preserve">      </w:t>
      </w:r>
      <w:r w:rsidR="005C03FA" w:rsidRPr="007C37A7">
        <w:rPr>
          <w:szCs w:val="21"/>
        </w:rPr>
        <w:t>．</w:t>
      </w:r>
    </w:p>
    <w:p w:rsidR="005D21C9" w:rsidRPr="007C37A7" w:rsidRDefault="007C37A7" w:rsidP="005D21C9">
      <w:pPr>
        <w:snapToGrid w:val="0"/>
        <w:spacing w:line="360" w:lineRule="auto"/>
        <w:contextualSpacing/>
        <w:jc w:val="left"/>
        <w:textAlignment w:val="center"/>
        <w:rPr>
          <w:szCs w:val="21"/>
        </w:rPr>
      </w:pPr>
      <w:r w:rsidRPr="007C37A7">
        <w:rPr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133350</wp:posOffset>
            </wp:positionV>
            <wp:extent cx="1422400" cy="1104900"/>
            <wp:effectExtent l="19050" t="0" r="6350" b="0"/>
            <wp:wrapSquare wrapText="bothSides"/>
            <wp:docPr id="13" name="图片 100019" descr="@@@3d6c74f4-459e-4b88-84ca-cbfc9e02e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3d6c74f4-459e-4b88-84ca-cbfc9e02e919"/>
                    <pic:cNvPicPr>
                      <a:picLocks noChangeAspect="1"/>
                    </pic:cNvPicPr>
                  </pic:nvPicPr>
                  <pic:blipFill>
                    <a:blip r:embed="rId2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21C9" w:rsidRPr="007C37A7">
        <w:rPr>
          <w:szCs w:val="21"/>
        </w:rPr>
        <w:t>14</w:t>
      </w:r>
      <w:r w:rsidRPr="007C37A7">
        <w:rPr>
          <w:rFonts w:hint="eastAsia"/>
          <w:szCs w:val="21"/>
        </w:rPr>
        <w:t>．</w:t>
      </w:r>
      <w:r w:rsidR="005D21C9" w:rsidRPr="007C37A7">
        <w:rPr>
          <w:szCs w:val="21"/>
        </w:rPr>
        <w:t>如图，在</w:t>
      </w:r>
      <w:r w:rsidR="005D21C9" w:rsidRPr="007C37A7">
        <w:rPr>
          <w:szCs w:val="21"/>
        </w:rPr>
        <w:object w:dxaOrig="679" w:dyaOrig="280">
          <v:shape id="_x0000_i1125" type="#_x0000_t75" alt="eqId15c0dbe3c080c4c4636c64803e5c1f76" style="width:30pt;height:12.75pt" o:ole="">
            <v:imagedata r:id="rId211" o:title="eqId15c0dbe3c080c4c4636c64803e5c1f76"/>
          </v:shape>
          <o:OLEObject Type="Embed" ProgID="Equation.DSMT4" ShapeID="_x0000_i1125" DrawAspect="Content" ObjectID="_1777999258" r:id="rId212"/>
        </w:object>
      </w:r>
      <w:r w:rsidR="005D21C9" w:rsidRPr="007C37A7">
        <w:rPr>
          <w:szCs w:val="21"/>
        </w:rPr>
        <w:t>中，已知</w:t>
      </w:r>
      <w:r w:rsidR="005D21C9" w:rsidRPr="007C37A7">
        <w:rPr>
          <w:szCs w:val="21"/>
        </w:rPr>
        <w:object w:dxaOrig="2920" w:dyaOrig="620">
          <v:shape id="_x0000_i1126" type="#_x0000_t75" alt="eqId69e35f4432b823923dd603a90fe13acb" style="width:128.25pt;height:27pt" o:ole="">
            <v:imagedata r:id="rId213" o:title="eqId69e35f4432b823923dd603a90fe13acb"/>
          </v:shape>
          <o:OLEObject Type="Embed" ProgID="Equation.DSMT4" ShapeID="_x0000_i1126" DrawAspect="Content" ObjectID="_1777999259" r:id="rId214"/>
        </w:object>
      </w:r>
      <w:r w:rsidR="005D21C9" w:rsidRPr="007C37A7">
        <w:rPr>
          <w:szCs w:val="21"/>
        </w:rPr>
        <w:t>，点</w:t>
      </w:r>
      <w:r w:rsidR="005D21C9" w:rsidRPr="007C37A7">
        <w:rPr>
          <w:szCs w:val="21"/>
        </w:rPr>
        <w:object w:dxaOrig="320" w:dyaOrig="240">
          <v:shape id="_x0000_i1127" type="#_x0000_t75" alt="eqIdac047e91852b91af639feec23a9598b2" style="width:13.5pt;height:10.5pt" o:ole="">
            <v:imagedata r:id="rId215" o:title="eqIdac047e91852b91af639feec23a9598b2"/>
          </v:shape>
          <o:OLEObject Type="Embed" ProgID="Equation.DSMT4" ShapeID="_x0000_i1127" DrawAspect="Content" ObjectID="_1777999260" r:id="rId216"/>
        </w:object>
      </w:r>
      <w:r w:rsidR="005D21C9" w:rsidRPr="007C37A7">
        <w:rPr>
          <w:szCs w:val="21"/>
        </w:rPr>
        <w:t>是边</w:t>
      </w:r>
      <w:r w:rsidR="005D21C9" w:rsidRPr="007C37A7">
        <w:rPr>
          <w:szCs w:val="21"/>
        </w:rPr>
        <w:object w:dxaOrig="400" w:dyaOrig="260">
          <v:shape id="_x0000_i1128" type="#_x0000_t75" alt="eqIdf52a58fbaf4fea03567e88a9f0f6e37e" style="width:18pt;height:11.25pt" o:ole="">
            <v:imagedata r:id="rId217" o:title="eqIdf52a58fbaf4fea03567e88a9f0f6e37e"/>
          </v:shape>
          <o:OLEObject Type="Embed" ProgID="Equation.DSMT4" ShapeID="_x0000_i1128" DrawAspect="Content" ObjectID="_1777999261" r:id="rId218"/>
        </w:object>
      </w:r>
      <w:r w:rsidR="005D21C9" w:rsidRPr="007C37A7">
        <w:rPr>
          <w:szCs w:val="21"/>
        </w:rPr>
        <w:t>的中点，且</w:t>
      </w:r>
      <w:r w:rsidR="005D21C9" w:rsidRPr="007C37A7">
        <w:rPr>
          <w:szCs w:val="21"/>
        </w:rPr>
        <w:object w:dxaOrig="1120" w:dyaOrig="340">
          <v:shape id="_x0000_i1129" type="#_x0000_t75" alt="eqId8cf70da2bef86711835648ec4ef8ec5f" style="width:49.5pt;height:15pt" o:ole="">
            <v:imagedata r:id="rId219" o:title="eqId8cf70da2bef86711835648ec4ef8ec5f"/>
          </v:shape>
          <o:OLEObject Type="Embed" ProgID="Equation.DSMT4" ShapeID="_x0000_i1129" DrawAspect="Content" ObjectID="_1777999262" r:id="rId220"/>
        </w:object>
      </w:r>
      <w:r w:rsidR="005D21C9" w:rsidRPr="007C37A7">
        <w:rPr>
          <w:szCs w:val="21"/>
        </w:rPr>
        <w:t>，直线</w:t>
      </w:r>
      <w:r w:rsidR="005D21C9" w:rsidRPr="007C37A7">
        <w:rPr>
          <w:szCs w:val="21"/>
        </w:rPr>
        <w:object w:dxaOrig="460" w:dyaOrig="280">
          <v:shape id="_x0000_i1130" type="#_x0000_t75" alt="eqIddb54223bb3fc2fe2497213a4d1f94827" style="width:20.25pt;height:12pt" o:ole="">
            <v:imagedata r:id="rId221" o:title="eqIddb54223bb3fc2fe2497213a4d1f94827"/>
          </v:shape>
          <o:OLEObject Type="Embed" ProgID="Equation.DSMT4" ShapeID="_x0000_i1130" DrawAspect="Content" ObjectID="_1777999263" r:id="rId222"/>
        </w:object>
      </w:r>
      <w:r w:rsidR="005D21C9" w:rsidRPr="007C37A7">
        <w:rPr>
          <w:szCs w:val="21"/>
        </w:rPr>
        <w:t>与</w:t>
      </w:r>
      <w:r w:rsidR="005D21C9" w:rsidRPr="007C37A7">
        <w:rPr>
          <w:szCs w:val="21"/>
        </w:rPr>
        <w:object w:dxaOrig="419" w:dyaOrig="280">
          <v:shape id="_x0000_i1131" type="#_x0000_t75" alt="eqId7785afeeaf274892253d04b4f693b367" style="width:18pt;height:12pt" o:ole="">
            <v:imagedata r:id="rId223" o:title="eqId7785afeeaf274892253d04b4f693b367"/>
          </v:shape>
          <o:OLEObject Type="Embed" ProgID="Equation.DSMT4" ShapeID="_x0000_i1131" DrawAspect="Content" ObjectID="_1777999264" r:id="rId224"/>
        </w:object>
      </w:r>
      <w:r w:rsidR="005D21C9" w:rsidRPr="007C37A7">
        <w:rPr>
          <w:szCs w:val="21"/>
        </w:rPr>
        <w:t>相交于点</w:t>
      </w:r>
      <w:r w:rsidR="005D21C9" w:rsidRPr="007C37A7">
        <w:rPr>
          <w:szCs w:val="21"/>
        </w:rPr>
        <w:object w:dxaOrig="220" w:dyaOrig="240">
          <v:shape id="_x0000_i1132" type="#_x0000_t75" alt="eqIddad2a36927223bd70f426ba06aea4b45" style="width:9.75pt;height:10.5pt" o:ole="">
            <v:imagedata r:id="rId225" o:title="eqIddad2a36927223bd70f426ba06aea4b45"/>
          </v:shape>
          <o:OLEObject Type="Embed" ProgID="Equation.DSMT4" ShapeID="_x0000_i1132" DrawAspect="Content" ObjectID="_1777999265" r:id="rId226"/>
        </w:object>
      </w:r>
      <w:r w:rsidR="005D21C9" w:rsidRPr="007C37A7">
        <w:rPr>
          <w:szCs w:val="21"/>
        </w:rPr>
        <w:t>，则</w:t>
      </w:r>
      <w:r w:rsidR="005D21C9" w:rsidRPr="007C37A7">
        <w:rPr>
          <w:szCs w:val="21"/>
        </w:rPr>
        <w:object w:dxaOrig="1040" w:dyaOrig="340">
          <v:shape id="_x0000_i1133" type="#_x0000_t75" alt="eqId645ce289c7cd2c004a200cfe5372d36b" style="width:45.75pt;height:14.25pt" o:ole="">
            <v:imagedata r:id="rId227" o:title="eqId645ce289c7cd2c004a200cfe5372d36b"/>
          </v:shape>
          <o:OLEObject Type="Embed" ProgID="Equation.DSMT4" ShapeID="_x0000_i1133" DrawAspect="Content" ObjectID="_1777999266" r:id="rId228"/>
        </w:object>
      </w:r>
      <w:r w:rsidR="005D21C9" w:rsidRPr="007C37A7">
        <w:rPr>
          <w:rFonts w:eastAsia="Times New Roman"/>
          <w:szCs w:val="21"/>
          <w:u w:val="single"/>
        </w:rPr>
        <w:t xml:space="preserve">          </w:t>
      </w:r>
      <w:r w:rsidR="005D21C9" w:rsidRPr="007C37A7">
        <w:rPr>
          <w:szCs w:val="21"/>
        </w:rPr>
        <w:t>．</w:t>
      </w:r>
    </w:p>
    <w:p w:rsidR="005D21C9" w:rsidRPr="007C37A7" w:rsidRDefault="005D21C9" w:rsidP="005D21C9">
      <w:pPr>
        <w:snapToGrid w:val="0"/>
        <w:spacing w:line="360" w:lineRule="auto"/>
        <w:contextualSpacing/>
        <w:jc w:val="left"/>
        <w:textAlignment w:val="center"/>
        <w:rPr>
          <w:szCs w:val="21"/>
        </w:rPr>
      </w:pPr>
    </w:p>
    <w:p w:rsidR="007C37A7" w:rsidRPr="007C37A7" w:rsidRDefault="007C37A7">
      <w:pPr>
        <w:jc w:val="left"/>
        <w:textAlignment w:val="center"/>
        <w:rPr>
          <w:rFonts w:ascii="宋体" w:hAnsi="宋体" w:cs="宋体"/>
          <w:b/>
          <w:szCs w:val="21"/>
        </w:rPr>
      </w:pPr>
    </w:p>
    <w:p w:rsidR="007C37A7" w:rsidRPr="007C37A7" w:rsidRDefault="007C37A7">
      <w:pPr>
        <w:jc w:val="left"/>
        <w:textAlignment w:val="center"/>
        <w:rPr>
          <w:rFonts w:ascii="宋体" w:hAnsi="宋体" w:cs="宋体"/>
          <w:b/>
          <w:szCs w:val="21"/>
        </w:rPr>
      </w:pPr>
    </w:p>
    <w:p w:rsidR="00FB23E5" w:rsidRPr="004F4EB4" w:rsidRDefault="00FB23E5" w:rsidP="00FB23E5">
      <w:pPr>
        <w:rPr>
          <w:b/>
          <w:szCs w:val="21"/>
        </w:rPr>
      </w:pPr>
      <w:r w:rsidRPr="004F4EB4">
        <w:rPr>
          <w:b/>
          <w:szCs w:val="21"/>
        </w:rPr>
        <w:t>四、解答题：本题共</w:t>
      </w:r>
      <w:r w:rsidRPr="004F4EB4">
        <w:rPr>
          <w:b/>
          <w:szCs w:val="21"/>
        </w:rPr>
        <w:t>5</w:t>
      </w:r>
      <w:r w:rsidRPr="004F4EB4">
        <w:rPr>
          <w:b/>
          <w:szCs w:val="21"/>
        </w:rPr>
        <w:t>小题，共计</w:t>
      </w:r>
      <w:r w:rsidRPr="004F4EB4">
        <w:rPr>
          <w:b/>
          <w:szCs w:val="21"/>
        </w:rPr>
        <w:t>77</w:t>
      </w:r>
      <w:r w:rsidRPr="004F4EB4">
        <w:rPr>
          <w:b/>
          <w:szCs w:val="21"/>
        </w:rPr>
        <w:t>分．解答时应写出文字说明、证明过程或演算步骤</w:t>
      </w:r>
      <w:r w:rsidRPr="004F4EB4">
        <w:rPr>
          <w:b/>
          <w:szCs w:val="21"/>
        </w:rPr>
        <w:t>.</w:t>
      </w:r>
    </w:p>
    <w:p w:rsidR="009713CF" w:rsidRPr="007C37A7" w:rsidRDefault="009713CF" w:rsidP="009713CF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15</w:t>
      </w:r>
      <w:r w:rsidRPr="007C37A7">
        <w:rPr>
          <w:szCs w:val="21"/>
        </w:rPr>
        <w:t>．</w:t>
      </w:r>
      <w:r w:rsidR="00FB23E5" w:rsidRPr="009032BA">
        <w:rPr>
          <w:szCs w:val="21"/>
        </w:rPr>
        <w:t>（</w:t>
      </w:r>
      <w:r w:rsidR="00FB23E5" w:rsidRPr="009032BA">
        <w:rPr>
          <w:szCs w:val="21"/>
        </w:rPr>
        <w:t>13</w:t>
      </w:r>
      <w:r w:rsidR="00FB23E5" w:rsidRPr="009032BA">
        <w:rPr>
          <w:szCs w:val="21"/>
        </w:rPr>
        <w:t>分）</w:t>
      </w:r>
      <w:r w:rsidRPr="007C37A7">
        <w:rPr>
          <w:szCs w:val="21"/>
        </w:rPr>
        <w:t>如图，在五面体</w:t>
      </w:r>
      <w:r w:rsidRPr="007C37A7">
        <w:rPr>
          <w:rFonts w:eastAsia="Times New Roman"/>
          <w:szCs w:val="21"/>
        </w:rPr>
        <w:t>ABCDEF</w:t>
      </w:r>
      <w:r w:rsidRPr="007C37A7">
        <w:rPr>
          <w:szCs w:val="21"/>
        </w:rPr>
        <w:t>中，四边形</w:t>
      </w:r>
      <w:r w:rsidRPr="007C37A7">
        <w:rPr>
          <w:rFonts w:eastAsia="Times New Roman"/>
          <w:szCs w:val="21"/>
        </w:rPr>
        <w:t>ABCD</w:t>
      </w:r>
      <w:r w:rsidRPr="007C37A7">
        <w:rPr>
          <w:szCs w:val="21"/>
        </w:rPr>
        <w:t>是矩形，</w:t>
      </w:r>
      <w:r w:rsidRPr="007C37A7">
        <w:rPr>
          <w:rFonts w:eastAsia="Times New Roman"/>
          <w:szCs w:val="21"/>
        </w:rPr>
        <w:t>DE</w:t>
      </w:r>
      <w:r w:rsidRPr="007C37A7">
        <w:rPr>
          <w:rFonts w:ascii="宋体" w:hAnsi="宋体" w:cs="宋体" w:hint="eastAsia"/>
          <w:szCs w:val="21"/>
        </w:rPr>
        <w:t>⊥</w:t>
      </w:r>
      <w:r w:rsidRPr="007C37A7">
        <w:rPr>
          <w:szCs w:val="21"/>
        </w:rPr>
        <w:t>平面</w:t>
      </w:r>
      <w:r w:rsidRPr="007C37A7">
        <w:rPr>
          <w:rFonts w:eastAsia="Times New Roman"/>
          <w:szCs w:val="21"/>
        </w:rPr>
        <w:t>ABCD</w:t>
      </w:r>
      <w:r w:rsidRPr="007C37A7">
        <w:rPr>
          <w:szCs w:val="21"/>
        </w:rPr>
        <w:t>．</w:t>
      </w:r>
    </w:p>
    <w:p w:rsidR="009713CF" w:rsidRPr="007C37A7" w:rsidRDefault="009713CF" w:rsidP="009713CF">
      <w:pPr>
        <w:spacing w:line="360" w:lineRule="auto"/>
        <w:jc w:val="left"/>
        <w:textAlignment w:val="center"/>
        <w:rPr>
          <w:rFonts w:eastAsiaTheme="minorEastAsia"/>
          <w:szCs w:val="21"/>
        </w:rPr>
      </w:pPr>
      <w:r w:rsidRPr="007C37A7">
        <w:rPr>
          <w:rFonts w:eastAsia="Times New Roman"/>
          <w:noProof/>
          <w:kern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80010</wp:posOffset>
            </wp:positionV>
            <wp:extent cx="1504950" cy="942975"/>
            <wp:effectExtent l="19050" t="0" r="0" b="0"/>
            <wp:wrapSquare wrapText="bothSides"/>
            <wp:docPr id="8" name="图片 8" descr="@@@9493763a-8ba7-455f-af40-50ad252248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"/>
                    <pic:cNvPicPr>
                      <a:picLocks noChangeAspect="1"/>
                    </pic:cNvPicPr>
                  </pic:nvPicPr>
                  <pic:blipFill>
                    <a:blip r:embed="rId2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C37A7">
        <w:rPr>
          <w:rFonts w:eastAsia="Times New Roman"/>
          <w:kern w:val="0"/>
          <w:szCs w:val="21"/>
        </w:rPr>
        <w:t> </w:t>
      </w:r>
      <w:r w:rsidRPr="007C37A7">
        <w:rPr>
          <w:szCs w:val="21"/>
        </w:rPr>
        <w:t>(1)</w:t>
      </w:r>
      <w:r w:rsidRPr="007C37A7">
        <w:rPr>
          <w:szCs w:val="21"/>
        </w:rPr>
        <w:t>求证：</w:t>
      </w:r>
      <w:r w:rsidRPr="007C37A7">
        <w:rPr>
          <w:rFonts w:eastAsia="Times New Roman"/>
          <w:szCs w:val="21"/>
        </w:rPr>
        <w:t>AB</w:t>
      </w:r>
      <w:r w:rsidRPr="007C37A7">
        <w:rPr>
          <w:rFonts w:ascii="宋体" w:hAnsi="宋体" w:cs="宋体" w:hint="eastAsia"/>
          <w:szCs w:val="21"/>
        </w:rPr>
        <w:t>∥</w:t>
      </w:r>
      <w:r w:rsidRPr="007C37A7">
        <w:rPr>
          <w:rFonts w:eastAsia="Times New Roman"/>
          <w:szCs w:val="21"/>
        </w:rPr>
        <w:t>EF</w:t>
      </w:r>
      <w:r w:rsidRPr="007C37A7">
        <w:rPr>
          <w:szCs w:val="21"/>
        </w:rPr>
        <w:t>；</w:t>
      </w:r>
    </w:p>
    <w:p w:rsidR="009713CF" w:rsidRPr="007C37A7" w:rsidRDefault="009713CF" w:rsidP="009713CF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(2)</w:t>
      </w:r>
      <w:r w:rsidR="005D21C9" w:rsidRPr="007C37A7">
        <w:rPr>
          <w:szCs w:val="21"/>
        </w:rPr>
        <w:t>求证：</w:t>
      </w:r>
      <w:r w:rsidRPr="007C37A7">
        <w:rPr>
          <w:rFonts w:eastAsia="Times New Roman"/>
          <w:szCs w:val="21"/>
        </w:rPr>
        <w:t>BC</w:t>
      </w:r>
      <w:r w:rsidRPr="007C37A7">
        <w:rPr>
          <w:rFonts w:ascii="宋体" w:hAnsi="宋体" w:cs="宋体" w:hint="eastAsia"/>
          <w:szCs w:val="21"/>
        </w:rPr>
        <w:t>⊥</w:t>
      </w:r>
      <w:r w:rsidRPr="007C37A7">
        <w:rPr>
          <w:szCs w:val="21"/>
        </w:rPr>
        <w:t>平面</w:t>
      </w:r>
      <w:r w:rsidRPr="007C37A7">
        <w:rPr>
          <w:rFonts w:eastAsia="Times New Roman"/>
          <w:szCs w:val="21"/>
        </w:rPr>
        <w:t>CDEF</w:t>
      </w:r>
      <w:r w:rsidRPr="007C37A7">
        <w:rPr>
          <w:szCs w:val="21"/>
        </w:rPr>
        <w:t>．</w:t>
      </w:r>
    </w:p>
    <w:p w:rsidR="007C37A7" w:rsidRPr="007C37A7" w:rsidRDefault="007C37A7" w:rsidP="008D6C04">
      <w:pPr>
        <w:spacing w:line="360" w:lineRule="auto"/>
        <w:jc w:val="left"/>
        <w:textAlignment w:val="center"/>
        <w:rPr>
          <w:szCs w:val="21"/>
        </w:rPr>
      </w:pPr>
    </w:p>
    <w:p w:rsidR="007C37A7" w:rsidRPr="007C37A7" w:rsidRDefault="007C37A7" w:rsidP="008D6C04">
      <w:pPr>
        <w:spacing w:line="360" w:lineRule="auto"/>
        <w:jc w:val="left"/>
        <w:textAlignment w:val="center"/>
        <w:rPr>
          <w:szCs w:val="21"/>
        </w:rPr>
      </w:pPr>
    </w:p>
    <w:p w:rsidR="007C37A7" w:rsidRPr="007C37A7" w:rsidRDefault="007C37A7" w:rsidP="008D6C04">
      <w:pPr>
        <w:spacing w:line="360" w:lineRule="auto"/>
        <w:jc w:val="left"/>
        <w:textAlignment w:val="center"/>
        <w:rPr>
          <w:szCs w:val="21"/>
        </w:rPr>
      </w:pPr>
    </w:p>
    <w:p w:rsidR="007C37A7" w:rsidRPr="007C37A7" w:rsidRDefault="007C37A7" w:rsidP="008D6C04">
      <w:pPr>
        <w:spacing w:line="360" w:lineRule="auto"/>
        <w:jc w:val="left"/>
        <w:textAlignment w:val="center"/>
        <w:rPr>
          <w:szCs w:val="21"/>
        </w:rPr>
      </w:pPr>
    </w:p>
    <w:p w:rsidR="007C37A7" w:rsidRPr="007C37A7" w:rsidRDefault="007C37A7" w:rsidP="008D6C04">
      <w:pPr>
        <w:spacing w:line="360" w:lineRule="auto"/>
        <w:jc w:val="left"/>
        <w:textAlignment w:val="center"/>
        <w:rPr>
          <w:szCs w:val="21"/>
        </w:rPr>
      </w:pPr>
    </w:p>
    <w:p w:rsidR="008D6C04" w:rsidRPr="007C37A7" w:rsidRDefault="008D6C04" w:rsidP="008D6C04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rFonts w:hint="eastAsia"/>
          <w:szCs w:val="21"/>
        </w:rPr>
        <w:t>16.</w:t>
      </w:r>
      <w:r w:rsidR="00FB23E5" w:rsidRPr="00FB23E5">
        <w:rPr>
          <w:rFonts w:hint="eastAsia"/>
          <w:szCs w:val="21"/>
        </w:rPr>
        <w:t xml:space="preserve"> </w:t>
      </w:r>
      <w:r w:rsidR="00FB23E5">
        <w:rPr>
          <w:rFonts w:hint="eastAsia"/>
          <w:szCs w:val="21"/>
        </w:rPr>
        <w:t>(15</w:t>
      </w:r>
      <w:r w:rsidR="00FB23E5">
        <w:rPr>
          <w:rFonts w:hint="eastAsia"/>
          <w:szCs w:val="21"/>
        </w:rPr>
        <w:t>分</w:t>
      </w:r>
      <w:r w:rsidR="00FB23E5">
        <w:rPr>
          <w:rFonts w:hint="eastAsia"/>
          <w:szCs w:val="21"/>
        </w:rPr>
        <w:t>)</w:t>
      </w:r>
      <w:r w:rsidRPr="007C37A7">
        <w:rPr>
          <w:szCs w:val="21"/>
        </w:rPr>
        <w:t>已知</w:t>
      </w:r>
      <w:r w:rsidRPr="007C37A7">
        <w:rPr>
          <w:szCs w:val="21"/>
        </w:rPr>
        <w:object w:dxaOrig="1120" w:dyaOrig="620">
          <v:shape id="_x0000_i1134" type="#_x0000_t75" alt="eqId75083d2a3f62c22971c6ef543e237420" style="width:49.5pt;height:27.75pt" o:ole="">
            <v:imagedata r:id="rId230" o:title="eqId75083d2a3f62c22971c6ef543e237420"/>
          </v:shape>
          <o:OLEObject Type="Embed" ProgID="Equation.DSMT4" ShapeID="_x0000_i1134" DrawAspect="Content" ObjectID="_1777999267" r:id="rId231"/>
        </w:object>
      </w:r>
      <w:r w:rsidRPr="007C37A7">
        <w:rPr>
          <w:szCs w:val="21"/>
        </w:rPr>
        <w:t>，</w:t>
      </w:r>
      <w:r w:rsidRPr="007C37A7">
        <w:rPr>
          <w:szCs w:val="21"/>
        </w:rPr>
        <w:object w:dxaOrig="1120" w:dyaOrig="620">
          <v:shape id="_x0000_i1135" type="#_x0000_t75" alt="eqId29bfdb5f50c0514b2b7cb83b2c29407b" style="width:49.5pt;height:27pt" o:ole="">
            <v:imagedata r:id="rId232" o:title="eqId29bfdb5f50c0514b2b7cb83b2c29407b"/>
          </v:shape>
          <o:OLEObject Type="Embed" ProgID="Equation.DSMT4" ShapeID="_x0000_i1135" DrawAspect="Content" ObjectID="_1777999268" r:id="rId233"/>
        </w:object>
      </w:r>
      <w:r w:rsidRPr="007C37A7">
        <w:rPr>
          <w:szCs w:val="21"/>
        </w:rPr>
        <w:t>.</w:t>
      </w:r>
    </w:p>
    <w:p w:rsidR="008D6C04" w:rsidRPr="007C37A7" w:rsidRDefault="008D6C04" w:rsidP="008D6C04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(1)</w:t>
      </w:r>
      <w:r w:rsidRPr="007C37A7">
        <w:rPr>
          <w:szCs w:val="21"/>
        </w:rPr>
        <w:t>求</w:t>
      </w:r>
      <w:r w:rsidRPr="007C37A7">
        <w:rPr>
          <w:szCs w:val="21"/>
        </w:rPr>
        <w:object w:dxaOrig="1199" w:dyaOrig="680">
          <v:shape id="_x0000_i1136" type="#_x0000_t75" alt="eqIda975174b697129d6cc7bdaeaa9d5de71" style="width:52.5pt;height:30pt" o:ole="">
            <v:imagedata r:id="rId234" o:title="eqIda975174b697129d6cc7bdaeaa9d5de71"/>
          </v:shape>
          <o:OLEObject Type="Embed" ProgID="Equation.DSMT4" ShapeID="_x0000_i1136" DrawAspect="Content" ObjectID="_1777999269" r:id="rId235"/>
        </w:object>
      </w:r>
      <w:r w:rsidRPr="007C37A7">
        <w:rPr>
          <w:szCs w:val="21"/>
        </w:rPr>
        <w:t>的值；</w:t>
      </w:r>
    </w:p>
    <w:p w:rsidR="008D6C04" w:rsidRPr="007C37A7" w:rsidRDefault="008D6C04" w:rsidP="008D6C04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(2)</w:t>
      </w:r>
      <w:r w:rsidRPr="007C37A7">
        <w:rPr>
          <w:szCs w:val="21"/>
        </w:rPr>
        <w:t>若</w:t>
      </w:r>
      <w:r w:rsidRPr="007C37A7">
        <w:rPr>
          <w:szCs w:val="21"/>
        </w:rPr>
        <w:object w:dxaOrig="1859" w:dyaOrig="680">
          <v:shape id="_x0000_i1137" type="#_x0000_t75" alt="eqIddb538adbb2706f0b3b9dae38cc438f74" style="width:81.75pt;height:30pt" o:ole="">
            <v:imagedata r:id="rId236" o:title="eqIddb538adbb2706f0b3b9dae38cc438f74"/>
          </v:shape>
          <o:OLEObject Type="Embed" ProgID="Equation.DSMT4" ShapeID="_x0000_i1137" DrawAspect="Content" ObjectID="_1777999270" r:id="rId237"/>
        </w:object>
      </w:r>
      <w:r w:rsidRPr="007C37A7">
        <w:rPr>
          <w:szCs w:val="21"/>
        </w:rPr>
        <w:t>，</w:t>
      </w:r>
      <w:r w:rsidRPr="007C37A7">
        <w:rPr>
          <w:szCs w:val="21"/>
        </w:rPr>
        <w:object w:dxaOrig="1080" w:dyaOrig="680">
          <v:shape id="_x0000_i1138" type="#_x0000_t75" alt="eqId423b2942c97548f9e6699d8d27209550" style="width:47.25pt;height:30pt" o:ole="">
            <v:imagedata r:id="rId238" o:title="eqId423b2942c97548f9e6699d8d27209550"/>
          </v:shape>
          <o:OLEObject Type="Embed" ProgID="Equation.DSMT4" ShapeID="_x0000_i1138" DrawAspect="Content" ObjectID="_1777999271" r:id="rId239"/>
        </w:object>
      </w:r>
      <w:r w:rsidRPr="007C37A7">
        <w:rPr>
          <w:szCs w:val="21"/>
        </w:rPr>
        <w:t>，求</w:t>
      </w:r>
      <w:r w:rsidRPr="007C37A7">
        <w:rPr>
          <w:szCs w:val="21"/>
        </w:rPr>
        <w:object w:dxaOrig="260" w:dyaOrig="320">
          <v:shape id="_x0000_i1139" type="#_x0000_t75" alt="eqId5b5858ee1ce52b251816757257a11c29" style="width:11.25pt;height:14.25pt" o:ole="">
            <v:imagedata r:id="rId240" o:title="eqId5b5858ee1ce52b251816757257a11c29"/>
          </v:shape>
          <o:OLEObject Type="Embed" ProgID="Equation.DSMT4" ShapeID="_x0000_i1139" DrawAspect="Content" ObjectID="_1777999272" r:id="rId241"/>
        </w:object>
      </w:r>
      <w:r w:rsidRPr="007C37A7">
        <w:rPr>
          <w:szCs w:val="21"/>
        </w:rPr>
        <w:t>的值</w:t>
      </w:r>
      <w:r w:rsidRPr="007C37A7">
        <w:rPr>
          <w:szCs w:val="21"/>
        </w:rPr>
        <w:t>.</w:t>
      </w:r>
    </w:p>
    <w:p w:rsidR="009713CF" w:rsidRPr="007C37A7" w:rsidRDefault="009713CF">
      <w:pPr>
        <w:spacing w:line="360" w:lineRule="auto"/>
        <w:jc w:val="left"/>
        <w:textAlignment w:val="center"/>
        <w:rPr>
          <w:szCs w:val="21"/>
        </w:rPr>
      </w:pPr>
    </w:p>
    <w:p w:rsidR="007C37A7" w:rsidRPr="007C37A7" w:rsidRDefault="007C37A7">
      <w:pPr>
        <w:spacing w:line="360" w:lineRule="auto"/>
        <w:jc w:val="left"/>
        <w:textAlignment w:val="center"/>
        <w:rPr>
          <w:szCs w:val="21"/>
        </w:rPr>
      </w:pPr>
    </w:p>
    <w:p w:rsidR="007C37A7" w:rsidRDefault="007C37A7">
      <w:pPr>
        <w:spacing w:line="360" w:lineRule="auto"/>
        <w:jc w:val="left"/>
        <w:textAlignment w:val="center"/>
        <w:rPr>
          <w:szCs w:val="21"/>
        </w:rPr>
      </w:pPr>
    </w:p>
    <w:p w:rsidR="00363465" w:rsidRDefault="00363465">
      <w:pPr>
        <w:spacing w:line="360" w:lineRule="auto"/>
        <w:jc w:val="left"/>
        <w:textAlignment w:val="center"/>
        <w:rPr>
          <w:szCs w:val="21"/>
        </w:rPr>
      </w:pPr>
    </w:p>
    <w:p w:rsidR="00363465" w:rsidRDefault="00363465">
      <w:pPr>
        <w:spacing w:line="360" w:lineRule="auto"/>
        <w:jc w:val="left"/>
        <w:textAlignment w:val="center"/>
        <w:rPr>
          <w:szCs w:val="21"/>
        </w:rPr>
      </w:pPr>
    </w:p>
    <w:p w:rsidR="00363465" w:rsidRDefault="00363465">
      <w:pPr>
        <w:spacing w:line="360" w:lineRule="auto"/>
        <w:jc w:val="left"/>
        <w:textAlignment w:val="center"/>
        <w:rPr>
          <w:szCs w:val="21"/>
        </w:rPr>
      </w:pPr>
    </w:p>
    <w:p w:rsidR="00363465" w:rsidRPr="007C37A7" w:rsidRDefault="00363465">
      <w:pPr>
        <w:spacing w:line="360" w:lineRule="auto"/>
        <w:jc w:val="left"/>
        <w:textAlignment w:val="center"/>
        <w:rPr>
          <w:rFonts w:hint="eastAsia"/>
          <w:szCs w:val="21"/>
        </w:rPr>
      </w:pPr>
    </w:p>
    <w:p w:rsidR="007C37A7" w:rsidRPr="007C37A7" w:rsidRDefault="007C37A7">
      <w:pPr>
        <w:spacing w:line="360" w:lineRule="auto"/>
        <w:jc w:val="left"/>
        <w:textAlignment w:val="center"/>
        <w:rPr>
          <w:szCs w:val="21"/>
        </w:rPr>
      </w:pPr>
    </w:p>
    <w:p w:rsidR="00AA386F" w:rsidRPr="007C37A7" w:rsidRDefault="009713CF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lastRenderedPageBreak/>
        <w:t>17</w:t>
      </w:r>
      <w:r w:rsidR="005C03FA" w:rsidRPr="007C37A7">
        <w:rPr>
          <w:szCs w:val="21"/>
        </w:rPr>
        <w:t>．</w:t>
      </w:r>
      <w:r w:rsidR="00FB23E5">
        <w:rPr>
          <w:szCs w:val="21"/>
        </w:rPr>
        <w:t>(1</w:t>
      </w:r>
      <w:r w:rsidR="00FB23E5">
        <w:rPr>
          <w:rFonts w:hint="eastAsia"/>
          <w:szCs w:val="21"/>
        </w:rPr>
        <w:t>5</w:t>
      </w:r>
      <w:r w:rsidR="00FB23E5" w:rsidRPr="009032BA">
        <w:rPr>
          <w:szCs w:val="21"/>
        </w:rPr>
        <w:t>分</w:t>
      </w:r>
      <w:r w:rsidR="00FB23E5" w:rsidRPr="009032BA">
        <w:rPr>
          <w:szCs w:val="21"/>
        </w:rPr>
        <w:t>)</w:t>
      </w:r>
      <w:r w:rsidR="005C03FA" w:rsidRPr="007C37A7">
        <w:rPr>
          <w:szCs w:val="21"/>
        </w:rPr>
        <w:t>已知在</w:t>
      </w:r>
      <w:r w:rsidR="00AA386F" w:rsidRPr="007C37A7">
        <w:rPr>
          <w:szCs w:val="21"/>
        </w:rPr>
        <w:object w:dxaOrig="679" w:dyaOrig="280">
          <v:shape id="_x0000_i1140" type="#_x0000_t75" alt="eqId15c0dbe3c080c4c4636c64803e5c1f76" style="width:30pt;height:12.75pt" o:ole="">
            <v:imagedata r:id="rId69" o:title="eqId15c0dbe3c080c4c4636c64803e5c1f76"/>
          </v:shape>
          <o:OLEObject Type="Embed" ProgID="Equation.DSMT4" ShapeID="_x0000_i1140" DrawAspect="Content" ObjectID="_1777999273" r:id="rId242"/>
        </w:object>
      </w:r>
      <w:r w:rsidR="005C03FA" w:rsidRPr="007C37A7">
        <w:rPr>
          <w:szCs w:val="21"/>
        </w:rPr>
        <w:t>中，角</w:t>
      </w:r>
      <w:r w:rsidR="00AA386F" w:rsidRPr="007C37A7">
        <w:rPr>
          <w:szCs w:val="21"/>
        </w:rPr>
        <w:object w:dxaOrig="740" w:dyaOrig="320">
          <v:shape id="_x0000_i1141" type="#_x0000_t75" alt="eqId24e0c10fb103930eabd5fa18e8f9bb06" style="width:32.25pt;height:14.25pt" o:ole="">
            <v:imagedata r:id="rId243" o:title="eqId24e0c10fb103930eabd5fa18e8f9bb06"/>
          </v:shape>
          <o:OLEObject Type="Embed" ProgID="Equation.DSMT4" ShapeID="_x0000_i1141" DrawAspect="Content" ObjectID="_1777999274" r:id="rId244"/>
        </w:object>
      </w:r>
      <w:r w:rsidR="005C03FA" w:rsidRPr="007C37A7">
        <w:rPr>
          <w:szCs w:val="21"/>
        </w:rPr>
        <w:t>所对的边分别为</w:t>
      </w:r>
      <w:r w:rsidR="00AA386F" w:rsidRPr="007C37A7">
        <w:rPr>
          <w:szCs w:val="21"/>
        </w:rPr>
        <w:object w:dxaOrig="1120" w:dyaOrig="320">
          <v:shape id="_x0000_i1142" type="#_x0000_t75" alt="eqIdc1afe16e55583c9761eafbbf667c7e7f" style="width:49.5pt;height:15pt" o:ole="">
            <v:imagedata r:id="rId245" o:title="eqIdc1afe16e55583c9761eafbbf667c7e7f"/>
          </v:shape>
          <o:OLEObject Type="Embed" ProgID="Equation.DSMT4" ShapeID="_x0000_i1142" DrawAspect="Content" ObjectID="_1777999275" r:id="rId246"/>
        </w:object>
      </w:r>
      <w:r w:rsidR="005C03FA" w:rsidRPr="007C37A7">
        <w:rPr>
          <w:szCs w:val="21"/>
        </w:rPr>
        <w:t>，且满足</w:t>
      </w:r>
      <w:r w:rsidR="00AA386F" w:rsidRPr="007C37A7">
        <w:rPr>
          <w:szCs w:val="21"/>
        </w:rPr>
        <w:object w:dxaOrig="2299" w:dyaOrig="280">
          <v:shape id="_x0000_i1143" type="#_x0000_t75" alt="eqId1990a8c541a38dcd1439f7569d5a7629" style="width:101.25pt;height:12pt" o:ole="">
            <v:imagedata r:id="rId247" o:title="eqId1990a8c541a38dcd1439f7569d5a7629"/>
          </v:shape>
          <o:OLEObject Type="Embed" ProgID="Equation.DSMT4" ShapeID="_x0000_i1143" DrawAspect="Content" ObjectID="_1777999276" r:id="rId248"/>
        </w:object>
      </w:r>
      <w:r w:rsidR="005C03FA" w:rsidRPr="007C37A7">
        <w:rPr>
          <w:szCs w:val="21"/>
        </w:rPr>
        <w:t>．</w:t>
      </w:r>
    </w:p>
    <w:p w:rsidR="00AA386F" w:rsidRPr="007C37A7" w:rsidRDefault="005C03FA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(1)</w:t>
      </w:r>
      <w:r w:rsidRPr="007C37A7">
        <w:rPr>
          <w:szCs w:val="21"/>
        </w:rPr>
        <w:t>求</w:t>
      </w:r>
      <w:r w:rsidR="00AA386F" w:rsidRPr="007C37A7">
        <w:rPr>
          <w:szCs w:val="21"/>
        </w:rPr>
        <w:object w:dxaOrig="220" w:dyaOrig="240">
          <v:shape id="_x0000_i1144" type="#_x0000_t75" alt="eqId7f9e8449aad35c5d840a3395ea86df6d" style="width:9.75pt;height:10.5pt" o:ole="">
            <v:imagedata r:id="rId132" o:title="eqId7f9e8449aad35c5d840a3395ea86df6d"/>
          </v:shape>
          <o:OLEObject Type="Embed" ProgID="Equation.DSMT4" ShapeID="_x0000_i1144" DrawAspect="Content" ObjectID="_1777999277" r:id="rId249"/>
        </w:object>
      </w:r>
      <w:r w:rsidRPr="007C37A7">
        <w:rPr>
          <w:szCs w:val="21"/>
        </w:rPr>
        <w:t>；</w:t>
      </w:r>
    </w:p>
    <w:p w:rsidR="00AA386F" w:rsidRPr="007C37A7" w:rsidRDefault="005C03FA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(2)</w:t>
      </w:r>
      <w:r w:rsidRPr="007C37A7">
        <w:rPr>
          <w:szCs w:val="21"/>
        </w:rPr>
        <w:t>若</w:t>
      </w:r>
      <w:r w:rsidR="00AA386F" w:rsidRPr="007C37A7">
        <w:rPr>
          <w:szCs w:val="21"/>
        </w:rPr>
        <w:object w:dxaOrig="1000" w:dyaOrig="680">
          <v:shape id="_x0000_i1145" type="#_x0000_t75" alt="eqId87a2a75e9cd995941e58f38e9843b233" style="width:44.25pt;height:30.75pt" o:ole="">
            <v:imagedata r:id="rId250" o:title="eqId87a2a75e9cd995941e58f38e9843b233"/>
          </v:shape>
          <o:OLEObject Type="Embed" ProgID="Equation.DSMT4" ShapeID="_x0000_i1145" DrawAspect="Content" ObjectID="_1777999278" r:id="rId251"/>
        </w:object>
      </w:r>
      <w:r w:rsidRPr="007C37A7">
        <w:rPr>
          <w:szCs w:val="21"/>
        </w:rPr>
        <w:t>，求</w:t>
      </w:r>
      <w:r w:rsidR="00AA386F" w:rsidRPr="007C37A7">
        <w:rPr>
          <w:szCs w:val="21"/>
        </w:rPr>
        <w:object w:dxaOrig="679" w:dyaOrig="280">
          <v:shape id="_x0000_i1146" type="#_x0000_t75" alt="eqId15c0dbe3c080c4c4636c64803e5c1f76" style="width:30pt;height:12.75pt" o:ole="">
            <v:imagedata r:id="rId69" o:title="eqId15c0dbe3c080c4c4636c64803e5c1f76"/>
          </v:shape>
          <o:OLEObject Type="Embed" ProgID="Equation.DSMT4" ShapeID="_x0000_i1146" DrawAspect="Content" ObjectID="_1777999279" r:id="rId252"/>
        </w:object>
      </w:r>
      <w:r w:rsidRPr="007C37A7">
        <w:rPr>
          <w:szCs w:val="21"/>
        </w:rPr>
        <w:t>的面积</w:t>
      </w:r>
      <w:r w:rsidR="00AA386F" w:rsidRPr="007C37A7">
        <w:rPr>
          <w:szCs w:val="21"/>
        </w:rPr>
        <w:object w:dxaOrig="180" w:dyaOrig="260">
          <v:shape id="_x0000_i1147" type="#_x0000_t75" alt="eqIdcf231f8f86fb922df4ca0c87f044cec3" style="width:8.25pt;height:11.25pt" o:ole="">
            <v:imagedata r:id="rId142" o:title="eqIdcf231f8f86fb922df4ca0c87f044cec3"/>
          </v:shape>
          <o:OLEObject Type="Embed" ProgID="Equation.DSMT4" ShapeID="_x0000_i1147" DrawAspect="Content" ObjectID="_1777999280" r:id="rId253"/>
        </w:object>
      </w:r>
      <w:r w:rsidRPr="007C37A7">
        <w:rPr>
          <w:szCs w:val="21"/>
        </w:rPr>
        <w:t>；</w:t>
      </w:r>
    </w:p>
    <w:p w:rsidR="00AA386F" w:rsidRPr="007C37A7" w:rsidRDefault="005C03FA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(3)</w:t>
      </w:r>
      <w:r w:rsidRPr="007C37A7">
        <w:rPr>
          <w:szCs w:val="21"/>
        </w:rPr>
        <w:t>求</w:t>
      </w:r>
      <w:r w:rsidR="00AA386F" w:rsidRPr="007C37A7">
        <w:rPr>
          <w:szCs w:val="21"/>
        </w:rPr>
        <w:object w:dxaOrig="639" w:dyaOrig="280">
          <v:shape id="_x0000_i1148" type="#_x0000_t75" alt="eqId74094c51b5ee19992e12e98bfab66d77" style="width:27.75pt;height:12.75pt" o:ole="">
            <v:imagedata r:id="rId254" o:title="eqId74094c51b5ee19992e12e98bfab66d77"/>
          </v:shape>
          <o:OLEObject Type="Embed" ProgID="Equation.DSMT4" ShapeID="_x0000_i1148" DrawAspect="Content" ObjectID="_1777999281" r:id="rId255"/>
        </w:object>
      </w:r>
      <w:r w:rsidRPr="007C37A7">
        <w:rPr>
          <w:szCs w:val="21"/>
        </w:rPr>
        <w:t>的最大值，并求其取得最大值时</w:t>
      </w:r>
      <w:r w:rsidR="00AA386F" w:rsidRPr="007C37A7">
        <w:rPr>
          <w:szCs w:val="21"/>
        </w:rPr>
        <w:object w:dxaOrig="560" w:dyaOrig="280">
          <v:shape id="_x0000_i1149" type="#_x0000_t75" alt="eqId0fa6361e919ac07ee6ed642556e1d1ae" style="width:24.75pt;height:12.75pt;mso-position-horizontal-relative:page;mso-position-vertical-relative:page" o:ole="">
            <v:imagedata r:id="rId256" o:title="eqId0fa6361e919ac07ee6ed642556e1d1ae"/>
          </v:shape>
          <o:OLEObject Type="Embed" ProgID="Equation.DSMT4" ShapeID="_x0000_i1149" DrawAspect="Content" ObjectID="_1777999282" r:id="rId257"/>
        </w:object>
      </w:r>
      <w:r w:rsidRPr="007C37A7">
        <w:rPr>
          <w:szCs w:val="21"/>
        </w:rPr>
        <w:t>的值．</w:t>
      </w:r>
    </w:p>
    <w:p w:rsidR="007C37A7" w:rsidRPr="007C37A7" w:rsidRDefault="007C37A7" w:rsidP="00540234">
      <w:pPr>
        <w:spacing w:line="360" w:lineRule="auto"/>
        <w:jc w:val="left"/>
        <w:textAlignment w:val="center"/>
        <w:rPr>
          <w:szCs w:val="21"/>
        </w:rPr>
      </w:pPr>
    </w:p>
    <w:p w:rsidR="007C37A7" w:rsidRPr="007C37A7" w:rsidRDefault="007C37A7" w:rsidP="00540234">
      <w:pPr>
        <w:spacing w:line="360" w:lineRule="auto"/>
        <w:jc w:val="left"/>
        <w:textAlignment w:val="center"/>
        <w:rPr>
          <w:szCs w:val="21"/>
        </w:rPr>
      </w:pPr>
    </w:p>
    <w:p w:rsidR="007C37A7" w:rsidRPr="007C37A7" w:rsidRDefault="007C37A7" w:rsidP="00540234">
      <w:pPr>
        <w:spacing w:line="360" w:lineRule="auto"/>
        <w:jc w:val="left"/>
        <w:textAlignment w:val="center"/>
        <w:rPr>
          <w:szCs w:val="21"/>
        </w:rPr>
      </w:pPr>
    </w:p>
    <w:p w:rsidR="007C37A7" w:rsidRPr="007C37A7" w:rsidRDefault="007C37A7" w:rsidP="00540234">
      <w:pPr>
        <w:spacing w:line="360" w:lineRule="auto"/>
        <w:jc w:val="left"/>
        <w:textAlignment w:val="center"/>
        <w:rPr>
          <w:szCs w:val="21"/>
        </w:rPr>
      </w:pPr>
    </w:p>
    <w:p w:rsidR="007C37A7" w:rsidRPr="007C37A7" w:rsidRDefault="007C37A7" w:rsidP="00540234">
      <w:pPr>
        <w:spacing w:line="360" w:lineRule="auto"/>
        <w:jc w:val="left"/>
        <w:textAlignment w:val="center"/>
        <w:rPr>
          <w:szCs w:val="21"/>
        </w:rPr>
      </w:pPr>
    </w:p>
    <w:p w:rsidR="00FB23E5" w:rsidRPr="007C37A7" w:rsidRDefault="00FB23E5" w:rsidP="00FB23E5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noProof/>
          <w:szCs w:val="21"/>
        </w:rPr>
        <w:drawing>
          <wp:anchor distT="0" distB="0" distL="114300" distR="114300" simplePos="0" relativeHeight="251651072" behindDoc="0" locked="0" layoutInCell="1" allowOverlap="1" wp14:anchorId="49F67300" wp14:editId="0EA6ABEF">
            <wp:simplePos x="0" y="0"/>
            <wp:positionH relativeFrom="column">
              <wp:posOffset>4038600</wp:posOffset>
            </wp:positionH>
            <wp:positionV relativeFrom="paragraph">
              <wp:posOffset>520065</wp:posOffset>
            </wp:positionV>
            <wp:extent cx="1233805" cy="1143000"/>
            <wp:effectExtent l="19050" t="0" r="4445" b="0"/>
            <wp:wrapSquare wrapText="bothSides"/>
            <wp:docPr id="10" name="图片 10" descr="@@@348bd937-dfb4-475c-b0b4-ff03794c4a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"/>
                    <pic:cNvPicPr>
                      <a:picLocks noChangeAspect="1"/>
                    </pic:cNvPicPr>
                  </pic:nvPicPr>
                  <pic:blipFill>
                    <a:blip r:embed="rId2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0234" w:rsidRPr="007C37A7">
        <w:rPr>
          <w:szCs w:val="21"/>
        </w:rPr>
        <w:t>18.</w:t>
      </w:r>
      <w:r w:rsidRPr="00FB23E5">
        <w:rPr>
          <w:szCs w:val="21"/>
        </w:rPr>
        <w:t xml:space="preserve"> </w:t>
      </w:r>
      <w:r w:rsidRPr="009032BA">
        <w:rPr>
          <w:szCs w:val="21"/>
        </w:rPr>
        <w:t>（</w:t>
      </w:r>
      <w:r w:rsidRPr="009032BA">
        <w:rPr>
          <w:szCs w:val="21"/>
        </w:rPr>
        <w:t>17</w:t>
      </w:r>
      <w:r w:rsidRPr="009032BA">
        <w:rPr>
          <w:szCs w:val="21"/>
        </w:rPr>
        <w:t>分）</w:t>
      </w:r>
      <w:r w:rsidRPr="007C37A7">
        <w:rPr>
          <w:szCs w:val="21"/>
        </w:rPr>
        <w:t>如图，在四棱锥</w:t>
      </w:r>
      <w:r w:rsidRPr="007C37A7">
        <w:rPr>
          <w:szCs w:val="21"/>
        </w:rPr>
        <w:object w:dxaOrig="1100" w:dyaOrig="280">
          <v:shape id="_x0000_i1204" type="#_x0000_t75" alt="eqId0585b6c0f156eecf9662b9846d4eb693" style="width:48.75pt;height:12.75pt" o:ole="">
            <v:imagedata r:id="rId259" o:title="eqId0585b6c0f156eecf9662b9846d4eb693"/>
          </v:shape>
          <o:OLEObject Type="Embed" ProgID="Equation.DSMT4" ShapeID="_x0000_i1204" DrawAspect="Content" ObjectID="_1777999283" r:id="rId260"/>
        </w:object>
      </w:r>
      <w:r w:rsidRPr="007C37A7">
        <w:rPr>
          <w:szCs w:val="21"/>
        </w:rPr>
        <w:t>中，</w:t>
      </w:r>
      <w:r w:rsidRPr="007C37A7">
        <w:rPr>
          <w:szCs w:val="21"/>
        </w:rPr>
        <w:object w:dxaOrig="999" w:dyaOrig="280">
          <v:shape id="_x0000_i1205" type="#_x0000_t75" alt="eqIdef699f5dc072b853cfe700c6f1abbbae" style="width:44.25pt;height:12.75pt" o:ole="">
            <v:imagedata r:id="rId261" o:title="eqIdef699f5dc072b853cfe700c6f1abbbae"/>
          </v:shape>
          <o:OLEObject Type="Embed" ProgID="Equation.DSMT4" ShapeID="_x0000_i1205" DrawAspect="Content" ObjectID="_1777999284" r:id="rId262"/>
        </w:object>
      </w:r>
      <w:r w:rsidRPr="007C37A7">
        <w:rPr>
          <w:szCs w:val="21"/>
        </w:rPr>
        <w:t>，</w:t>
      </w:r>
      <w:r w:rsidRPr="007C37A7">
        <w:rPr>
          <w:szCs w:val="21"/>
        </w:rPr>
        <w:object w:dxaOrig="1040" w:dyaOrig="280">
          <v:shape id="_x0000_i1206" type="#_x0000_t75" alt="eqId4a0e5697eca3f5205cb7b343648240bf" style="width:45.75pt;height:12.75pt" o:ole="">
            <v:imagedata r:id="rId263" o:title="eqId4a0e5697eca3f5205cb7b343648240bf"/>
          </v:shape>
          <o:OLEObject Type="Embed" ProgID="Equation.DSMT4" ShapeID="_x0000_i1206" DrawAspect="Content" ObjectID="_1777999285" r:id="rId264"/>
        </w:object>
      </w:r>
      <w:r w:rsidRPr="007C37A7">
        <w:rPr>
          <w:szCs w:val="21"/>
        </w:rPr>
        <w:t>，</w:t>
      </w:r>
      <w:r w:rsidRPr="007C37A7">
        <w:rPr>
          <w:szCs w:val="21"/>
        </w:rPr>
        <w:object w:dxaOrig="2060" w:dyaOrig="620">
          <v:shape id="_x0000_i1207" type="#_x0000_t75" alt="eqId639bec6242a4b3f7bfb4b7033a67328c" style="width:90.75pt;height:27pt" o:ole="">
            <v:imagedata r:id="rId265" o:title="eqId639bec6242a4b3f7bfb4b7033a67328c"/>
          </v:shape>
          <o:OLEObject Type="Embed" ProgID="Equation.DSMT4" ShapeID="_x0000_i1207" DrawAspect="Content" ObjectID="_1777999286" r:id="rId266"/>
        </w:object>
      </w:r>
      <w:r w:rsidRPr="007C37A7">
        <w:rPr>
          <w:szCs w:val="21"/>
        </w:rPr>
        <w:t>，</w:t>
      </w:r>
      <w:r w:rsidRPr="007C37A7">
        <w:rPr>
          <w:rFonts w:eastAsia="Times New Roman"/>
          <w:szCs w:val="21"/>
        </w:rPr>
        <w:t>E</w:t>
      </w:r>
      <w:r w:rsidRPr="007C37A7">
        <w:rPr>
          <w:szCs w:val="21"/>
        </w:rPr>
        <w:t>为棱</w:t>
      </w:r>
      <w:r w:rsidRPr="007C37A7">
        <w:rPr>
          <w:szCs w:val="21"/>
        </w:rPr>
        <w:object w:dxaOrig="419" w:dyaOrig="260">
          <v:shape id="_x0000_i1208" type="#_x0000_t75" alt="eqId03902478df1a55bc99703210bccab910" style="width:18.75pt;height:11.25pt" o:ole="">
            <v:imagedata r:id="rId163" o:title="eqId03902478df1a55bc99703210bccab910"/>
          </v:shape>
          <o:OLEObject Type="Embed" ProgID="Equation.DSMT4" ShapeID="_x0000_i1208" DrawAspect="Content" ObjectID="_1777999287" r:id="rId267"/>
        </w:object>
      </w:r>
      <w:r w:rsidRPr="007C37A7">
        <w:rPr>
          <w:szCs w:val="21"/>
        </w:rPr>
        <w:t>的中点，</w:t>
      </w:r>
      <w:r w:rsidRPr="007C37A7">
        <w:rPr>
          <w:szCs w:val="21"/>
        </w:rPr>
        <w:object w:dxaOrig="580" w:dyaOrig="260">
          <v:shape id="_x0000_i1209" type="#_x0000_t75" alt="eqIdccd4fd4b7a4d6b8ca0c5827c055a9ce7" style="width:25.5pt;height:11.25pt" o:ole="">
            <v:imagedata r:id="rId268" o:title="eqIdccd4fd4b7a4d6b8ca0c5827c055a9ce7"/>
          </v:shape>
          <o:OLEObject Type="Embed" ProgID="Equation.DSMT4" ShapeID="_x0000_i1209" DrawAspect="Content" ObjectID="_1777999288" r:id="rId269"/>
        </w:object>
      </w:r>
      <w:r w:rsidRPr="007C37A7">
        <w:rPr>
          <w:szCs w:val="21"/>
        </w:rPr>
        <w:t>平面</w:t>
      </w:r>
      <w:r w:rsidRPr="007C37A7">
        <w:rPr>
          <w:szCs w:val="21"/>
        </w:rPr>
        <w:object w:dxaOrig="720" w:dyaOrig="280">
          <v:shape id="_x0000_i1210" type="#_x0000_t75" alt="eqId411b38a18046fea8e9fab1f9f9b80a5f" style="width:31.5pt;height:12.75pt" o:ole="">
            <v:imagedata r:id="rId270" o:title="eqId411b38a18046fea8e9fab1f9f9b80a5f"/>
          </v:shape>
          <o:OLEObject Type="Embed" ProgID="Equation.DSMT4" ShapeID="_x0000_i1210" DrawAspect="Content" ObjectID="_1777999289" r:id="rId271"/>
        </w:object>
      </w:r>
      <w:r w:rsidRPr="007C37A7">
        <w:rPr>
          <w:szCs w:val="21"/>
        </w:rPr>
        <w:t>.</w:t>
      </w:r>
    </w:p>
    <w:p w:rsidR="00FB23E5" w:rsidRPr="007C37A7" w:rsidRDefault="00FB23E5" w:rsidP="00FB23E5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(1)</w:t>
      </w:r>
      <w:r w:rsidRPr="007C37A7">
        <w:rPr>
          <w:szCs w:val="21"/>
        </w:rPr>
        <w:t>求证：</w:t>
      </w:r>
      <w:r w:rsidRPr="007C37A7">
        <w:rPr>
          <w:szCs w:val="21"/>
        </w:rPr>
        <w:object w:dxaOrig="640" w:dyaOrig="280">
          <v:shape id="_x0000_i1211" type="#_x0000_t75" alt="eqId307807ee10071bafbe922eb18d2517d7" style="width:28.5pt;height:12pt" o:ole="">
            <v:imagedata r:id="rId272" o:title="eqId307807ee10071bafbe922eb18d2517d7"/>
          </v:shape>
          <o:OLEObject Type="Embed" ProgID="Equation.DSMT4" ShapeID="_x0000_i1211" DrawAspect="Content" ObjectID="_1777999290" r:id="rId273"/>
        </w:object>
      </w:r>
      <w:r w:rsidRPr="007C37A7">
        <w:rPr>
          <w:szCs w:val="21"/>
        </w:rPr>
        <w:t>平面</w:t>
      </w:r>
      <w:r w:rsidRPr="007C37A7">
        <w:rPr>
          <w:szCs w:val="21"/>
        </w:rPr>
        <w:object w:dxaOrig="560" w:dyaOrig="280">
          <v:shape id="_x0000_i1212" type="#_x0000_t75" alt="eqId9068f29d671d76d1e95ba3a4eaff5b96" style="width:24.75pt;height:12.75pt" o:ole="">
            <v:imagedata r:id="rId274" o:title="eqId9068f29d671d76d1e95ba3a4eaff5b96"/>
          </v:shape>
          <o:OLEObject Type="Embed" ProgID="Equation.DSMT4" ShapeID="_x0000_i1212" DrawAspect="Content" ObjectID="_1777999291" r:id="rId275"/>
        </w:object>
      </w:r>
      <w:r w:rsidRPr="007C37A7">
        <w:rPr>
          <w:szCs w:val="21"/>
        </w:rPr>
        <w:t>；</w:t>
      </w:r>
    </w:p>
    <w:p w:rsidR="00FB23E5" w:rsidRPr="007C37A7" w:rsidRDefault="00FB23E5" w:rsidP="00FB23E5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(2)</w:t>
      </w:r>
      <w:r w:rsidRPr="007C37A7">
        <w:rPr>
          <w:szCs w:val="21"/>
        </w:rPr>
        <w:t>求证：</w:t>
      </w:r>
      <w:proofErr w:type="gramStart"/>
      <w:r w:rsidRPr="007C37A7">
        <w:rPr>
          <w:szCs w:val="21"/>
        </w:rPr>
        <w:t>平面</w:t>
      </w:r>
      <w:r w:rsidRPr="007C37A7">
        <w:rPr>
          <w:szCs w:val="21"/>
        </w:rPr>
        <w:object w:dxaOrig="740" w:dyaOrig="260">
          <v:shape id="_x0000_i1213" type="#_x0000_t75" alt="eqIde4aa9084b8fe0fe05c4388d1f835587b" style="width:32.25pt;height:11.25pt" o:ole="">
            <v:imagedata r:id="rId276" o:title="eqIde4aa9084b8fe0fe05c4388d1f835587b"/>
          </v:shape>
          <o:OLEObject Type="Embed" ProgID="Equation.DSMT4" ShapeID="_x0000_i1213" DrawAspect="Content" ObjectID="_1777999292" r:id="rId277"/>
        </w:object>
      </w:r>
      <w:r w:rsidRPr="007C37A7">
        <w:rPr>
          <w:szCs w:val="21"/>
        </w:rPr>
        <w:t>平面</w:t>
      </w:r>
      <w:proofErr w:type="gramEnd"/>
      <w:r w:rsidRPr="007C37A7">
        <w:rPr>
          <w:szCs w:val="21"/>
        </w:rPr>
        <w:object w:dxaOrig="501" w:dyaOrig="241">
          <v:shape id="_x0000_i1214" type="#_x0000_t75" alt="eqId8f571a1aac46c6d0cf440c0ec2846bf9" style="width:21.75pt;height:10.5pt" o:ole="">
            <v:imagedata r:id="rId278" o:title="eqId8f571a1aac46c6d0cf440c0ec2846bf9"/>
          </v:shape>
          <o:OLEObject Type="Embed" ProgID="Equation.DSMT4" ShapeID="_x0000_i1214" DrawAspect="Content" ObjectID="_1777999293" r:id="rId279"/>
        </w:object>
      </w:r>
      <w:r w:rsidRPr="007C37A7">
        <w:rPr>
          <w:szCs w:val="21"/>
        </w:rPr>
        <w:t>；</w:t>
      </w:r>
    </w:p>
    <w:p w:rsidR="00FB23E5" w:rsidRDefault="00FB23E5" w:rsidP="00FB23E5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(3)</w:t>
      </w:r>
      <w:r w:rsidRPr="007C37A7">
        <w:rPr>
          <w:szCs w:val="21"/>
        </w:rPr>
        <w:t>若二面角</w:t>
      </w:r>
      <w:r w:rsidRPr="007C37A7">
        <w:rPr>
          <w:szCs w:val="21"/>
        </w:rPr>
        <w:object w:dxaOrig="1159" w:dyaOrig="280">
          <v:shape id="_x0000_i1215" type="#_x0000_t75" alt="eqId1636b4530c0b42d0e0b649e90e3b9e85" style="width:51pt;height:12.75pt" o:ole="">
            <v:imagedata r:id="rId280" o:title="eqId1636b4530c0b42d0e0b649e90e3b9e85"/>
          </v:shape>
          <o:OLEObject Type="Embed" ProgID="Equation.DSMT4" ShapeID="_x0000_i1215" DrawAspect="Content" ObjectID="_1777999294" r:id="rId281"/>
        </w:object>
      </w:r>
      <w:r w:rsidRPr="007C37A7">
        <w:rPr>
          <w:szCs w:val="21"/>
        </w:rPr>
        <w:t>的大小为</w:t>
      </w:r>
      <w:r w:rsidRPr="007C37A7">
        <w:rPr>
          <w:szCs w:val="21"/>
        </w:rPr>
        <w:object w:dxaOrig="380" w:dyaOrig="320">
          <v:shape id="_x0000_i1216" type="#_x0000_t75" alt="eqId29e0c2455a9e796bba6861503f0fe31b" style="width:16.5pt;height:14.25pt" o:ole="">
            <v:imagedata r:id="rId282" o:title="eqId29e0c2455a9e796bba6861503f0fe31b"/>
          </v:shape>
          <o:OLEObject Type="Embed" ProgID="Equation.DSMT4" ShapeID="_x0000_i1216" DrawAspect="Content" ObjectID="_1777999295" r:id="rId283"/>
        </w:object>
      </w:r>
      <w:r w:rsidRPr="007C37A7">
        <w:rPr>
          <w:szCs w:val="21"/>
        </w:rPr>
        <w:t>，求直线</w:t>
      </w:r>
      <w:r w:rsidRPr="007C37A7">
        <w:rPr>
          <w:szCs w:val="21"/>
        </w:rPr>
        <w:object w:dxaOrig="380" w:dyaOrig="260">
          <v:shape id="_x0000_i1217" type="#_x0000_t75" alt="eqIdbd33764ff4efddfe11a98a609753715c" style="width:16.5pt;height:11.25pt" o:ole="">
            <v:imagedata r:id="rId284" o:title="eqIdbd33764ff4efddfe11a98a609753715c"/>
          </v:shape>
          <o:OLEObject Type="Embed" ProgID="Equation.DSMT4" ShapeID="_x0000_i1217" DrawAspect="Content" ObjectID="_1777999296" r:id="rId285"/>
        </w:object>
      </w:r>
      <w:r w:rsidRPr="007C37A7">
        <w:rPr>
          <w:szCs w:val="21"/>
        </w:rPr>
        <w:t>与平面</w:t>
      </w:r>
      <w:r w:rsidRPr="007C37A7">
        <w:rPr>
          <w:szCs w:val="21"/>
        </w:rPr>
        <w:object w:dxaOrig="501" w:dyaOrig="241">
          <v:shape id="_x0000_i1218" type="#_x0000_t75" alt="eqId8f571a1aac46c6d0cf440c0ec2846bf9" style="width:21.75pt;height:10.5pt" o:ole="">
            <v:imagedata r:id="rId278" o:title="eqId8f571a1aac46c6d0cf440c0ec2846bf9"/>
          </v:shape>
          <o:OLEObject Type="Embed" ProgID="Equation.DSMT4" ShapeID="_x0000_i1218" DrawAspect="Content" ObjectID="_1777999297" r:id="rId286"/>
        </w:object>
      </w:r>
      <w:r w:rsidRPr="007C37A7">
        <w:rPr>
          <w:szCs w:val="21"/>
        </w:rPr>
        <w:t>所成角的正弦值</w:t>
      </w:r>
      <w:r w:rsidRPr="007C37A7">
        <w:rPr>
          <w:szCs w:val="21"/>
        </w:rPr>
        <w:t>.</w:t>
      </w:r>
    </w:p>
    <w:p w:rsidR="007C37A7" w:rsidRDefault="007C37A7" w:rsidP="00FB23E5">
      <w:pPr>
        <w:spacing w:line="360" w:lineRule="auto"/>
        <w:jc w:val="left"/>
        <w:textAlignment w:val="center"/>
        <w:rPr>
          <w:szCs w:val="21"/>
        </w:rPr>
      </w:pPr>
    </w:p>
    <w:p w:rsidR="007C37A7" w:rsidRDefault="007C37A7">
      <w:pPr>
        <w:spacing w:line="360" w:lineRule="auto"/>
        <w:jc w:val="left"/>
        <w:textAlignment w:val="center"/>
        <w:rPr>
          <w:szCs w:val="21"/>
        </w:rPr>
      </w:pPr>
    </w:p>
    <w:p w:rsidR="00363465" w:rsidRPr="007C37A7" w:rsidRDefault="00363465">
      <w:pPr>
        <w:spacing w:line="360" w:lineRule="auto"/>
        <w:jc w:val="left"/>
        <w:textAlignment w:val="center"/>
        <w:rPr>
          <w:rFonts w:hint="eastAsia"/>
          <w:szCs w:val="21"/>
        </w:rPr>
      </w:pPr>
    </w:p>
    <w:p w:rsidR="007C37A7" w:rsidRPr="007C37A7" w:rsidRDefault="007C37A7">
      <w:pPr>
        <w:spacing w:line="360" w:lineRule="auto"/>
        <w:jc w:val="left"/>
        <w:textAlignment w:val="center"/>
        <w:rPr>
          <w:szCs w:val="21"/>
        </w:rPr>
      </w:pPr>
    </w:p>
    <w:p w:rsidR="00FB23E5" w:rsidRPr="007C37A7" w:rsidRDefault="00540234" w:rsidP="00FB23E5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19</w:t>
      </w:r>
      <w:r w:rsidR="009713CF" w:rsidRPr="007C37A7">
        <w:rPr>
          <w:szCs w:val="21"/>
        </w:rPr>
        <w:t>．</w:t>
      </w:r>
      <w:r w:rsidR="00FB23E5" w:rsidRPr="009032BA">
        <w:rPr>
          <w:szCs w:val="21"/>
        </w:rPr>
        <w:t>（</w:t>
      </w:r>
      <w:r w:rsidR="00FB23E5" w:rsidRPr="009032BA">
        <w:rPr>
          <w:szCs w:val="21"/>
        </w:rPr>
        <w:t>1</w:t>
      </w:r>
      <w:r w:rsidR="00FB23E5">
        <w:rPr>
          <w:rFonts w:hint="eastAsia"/>
          <w:szCs w:val="21"/>
        </w:rPr>
        <w:t>7</w:t>
      </w:r>
      <w:r w:rsidR="00FB23E5" w:rsidRPr="009032BA">
        <w:rPr>
          <w:szCs w:val="21"/>
        </w:rPr>
        <w:t>分）</w:t>
      </w:r>
      <w:r w:rsidR="00FB23E5" w:rsidRPr="007C37A7">
        <w:rPr>
          <w:szCs w:val="21"/>
        </w:rPr>
        <w:t>如图，点</w:t>
      </w:r>
      <w:r w:rsidR="00FB23E5" w:rsidRPr="007C37A7">
        <w:rPr>
          <w:rFonts w:eastAsia="Times New Roman"/>
          <w:szCs w:val="21"/>
        </w:rPr>
        <w:t>P</w:t>
      </w:r>
      <w:r w:rsidR="00FB23E5" w:rsidRPr="007C37A7">
        <w:rPr>
          <w:szCs w:val="21"/>
        </w:rPr>
        <w:t>，</w:t>
      </w:r>
      <w:r w:rsidR="00FB23E5" w:rsidRPr="007C37A7">
        <w:rPr>
          <w:rFonts w:eastAsia="Times New Roman"/>
          <w:szCs w:val="21"/>
        </w:rPr>
        <w:t>Q</w:t>
      </w:r>
      <w:r w:rsidR="00FB23E5" w:rsidRPr="007C37A7">
        <w:rPr>
          <w:szCs w:val="21"/>
        </w:rPr>
        <w:t>分别是矩形</w:t>
      </w:r>
      <w:r w:rsidR="00FB23E5" w:rsidRPr="007C37A7">
        <w:rPr>
          <w:rFonts w:eastAsia="Times New Roman"/>
          <w:szCs w:val="21"/>
        </w:rPr>
        <w:t>ABCD</w:t>
      </w:r>
      <w:r w:rsidR="00FB23E5" w:rsidRPr="007C37A7">
        <w:rPr>
          <w:szCs w:val="21"/>
        </w:rPr>
        <w:t>的边</w:t>
      </w:r>
      <w:r w:rsidR="00FB23E5" w:rsidRPr="007C37A7">
        <w:rPr>
          <w:rFonts w:eastAsia="Times New Roman"/>
          <w:szCs w:val="21"/>
        </w:rPr>
        <w:t>DC</w:t>
      </w:r>
      <w:r w:rsidR="00FB23E5" w:rsidRPr="007C37A7">
        <w:rPr>
          <w:szCs w:val="21"/>
        </w:rPr>
        <w:t>，</w:t>
      </w:r>
      <w:r w:rsidR="00FB23E5" w:rsidRPr="007C37A7">
        <w:rPr>
          <w:rFonts w:eastAsia="Times New Roman"/>
          <w:szCs w:val="21"/>
        </w:rPr>
        <w:t>BC</w:t>
      </w:r>
      <w:r w:rsidR="00FB23E5" w:rsidRPr="007C37A7">
        <w:rPr>
          <w:szCs w:val="21"/>
        </w:rPr>
        <w:t>上的两点，</w:t>
      </w:r>
      <w:r w:rsidR="00FB23E5" w:rsidRPr="007C37A7">
        <w:rPr>
          <w:szCs w:val="21"/>
        </w:rPr>
        <w:object w:dxaOrig="660" w:dyaOrig="260">
          <v:shape id="_x0000_i1181" type="#_x0000_t75" alt="eqIdefc6e4b936d7a800e839a30c3839574d" style="width:29.25pt;height:11.25pt" o:ole="">
            <v:imagedata r:id="rId287" o:title="eqIdefc6e4b936d7a800e839a30c3839574d"/>
          </v:shape>
          <o:OLEObject Type="Embed" ProgID="Equation.DSMT4" ShapeID="_x0000_i1181" DrawAspect="Content" ObjectID="_1777999298" r:id="rId288"/>
        </w:object>
      </w:r>
      <w:r w:rsidR="00FB23E5" w:rsidRPr="007C37A7">
        <w:rPr>
          <w:szCs w:val="21"/>
        </w:rPr>
        <w:t>，</w:t>
      </w:r>
      <w:r w:rsidR="00FB23E5" w:rsidRPr="007C37A7">
        <w:rPr>
          <w:szCs w:val="21"/>
        </w:rPr>
        <w:object w:dxaOrig="780" w:dyaOrig="260">
          <v:shape id="_x0000_i1182" type="#_x0000_t75" alt="eqId09d27bd71d79cb19eb554175e4ef0867" style="width:34.5pt;height:11.25pt" o:ole="">
            <v:imagedata r:id="rId289" o:title="eqId09d27bd71d79cb19eb554175e4ef0867"/>
          </v:shape>
          <o:OLEObject Type="Embed" ProgID="Equation.DSMT4" ShapeID="_x0000_i1182" DrawAspect="Content" ObjectID="_1777999299" r:id="rId290"/>
        </w:object>
      </w:r>
      <w:r w:rsidR="00FB23E5" w:rsidRPr="007C37A7">
        <w:rPr>
          <w:szCs w:val="21"/>
        </w:rPr>
        <w:t>．</w:t>
      </w:r>
    </w:p>
    <w:p w:rsidR="00FB23E5" w:rsidRPr="007C37A7" w:rsidRDefault="00FB23E5" w:rsidP="00FB23E5">
      <w:pPr>
        <w:spacing w:line="360" w:lineRule="auto"/>
        <w:jc w:val="left"/>
        <w:textAlignment w:val="center"/>
        <w:rPr>
          <w:szCs w:val="21"/>
        </w:rPr>
      </w:pPr>
      <w:r w:rsidRPr="007C37A7">
        <w:rPr>
          <w:szCs w:val="21"/>
        </w:rPr>
        <w:t>(1)</w:t>
      </w:r>
      <w:r w:rsidRPr="007C37A7">
        <w:rPr>
          <w:szCs w:val="21"/>
        </w:rPr>
        <w:t>若</w:t>
      </w:r>
      <w:r w:rsidRPr="007C37A7">
        <w:rPr>
          <w:szCs w:val="21"/>
        </w:rPr>
        <w:object w:dxaOrig="1159" w:dyaOrig="340">
          <v:shape id="_x0000_i1183" type="#_x0000_t75" alt="eqIdf4fca387f03e4b2fdb0c64a79b6a0605" style="width:51pt;height:15.75pt" o:ole="">
            <v:imagedata r:id="rId291" o:title="eqIdf4fca387f03e4b2fdb0c64a79b6a0605"/>
          </v:shape>
          <o:OLEObject Type="Embed" ProgID="Equation.DSMT4" ShapeID="_x0000_i1183" DrawAspect="Content" ObjectID="_1777999300" r:id="rId292"/>
        </w:object>
      </w:r>
      <w:r w:rsidRPr="007C37A7">
        <w:rPr>
          <w:szCs w:val="21"/>
        </w:rPr>
        <w:t>，</w:t>
      </w:r>
      <w:r w:rsidRPr="007C37A7">
        <w:rPr>
          <w:szCs w:val="21"/>
        </w:rPr>
        <w:object w:dxaOrig="1100" w:dyaOrig="380">
          <v:shape id="_x0000_i1184" type="#_x0000_t75" alt="eqIdcebec80e8dcce975425a46c728c26b30" style="width:48.75pt;height:16.5pt" o:ole="">
            <v:imagedata r:id="rId293" o:title="eqIdcebec80e8dcce975425a46c728c26b30"/>
          </v:shape>
          <o:OLEObject Type="Embed" ProgID="Equation.DSMT4" ShapeID="_x0000_i1184" DrawAspect="Content" ObjectID="_1777999301" r:id="rId294"/>
        </w:object>
      </w:r>
      <w:r w:rsidRPr="007C37A7">
        <w:rPr>
          <w:szCs w:val="21"/>
        </w:rPr>
        <w:t>，</w:t>
      </w:r>
      <w:r w:rsidRPr="007C37A7">
        <w:rPr>
          <w:szCs w:val="21"/>
        </w:rPr>
        <w:object w:dxaOrig="919" w:dyaOrig="260">
          <v:shape id="_x0000_i1185" type="#_x0000_t75" alt="eqIddd3ede869e508a8c8bda34a16782f863" style="width:40.5pt;height:11.25pt" o:ole="">
            <v:imagedata r:id="rId295" o:title="eqIddd3ede869e508a8c8bda34a16782f863"/>
          </v:shape>
          <o:OLEObject Type="Embed" ProgID="Equation.DSMT4" ShapeID="_x0000_i1185" DrawAspect="Content" ObjectID="_1777999302" r:id="rId296"/>
        </w:object>
      </w:r>
      <w:r w:rsidRPr="007C37A7">
        <w:rPr>
          <w:szCs w:val="21"/>
        </w:rPr>
        <w:t>，求</w:t>
      </w:r>
      <w:r w:rsidRPr="007C37A7">
        <w:rPr>
          <w:szCs w:val="21"/>
        </w:rPr>
        <w:object w:dxaOrig="860" w:dyaOrig="380">
          <v:shape id="_x0000_i1186" type="#_x0000_t75" alt="eqIdcc5604d3e156df3e7ccca0ccec9c9d45" style="width:37.5pt;height:16.5pt" o:ole="">
            <v:imagedata r:id="rId297" o:title="eqIdcc5604d3e156df3e7ccca0ccec9c9d45"/>
          </v:shape>
          <o:OLEObject Type="Embed" ProgID="Equation.DSMT4" ShapeID="_x0000_i1186" DrawAspect="Content" ObjectID="_1777999303" r:id="rId298"/>
        </w:object>
      </w:r>
      <w:r w:rsidRPr="007C37A7">
        <w:rPr>
          <w:szCs w:val="21"/>
        </w:rPr>
        <w:t>的范围；</w:t>
      </w:r>
    </w:p>
    <w:p w:rsidR="00FB23E5" w:rsidRPr="007C37A7" w:rsidRDefault="00FB23E5" w:rsidP="00FB23E5">
      <w:pPr>
        <w:spacing w:line="360" w:lineRule="auto"/>
        <w:jc w:val="left"/>
        <w:textAlignment w:val="center"/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3360" behindDoc="0" locked="0" layoutInCell="1" allowOverlap="1" wp14:anchorId="63FECCED" wp14:editId="41089A62">
            <wp:simplePos x="0" y="0"/>
            <wp:positionH relativeFrom="column">
              <wp:posOffset>4533900</wp:posOffset>
            </wp:positionH>
            <wp:positionV relativeFrom="paragraph">
              <wp:posOffset>5715</wp:posOffset>
            </wp:positionV>
            <wp:extent cx="1190625" cy="838200"/>
            <wp:effectExtent l="0" t="0" r="0" b="0"/>
            <wp:wrapSquare wrapText="bothSides"/>
            <wp:docPr id="9" name="图片 9" descr="@@@d757646b-9761-475d-a106-27db9a92c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"/>
                    <pic:cNvPicPr>
                      <a:picLocks noChangeAspect="1"/>
                    </pic:cNvPicPr>
                  </pic:nvPicPr>
                  <pic:blipFill>
                    <a:blip r:embed="rId2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37A7">
        <w:rPr>
          <w:szCs w:val="21"/>
        </w:rPr>
        <w:t>(2)</w:t>
      </w:r>
      <w:r w:rsidRPr="007C37A7">
        <w:rPr>
          <w:szCs w:val="21"/>
        </w:rPr>
        <w:t>若</w:t>
      </w:r>
      <w:r w:rsidRPr="007C37A7">
        <w:rPr>
          <w:szCs w:val="21"/>
        </w:rPr>
        <w:object w:dxaOrig="1140" w:dyaOrig="620">
          <v:shape id="_x0000_i1187" type="#_x0000_t75" alt="eqIdf4e13889db9188c455a3ac91f2f32cf7" style="width:50.25pt;height:27.75pt" o:ole="">
            <v:imagedata r:id="rId300" o:title="eqIdf4e13889db9188c455a3ac91f2f32cf7"/>
          </v:shape>
          <o:OLEObject Type="Embed" ProgID="Equation.DSMT4" ShapeID="_x0000_i1187" DrawAspect="Content" ObjectID="_1777999304" r:id="rId301"/>
        </w:object>
      </w:r>
      <w:r w:rsidRPr="007C37A7">
        <w:rPr>
          <w:szCs w:val="21"/>
        </w:rPr>
        <w:t>，求</w:t>
      </w:r>
      <w:r w:rsidRPr="007C37A7">
        <w:rPr>
          <w:szCs w:val="21"/>
        </w:rPr>
        <w:object w:dxaOrig="860" w:dyaOrig="380">
          <v:shape id="_x0000_i1188" type="#_x0000_t75" alt="eqIdcc5604d3e156df3e7ccca0ccec9c9d45" style="width:37.5pt;height:16.5pt" o:ole="">
            <v:imagedata r:id="rId297" o:title="eqIdcc5604d3e156df3e7ccca0ccec9c9d45"/>
          </v:shape>
          <o:OLEObject Type="Embed" ProgID="Equation.DSMT4" ShapeID="_x0000_i1188" DrawAspect="Content" ObjectID="_1777999305" r:id="rId302"/>
        </w:object>
      </w:r>
      <w:r w:rsidRPr="007C37A7">
        <w:rPr>
          <w:szCs w:val="21"/>
        </w:rPr>
        <w:t>的最小值；</w:t>
      </w:r>
    </w:p>
    <w:p w:rsidR="00F31F4A" w:rsidRDefault="00F31F4A" w:rsidP="00F31F4A">
      <w:pPr>
        <w:spacing w:line="360" w:lineRule="auto"/>
        <w:jc w:val="left"/>
        <w:textAlignment w:val="center"/>
      </w:pPr>
      <w:r>
        <w:t>(3)</w:t>
      </w:r>
      <w:r>
        <w:t>若</w:t>
      </w:r>
      <w:r>
        <w:object w:dxaOrig="968" w:dyaOrig="305">
          <v:shape id="_x0000_i1291" type="#_x0000_t75" alt="eqIda1697dd04381cd28fece406c739960b2" style="width:48.75pt;height:15pt" o:ole="">
            <v:imagedata r:id="rId303" o:title="eqIda1697dd04381cd28fece406c739960b2"/>
          </v:shape>
          <o:OLEObject Type="Embed" ProgID="Equation.DSMT4" ShapeID="_x0000_i1291" DrawAspect="Content" ObjectID="_1777999306" r:id="rId304"/>
        </w:object>
      </w:r>
      <w:r>
        <w:t>，连接</w:t>
      </w:r>
      <w:r>
        <w:rPr>
          <w:rFonts w:eastAsia="Times New Roman"/>
          <w:i/>
        </w:rPr>
        <w:t>AP</w:t>
      </w:r>
      <w:r>
        <w:t>交</w:t>
      </w:r>
      <w:r>
        <w:rPr>
          <w:rFonts w:eastAsia="Times New Roman"/>
          <w:i/>
        </w:rPr>
        <w:t>BC</w:t>
      </w:r>
      <w:r>
        <w:t>的延长线于点</w:t>
      </w:r>
      <w:r>
        <w:rPr>
          <w:rFonts w:eastAsia="Times New Roman"/>
          <w:i/>
        </w:rPr>
        <w:t>T</w:t>
      </w:r>
      <w:r>
        <w:t>，</w:t>
      </w:r>
      <w:r>
        <w:rPr>
          <w:rFonts w:eastAsia="Times New Roman"/>
          <w:i/>
        </w:rPr>
        <w:t>Q</w:t>
      </w:r>
      <w:r>
        <w:t>为</w:t>
      </w:r>
      <w:r>
        <w:rPr>
          <w:rFonts w:eastAsia="Times New Roman"/>
          <w:i/>
        </w:rPr>
        <w:t>BC</w:t>
      </w:r>
      <w:r>
        <w:t>的中点，试探究线段</w:t>
      </w:r>
      <w:r>
        <w:rPr>
          <w:rFonts w:eastAsia="Times New Roman"/>
          <w:i/>
        </w:rPr>
        <w:t>AB</w:t>
      </w:r>
      <w:r>
        <w:t>上是否存在一点</w:t>
      </w:r>
      <w:r>
        <w:rPr>
          <w:rFonts w:eastAsia="Times New Roman"/>
          <w:i/>
        </w:rPr>
        <w:t>H</w:t>
      </w:r>
      <w:r>
        <w:t>，使得</w:t>
      </w:r>
      <w:r>
        <w:object w:dxaOrig="651" w:dyaOrig="279">
          <v:shape id="_x0000_i1292" type="#_x0000_t75" alt="eqId54e3d3a8bb04c4f34676aa6166eac112" style="width:32.25pt;height:14.25pt" o:ole="">
            <v:imagedata r:id="rId305" o:title="eqId54e3d3a8bb04c4f34676aa6166eac112"/>
          </v:shape>
          <o:OLEObject Type="Embed" ProgID="Equation.DSMT4" ShapeID="_x0000_i1292" DrawAspect="Content" ObjectID="_1777999307" r:id="rId306"/>
        </w:object>
      </w:r>
      <w:r>
        <w:t>最大．若存在，求</w:t>
      </w:r>
      <w:r>
        <w:rPr>
          <w:rFonts w:eastAsia="Times New Roman"/>
          <w:i/>
        </w:rPr>
        <w:t>BH</w:t>
      </w:r>
      <w:r>
        <w:t>的长；若不存在，说明理由．</w:t>
      </w:r>
    </w:p>
    <w:p w:rsidR="00FB23E5" w:rsidRPr="00F31F4A" w:rsidRDefault="00FB23E5" w:rsidP="00FB23E5">
      <w:pPr>
        <w:spacing w:line="360" w:lineRule="auto"/>
        <w:jc w:val="left"/>
        <w:textAlignment w:val="center"/>
        <w:rPr>
          <w:szCs w:val="21"/>
        </w:rPr>
      </w:pPr>
    </w:p>
    <w:p w:rsidR="00FB23E5" w:rsidRPr="007C37A7" w:rsidRDefault="00FB23E5" w:rsidP="00FB23E5">
      <w:pPr>
        <w:spacing w:line="360" w:lineRule="auto"/>
        <w:jc w:val="left"/>
        <w:textAlignment w:val="center"/>
        <w:rPr>
          <w:szCs w:val="21"/>
        </w:rPr>
      </w:pPr>
    </w:p>
    <w:p w:rsidR="00FB23E5" w:rsidRPr="00FB23E5" w:rsidRDefault="00FB23E5" w:rsidP="007C37A7">
      <w:pPr>
        <w:spacing w:line="360" w:lineRule="auto"/>
        <w:jc w:val="left"/>
        <w:textAlignment w:val="center"/>
        <w:rPr>
          <w:rFonts w:hint="eastAsia"/>
          <w:szCs w:val="21"/>
        </w:rPr>
      </w:pPr>
    </w:p>
    <w:sectPr w:rsidR="00FB23E5" w:rsidRPr="00FB23E5" w:rsidSect="00BB1D90">
      <w:footerReference w:type="even" r:id="rId307"/>
      <w:footerReference w:type="default" r:id="rId308"/>
      <w:pgSz w:w="11907" w:h="16839" w:code="9"/>
      <w:pgMar w:top="1304" w:right="1701" w:bottom="1304" w:left="1701" w:header="851" w:footer="425" w:gutter="0"/>
      <w:cols w:sep="1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5D5" w:rsidRDefault="000615D5" w:rsidP="00AA386F">
      <w:r>
        <w:separator/>
      </w:r>
    </w:p>
  </w:endnote>
  <w:endnote w:type="continuationSeparator" w:id="0">
    <w:p w:rsidR="000615D5" w:rsidRDefault="000615D5" w:rsidP="00AA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5D5" w:rsidRPr="00BC62FB" w:rsidRDefault="000615D5" w:rsidP="00BC62FB">
    <w:pPr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363465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63465">
      <w:rPr>
        <w:noProof/>
      </w:rP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363465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63465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5D5" w:rsidRPr="00BC62FB" w:rsidRDefault="000615D5" w:rsidP="00BC62FB">
    <w:pPr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363465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63465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363465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63465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5D5" w:rsidRDefault="000615D5" w:rsidP="00AA386F">
      <w:r>
        <w:separator/>
      </w:r>
    </w:p>
  </w:footnote>
  <w:footnote w:type="continuationSeparator" w:id="0">
    <w:p w:rsidR="000615D5" w:rsidRDefault="000615D5" w:rsidP="00AA3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6B0"/>
    <w:rsid w:val="0004133F"/>
    <w:rsid w:val="00043B54"/>
    <w:rsid w:val="000615D5"/>
    <w:rsid w:val="001D7A06"/>
    <w:rsid w:val="00284433"/>
    <w:rsid w:val="002A1EC6"/>
    <w:rsid w:val="002E035E"/>
    <w:rsid w:val="00363465"/>
    <w:rsid w:val="003F0232"/>
    <w:rsid w:val="00540234"/>
    <w:rsid w:val="005C03FA"/>
    <w:rsid w:val="005D21C9"/>
    <w:rsid w:val="006B16C5"/>
    <w:rsid w:val="00776133"/>
    <w:rsid w:val="007C37A7"/>
    <w:rsid w:val="00855687"/>
    <w:rsid w:val="008C07DE"/>
    <w:rsid w:val="008D6C04"/>
    <w:rsid w:val="009713CF"/>
    <w:rsid w:val="00A30CCE"/>
    <w:rsid w:val="00A458A9"/>
    <w:rsid w:val="00AA386F"/>
    <w:rsid w:val="00AC3E9C"/>
    <w:rsid w:val="00BB1D90"/>
    <w:rsid w:val="00BC4F14"/>
    <w:rsid w:val="00BC62FB"/>
    <w:rsid w:val="00BF535F"/>
    <w:rsid w:val="00C806B0"/>
    <w:rsid w:val="00CA726D"/>
    <w:rsid w:val="00E476EE"/>
    <w:rsid w:val="00E906AC"/>
    <w:rsid w:val="00EF035E"/>
    <w:rsid w:val="00F002B5"/>
    <w:rsid w:val="00F31F4A"/>
    <w:rsid w:val="00F94A64"/>
    <w:rsid w:val="00FB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D388F823-E7EC-4654-AB69-2072155D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8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61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613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03F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03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2.png"/><Relationship Id="rId21" Type="http://schemas.openxmlformats.org/officeDocument/2006/relationships/oleObject" Target="embeddings/oleObject6.bin"/><Relationship Id="rId63" Type="http://schemas.openxmlformats.org/officeDocument/2006/relationships/image" Target="media/image30.wmf"/><Relationship Id="rId159" Type="http://schemas.openxmlformats.org/officeDocument/2006/relationships/image" Target="media/image73.wmf"/><Relationship Id="rId170" Type="http://schemas.openxmlformats.org/officeDocument/2006/relationships/image" Target="media/image79.wmf"/><Relationship Id="rId226" Type="http://schemas.openxmlformats.org/officeDocument/2006/relationships/oleObject" Target="embeddings/oleObject113.bin"/><Relationship Id="rId268" Type="http://schemas.openxmlformats.org/officeDocument/2006/relationships/image" Target="media/image127.wmf"/><Relationship Id="rId32" Type="http://schemas.openxmlformats.org/officeDocument/2006/relationships/image" Target="media/image15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2.bin"/><Relationship Id="rId5" Type="http://schemas.openxmlformats.org/officeDocument/2006/relationships/footnotes" Target="footnotes.xml"/><Relationship Id="rId181" Type="http://schemas.openxmlformats.org/officeDocument/2006/relationships/image" Target="media/image85.wmf"/><Relationship Id="rId237" Type="http://schemas.openxmlformats.org/officeDocument/2006/relationships/oleObject" Target="embeddings/oleObject118.bin"/><Relationship Id="rId279" Type="http://schemas.openxmlformats.org/officeDocument/2006/relationships/oleObject" Target="embeddings/oleObject141.bin"/><Relationship Id="rId43" Type="http://schemas.openxmlformats.org/officeDocument/2006/relationships/image" Target="media/image20.wmf"/><Relationship Id="rId139" Type="http://schemas.openxmlformats.org/officeDocument/2006/relationships/oleObject" Target="embeddings/oleObject68.bin"/><Relationship Id="rId290" Type="http://schemas.openxmlformats.org/officeDocument/2006/relationships/oleObject" Target="embeddings/oleObject147.bin"/><Relationship Id="rId304" Type="http://schemas.openxmlformats.org/officeDocument/2006/relationships/oleObject" Target="embeddings/oleObject154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4.bin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3.bin"/><Relationship Id="rId248" Type="http://schemas.openxmlformats.org/officeDocument/2006/relationships/oleObject" Target="embeddings/oleObject124.bin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2.bin"/><Relationship Id="rId54" Type="http://schemas.openxmlformats.org/officeDocument/2006/relationships/image" Target="media/image26.wmf"/><Relationship Id="rId96" Type="http://schemas.openxmlformats.org/officeDocument/2006/relationships/oleObject" Target="embeddings/oleObject46.bin"/><Relationship Id="rId161" Type="http://schemas.openxmlformats.org/officeDocument/2006/relationships/image" Target="media/image74.wmf"/><Relationship Id="rId217" Type="http://schemas.openxmlformats.org/officeDocument/2006/relationships/image" Target="media/image103.wmf"/><Relationship Id="rId259" Type="http://schemas.openxmlformats.org/officeDocument/2006/relationships/image" Target="media/image123.wmf"/><Relationship Id="rId23" Type="http://schemas.openxmlformats.org/officeDocument/2006/relationships/oleObject" Target="embeddings/oleObject7.bin"/><Relationship Id="rId119" Type="http://schemas.openxmlformats.org/officeDocument/2006/relationships/image" Target="media/image56.wmf"/><Relationship Id="rId270" Type="http://schemas.openxmlformats.org/officeDocument/2006/relationships/image" Target="media/image128.wmf"/><Relationship Id="rId44" Type="http://schemas.openxmlformats.org/officeDocument/2006/relationships/oleObject" Target="embeddings/oleObject18.bin"/><Relationship Id="rId65" Type="http://schemas.openxmlformats.org/officeDocument/2006/relationships/image" Target="media/image31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1.wmf"/><Relationship Id="rId151" Type="http://schemas.openxmlformats.org/officeDocument/2006/relationships/oleObject" Target="embeddings/oleObject75.bin"/><Relationship Id="rId172" Type="http://schemas.openxmlformats.org/officeDocument/2006/relationships/image" Target="media/image80.wmf"/><Relationship Id="rId193" Type="http://schemas.openxmlformats.org/officeDocument/2006/relationships/image" Target="media/image91.wmf"/><Relationship Id="rId207" Type="http://schemas.openxmlformats.org/officeDocument/2006/relationships/image" Target="media/image98.wmf"/><Relationship Id="rId228" Type="http://schemas.openxmlformats.org/officeDocument/2006/relationships/oleObject" Target="embeddings/oleObject114.bin"/><Relationship Id="rId249" Type="http://schemas.openxmlformats.org/officeDocument/2006/relationships/oleObject" Target="embeddings/oleObject125.bin"/><Relationship Id="rId13" Type="http://schemas.openxmlformats.org/officeDocument/2006/relationships/image" Target="media/image5.png"/><Relationship Id="rId109" Type="http://schemas.openxmlformats.org/officeDocument/2006/relationships/image" Target="media/image51.wmf"/><Relationship Id="rId260" Type="http://schemas.openxmlformats.org/officeDocument/2006/relationships/oleObject" Target="embeddings/oleObject131.bin"/><Relationship Id="rId281" Type="http://schemas.openxmlformats.org/officeDocument/2006/relationships/oleObject" Target="embeddings/oleObject142.bin"/><Relationship Id="rId34" Type="http://schemas.openxmlformats.org/officeDocument/2006/relationships/image" Target="media/image16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8.bin"/><Relationship Id="rId141" Type="http://schemas.openxmlformats.org/officeDocument/2006/relationships/oleObject" Target="embeddings/oleObject69.bin"/><Relationship Id="rId7" Type="http://schemas.openxmlformats.org/officeDocument/2006/relationships/image" Target="media/image1.png"/><Relationship Id="rId162" Type="http://schemas.openxmlformats.org/officeDocument/2006/relationships/oleObject" Target="embeddings/oleObject82.bin"/><Relationship Id="rId183" Type="http://schemas.openxmlformats.org/officeDocument/2006/relationships/image" Target="media/image86.wmf"/><Relationship Id="rId218" Type="http://schemas.openxmlformats.org/officeDocument/2006/relationships/oleObject" Target="embeddings/oleObject109.bin"/><Relationship Id="rId239" Type="http://schemas.openxmlformats.org/officeDocument/2006/relationships/oleObject" Target="embeddings/oleObject119.bin"/><Relationship Id="rId250" Type="http://schemas.openxmlformats.org/officeDocument/2006/relationships/image" Target="media/image119.wmf"/><Relationship Id="rId271" Type="http://schemas.openxmlformats.org/officeDocument/2006/relationships/oleObject" Target="embeddings/oleObject137.bin"/><Relationship Id="rId292" Type="http://schemas.openxmlformats.org/officeDocument/2006/relationships/oleObject" Target="embeddings/oleObject148.bin"/><Relationship Id="rId306" Type="http://schemas.openxmlformats.org/officeDocument/2006/relationships/oleObject" Target="embeddings/oleObject155.bin"/><Relationship Id="rId24" Type="http://schemas.openxmlformats.org/officeDocument/2006/relationships/image" Target="media/image11.wmf"/><Relationship Id="rId45" Type="http://schemas.openxmlformats.org/officeDocument/2006/relationships/image" Target="media/image21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131" Type="http://schemas.openxmlformats.org/officeDocument/2006/relationships/oleObject" Target="embeddings/oleObject64.bin"/><Relationship Id="rId152" Type="http://schemas.openxmlformats.org/officeDocument/2006/relationships/oleObject" Target="embeddings/oleObject76.bin"/><Relationship Id="rId173" Type="http://schemas.openxmlformats.org/officeDocument/2006/relationships/oleObject" Target="embeddings/oleObject87.bin"/><Relationship Id="rId194" Type="http://schemas.openxmlformats.org/officeDocument/2006/relationships/oleObject" Target="embeddings/oleObject97.bin"/><Relationship Id="rId208" Type="http://schemas.openxmlformats.org/officeDocument/2006/relationships/oleObject" Target="embeddings/oleObject104.bin"/><Relationship Id="rId229" Type="http://schemas.openxmlformats.org/officeDocument/2006/relationships/image" Target="media/image109.png"/><Relationship Id="rId240" Type="http://schemas.openxmlformats.org/officeDocument/2006/relationships/image" Target="media/image115.wmf"/><Relationship Id="rId261" Type="http://schemas.openxmlformats.org/officeDocument/2006/relationships/image" Target="media/image124.wmf"/><Relationship Id="rId14" Type="http://schemas.openxmlformats.org/officeDocument/2006/relationships/image" Target="media/image6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7.wmf"/><Relationship Id="rId77" Type="http://schemas.openxmlformats.org/officeDocument/2006/relationships/image" Target="media/image36.png"/><Relationship Id="rId100" Type="http://schemas.openxmlformats.org/officeDocument/2006/relationships/oleObject" Target="embeddings/oleObject48.bin"/><Relationship Id="rId282" Type="http://schemas.openxmlformats.org/officeDocument/2006/relationships/image" Target="media/image134.wmf"/><Relationship Id="rId8" Type="http://schemas.openxmlformats.org/officeDocument/2006/relationships/image" Target="media/image2.png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image" Target="media/image67.wmf"/><Relationship Id="rId163" Type="http://schemas.openxmlformats.org/officeDocument/2006/relationships/image" Target="media/image75.wmf"/><Relationship Id="rId184" Type="http://schemas.openxmlformats.org/officeDocument/2006/relationships/oleObject" Target="embeddings/oleObject92.bin"/><Relationship Id="rId219" Type="http://schemas.openxmlformats.org/officeDocument/2006/relationships/image" Target="media/image104.wmf"/><Relationship Id="rId230" Type="http://schemas.openxmlformats.org/officeDocument/2006/relationships/image" Target="media/image110.wmf"/><Relationship Id="rId251" Type="http://schemas.openxmlformats.org/officeDocument/2006/relationships/oleObject" Target="embeddings/oleObject126.bin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9.bin"/><Relationship Id="rId67" Type="http://schemas.openxmlformats.org/officeDocument/2006/relationships/image" Target="media/image32.wmf"/><Relationship Id="rId272" Type="http://schemas.openxmlformats.org/officeDocument/2006/relationships/image" Target="media/image129.wmf"/><Relationship Id="rId293" Type="http://schemas.openxmlformats.org/officeDocument/2006/relationships/image" Target="media/image139.wmf"/><Relationship Id="rId307" Type="http://schemas.openxmlformats.org/officeDocument/2006/relationships/footer" Target="footer1.xml"/><Relationship Id="rId88" Type="http://schemas.openxmlformats.org/officeDocument/2006/relationships/oleObject" Target="embeddings/oleObject41.bin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53" Type="http://schemas.openxmlformats.org/officeDocument/2006/relationships/image" Target="media/image71.wmf"/><Relationship Id="rId174" Type="http://schemas.openxmlformats.org/officeDocument/2006/relationships/image" Target="media/image81.wmf"/><Relationship Id="rId195" Type="http://schemas.openxmlformats.org/officeDocument/2006/relationships/image" Target="media/image92.wmf"/><Relationship Id="rId209" Type="http://schemas.openxmlformats.org/officeDocument/2006/relationships/oleObject" Target="embeddings/oleObject105.bin"/><Relationship Id="rId220" Type="http://schemas.openxmlformats.org/officeDocument/2006/relationships/oleObject" Target="embeddings/oleObject110.bin"/><Relationship Id="rId241" Type="http://schemas.openxmlformats.org/officeDocument/2006/relationships/oleObject" Target="embeddings/oleObject120.bin"/><Relationship Id="rId15" Type="http://schemas.openxmlformats.org/officeDocument/2006/relationships/oleObject" Target="embeddings/oleObject3.bin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4.bin"/><Relationship Id="rId262" Type="http://schemas.openxmlformats.org/officeDocument/2006/relationships/oleObject" Target="embeddings/oleObject132.bin"/><Relationship Id="rId283" Type="http://schemas.openxmlformats.org/officeDocument/2006/relationships/oleObject" Target="embeddings/oleObject143.bin"/><Relationship Id="rId78" Type="http://schemas.openxmlformats.org/officeDocument/2006/relationships/image" Target="media/image37.wmf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oleObject" Target="embeddings/oleObject70.bin"/><Relationship Id="rId164" Type="http://schemas.openxmlformats.org/officeDocument/2006/relationships/oleObject" Target="embeddings/oleObject83.bin"/><Relationship Id="rId185" Type="http://schemas.openxmlformats.org/officeDocument/2006/relationships/image" Target="media/image87.wmf"/><Relationship Id="rId9" Type="http://schemas.openxmlformats.org/officeDocument/2006/relationships/image" Target="media/image3.wmf"/><Relationship Id="rId210" Type="http://schemas.openxmlformats.org/officeDocument/2006/relationships/image" Target="media/image99.png"/><Relationship Id="rId26" Type="http://schemas.openxmlformats.org/officeDocument/2006/relationships/image" Target="media/image12.wmf"/><Relationship Id="rId231" Type="http://schemas.openxmlformats.org/officeDocument/2006/relationships/oleObject" Target="embeddings/oleObject115.bin"/><Relationship Id="rId252" Type="http://schemas.openxmlformats.org/officeDocument/2006/relationships/oleObject" Target="embeddings/oleObject127.bin"/><Relationship Id="rId273" Type="http://schemas.openxmlformats.org/officeDocument/2006/relationships/oleObject" Target="embeddings/oleObject138.bin"/><Relationship Id="rId294" Type="http://schemas.openxmlformats.org/officeDocument/2006/relationships/oleObject" Target="embeddings/oleObject149.bin"/><Relationship Id="rId308" Type="http://schemas.openxmlformats.org/officeDocument/2006/relationships/footer" Target="footer2.xml"/><Relationship Id="rId47" Type="http://schemas.openxmlformats.org/officeDocument/2006/relationships/image" Target="media/image22.png"/><Relationship Id="rId68" Type="http://schemas.openxmlformats.org/officeDocument/2006/relationships/oleObject" Target="embeddings/oleObject3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54" Type="http://schemas.openxmlformats.org/officeDocument/2006/relationships/oleObject" Target="embeddings/oleObject77.bin"/><Relationship Id="rId175" Type="http://schemas.openxmlformats.org/officeDocument/2006/relationships/oleObject" Target="embeddings/oleObject88.bin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Relationship Id="rId16" Type="http://schemas.openxmlformats.org/officeDocument/2006/relationships/image" Target="media/image7.wmf"/><Relationship Id="rId221" Type="http://schemas.openxmlformats.org/officeDocument/2006/relationships/image" Target="media/image105.wmf"/><Relationship Id="rId242" Type="http://schemas.openxmlformats.org/officeDocument/2006/relationships/oleObject" Target="embeddings/oleObject121.bin"/><Relationship Id="rId263" Type="http://schemas.openxmlformats.org/officeDocument/2006/relationships/image" Target="media/image125.wmf"/><Relationship Id="rId284" Type="http://schemas.openxmlformats.org/officeDocument/2006/relationships/image" Target="media/image135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71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76.png"/><Relationship Id="rId186" Type="http://schemas.openxmlformats.org/officeDocument/2006/relationships/oleObject" Target="embeddings/oleObject93.bin"/><Relationship Id="rId211" Type="http://schemas.openxmlformats.org/officeDocument/2006/relationships/image" Target="media/image100.wmf"/><Relationship Id="rId232" Type="http://schemas.openxmlformats.org/officeDocument/2006/relationships/image" Target="media/image111.wmf"/><Relationship Id="rId253" Type="http://schemas.openxmlformats.org/officeDocument/2006/relationships/oleObject" Target="embeddings/oleObject128.bin"/><Relationship Id="rId274" Type="http://schemas.openxmlformats.org/officeDocument/2006/relationships/image" Target="media/image130.wmf"/><Relationship Id="rId295" Type="http://schemas.openxmlformats.org/officeDocument/2006/relationships/image" Target="media/image140.wmf"/><Relationship Id="rId309" Type="http://schemas.openxmlformats.org/officeDocument/2006/relationships/fontTable" Target="fontTable.xml"/><Relationship Id="rId27" Type="http://schemas.openxmlformats.org/officeDocument/2006/relationships/oleObject" Target="embeddings/oleObject9.bin"/><Relationship Id="rId48" Type="http://schemas.openxmlformats.org/officeDocument/2006/relationships/image" Target="media/image23.wmf"/><Relationship Id="rId69" Type="http://schemas.openxmlformats.org/officeDocument/2006/relationships/image" Target="media/image33.wmf"/><Relationship Id="rId113" Type="http://schemas.openxmlformats.org/officeDocument/2006/relationships/image" Target="media/image53.wmf"/><Relationship Id="rId134" Type="http://schemas.openxmlformats.org/officeDocument/2006/relationships/image" Target="media/image63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8.bin"/><Relationship Id="rId176" Type="http://schemas.openxmlformats.org/officeDocument/2006/relationships/image" Target="media/image82.wmf"/><Relationship Id="rId197" Type="http://schemas.openxmlformats.org/officeDocument/2006/relationships/image" Target="media/image93.wmf"/><Relationship Id="rId201" Type="http://schemas.openxmlformats.org/officeDocument/2006/relationships/image" Target="media/image95.wmf"/><Relationship Id="rId222" Type="http://schemas.openxmlformats.org/officeDocument/2006/relationships/oleObject" Target="embeddings/oleObject111.bin"/><Relationship Id="rId243" Type="http://schemas.openxmlformats.org/officeDocument/2006/relationships/image" Target="media/image116.wmf"/><Relationship Id="rId264" Type="http://schemas.openxmlformats.org/officeDocument/2006/relationships/oleObject" Target="embeddings/oleObject133.bin"/><Relationship Id="rId285" Type="http://schemas.openxmlformats.org/officeDocument/2006/relationships/oleObject" Target="embeddings/oleObject144.bin"/><Relationship Id="rId17" Type="http://schemas.openxmlformats.org/officeDocument/2006/relationships/oleObject" Target="embeddings/oleObject4.bin"/><Relationship Id="rId38" Type="http://schemas.openxmlformats.org/officeDocument/2006/relationships/oleObject" Target="embeddings/oleObject15.bin"/><Relationship Id="rId59" Type="http://schemas.openxmlformats.org/officeDocument/2006/relationships/image" Target="media/image28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60.bin"/><Relationship Id="rId310" Type="http://schemas.openxmlformats.org/officeDocument/2006/relationships/theme" Target="theme/theme1.xml"/><Relationship Id="rId70" Type="http://schemas.openxmlformats.org/officeDocument/2006/relationships/oleObject" Target="embeddings/oleObject31.bin"/><Relationship Id="rId91" Type="http://schemas.openxmlformats.org/officeDocument/2006/relationships/oleObject" Target="embeddings/oleObject43.bin"/><Relationship Id="rId145" Type="http://schemas.openxmlformats.org/officeDocument/2006/relationships/image" Target="media/image68.wmf"/><Relationship Id="rId166" Type="http://schemas.openxmlformats.org/officeDocument/2006/relationships/image" Target="media/image77.wmf"/><Relationship Id="rId187" Type="http://schemas.openxmlformats.org/officeDocument/2006/relationships/image" Target="media/image88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6.bin"/><Relationship Id="rId233" Type="http://schemas.openxmlformats.org/officeDocument/2006/relationships/oleObject" Target="embeddings/oleObject116.bin"/><Relationship Id="rId254" Type="http://schemas.openxmlformats.org/officeDocument/2006/relationships/image" Target="media/image120.wmf"/><Relationship Id="rId28" Type="http://schemas.openxmlformats.org/officeDocument/2006/relationships/image" Target="media/image13.wmf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5.bin"/><Relationship Id="rId275" Type="http://schemas.openxmlformats.org/officeDocument/2006/relationships/oleObject" Target="embeddings/oleObject139.bin"/><Relationship Id="rId296" Type="http://schemas.openxmlformats.org/officeDocument/2006/relationships/oleObject" Target="embeddings/oleObject150.bin"/><Relationship Id="rId300" Type="http://schemas.openxmlformats.org/officeDocument/2006/relationships/image" Target="media/image143.wmf"/><Relationship Id="rId60" Type="http://schemas.openxmlformats.org/officeDocument/2006/relationships/oleObject" Target="embeddings/oleObject26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6.bin"/><Relationship Id="rId156" Type="http://schemas.openxmlformats.org/officeDocument/2006/relationships/oleObject" Target="embeddings/oleObject79.bin"/><Relationship Id="rId177" Type="http://schemas.openxmlformats.org/officeDocument/2006/relationships/oleObject" Target="embeddings/oleObject89.bin"/><Relationship Id="rId198" Type="http://schemas.openxmlformats.org/officeDocument/2006/relationships/oleObject" Target="embeddings/oleObject99.bin"/><Relationship Id="rId202" Type="http://schemas.openxmlformats.org/officeDocument/2006/relationships/oleObject" Target="embeddings/oleObject101.bin"/><Relationship Id="rId223" Type="http://schemas.openxmlformats.org/officeDocument/2006/relationships/image" Target="media/image106.wmf"/><Relationship Id="rId244" Type="http://schemas.openxmlformats.org/officeDocument/2006/relationships/oleObject" Target="embeddings/oleObject122.bin"/><Relationship Id="rId18" Type="http://schemas.openxmlformats.org/officeDocument/2006/relationships/image" Target="media/image8.wmf"/><Relationship Id="rId39" Type="http://schemas.openxmlformats.org/officeDocument/2006/relationships/image" Target="media/image18.wmf"/><Relationship Id="rId265" Type="http://schemas.openxmlformats.org/officeDocument/2006/relationships/image" Target="media/image126.wmf"/><Relationship Id="rId286" Type="http://schemas.openxmlformats.org/officeDocument/2006/relationships/oleObject" Target="embeddings/oleObject145.bin"/><Relationship Id="rId50" Type="http://schemas.openxmlformats.org/officeDocument/2006/relationships/image" Target="media/image24.wmf"/><Relationship Id="rId104" Type="http://schemas.openxmlformats.org/officeDocument/2006/relationships/oleObject" Target="embeddings/oleObject50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84.bin"/><Relationship Id="rId188" Type="http://schemas.openxmlformats.org/officeDocument/2006/relationships/oleObject" Target="embeddings/oleObject94.bin"/><Relationship Id="rId71" Type="http://schemas.openxmlformats.org/officeDocument/2006/relationships/image" Target="media/image34.wmf"/><Relationship Id="rId92" Type="http://schemas.openxmlformats.org/officeDocument/2006/relationships/image" Target="media/image43.wmf"/><Relationship Id="rId213" Type="http://schemas.openxmlformats.org/officeDocument/2006/relationships/image" Target="media/image101.wmf"/><Relationship Id="rId234" Type="http://schemas.openxmlformats.org/officeDocument/2006/relationships/image" Target="media/image112.wmf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9.bin"/><Relationship Id="rId276" Type="http://schemas.openxmlformats.org/officeDocument/2006/relationships/image" Target="media/image131.wmf"/><Relationship Id="rId297" Type="http://schemas.openxmlformats.org/officeDocument/2006/relationships/image" Target="media/image141.wmf"/><Relationship Id="rId40" Type="http://schemas.openxmlformats.org/officeDocument/2006/relationships/oleObject" Target="embeddings/oleObject16.bin"/><Relationship Id="rId115" Type="http://schemas.openxmlformats.org/officeDocument/2006/relationships/image" Target="media/image54.wmf"/><Relationship Id="rId136" Type="http://schemas.openxmlformats.org/officeDocument/2006/relationships/image" Target="media/image64.wmf"/><Relationship Id="rId157" Type="http://schemas.openxmlformats.org/officeDocument/2006/relationships/image" Target="media/image72.wmf"/><Relationship Id="rId178" Type="http://schemas.openxmlformats.org/officeDocument/2006/relationships/image" Target="media/image83.png"/><Relationship Id="rId301" Type="http://schemas.openxmlformats.org/officeDocument/2006/relationships/oleObject" Target="embeddings/oleObject152.bin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199" Type="http://schemas.openxmlformats.org/officeDocument/2006/relationships/image" Target="media/image94.wmf"/><Relationship Id="rId203" Type="http://schemas.openxmlformats.org/officeDocument/2006/relationships/image" Target="media/image96.wmf"/><Relationship Id="rId19" Type="http://schemas.openxmlformats.org/officeDocument/2006/relationships/oleObject" Target="embeddings/oleObject5.bin"/><Relationship Id="rId224" Type="http://schemas.openxmlformats.org/officeDocument/2006/relationships/oleObject" Target="embeddings/oleObject112.bin"/><Relationship Id="rId245" Type="http://schemas.openxmlformats.org/officeDocument/2006/relationships/image" Target="media/image117.wmf"/><Relationship Id="rId266" Type="http://schemas.openxmlformats.org/officeDocument/2006/relationships/oleObject" Target="embeddings/oleObject134.bin"/><Relationship Id="rId287" Type="http://schemas.openxmlformats.org/officeDocument/2006/relationships/image" Target="media/image136.wmf"/><Relationship Id="rId30" Type="http://schemas.openxmlformats.org/officeDocument/2006/relationships/image" Target="media/image14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69.wmf"/><Relationship Id="rId168" Type="http://schemas.openxmlformats.org/officeDocument/2006/relationships/image" Target="media/image78.wmf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4.bin"/><Relationship Id="rId189" Type="http://schemas.openxmlformats.org/officeDocument/2006/relationships/image" Target="media/image89.wmf"/><Relationship Id="rId3" Type="http://schemas.openxmlformats.org/officeDocument/2006/relationships/settings" Target="settings.xml"/><Relationship Id="rId214" Type="http://schemas.openxmlformats.org/officeDocument/2006/relationships/oleObject" Target="embeddings/oleObject107.bin"/><Relationship Id="rId235" Type="http://schemas.openxmlformats.org/officeDocument/2006/relationships/oleObject" Target="embeddings/oleObject117.bin"/><Relationship Id="rId256" Type="http://schemas.openxmlformats.org/officeDocument/2006/relationships/image" Target="media/image121.wmf"/><Relationship Id="rId277" Type="http://schemas.openxmlformats.org/officeDocument/2006/relationships/oleObject" Target="embeddings/oleObject140.bin"/><Relationship Id="rId298" Type="http://schemas.openxmlformats.org/officeDocument/2006/relationships/oleObject" Target="embeddings/oleObject151.bin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80.bin"/><Relationship Id="rId302" Type="http://schemas.openxmlformats.org/officeDocument/2006/relationships/oleObject" Target="embeddings/oleObject153.bin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8.bin"/><Relationship Id="rId179" Type="http://schemas.openxmlformats.org/officeDocument/2006/relationships/image" Target="media/image84.wmf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2.bin"/><Relationship Id="rId225" Type="http://schemas.openxmlformats.org/officeDocument/2006/relationships/image" Target="media/image107.wmf"/><Relationship Id="rId246" Type="http://schemas.openxmlformats.org/officeDocument/2006/relationships/oleObject" Target="embeddings/oleObject123.bin"/><Relationship Id="rId267" Type="http://schemas.openxmlformats.org/officeDocument/2006/relationships/oleObject" Target="embeddings/oleObject135.bin"/><Relationship Id="rId288" Type="http://schemas.openxmlformats.org/officeDocument/2006/relationships/oleObject" Target="embeddings/oleObject146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52" Type="http://schemas.openxmlformats.org/officeDocument/2006/relationships/image" Target="media/image25.wmf"/><Relationship Id="rId73" Type="http://schemas.openxmlformats.org/officeDocument/2006/relationships/image" Target="media/image35.wmf"/><Relationship Id="rId94" Type="http://schemas.openxmlformats.org/officeDocument/2006/relationships/image" Target="media/image44.wmf"/><Relationship Id="rId148" Type="http://schemas.openxmlformats.org/officeDocument/2006/relationships/oleObject" Target="embeddings/oleObject73.bin"/><Relationship Id="rId169" Type="http://schemas.openxmlformats.org/officeDocument/2006/relationships/oleObject" Target="embeddings/oleObject85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0.bin"/><Relationship Id="rId215" Type="http://schemas.openxmlformats.org/officeDocument/2006/relationships/image" Target="media/image102.wmf"/><Relationship Id="rId236" Type="http://schemas.openxmlformats.org/officeDocument/2006/relationships/image" Target="media/image113.wmf"/><Relationship Id="rId257" Type="http://schemas.openxmlformats.org/officeDocument/2006/relationships/oleObject" Target="embeddings/oleObject130.bin"/><Relationship Id="rId278" Type="http://schemas.openxmlformats.org/officeDocument/2006/relationships/image" Target="media/image132.wmf"/><Relationship Id="rId303" Type="http://schemas.openxmlformats.org/officeDocument/2006/relationships/image" Target="media/image144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9.bin"/><Relationship Id="rId138" Type="http://schemas.openxmlformats.org/officeDocument/2006/relationships/image" Target="media/image65.wmf"/><Relationship Id="rId191" Type="http://schemas.openxmlformats.org/officeDocument/2006/relationships/image" Target="media/image90.wmf"/><Relationship Id="rId205" Type="http://schemas.openxmlformats.org/officeDocument/2006/relationships/image" Target="media/image97.wmf"/><Relationship Id="rId247" Type="http://schemas.openxmlformats.org/officeDocument/2006/relationships/image" Target="media/image118.wmf"/><Relationship Id="rId107" Type="http://schemas.openxmlformats.org/officeDocument/2006/relationships/image" Target="media/image50.wmf"/><Relationship Id="rId289" Type="http://schemas.openxmlformats.org/officeDocument/2006/relationships/image" Target="media/image137.wmf"/><Relationship Id="rId11" Type="http://schemas.openxmlformats.org/officeDocument/2006/relationships/image" Target="media/image4.wmf"/><Relationship Id="rId53" Type="http://schemas.openxmlformats.org/officeDocument/2006/relationships/oleObject" Target="embeddings/oleObject22.bin"/><Relationship Id="rId149" Type="http://schemas.openxmlformats.org/officeDocument/2006/relationships/image" Target="media/image70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81.bin"/><Relationship Id="rId216" Type="http://schemas.openxmlformats.org/officeDocument/2006/relationships/oleObject" Target="embeddings/oleObject108.bin"/><Relationship Id="rId258" Type="http://schemas.openxmlformats.org/officeDocument/2006/relationships/image" Target="media/image122.png"/><Relationship Id="rId22" Type="http://schemas.openxmlformats.org/officeDocument/2006/relationships/image" Target="media/image10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7.bin"/><Relationship Id="rId171" Type="http://schemas.openxmlformats.org/officeDocument/2006/relationships/oleObject" Target="embeddings/oleObject86.bin"/><Relationship Id="rId227" Type="http://schemas.openxmlformats.org/officeDocument/2006/relationships/image" Target="media/image108.wmf"/><Relationship Id="rId269" Type="http://schemas.openxmlformats.org/officeDocument/2006/relationships/oleObject" Target="embeddings/oleObject136.bin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63.bin"/><Relationship Id="rId280" Type="http://schemas.openxmlformats.org/officeDocument/2006/relationships/image" Target="media/image133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6.wmf"/><Relationship Id="rId182" Type="http://schemas.openxmlformats.org/officeDocument/2006/relationships/oleObject" Target="embeddings/oleObject91.bin"/><Relationship Id="rId6" Type="http://schemas.openxmlformats.org/officeDocument/2006/relationships/endnotes" Target="endnotes.xml"/><Relationship Id="rId238" Type="http://schemas.openxmlformats.org/officeDocument/2006/relationships/image" Target="media/image114.wmf"/><Relationship Id="rId291" Type="http://schemas.openxmlformats.org/officeDocument/2006/relationships/image" Target="media/image138.wmf"/><Relationship Id="rId305" Type="http://schemas.openxmlformats.org/officeDocument/2006/relationships/image" Target="media/image145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9DFCC-A726-419B-8E86-51FF15E0F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CD2BB215</Template>
  <TotalTime>99</TotalTime>
  <Pages>4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周霄汉</dc:creator>
  <cp:lastModifiedBy>周霄汉</cp:lastModifiedBy>
  <cp:revision>21</cp:revision>
  <dcterms:created xsi:type="dcterms:W3CDTF">2017-07-19T12:07:00Z</dcterms:created>
  <dcterms:modified xsi:type="dcterms:W3CDTF">2024-05-23T09:50:00Z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c360888147e84812b75d42690308717dmzg3ody5ntex</vt:lpwstr>
  </property>
</Properties>
</file>